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863D8" w14:textId="77777777" w:rsidR="00425AB6" w:rsidRDefault="00693BF5" w:rsidP="00693BF5">
      <w:pPr>
        <w:pStyle w:val="Heading1"/>
      </w:pPr>
      <w:r>
        <w:t>1NC R3 Blue Key</w:t>
      </w:r>
    </w:p>
    <w:p w14:paraId="0F8B208D" w14:textId="77777777" w:rsidR="00693BF5" w:rsidRDefault="00693BF5" w:rsidP="00693BF5">
      <w:pPr>
        <w:pStyle w:val="Heading2"/>
      </w:pPr>
      <w:r>
        <w:t>1</w:t>
      </w:r>
    </w:p>
    <w:p w14:paraId="40A80105" w14:textId="087D1606" w:rsidR="00E94680" w:rsidRDefault="00693BF5" w:rsidP="00E94680">
      <w:pPr>
        <w:pStyle w:val="Heading3"/>
      </w:pPr>
      <w:r>
        <w:t>K</w:t>
      </w:r>
    </w:p>
    <w:p w14:paraId="6157E42B" w14:textId="77777777" w:rsidR="00E94680" w:rsidRPr="00437D2D" w:rsidRDefault="00E94680" w:rsidP="00E94680">
      <w:pPr>
        <w:pStyle w:val="Heading4"/>
      </w:pPr>
      <w:bookmarkStart w:id="0" w:name="_Hlk76566913"/>
      <w:r>
        <w:t xml:space="preserve">The subject emerges through </w:t>
      </w:r>
      <w:r w:rsidRPr="00437D2D">
        <w:rPr>
          <w:u w:val="single"/>
        </w:rPr>
        <w:t>loss</w:t>
      </w:r>
      <w:r>
        <w:t xml:space="preserve">, constitutively </w:t>
      </w:r>
      <w:r w:rsidRPr="00437D2D">
        <w:rPr>
          <w:u w:val="single"/>
        </w:rPr>
        <w:t>unable</w:t>
      </w:r>
      <w:r>
        <w:t xml:space="preserve"> to express </w:t>
      </w:r>
      <w:proofErr w:type="spellStart"/>
      <w:r>
        <w:t>it’s</w:t>
      </w:r>
      <w:proofErr w:type="spellEnd"/>
      <w:r>
        <w:t xml:space="preserve"> desires through language. That traps the subject in the </w:t>
      </w:r>
      <w:r w:rsidRPr="00F97BB7">
        <w:rPr>
          <w:u w:val="single"/>
        </w:rPr>
        <w:t>symbolic</w:t>
      </w:r>
      <w:r>
        <w:t xml:space="preserve">, creating a </w:t>
      </w:r>
      <w:r w:rsidRPr="00F97BB7">
        <w:rPr>
          <w:u w:val="single"/>
        </w:rPr>
        <w:t>constant desire</w:t>
      </w:r>
      <w:r>
        <w:t xml:space="preserve"> towards the lost-object. Thus, the role of the ballot is to </w:t>
      </w:r>
      <w:r>
        <w:rPr>
          <w:u w:val="single"/>
        </w:rPr>
        <w:t>embrace loss</w:t>
      </w:r>
      <w:r w:rsidRPr="00EF49B6">
        <w:t>.</w:t>
      </w:r>
    </w:p>
    <w:p w14:paraId="03D93305" w14:textId="77777777" w:rsidR="00E94680" w:rsidRPr="00274110" w:rsidRDefault="00E94680" w:rsidP="00E94680">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Justin</w:t>
      </w:r>
    </w:p>
    <w:p w14:paraId="3E8701C9" w14:textId="77777777" w:rsidR="00E94680" w:rsidRDefault="00E94680" w:rsidP="00E94680">
      <w:pPr>
        <w:rPr>
          <w:rStyle w:val="Emphasis"/>
        </w:rPr>
      </w:pPr>
      <w:r w:rsidRPr="0046702D">
        <w:rPr>
          <w:u w:val="single"/>
        </w:rPr>
        <w:t xml:space="preserve">The </w:t>
      </w:r>
      <w:r w:rsidRPr="00274110">
        <w:rPr>
          <w:highlight w:val="green"/>
          <w:u w:val="single"/>
        </w:rPr>
        <w:t>subject</w:t>
      </w:r>
      <w:r w:rsidRPr="00967A5D">
        <w:rPr>
          <w:u w:val="single"/>
        </w:rPr>
        <w:t xml:space="preserve"> as such </w:t>
      </w:r>
      <w:r w:rsidRPr="00F97BB7">
        <w:rPr>
          <w:rStyle w:val="Emphasis"/>
          <w:highlight w:val="green"/>
        </w:rPr>
        <w:t>emerges through</w:t>
      </w:r>
      <w:r w:rsidRPr="00F97BB7">
        <w:rPr>
          <w:rStyle w:val="Emphasis"/>
        </w:rPr>
        <w:t xml:space="preserve"> the experience of </w:t>
      </w:r>
      <w:r w:rsidRPr="00F97BB7">
        <w:rPr>
          <w:rStyle w:val="Emphasis"/>
          <w:highlight w:val="green"/>
        </w:rPr>
        <w:t>loss</w:t>
      </w:r>
      <w:r w:rsidRPr="00967A5D">
        <w:rPr>
          <w:u w:val="single"/>
        </w:rPr>
        <w:t xml:space="preserve">. It is the loss of a </w:t>
      </w:r>
      <w:r w:rsidRPr="00F97BB7">
        <w:rPr>
          <w:rStyle w:val="Emphasis"/>
        </w:rPr>
        <w:t>part</w:t>
      </w:r>
      <w:r w:rsidRPr="00967A5D">
        <w:rPr>
          <w:u w:val="single"/>
        </w:rPr>
        <w:t xml:space="preserve"> of the subject</w:t>
      </w:r>
      <w:r w:rsidRPr="00274110">
        <w:rPr>
          <w:sz w:val="16"/>
        </w:rPr>
        <w:t xml:space="preserve"> —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 </w:t>
      </w:r>
      <w:r w:rsidRPr="00967A5D">
        <w:rPr>
          <w:u w:val="single"/>
        </w:rPr>
        <w:t xml:space="preserve">that creates both </w:t>
      </w:r>
      <w:r w:rsidRPr="00F97BB7">
        <w:rPr>
          <w:rStyle w:val="Emphasis"/>
        </w:rPr>
        <w:t>subject</w:t>
      </w:r>
      <w:r w:rsidRPr="00967A5D">
        <w:rPr>
          <w:u w:val="single"/>
        </w:rPr>
        <w:t xml:space="preserve"> and </w:t>
      </w:r>
      <w:r w:rsidRPr="00F97BB7">
        <w:rPr>
          <w:rStyle w:val="Emphasis"/>
        </w:rPr>
        <w:t>object</w:t>
      </w:r>
      <w:r w:rsidRPr="00274110">
        <w:rPr>
          <w:sz w:val="16"/>
        </w:rPr>
        <w:t xml:space="preserve">, </w:t>
      </w:r>
      <w:r w:rsidRPr="00967A5D">
        <w:rPr>
          <w:u w:val="single"/>
        </w:rPr>
        <w:t xml:space="preserve">the object emerging through this act as what the subject has lost of itself. The subject takes an </w:t>
      </w:r>
      <w:r w:rsidRPr="00F97BB7">
        <w:rPr>
          <w:rStyle w:val="Emphasis"/>
        </w:rPr>
        <w:t>interest in the object world because it forms this world around its lost object</w:t>
      </w:r>
      <w:r w:rsidRPr="00274110">
        <w:rPr>
          <w:sz w:val="16"/>
        </w:rPr>
        <w:t>. As Jacques Lacan notes, “</w:t>
      </w:r>
      <w:r w:rsidRPr="00967A5D">
        <w:rPr>
          <w:u w:val="single"/>
        </w:rPr>
        <w:t>Never</w:t>
      </w:r>
      <w:r w:rsidRPr="00274110">
        <w:rPr>
          <w:sz w:val="16"/>
        </w:rPr>
        <w:t xml:space="preserve">, in our concrete experience of analytic theory, </w:t>
      </w:r>
      <w:r w:rsidRPr="00967A5D">
        <w:rPr>
          <w:u w:val="single"/>
        </w:rPr>
        <w:t xml:space="preserve">do we do without the notion of </w:t>
      </w:r>
      <w:r w:rsidRPr="00274110">
        <w:rPr>
          <w:highlight w:val="green"/>
          <w:u w:val="single"/>
        </w:rPr>
        <w:t xml:space="preserve">the </w:t>
      </w:r>
      <w:r w:rsidRPr="00F97BB7">
        <w:rPr>
          <w:rStyle w:val="Emphasis"/>
          <w:highlight w:val="green"/>
        </w:rPr>
        <w:t>lack</w:t>
      </w:r>
      <w:r w:rsidRPr="00967A5D">
        <w:rPr>
          <w:u w:val="single"/>
        </w:rPr>
        <w:t xml:space="preserve"> of the object as central. It </w:t>
      </w:r>
      <w:r w:rsidRPr="00274110">
        <w:rPr>
          <w:highlight w:val="green"/>
          <w:u w:val="single"/>
        </w:rPr>
        <w:t>is</w:t>
      </w:r>
      <w:r w:rsidRPr="00967A5D">
        <w:rPr>
          <w:u w:val="single"/>
        </w:rPr>
        <w:t xml:space="preserve"> not a negative, but </w:t>
      </w:r>
      <w:r w:rsidRPr="00274110">
        <w:rPr>
          <w:highlight w:val="green"/>
          <w:u w:val="single"/>
        </w:rPr>
        <w:t>the</w:t>
      </w:r>
      <w:r w:rsidRPr="00967A5D">
        <w:rPr>
          <w:u w:val="single"/>
        </w:rPr>
        <w:t xml:space="preserve"> very </w:t>
      </w:r>
      <w:r w:rsidRPr="0046702D">
        <w:rPr>
          <w:rStyle w:val="Emphasis"/>
        </w:rPr>
        <w:t>spring for</w:t>
      </w:r>
      <w:r w:rsidRPr="00F97BB7">
        <w:rPr>
          <w:rStyle w:val="Emphasis"/>
        </w:rPr>
        <w:t xml:space="preserve"> the </w:t>
      </w:r>
      <w:r w:rsidRPr="00F97BB7">
        <w:rPr>
          <w:rStyle w:val="Emphasis"/>
          <w:highlight w:val="green"/>
        </w:rPr>
        <w:t xml:space="preserve">relation </w:t>
      </w:r>
      <w:r w:rsidRPr="00F97BB7">
        <w:rPr>
          <w:rStyle w:val="Emphasis"/>
        </w:rPr>
        <w:t>of the subject to the world</w:t>
      </w:r>
      <w:r w:rsidRPr="00437D2D">
        <w:rPr>
          <w:sz w:val="16"/>
        </w:rPr>
        <w:t xml:space="preserve">.”5 </w:t>
      </w:r>
      <w:r w:rsidRPr="00437D2D">
        <w:rPr>
          <w:u w:val="single"/>
        </w:rPr>
        <w:t xml:space="preserve">Th e loss of the object generates a </w:t>
      </w:r>
      <w:r w:rsidRPr="00F97BB7">
        <w:rPr>
          <w:rStyle w:val="Emphasis"/>
        </w:rPr>
        <w:t>world</w:t>
      </w:r>
      <w:r w:rsidRPr="00437D2D">
        <w:rPr>
          <w:u w:val="single"/>
        </w:rPr>
        <w:t xml:space="preserve"> around this </w:t>
      </w:r>
      <w:r w:rsidRPr="00F97BB7">
        <w:rPr>
          <w:rStyle w:val="Emphasis"/>
        </w:rPr>
        <w:t>loss</w:t>
      </w:r>
      <w:r w:rsidRPr="00437D2D">
        <w:rPr>
          <w:u w:val="single"/>
        </w:rPr>
        <w:t xml:space="preserve"> to which the subject can relate.</w:t>
      </w:r>
      <w:r>
        <w:rPr>
          <w:u w:val="single"/>
        </w:rPr>
        <w:t xml:space="preserve"> </w:t>
      </w:r>
      <w:r w:rsidRPr="00274110">
        <w:rPr>
          <w:sz w:val="16"/>
        </w:rPr>
        <w:t xml:space="preserve">Obviously, no one literally creates objects through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of an actual body part. Th </w:t>
      </w:r>
      <w:proofErr w:type="gramStart"/>
      <w:r w:rsidRPr="00274110">
        <w:rPr>
          <w:sz w:val="16"/>
        </w:rPr>
        <w:t>is would be</w:t>
      </w:r>
      <w:proofErr w:type="gramEnd"/>
      <w:r w:rsidRPr="00274110">
        <w:rPr>
          <w:sz w:val="16"/>
        </w:rPr>
        <w:t xml:space="preserve"> too much to ask. But the psychical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 e fi rst and immediate aim, therefore, of reality-testing is, not to fi nd an object in real perception which corresponds to the one presented, but to refi nd such an object, to convince oneself that it is still there.”6 Th </w:t>
      </w:r>
      <w:proofErr w:type="spellStart"/>
      <w:r w:rsidRPr="00274110">
        <w:rPr>
          <w:sz w:val="16"/>
        </w:rPr>
        <w:t>ough</w:t>
      </w:r>
      <w:proofErr w:type="spellEnd"/>
      <w:r w:rsidRPr="00274110">
        <w:rPr>
          <w:sz w:val="16"/>
        </w:rPr>
        <w:t xml:space="preserve"> Freud doesn’t use terms from linguistics, it is clear that he is making reference to the subject’s alienation in language and that he sees this alienation as the key to the emergence of both the subject and the object</w:t>
      </w:r>
      <w:r>
        <w:rPr>
          <w:sz w:val="16"/>
        </w:rPr>
        <w:t xml:space="preserve"> </w:t>
      </w:r>
      <w:r w:rsidRPr="00505879">
        <w:rPr>
          <w:highlight w:val="green"/>
          <w:u w:val="single"/>
        </w:rPr>
        <w:t xml:space="preserve">When the subject </w:t>
      </w:r>
      <w:r w:rsidRPr="00505879">
        <w:rPr>
          <w:rStyle w:val="Emphasis"/>
          <w:highlight w:val="green"/>
        </w:rPr>
        <w:t>s</w:t>
      </w:r>
      <w:r w:rsidRPr="00F97BB7">
        <w:rPr>
          <w:rStyle w:val="Emphasis"/>
          <w:highlight w:val="green"/>
        </w:rPr>
        <w:t>ubmits to</w:t>
      </w:r>
      <w:r w:rsidRPr="00F97BB7">
        <w:rPr>
          <w:rStyle w:val="Emphasis"/>
        </w:rPr>
        <w:t xml:space="preserve"> the imperatives of </w:t>
      </w:r>
      <w:r w:rsidRPr="00F97BB7">
        <w:rPr>
          <w:rStyle w:val="Emphasis"/>
          <w:highlight w:val="green"/>
        </w:rPr>
        <w:t>language</w:t>
      </w:r>
      <w:r w:rsidRPr="00274110">
        <w:rPr>
          <w:sz w:val="16"/>
        </w:rPr>
        <w:t xml:space="preserve">, </w:t>
      </w:r>
      <w:r w:rsidRPr="00505879">
        <w:rPr>
          <w:highlight w:val="green"/>
          <w:u w:val="single"/>
        </w:rPr>
        <w:t xml:space="preserve">it enters into an </w:t>
      </w:r>
      <w:r w:rsidRPr="00505879">
        <w:rPr>
          <w:rStyle w:val="Emphasis"/>
          <w:highlight w:val="green"/>
        </w:rPr>
        <w:t>indirect relation with the object</w:t>
      </w:r>
      <w:r w:rsidRPr="0046702D">
        <w:rPr>
          <w:rStyle w:val="Emphasis"/>
        </w:rPr>
        <w:t xml:space="preserve"> world</w:t>
      </w:r>
      <w:r w:rsidRPr="0046702D">
        <w:rPr>
          <w:u w:val="single"/>
        </w:rPr>
        <w:t>. Th e speaking</w:t>
      </w:r>
      <w:r w:rsidRPr="00967A5D">
        <w:rPr>
          <w:u w:val="single"/>
        </w:rPr>
        <w:t xml:space="preserve"> being does not relate to books, pencils, and paper but to “</w:t>
      </w:r>
      <w:r w:rsidRPr="00F97BB7">
        <w:rPr>
          <w:rStyle w:val="Emphasis"/>
        </w:rPr>
        <w:t>books</w:t>
      </w:r>
      <w:r w:rsidRPr="00967A5D">
        <w:rPr>
          <w:u w:val="single"/>
        </w:rPr>
        <w:t>,” “</w:t>
      </w:r>
      <w:r w:rsidRPr="00F97BB7">
        <w:rPr>
          <w:rStyle w:val="Emphasis"/>
        </w:rPr>
        <w:t>pencils</w:t>
      </w:r>
      <w:r w:rsidRPr="00967A5D">
        <w:rPr>
          <w:u w:val="single"/>
        </w:rPr>
        <w:t>,” and “</w:t>
      </w:r>
      <w:r w:rsidRPr="00F97BB7">
        <w:rPr>
          <w:rStyle w:val="Emphasis"/>
        </w:rPr>
        <w:t>paper</w:t>
      </w:r>
      <w:r w:rsidRPr="00967A5D">
        <w:rPr>
          <w:u w:val="single"/>
        </w:rPr>
        <w:t>.” Th e signifier intervenes</w:t>
      </w:r>
      <w:r w:rsidRPr="00274110">
        <w:rPr>
          <w:sz w:val="16"/>
        </w:rPr>
        <w:t xml:space="preserve"> between the subject and the object that the subject perceives. </w:t>
      </w:r>
      <w:r w:rsidRPr="00505879">
        <w:rPr>
          <w:highlight w:val="green"/>
          <w:u w:val="single"/>
        </w:rPr>
        <w:t xml:space="preserve">Th e subject’s </w:t>
      </w:r>
      <w:r w:rsidRPr="00505879">
        <w:rPr>
          <w:rStyle w:val="Emphasis"/>
          <w:highlight w:val="green"/>
        </w:rPr>
        <w:t>alienation</w:t>
      </w:r>
      <w:r w:rsidRPr="00505879">
        <w:rPr>
          <w:highlight w:val="green"/>
          <w:u w:val="single"/>
        </w:rPr>
        <w:t xml:space="preserve"> </w:t>
      </w:r>
      <w:r w:rsidRPr="00437D2D">
        <w:rPr>
          <w:u w:val="single"/>
        </w:rPr>
        <w:t xml:space="preserve">into language </w:t>
      </w:r>
      <w:r w:rsidRPr="00F97BB7">
        <w:rPr>
          <w:rStyle w:val="Emphasis"/>
          <w:highlight w:val="green"/>
        </w:rPr>
        <w:t>deprives it</w:t>
      </w:r>
      <w:r w:rsidRPr="00F97BB7">
        <w:rPr>
          <w:rStyle w:val="Emphasis"/>
        </w:rPr>
        <w:t xml:space="preserve"> of immediate contact with the object world</w:t>
      </w:r>
      <w:r w:rsidRPr="00274110">
        <w:rPr>
          <w:sz w:val="16"/>
        </w:rPr>
        <w:t xml:space="preserve">. And yet, in the above passage from “Negation,” </w:t>
      </w:r>
      <w:r w:rsidRPr="00967A5D">
        <w:rPr>
          <w:u w:val="single"/>
        </w:rPr>
        <w:t xml:space="preserve">Freud conceives of the subject’s </w:t>
      </w:r>
      <w:r w:rsidRPr="00F97BB7">
        <w:rPr>
          <w:rStyle w:val="Emphasis"/>
        </w:rPr>
        <w:t>entrance into language</w:t>
      </w:r>
      <w:r w:rsidRPr="00274110">
        <w:rPr>
          <w:sz w:val="16"/>
        </w:rPr>
        <w:t xml:space="preserve"> — its “capacity to bring before the mind once more something that has once been perceived, by reproducing it as a presentation without the external object having still to be there” — </w:t>
      </w:r>
      <w:r w:rsidRPr="00967A5D">
        <w:rPr>
          <w:u w:val="single"/>
        </w:rPr>
        <w:t xml:space="preserve">as the event that produces the very </w:t>
      </w:r>
      <w:r w:rsidRPr="00F97BB7">
        <w:rPr>
          <w:rStyle w:val="Emphasis"/>
        </w:rPr>
        <w:t>distinction</w:t>
      </w:r>
      <w:r w:rsidRPr="00967A5D">
        <w:rPr>
          <w:u w:val="single"/>
        </w:rPr>
        <w:t xml:space="preserve"> between subject and object. Th is means that the </w:t>
      </w:r>
      <w:r w:rsidRPr="00F97BB7">
        <w:rPr>
          <w:rStyle w:val="Emphasis"/>
        </w:rPr>
        <w:t>indirectness</w:t>
      </w:r>
      <w:r w:rsidRPr="00967A5D">
        <w:rPr>
          <w:u w:val="single"/>
        </w:rPr>
        <w:t xml:space="preserve"> or </w:t>
      </w:r>
      <w:r w:rsidRPr="00F97BB7">
        <w:rPr>
          <w:rStyle w:val="Emphasis"/>
        </w:rPr>
        <w:t>mediation</w:t>
      </w:r>
      <w:r w:rsidRPr="00967A5D">
        <w:rPr>
          <w:u w:val="single"/>
        </w:rPr>
        <w:t xml:space="preserve"> introduced by language </w:t>
      </w:r>
      <w:r w:rsidRPr="00F97BB7">
        <w:rPr>
          <w:rStyle w:val="Emphasis"/>
        </w:rPr>
        <w:t>deprives</w:t>
      </w:r>
      <w:r w:rsidRPr="00967A5D">
        <w:rPr>
          <w:u w:val="single"/>
        </w:rPr>
        <w:t xml:space="preserve"> the subject of a direct relation to the </w:t>
      </w:r>
      <w:r w:rsidRPr="00F97BB7">
        <w:rPr>
          <w:rStyle w:val="Emphasis"/>
        </w:rPr>
        <w:t>object world</w:t>
      </w:r>
      <w:r w:rsidRPr="00967A5D">
        <w:rPr>
          <w:u w:val="single"/>
        </w:rPr>
        <w:t xml:space="preserve"> that it never had.</w:t>
      </w:r>
      <w:r>
        <w:rPr>
          <w:u w:val="single"/>
        </w:rPr>
        <w:t xml:space="preserve"> </w:t>
      </w:r>
      <w:r w:rsidRPr="0046702D">
        <w:rPr>
          <w:u w:val="single"/>
        </w:rPr>
        <w:t>Prior to its immersion in the mediation of language</w:t>
      </w:r>
      <w:r w:rsidRPr="0046702D">
        <w:rPr>
          <w:sz w:val="16"/>
        </w:rPr>
        <w:t xml:space="preserve">, </w:t>
      </w:r>
      <w:r w:rsidRPr="0046702D">
        <w:rPr>
          <w:u w:val="single"/>
        </w:rPr>
        <w:t xml:space="preserve">the subject had </w:t>
      </w:r>
      <w:r w:rsidRPr="0046702D">
        <w:rPr>
          <w:rStyle w:val="Emphasis"/>
        </w:rPr>
        <w:t>no object at all</w:t>
      </w:r>
      <w:r w:rsidRPr="0046702D">
        <w:rPr>
          <w:u w:val="single"/>
        </w:rPr>
        <w:t xml:space="preserve"> — not</w:t>
      </w:r>
      <w:r w:rsidRPr="00967A5D">
        <w:rPr>
          <w:u w:val="single"/>
        </w:rPr>
        <w:t xml:space="preserve"> a </w:t>
      </w:r>
      <w:r w:rsidRPr="00F97BB7">
        <w:rPr>
          <w:rStyle w:val="Emphasis"/>
        </w:rPr>
        <w:t>privileged relation to objects but a complete absence of relationality</w:t>
      </w:r>
      <w:r w:rsidRPr="00274110">
        <w:rPr>
          <w:sz w:val="16"/>
        </w:rPr>
        <w:t xml:space="preserve"> as such due to its autoeroticism. In this sense, </w:t>
      </w:r>
      <w:r w:rsidRPr="00505879">
        <w:rPr>
          <w:highlight w:val="green"/>
          <w:u w:val="single"/>
        </w:rPr>
        <w:t>the subject’s willingness to accede to</w:t>
      </w:r>
      <w:r w:rsidRPr="0046702D">
        <w:rPr>
          <w:u w:val="single"/>
        </w:rPr>
        <w:t xml:space="preserve"> its alienation in </w:t>
      </w:r>
      <w:r w:rsidRPr="00437D2D">
        <w:rPr>
          <w:highlight w:val="green"/>
          <w:u w:val="single"/>
        </w:rPr>
        <w:t>language is</w:t>
      </w:r>
      <w:r w:rsidRPr="00967A5D">
        <w:rPr>
          <w:u w:val="single"/>
        </w:rPr>
        <w:t xml:space="preserve"> the fi rst </w:t>
      </w:r>
      <w:r w:rsidRPr="00F97BB7">
        <w:rPr>
          <w:rStyle w:val="Emphasis"/>
        </w:rPr>
        <w:t>creative act</w:t>
      </w:r>
      <w:r w:rsidRPr="00967A5D">
        <w:rPr>
          <w:u w:val="single"/>
        </w:rPr>
        <w:t xml:space="preserve">, </w:t>
      </w:r>
      <w:r w:rsidRPr="00437D2D">
        <w:rPr>
          <w:highlight w:val="green"/>
          <w:u w:val="single"/>
        </w:rPr>
        <w:t xml:space="preserve">a </w:t>
      </w:r>
      <w:r w:rsidRPr="00F97BB7">
        <w:rPr>
          <w:rStyle w:val="Emphasis"/>
          <w:highlight w:val="green"/>
        </w:rPr>
        <w:t>sacrifice</w:t>
      </w:r>
      <w:r w:rsidRPr="00437D2D">
        <w:rPr>
          <w:highlight w:val="green"/>
          <w:u w:val="single"/>
        </w:rPr>
        <w:t xml:space="preserve"> </w:t>
      </w:r>
      <w:r w:rsidRPr="00437D2D">
        <w:rPr>
          <w:u w:val="single"/>
        </w:rPr>
        <w:t xml:space="preserve">that produces the objects that the subject cannot </w:t>
      </w:r>
      <w:r w:rsidRPr="00F97BB7">
        <w:rPr>
          <w:rStyle w:val="Emphasis"/>
        </w:rPr>
        <w:t>directly access</w:t>
      </w:r>
      <w:r w:rsidRPr="00437D2D">
        <w:rPr>
          <w:sz w:val="16"/>
        </w:rPr>
        <w:t>. Language</w:t>
      </w:r>
      <w:r w:rsidRPr="00274110">
        <w:rPr>
          <w:sz w:val="16"/>
        </w:rPr>
        <w:t xml:space="preserve"> is important not for its own sake but because it is the site of our founding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We know that the subject has </w:t>
      </w:r>
      <w:r w:rsidRPr="00F97BB7">
        <w:rPr>
          <w:rStyle w:val="Emphasis"/>
        </w:rPr>
        <w:t>performed</w:t>
      </w:r>
      <w:r w:rsidRPr="00967A5D">
        <w:rPr>
          <w:u w:val="single"/>
        </w:rPr>
        <w:t xml:space="preserve"> this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when we witness the </w:t>
      </w:r>
      <w:r w:rsidRPr="00F97BB7">
        <w:rPr>
          <w:rStyle w:val="Emphasis"/>
        </w:rPr>
        <w:t>subject functioning as a being of language</w:t>
      </w:r>
      <w:r w:rsidRPr="00274110">
        <w:rPr>
          <w:sz w:val="16"/>
        </w:rPr>
        <w:t xml:space="preserve">, but the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not an act that the subject takes up on its own.</w:t>
      </w:r>
      <w:r>
        <w:rPr>
          <w:sz w:val="16"/>
        </w:rPr>
        <w:t xml:space="preserve"> </w:t>
      </w:r>
      <w:r w:rsidRPr="00437D2D">
        <w:rPr>
          <w:u w:val="single"/>
        </w:rPr>
        <w:t xml:space="preserve">Others always impose the </w:t>
      </w:r>
      <w:r w:rsidRPr="00F97BB7">
        <w:rPr>
          <w:rStyle w:val="Emphasis"/>
        </w:rPr>
        <w:t>entry into language on the subject</w:t>
      </w:r>
      <w:r w:rsidRPr="00437D2D">
        <w:rPr>
          <w:sz w:val="16"/>
        </w:rPr>
        <w:t xml:space="preserve">. Th </w:t>
      </w:r>
      <w:proofErr w:type="spellStart"/>
      <w:r w:rsidRPr="00437D2D">
        <w:rPr>
          <w:sz w:val="16"/>
        </w:rPr>
        <w:t>eir</w:t>
      </w:r>
      <w:proofErr w:type="spellEnd"/>
      <w:r w:rsidRPr="00437D2D">
        <w:rPr>
          <w:sz w:val="16"/>
        </w:rPr>
        <w:t xml:space="preserve"> exhortations</w:t>
      </w:r>
      <w:r w:rsidRPr="00274110">
        <w:rPr>
          <w:sz w:val="16"/>
        </w:rPr>
        <w:t xml:space="preserve"> and incentives to speak prompt the emergence of the speaking subject. But </w:t>
      </w:r>
      <w:r w:rsidRPr="00967A5D">
        <w:rPr>
          <w:u w:val="single"/>
        </w:rPr>
        <w:t xml:space="preserve">the subject’s </w:t>
      </w:r>
      <w:r w:rsidRPr="00F97BB7">
        <w:rPr>
          <w:rStyle w:val="Emphasis"/>
        </w:rPr>
        <w:t>openness to alienation</w:t>
      </w:r>
      <w:r w:rsidRPr="00967A5D">
        <w:rPr>
          <w:u w:val="single"/>
        </w:rPr>
        <w:t xml:space="preserve"> in language, </w:t>
      </w:r>
      <w:r w:rsidRPr="00505879">
        <w:rPr>
          <w:highlight w:val="green"/>
          <w:u w:val="single"/>
        </w:rPr>
        <w:t xml:space="preserve">its willingness to </w:t>
      </w:r>
      <w:proofErr w:type="spellStart"/>
      <w:r w:rsidRPr="00505879">
        <w:rPr>
          <w:highlight w:val="green"/>
          <w:u w:val="single"/>
        </w:rPr>
        <w:t>sacrifi</w:t>
      </w:r>
      <w:proofErr w:type="spellEnd"/>
      <w:r w:rsidRPr="00505879">
        <w:rPr>
          <w:highlight w:val="green"/>
          <w:u w:val="single"/>
        </w:rPr>
        <w:t xml:space="preserve"> </w:t>
      </w:r>
      <w:proofErr w:type="spellStart"/>
      <w:r w:rsidRPr="00505879">
        <w:rPr>
          <w:highlight w:val="green"/>
          <w:u w:val="single"/>
        </w:rPr>
        <w:t>ce</w:t>
      </w:r>
      <w:proofErr w:type="spellEnd"/>
      <w:r w:rsidRPr="00967A5D">
        <w:rPr>
          <w:u w:val="single"/>
        </w:rPr>
        <w:t xml:space="preserve"> a part of itself in order to become a speaking subject, </w:t>
      </w:r>
      <w:r w:rsidRPr="00505879">
        <w:rPr>
          <w:highlight w:val="green"/>
          <w:u w:val="single"/>
        </w:rPr>
        <w:t xml:space="preserve">suggests a lack </w:t>
      </w:r>
      <w:r w:rsidRPr="00437D2D">
        <w:rPr>
          <w:highlight w:val="green"/>
          <w:u w:val="single"/>
        </w:rPr>
        <w:t>in</w:t>
      </w:r>
      <w:r w:rsidRPr="00967A5D">
        <w:rPr>
          <w:u w:val="single"/>
        </w:rPr>
        <w:t xml:space="preserve"> being itself prior to </w:t>
      </w:r>
      <w:r w:rsidRPr="00505879">
        <w:rPr>
          <w:highlight w:val="green"/>
          <w:u w:val="single"/>
        </w:rPr>
        <w:t xml:space="preserve">the </w:t>
      </w:r>
      <w:r w:rsidRPr="00505879">
        <w:rPr>
          <w:rStyle w:val="Emphasis"/>
          <w:highlight w:val="green"/>
        </w:rPr>
        <w:t>entry</w:t>
      </w:r>
      <w:r w:rsidRPr="00505879">
        <w:rPr>
          <w:highlight w:val="green"/>
          <w:u w:val="single"/>
        </w:rPr>
        <w:t xml:space="preserve"> into </w:t>
      </w:r>
      <w:r w:rsidRPr="00505879">
        <w:rPr>
          <w:rStyle w:val="Emphasis"/>
          <w:highlight w:val="green"/>
        </w:rPr>
        <w:t>language</w:t>
      </w:r>
      <w:r w:rsidRPr="00274110">
        <w:rPr>
          <w:sz w:val="16"/>
        </w:rPr>
        <w:t xml:space="preserve">. Th at is, the act through which the subject cedes the privileged object and becomes a subject coincides with language but is irreducible to it. </w:t>
      </w:r>
      <w:r w:rsidRPr="00437D2D">
        <w:rPr>
          <w:highlight w:val="green"/>
          <w:u w:val="single"/>
        </w:rPr>
        <w:t>Th e subject</w:t>
      </w:r>
      <w:r w:rsidRPr="00967A5D">
        <w:rPr>
          <w:u w:val="single"/>
        </w:rPr>
        <w:t xml:space="preserve"> engages in the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because it </w:t>
      </w:r>
      <w:r w:rsidRPr="00437D2D">
        <w:rPr>
          <w:highlight w:val="green"/>
          <w:u w:val="single"/>
        </w:rPr>
        <w:t>does not fi nd it</w:t>
      </w:r>
      <w:r w:rsidRPr="00967A5D">
        <w:rPr>
          <w:u w:val="single"/>
        </w:rPr>
        <w:t xml:space="preserve">s </w:t>
      </w:r>
      <w:r w:rsidRPr="00EF49B6">
        <w:rPr>
          <w:rStyle w:val="Emphasis"/>
        </w:rPr>
        <w:t>initial autoeroticism</w:t>
      </w:r>
      <w:r w:rsidRPr="00967A5D">
        <w:rPr>
          <w:u w:val="single"/>
        </w:rPr>
        <w:t xml:space="preserve"> </w:t>
      </w:r>
      <w:r w:rsidRPr="0046702D">
        <w:rPr>
          <w:highlight w:val="green"/>
          <w:u w:val="single"/>
        </w:rPr>
        <w:t xml:space="preserve">perfectly </w:t>
      </w:r>
      <w:r w:rsidRPr="0046702D">
        <w:rPr>
          <w:rStyle w:val="Emphasis"/>
          <w:highlight w:val="green"/>
        </w:rPr>
        <w:t>satisfying</w:t>
      </w:r>
      <w:r w:rsidRPr="00967A5D">
        <w:rPr>
          <w:u w:val="single"/>
        </w:rPr>
        <w:t xml:space="preserve"> — the unity of the autoerotic being is </w:t>
      </w:r>
      <w:r w:rsidRPr="00EF49B6">
        <w:rPr>
          <w:rStyle w:val="Emphasis"/>
        </w:rPr>
        <w:t>not perfect</w:t>
      </w:r>
      <w:r w:rsidRPr="00967A5D">
        <w:rPr>
          <w:u w:val="single"/>
        </w:rPr>
        <w:t xml:space="preserve"> — and this lack of complete satisfaction produces the </w:t>
      </w:r>
      <w:r w:rsidRPr="00EF49B6">
        <w:rPr>
          <w:rStyle w:val="Emphasis"/>
        </w:rPr>
        <w:t>opening through which language and society grab onto the subject</w:t>
      </w:r>
      <w:r w:rsidRPr="00274110">
        <w:rPr>
          <w:sz w:val="16"/>
        </w:rPr>
        <w:t xml:space="preserve"> through its alienating </w:t>
      </w:r>
      <w:r w:rsidRPr="0046702D">
        <w:rPr>
          <w:sz w:val="16"/>
        </w:rPr>
        <w:t xml:space="preserve">process. </w:t>
      </w:r>
      <w:r w:rsidRPr="0046702D">
        <w:rPr>
          <w:u w:val="single"/>
        </w:rPr>
        <w:t xml:space="preserve">If the initial autoerotic state of the human animal were </w:t>
      </w:r>
      <w:r w:rsidRPr="0046702D">
        <w:rPr>
          <w:rStyle w:val="Emphasis"/>
        </w:rPr>
        <w:t>perfectly satisfying</w:t>
      </w:r>
      <w:r w:rsidRPr="0046702D">
        <w:rPr>
          <w:u w:val="single"/>
        </w:rPr>
        <w:t xml:space="preserve">, no one would begin to speak, and </w:t>
      </w:r>
      <w:r w:rsidRPr="0046702D">
        <w:rPr>
          <w:rStyle w:val="Emphasis"/>
        </w:rPr>
        <w:t>subjectivity</w:t>
      </w:r>
      <w:r w:rsidRPr="0046702D">
        <w:rPr>
          <w:u w:val="single"/>
        </w:rPr>
        <w:t xml:space="preserve"> would never form</w:t>
      </w:r>
      <w:r w:rsidRPr="0046702D">
        <w:rPr>
          <w:sz w:val="16"/>
        </w:rPr>
        <w:t xml:space="preserve">. Speaking as such </w:t>
      </w:r>
      <w:proofErr w:type="spellStart"/>
      <w:r w:rsidRPr="0046702D">
        <w:rPr>
          <w:sz w:val="16"/>
        </w:rPr>
        <w:t>testifi</w:t>
      </w:r>
      <w:proofErr w:type="spellEnd"/>
      <w:r w:rsidRPr="0046702D">
        <w:rPr>
          <w:sz w:val="16"/>
        </w:rPr>
        <w:t xml:space="preserve"> es to an initial wound in our animal being and in being itself.</w:t>
      </w:r>
      <w:r>
        <w:rPr>
          <w:sz w:val="16"/>
        </w:rPr>
        <w:t xml:space="preserve"> </w:t>
      </w:r>
      <w:r w:rsidRPr="00274110">
        <w:rPr>
          <w:sz w:val="16"/>
        </w:rPr>
        <w:t xml:space="preserve">But </w:t>
      </w:r>
      <w:r w:rsidRPr="00505879">
        <w:rPr>
          <w:highlight w:val="green"/>
          <w:u w:val="single"/>
        </w:rPr>
        <w:t xml:space="preserve">subjectivity emerges </w:t>
      </w:r>
      <w:r w:rsidRPr="00505879">
        <w:rPr>
          <w:u w:val="single"/>
        </w:rPr>
        <w:t>only</w:t>
      </w:r>
      <w:r w:rsidRPr="0046702D">
        <w:rPr>
          <w:u w:val="single"/>
        </w:rPr>
        <w:t xml:space="preserve"> </w:t>
      </w:r>
      <w:r w:rsidRPr="00505879">
        <w:rPr>
          <w:highlight w:val="green"/>
          <w:u w:val="single"/>
        </w:rPr>
        <w:t xml:space="preserve">out of a </w:t>
      </w:r>
      <w:r w:rsidRPr="00505879">
        <w:rPr>
          <w:rStyle w:val="Emphasis"/>
          <w:highlight w:val="green"/>
        </w:rPr>
        <w:t>self-wounding</w:t>
      </w:r>
      <w:r w:rsidRPr="00967A5D">
        <w:rPr>
          <w:u w:val="single"/>
        </w:rPr>
        <w:t xml:space="preserve">. Even though others encourage the infant to </w:t>
      </w:r>
      <w:r w:rsidRPr="00EF49B6">
        <w:rPr>
          <w:rStyle w:val="Emphasis"/>
        </w:rPr>
        <w:t>abandon its autoerotic state through a multitude of inducements</w:t>
      </w:r>
      <w:r w:rsidRPr="00274110">
        <w:rPr>
          <w:sz w:val="16"/>
        </w:rPr>
        <w:t xml:space="preserve">, </w:t>
      </w:r>
      <w:r w:rsidRPr="00967A5D">
        <w:rPr>
          <w:u w:val="single"/>
        </w:rPr>
        <w:t xml:space="preserve">the </w:t>
      </w:r>
      <w:r w:rsidRPr="00EF49B6">
        <w:rPr>
          <w:rStyle w:val="Emphasis"/>
        </w:rPr>
        <w:t>initial los</w:t>
      </w:r>
      <w:r w:rsidRPr="00967A5D">
        <w:rPr>
          <w:u w:val="single"/>
        </w:rPr>
        <w:t>s that constitutes subjectivity is always and necessarily self-</w:t>
      </w:r>
      <w:proofErr w:type="spellStart"/>
      <w:r w:rsidRPr="00967A5D">
        <w:rPr>
          <w:u w:val="single"/>
        </w:rPr>
        <w:t>infl</w:t>
      </w:r>
      <w:proofErr w:type="spellEnd"/>
      <w:r w:rsidRPr="00967A5D">
        <w:rPr>
          <w:u w:val="single"/>
        </w:rPr>
        <w:t xml:space="preserve"> </w:t>
      </w:r>
      <w:proofErr w:type="spellStart"/>
      <w:r w:rsidRPr="00967A5D">
        <w:rPr>
          <w:u w:val="single"/>
        </w:rPr>
        <w:t>icted</w:t>
      </w:r>
      <w:proofErr w:type="spellEnd"/>
      <w:r w:rsidRPr="00967A5D">
        <w:rPr>
          <w:u w:val="single"/>
        </w:rPr>
        <w:t xml:space="preserve">. Subjectivity has a fundamentally masochistic form, and it continually repeats the </w:t>
      </w:r>
      <w:r w:rsidRPr="00EF49B6">
        <w:rPr>
          <w:rStyle w:val="Emphasis"/>
        </w:rPr>
        <w:t>masochistic act that founds it</w:t>
      </w:r>
      <w:r w:rsidRPr="00274110">
        <w:rPr>
          <w:sz w:val="16"/>
        </w:rPr>
        <w:t xml:space="preserve">. Th 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opens the door to the promise of a satisfaction that autoerotic isolation forecloses, which is why the incipient subject abandons the autoerotic state and accedes to the call of sociality. But the term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is misleading insofar as it suggests that the subject has given up a wholeness (with itself or with its parent) that exists prior to being lost.</w:t>
      </w:r>
      <w:r>
        <w:rPr>
          <w:sz w:val="16"/>
        </w:rPr>
        <w:t xml:space="preserve"> </w:t>
      </w:r>
      <w:r w:rsidRPr="00274110">
        <w:rPr>
          <w:sz w:val="16"/>
        </w:rPr>
        <w:t xml:space="preserve">In the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the incipient subject gives up something that it doesn’t have. </w:t>
      </w:r>
      <w:r w:rsidRPr="00EF49B6">
        <w:rPr>
          <w:rStyle w:val="Emphasis"/>
        </w:rPr>
        <w:t>Th e initial loss that founds subjectivity is not at all substantial</w:t>
      </w:r>
      <w:r w:rsidRPr="00274110">
        <w:rPr>
          <w:sz w:val="16"/>
        </w:rPr>
        <w:t xml:space="preserve">; it </w:t>
      </w:r>
      <w:r w:rsidRPr="00967A5D">
        <w:rPr>
          <w:u w:val="single"/>
        </w:rPr>
        <w:t xml:space="preserve">is the ceding of </w:t>
      </w:r>
      <w:r w:rsidRPr="00EF49B6">
        <w:rPr>
          <w:rStyle w:val="Emphasis"/>
        </w:rPr>
        <w:t>nothing</w:t>
      </w:r>
      <w:r w:rsidRPr="00274110">
        <w:rPr>
          <w:sz w:val="16"/>
        </w:rPr>
        <w:t xml:space="preserve">. Th rough this defi </w:t>
      </w:r>
      <w:proofErr w:type="spellStart"/>
      <w:r w:rsidRPr="00274110">
        <w:rPr>
          <w:sz w:val="16"/>
        </w:rPr>
        <w:t>ning</w:t>
      </w:r>
      <w:proofErr w:type="spellEnd"/>
      <w:r w:rsidRPr="00274110">
        <w:rPr>
          <w:sz w:val="16"/>
        </w:rPr>
        <w:t xml:space="preserve"> gesture,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its lost object into being</w:t>
      </w:r>
      <w:r w:rsidRPr="00274110">
        <w:rPr>
          <w:sz w:val="16"/>
        </w:rPr>
        <w:t xml:space="preserve">. But if the subject cedes nothing, this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seems profoundly unnecessary. </w:t>
      </w:r>
      <w:r w:rsidRPr="00967A5D">
        <w:rPr>
          <w:u w:val="single"/>
        </w:rPr>
        <w:t xml:space="preserve">Why can’t the subject </w:t>
      </w:r>
      <w:r w:rsidRPr="00EF49B6">
        <w:rPr>
          <w:rStyle w:val="Emphasis"/>
        </w:rPr>
        <w:t>emerge</w:t>
      </w:r>
      <w:r w:rsidRPr="00967A5D">
        <w:rPr>
          <w:u w:val="single"/>
        </w:rPr>
        <w:t xml:space="preserve"> without it</w:t>
      </w:r>
      <w:r w:rsidRPr="00274110">
        <w:rPr>
          <w:sz w:val="16"/>
        </w:rPr>
        <w:t xml:space="preserve">? Why is the experience of loss necessary for the subject to constitute itself qua subject? </w:t>
      </w:r>
      <w:r w:rsidRPr="00967A5D">
        <w:rPr>
          <w:u w:val="single"/>
        </w:rPr>
        <w:t xml:space="preserve">Th e answer lies in the diff </w:t>
      </w:r>
      <w:proofErr w:type="spellStart"/>
      <w:r w:rsidRPr="00967A5D">
        <w:rPr>
          <w:u w:val="single"/>
        </w:rPr>
        <w:t>erence</w:t>
      </w:r>
      <w:proofErr w:type="spellEnd"/>
      <w:r w:rsidRPr="00967A5D">
        <w:rPr>
          <w:u w:val="single"/>
        </w:rPr>
        <w:t xml:space="preserve"> between </w:t>
      </w:r>
      <w:r w:rsidRPr="00EF49B6">
        <w:rPr>
          <w:rStyle w:val="Emphasis"/>
        </w:rPr>
        <w:t>need</w:t>
      </w:r>
      <w:r w:rsidRPr="00967A5D">
        <w:rPr>
          <w:u w:val="single"/>
        </w:rPr>
        <w:t xml:space="preserve"> and </w:t>
      </w:r>
      <w:r w:rsidRPr="00EF49B6">
        <w:rPr>
          <w:rStyle w:val="Emphasis"/>
        </w:rPr>
        <w:t>desire</w:t>
      </w:r>
      <w:r w:rsidRPr="00967A5D">
        <w:rPr>
          <w:u w:val="single"/>
        </w:rPr>
        <w:t xml:space="preserve">. While the needs of the human animal are not dependent on the experience of loss, the subject’s </w:t>
      </w:r>
      <w:r w:rsidRPr="00EF49B6">
        <w:rPr>
          <w:rStyle w:val="Emphasis"/>
        </w:rPr>
        <w:t>desires</w:t>
      </w:r>
      <w:r w:rsidRPr="00967A5D">
        <w:rPr>
          <w:u w:val="single"/>
        </w:rPr>
        <w:t xml:space="preserve"> are.</w:t>
      </w:r>
      <w:r>
        <w:rPr>
          <w:u w:val="single"/>
        </w:rPr>
        <w:t xml:space="preserve"> </w:t>
      </w:r>
      <w:r w:rsidRPr="00967A5D">
        <w:rPr>
          <w:u w:val="single"/>
        </w:rPr>
        <w:t xml:space="preserve">It is </w:t>
      </w:r>
      <w:r w:rsidRPr="00437D2D">
        <w:rPr>
          <w:u w:val="single"/>
        </w:rPr>
        <w:t>the</w:t>
      </w:r>
      <w:r w:rsidRPr="00967A5D">
        <w:rPr>
          <w:u w:val="single"/>
        </w:rPr>
        <w:t xml:space="preserve"> initial act of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967A5D">
        <w:rPr>
          <w:u w:val="single"/>
        </w:rPr>
        <w:t xml:space="preserve"> that </w:t>
      </w:r>
      <w:r w:rsidRPr="00437D2D">
        <w:rPr>
          <w:u w:val="single"/>
        </w:rPr>
        <w:t xml:space="preserve">gives </w:t>
      </w:r>
      <w:r w:rsidRPr="00EF49B6">
        <w:rPr>
          <w:rStyle w:val="Emphasis"/>
        </w:rPr>
        <w:t>birth to desire</w:t>
      </w:r>
      <w:r w:rsidRPr="00274110">
        <w:rPr>
          <w:sz w:val="16"/>
        </w:rPr>
        <w:t xml:space="preserv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nothing in order to create a </w:t>
      </w:r>
      <w:r w:rsidRPr="00EF49B6">
        <w:rPr>
          <w:rStyle w:val="Emphasis"/>
        </w:rPr>
        <w:t>lost object around which it can organize its desire</w:t>
      </w:r>
      <w:r w:rsidRPr="00274110">
        <w:rPr>
          <w:sz w:val="16"/>
        </w:rPr>
        <w:t>. As Richard Boothby puts it in his unequaled explanation of the psychoanalytic conception of the emergence of desire, “</w:t>
      </w:r>
      <w:r w:rsidRPr="00E63D2F">
        <w:rPr>
          <w:u w:val="single"/>
        </w:rPr>
        <w:t>Th e destruction and loss of the object . . . opens up a symbolic dimension in which what was lost might be recovered in a new form</w:t>
      </w:r>
      <w:r w:rsidRPr="00274110">
        <w:rPr>
          <w:sz w:val="16"/>
        </w:rPr>
        <w:t>.”7 He adds: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E63D2F">
        <w:rPr>
          <w:u w:val="single"/>
        </w:rPr>
        <w:t xml:space="preserve"> serves to </w:t>
      </w:r>
      <w:r w:rsidRPr="00437D2D">
        <w:rPr>
          <w:u w:val="single"/>
        </w:rPr>
        <w:t>constitute</w:t>
      </w:r>
      <w:r w:rsidRPr="00E63D2F">
        <w:rPr>
          <w:u w:val="single"/>
        </w:rPr>
        <w:t xml:space="preserve"> the very matrix of </w:t>
      </w:r>
      <w:r w:rsidRPr="00437D2D">
        <w:rPr>
          <w:u w:val="single"/>
        </w:rPr>
        <w:t>desire</w:t>
      </w:r>
      <w:r w:rsidRPr="00437D2D">
        <w:rPr>
          <w:sz w:val="16"/>
        </w:rPr>
        <w:t>.</w:t>
      </w:r>
      <w:r w:rsidRPr="00274110">
        <w:rPr>
          <w:sz w:val="16"/>
        </w:rPr>
        <w:t xml:space="preserve"> Th e essential function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less do </w:t>
      </w:r>
      <w:proofErr w:type="spellStart"/>
      <w:r w:rsidRPr="00274110">
        <w:rPr>
          <w:sz w:val="16"/>
        </w:rPr>
        <w:t>ut</w:t>
      </w:r>
      <w:proofErr w:type="spellEnd"/>
      <w:r w:rsidRPr="00274110">
        <w:rPr>
          <w:sz w:val="16"/>
        </w:rPr>
        <w:t xml:space="preserve"> des, I give so that you might give, than do </w:t>
      </w:r>
      <w:proofErr w:type="spellStart"/>
      <w:r w:rsidRPr="00274110">
        <w:rPr>
          <w:sz w:val="16"/>
        </w:rPr>
        <w:t>ut</w:t>
      </w:r>
      <w:proofErr w:type="spellEnd"/>
      <w:r w:rsidRPr="00274110">
        <w:rPr>
          <w:sz w:val="16"/>
        </w:rPr>
        <w:t xml:space="preserve"> </w:t>
      </w:r>
      <w:proofErr w:type="spellStart"/>
      <w:r w:rsidRPr="00274110">
        <w:rPr>
          <w:sz w:val="16"/>
        </w:rPr>
        <w:t>desidero</w:t>
      </w:r>
      <w:proofErr w:type="spellEnd"/>
      <w:r w:rsidRPr="00274110">
        <w:rPr>
          <w:sz w:val="16"/>
        </w:rPr>
        <w:t xml:space="preserve">: I give in order that I might desire.”8 Th </w:t>
      </w:r>
      <w:r w:rsidRPr="00274110">
        <w:rPr>
          <w:u w:val="single"/>
        </w:rPr>
        <w:t xml:space="preserve">e subject’s </w:t>
      </w:r>
      <w:r w:rsidRPr="00505879">
        <w:rPr>
          <w:highlight w:val="green"/>
          <w:u w:val="single"/>
        </w:rPr>
        <w:t xml:space="preserve">desire is </w:t>
      </w:r>
      <w:r w:rsidRPr="00505879">
        <w:rPr>
          <w:rStyle w:val="Emphasis"/>
          <w:highlight w:val="green"/>
        </w:rPr>
        <w:t>oriented</w:t>
      </w:r>
      <w:r w:rsidRPr="00505879">
        <w:rPr>
          <w:highlight w:val="green"/>
          <w:u w:val="single"/>
        </w:rPr>
        <w:t xml:space="preserve"> around </w:t>
      </w:r>
      <w:r w:rsidRPr="00505879">
        <w:rPr>
          <w:rStyle w:val="Emphasis"/>
          <w:highlight w:val="green"/>
        </w:rPr>
        <w:t>this lost object</w:t>
      </w:r>
      <w:r w:rsidRPr="00505879">
        <w:rPr>
          <w:highlight w:val="green"/>
          <w:u w:val="single"/>
        </w:rPr>
        <w:t>, but the object</w:t>
      </w:r>
      <w:r w:rsidRPr="00274110">
        <w:rPr>
          <w:u w:val="single"/>
        </w:rPr>
        <w:t xml:space="preserve"> is nothing as a positive entity and </w:t>
      </w:r>
      <w:r w:rsidRPr="00505879">
        <w:rPr>
          <w:highlight w:val="green"/>
          <w:u w:val="single"/>
        </w:rPr>
        <w:t>only exists insofar as it is lost</w:t>
      </w:r>
      <w:r w:rsidRPr="00274110">
        <w:rPr>
          <w:sz w:val="16"/>
        </w:rPr>
        <w:t xml:space="preserve">. Th is </w:t>
      </w:r>
      <w:proofErr w:type="spellStart"/>
      <w:r w:rsidRPr="00274110">
        <w:rPr>
          <w:sz w:val="16"/>
        </w:rPr>
        <w:t>is</w:t>
      </w:r>
      <w:proofErr w:type="spellEnd"/>
      <w:r w:rsidRPr="00274110">
        <w:rPr>
          <w:sz w:val="16"/>
        </w:rPr>
        <w:t xml:space="preserve"> why one can never </w:t>
      </w:r>
      <w:proofErr w:type="spellStart"/>
      <w:r w:rsidRPr="00274110">
        <w:rPr>
          <w:sz w:val="16"/>
        </w:rPr>
        <w:t>att</w:t>
      </w:r>
      <w:proofErr w:type="spellEnd"/>
      <w:r w:rsidRPr="00274110">
        <w:rPr>
          <w:sz w:val="16"/>
        </w:rPr>
        <w:t xml:space="preserve"> </w:t>
      </w:r>
      <w:proofErr w:type="spellStart"/>
      <w:r w:rsidRPr="00274110">
        <w:rPr>
          <w:sz w:val="16"/>
        </w:rPr>
        <w:t>ain</w:t>
      </w:r>
      <w:proofErr w:type="spellEnd"/>
      <w:r w:rsidRPr="00274110">
        <w:rPr>
          <w:sz w:val="16"/>
        </w:rPr>
        <w:t xml:space="preserve">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505879">
        <w:rPr>
          <w:highlight w:val="green"/>
          <w:u w:val="single"/>
        </w:rPr>
        <w:t xml:space="preserve">Th e lost object is </w:t>
      </w:r>
      <w:r w:rsidRPr="00505879">
        <w:rPr>
          <w:rStyle w:val="Emphasis"/>
          <w:highlight w:val="green"/>
        </w:rPr>
        <w:t>constitutively</w:t>
      </w:r>
      <w:r w:rsidRPr="00413644">
        <w:rPr>
          <w:rStyle w:val="Emphasis"/>
        </w:rPr>
        <w:t xml:space="preserve"> rather than empirically </w:t>
      </w:r>
      <w:r w:rsidRPr="0046702D">
        <w:rPr>
          <w:rStyle w:val="Emphasis"/>
          <w:highlight w:val="green"/>
        </w:rPr>
        <w:t>lost</w:t>
      </w:r>
    </w:p>
    <w:bookmarkEnd w:id="0"/>
    <w:p w14:paraId="41C29842" w14:textId="77777777" w:rsidR="00E94680" w:rsidRPr="00E94680" w:rsidRDefault="00E94680" w:rsidP="00E94680"/>
    <w:p w14:paraId="4C5DDAB1" w14:textId="6914656E" w:rsidR="00693BF5" w:rsidRDefault="00693BF5" w:rsidP="00693BF5">
      <w:pPr>
        <w:pStyle w:val="Heading4"/>
      </w:pPr>
      <w:bookmarkStart w:id="1" w:name="_Hlk76566918"/>
      <w:r>
        <w:t xml:space="preserve">The affs attempts to </w:t>
      </w:r>
      <w:r>
        <w:t>improve working conditions of teachers</w:t>
      </w:r>
      <w:r>
        <w:t xml:space="preserve"> falls short of an analysis of </w:t>
      </w:r>
      <w:r w:rsidRPr="00B47841">
        <w:rPr>
          <w:u w:val="single"/>
        </w:rPr>
        <w:t>commodity fetishism</w:t>
      </w:r>
      <w:r>
        <w:t xml:space="preserve">. The affs desire to fill the lack inevitably </w:t>
      </w:r>
      <w:r w:rsidRPr="00B47841">
        <w:rPr>
          <w:u w:val="single"/>
        </w:rPr>
        <w:t>fail</w:t>
      </w:r>
      <w:r>
        <w:rPr>
          <w:u w:val="single"/>
        </w:rPr>
        <w:t>s</w:t>
      </w:r>
      <w:r>
        <w:t>.</w:t>
      </w:r>
    </w:p>
    <w:p w14:paraId="479B9DFA" w14:textId="77777777" w:rsidR="00693BF5" w:rsidRPr="00B47841" w:rsidRDefault="00693BF5" w:rsidP="00693BF5">
      <w:r w:rsidRPr="00B47841">
        <w:rPr>
          <w:rStyle w:val="Style13ptBold"/>
        </w:rPr>
        <w:t>Böhm and Batta 10</w:t>
      </w:r>
      <w:r>
        <w:t xml:space="preserve"> [Steffen; </w:t>
      </w:r>
      <w:r w:rsidRPr="00B47841">
        <w:t>Essex Business School, University of Essex</w:t>
      </w:r>
      <w:r>
        <w:t xml:space="preserve">; </w:t>
      </w:r>
      <w:proofErr w:type="spellStart"/>
      <w:r>
        <w:t>Aanka</w:t>
      </w:r>
      <w:proofErr w:type="spellEnd"/>
      <w:r>
        <w:t xml:space="preserve">; </w:t>
      </w:r>
      <w:r w:rsidRPr="00B47841">
        <w:t>Essex Business School, University of Essex</w:t>
      </w:r>
      <w:r>
        <w:t>; “</w:t>
      </w:r>
      <w:r w:rsidRPr="00B47841">
        <w:t>Just doing it: enjoying commodity fetishism with Lacan</w:t>
      </w:r>
      <w:r>
        <w:t xml:space="preserve">,” Organization; 2010; </w:t>
      </w:r>
      <w:hyperlink r:id="rId5" w:history="1">
        <w:r w:rsidRPr="00AF436A">
          <w:rPr>
            <w:rStyle w:val="Hyperlink"/>
          </w:rPr>
          <w:t>https://sci-hub.se/10.1177/1350508410363123</w:t>
        </w:r>
      </w:hyperlink>
      <w:r>
        <w:t>] // Re-Cut Justin</w:t>
      </w:r>
    </w:p>
    <w:p w14:paraId="38086C51" w14:textId="77777777" w:rsidR="00693BF5" w:rsidRPr="00F918FC" w:rsidRDefault="00693BF5" w:rsidP="00693BF5">
      <w:pPr>
        <w:rPr>
          <w:sz w:val="16"/>
        </w:rPr>
      </w:pPr>
      <w:r w:rsidRPr="00F918FC">
        <w:rPr>
          <w:sz w:val="16"/>
        </w:rPr>
        <w:t xml:space="preserve">It is within this context that the anti-sweatshop campaign has emerged. It has brought to our attention the difficult working conditions, </w:t>
      </w:r>
      <w:r w:rsidRPr="00EF49B6">
        <w:rPr>
          <w:u w:val="single"/>
        </w:rPr>
        <w:t xml:space="preserve">the </w:t>
      </w:r>
      <w:r w:rsidRPr="00B47841">
        <w:rPr>
          <w:rStyle w:val="Emphasis"/>
        </w:rPr>
        <w:t>exploitation</w:t>
      </w:r>
      <w:r w:rsidRPr="00EF49B6">
        <w:rPr>
          <w:u w:val="single"/>
        </w:rPr>
        <w:t xml:space="preserve"> and </w:t>
      </w:r>
      <w:r w:rsidRPr="00B47841">
        <w:rPr>
          <w:rStyle w:val="Emphasis"/>
        </w:rPr>
        <w:t>dehumanization</w:t>
      </w:r>
      <w:r w:rsidRPr="00EF49B6">
        <w:rPr>
          <w:u w:val="single"/>
        </w:rPr>
        <w:t xml:space="preserve"> that are </w:t>
      </w:r>
      <w:r w:rsidRPr="00B47841">
        <w:rPr>
          <w:rStyle w:val="Emphasis"/>
        </w:rPr>
        <w:t>part and parcel</w:t>
      </w:r>
      <w:r w:rsidRPr="00EF49B6">
        <w:rPr>
          <w:u w:val="single"/>
        </w:rPr>
        <w:t xml:space="preserve"> of the global economy and hence has helped to </w:t>
      </w:r>
      <w:r w:rsidRPr="00B47841">
        <w:rPr>
          <w:rStyle w:val="Emphasis"/>
        </w:rPr>
        <w:t>politicize consumption</w:t>
      </w:r>
      <w:r w:rsidRPr="00F918FC">
        <w:rPr>
          <w:sz w:val="16"/>
        </w:rPr>
        <w:t xml:space="preserve">, to put Nike and other multinationals and their production practices on the spot. One of </w:t>
      </w:r>
      <w:r w:rsidRPr="00EF49B6">
        <w:rPr>
          <w:u w:val="single"/>
        </w:rPr>
        <w:t xml:space="preserve">the aims of </w:t>
      </w:r>
      <w:r w:rsidRPr="005322D5">
        <w:rPr>
          <w:u w:val="single"/>
        </w:rPr>
        <w:t xml:space="preserve">this </w:t>
      </w:r>
      <w:r w:rsidRPr="005322D5">
        <w:rPr>
          <w:rStyle w:val="StyleUnderline"/>
          <w:highlight w:val="green"/>
        </w:rPr>
        <w:t>campaign</w:t>
      </w:r>
      <w:r w:rsidRPr="005322D5">
        <w:rPr>
          <w:rStyle w:val="StyleUnderline"/>
        </w:rPr>
        <w:t xml:space="preserve"> has been </w:t>
      </w:r>
      <w:r w:rsidRPr="00505879">
        <w:rPr>
          <w:rStyle w:val="StyleUnderline"/>
          <w:highlight w:val="green"/>
        </w:rPr>
        <w:t>to improve</w:t>
      </w:r>
      <w:r w:rsidRPr="005322D5">
        <w:rPr>
          <w:rStyle w:val="StyleUnderline"/>
        </w:rPr>
        <w:t xml:space="preserve"> the </w:t>
      </w:r>
      <w:r w:rsidRPr="00505879">
        <w:rPr>
          <w:rStyle w:val="Emphasis"/>
          <w:highlight w:val="green"/>
        </w:rPr>
        <w:t>working conditions</w:t>
      </w:r>
      <w:r w:rsidRPr="00505879">
        <w:rPr>
          <w:rStyle w:val="StyleUnderline"/>
          <w:highlight w:val="green"/>
        </w:rPr>
        <w:t xml:space="preserve"> and </w:t>
      </w:r>
      <w:r w:rsidRPr="00505879">
        <w:rPr>
          <w:rStyle w:val="Emphasis"/>
          <w:highlight w:val="green"/>
        </w:rPr>
        <w:t>wages</w:t>
      </w:r>
      <w:r w:rsidRPr="005322D5">
        <w:rPr>
          <w:rStyle w:val="StyleUnderline"/>
        </w:rPr>
        <w:t xml:space="preserve"> of the workers in low-cost countries. However, what </w:t>
      </w:r>
      <w:r w:rsidRPr="00505879">
        <w:rPr>
          <w:rStyle w:val="StyleUnderline"/>
          <w:highlight w:val="green"/>
        </w:rPr>
        <w:t>has</w:t>
      </w:r>
      <w:r w:rsidRPr="005322D5">
        <w:rPr>
          <w:rStyle w:val="StyleUnderline"/>
        </w:rPr>
        <w:t xml:space="preserve"> also </w:t>
      </w:r>
      <w:r w:rsidRPr="00505879">
        <w:rPr>
          <w:rStyle w:val="StyleUnderline"/>
          <w:highlight w:val="green"/>
        </w:rPr>
        <w:t xml:space="preserve">been </w:t>
      </w:r>
      <w:r w:rsidRPr="00505879">
        <w:rPr>
          <w:rStyle w:val="Emphasis"/>
          <w:highlight w:val="green"/>
        </w:rPr>
        <w:t xml:space="preserve">caught </w:t>
      </w:r>
      <w:r w:rsidRPr="00B47841">
        <w:rPr>
          <w:rStyle w:val="Emphasis"/>
          <w:highlight w:val="green"/>
        </w:rPr>
        <w:t>up</w:t>
      </w:r>
      <w:r w:rsidRPr="00F918FC">
        <w:rPr>
          <w:sz w:val="16"/>
        </w:rPr>
        <w:t xml:space="preserve"> in this campaign is the call by many Western critics for this production to be brought back ‘home’. That is, multinationals like Nike are criticized—particularly by labour unions—for just running virtual operations in Western countries, concentrating on design and branding. In this way, it is argued, </w:t>
      </w:r>
      <w:r w:rsidRPr="00505879">
        <w:rPr>
          <w:highlight w:val="green"/>
          <w:u w:val="single"/>
        </w:rPr>
        <w:t>the West</w:t>
      </w:r>
      <w:r w:rsidRPr="00EF49B6">
        <w:rPr>
          <w:u w:val="single"/>
        </w:rPr>
        <w:t xml:space="preserve"> simply </w:t>
      </w:r>
      <w:r w:rsidRPr="00505879">
        <w:rPr>
          <w:highlight w:val="green"/>
          <w:u w:val="single"/>
        </w:rPr>
        <w:t>becomes an ‘</w:t>
      </w:r>
      <w:r w:rsidRPr="00505879">
        <w:rPr>
          <w:rStyle w:val="Emphasis"/>
          <w:highlight w:val="green"/>
        </w:rPr>
        <w:t>experience economy’</w:t>
      </w:r>
      <w:r w:rsidRPr="00F918FC">
        <w:rPr>
          <w:sz w:val="16"/>
        </w:rPr>
        <w:t xml:space="preserve"> (Gilmore et al., 1998)—</w:t>
      </w:r>
      <w:r w:rsidRPr="00EF49B6">
        <w:rPr>
          <w:u w:val="single"/>
        </w:rPr>
        <w:t>or</w:t>
      </w:r>
      <w:r w:rsidRPr="00F918FC">
        <w:rPr>
          <w:sz w:val="16"/>
        </w:rPr>
        <w:t xml:space="preserve"> we could call it </w:t>
      </w:r>
      <w:r w:rsidRPr="00EF49B6">
        <w:rPr>
          <w:u w:val="single"/>
        </w:rPr>
        <w:t>an ‘enjoyment economy’</w:t>
      </w:r>
      <w:r w:rsidRPr="00F918FC">
        <w:rPr>
          <w:sz w:val="16"/>
        </w:rPr>
        <w:t xml:space="preserve">, a kind of big Disneyland—rather than developing its own ‘real economy’, its own industrial and manufacturing strength. </w:t>
      </w:r>
    </w:p>
    <w:p w14:paraId="363039DD" w14:textId="77777777" w:rsidR="00693BF5" w:rsidRPr="00F918FC" w:rsidRDefault="00693BF5" w:rsidP="00693BF5">
      <w:pPr>
        <w:rPr>
          <w:sz w:val="16"/>
        </w:rPr>
      </w:pPr>
      <w:r w:rsidRPr="00EF49B6">
        <w:rPr>
          <w:u w:val="single"/>
        </w:rPr>
        <w:t>Both the</w:t>
      </w:r>
      <w:r w:rsidRPr="00B47841">
        <w:rPr>
          <w:rStyle w:val="Emphasis"/>
        </w:rPr>
        <w:t xml:space="preserve"> ‘anti-sweatshop’ </w:t>
      </w:r>
      <w:r w:rsidRPr="00EF49B6">
        <w:rPr>
          <w:u w:val="single"/>
        </w:rPr>
        <w:t>and</w:t>
      </w:r>
      <w:r w:rsidRPr="00B47841">
        <w:rPr>
          <w:rStyle w:val="Emphasis"/>
        </w:rPr>
        <w:t xml:space="preserve"> ‘bring-our-production-home’</w:t>
      </w:r>
      <w:r w:rsidRPr="00EF49B6">
        <w:rPr>
          <w:u w:val="single"/>
        </w:rPr>
        <w:t xml:space="preserve"> </w:t>
      </w:r>
      <w:r w:rsidRPr="00505879">
        <w:rPr>
          <w:highlight w:val="green"/>
          <w:u w:val="single"/>
        </w:rPr>
        <w:t>responses</w:t>
      </w:r>
      <w:r w:rsidRPr="00EF49B6">
        <w:rPr>
          <w:u w:val="single"/>
        </w:rPr>
        <w:t xml:space="preserve"> are</w:t>
      </w:r>
      <w:r w:rsidRPr="00F918FC">
        <w:rPr>
          <w:sz w:val="16"/>
        </w:rPr>
        <w:t xml:space="preserve">, in our view, </w:t>
      </w:r>
      <w:r w:rsidRPr="00EF49B6">
        <w:rPr>
          <w:u w:val="single"/>
        </w:rPr>
        <w:t xml:space="preserve">limited, as they seem to </w:t>
      </w:r>
      <w:r w:rsidRPr="005322D5">
        <w:rPr>
          <w:highlight w:val="green"/>
          <w:u w:val="single"/>
        </w:rPr>
        <w:t xml:space="preserve">fall short of </w:t>
      </w:r>
      <w:r w:rsidRPr="008C08DC">
        <w:rPr>
          <w:u w:val="single"/>
        </w:rPr>
        <w:t xml:space="preserve">a </w:t>
      </w:r>
      <w:r w:rsidRPr="008C08DC">
        <w:rPr>
          <w:rStyle w:val="Emphasis"/>
        </w:rPr>
        <w:t>critique</w:t>
      </w:r>
      <w:r w:rsidRPr="008C08DC">
        <w:rPr>
          <w:u w:val="single"/>
        </w:rPr>
        <w:t xml:space="preserve"> of the workings</w:t>
      </w:r>
      <w:r w:rsidRPr="00EF49B6">
        <w:rPr>
          <w:u w:val="single"/>
        </w:rPr>
        <w:t xml:space="preserve"> of </w:t>
      </w:r>
      <w:r w:rsidRPr="00B47841">
        <w:rPr>
          <w:rStyle w:val="Emphasis"/>
          <w:highlight w:val="green"/>
        </w:rPr>
        <w:t>commodity fetishism</w:t>
      </w:r>
      <w:r w:rsidRPr="00B47841">
        <w:rPr>
          <w:rStyle w:val="Emphasis"/>
        </w:rPr>
        <w:t>. ‘</w:t>
      </w:r>
      <w:r w:rsidRPr="00B47841">
        <w:rPr>
          <w:rStyle w:val="Emphasis"/>
          <w:highlight w:val="green"/>
        </w:rPr>
        <w:t xml:space="preserve">If only </w:t>
      </w:r>
      <w:r w:rsidRPr="008C08DC">
        <w:rPr>
          <w:rStyle w:val="Emphasis"/>
        </w:rPr>
        <w:t>Nike would</w:t>
      </w:r>
      <w:r w:rsidRPr="008C08DC">
        <w:rPr>
          <w:u w:val="single"/>
        </w:rPr>
        <w:t xml:space="preserve"> be more of a “real economy” company, paying its workers decent wages and pensions</w:t>
      </w:r>
      <w:r w:rsidRPr="00EF49B6">
        <w:rPr>
          <w:u w:val="single"/>
        </w:rPr>
        <w:t xml:space="preserve">, then </w:t>
      </w:r>
      <w:r w:rsidRPr="005322D5">
        <w:rPr>
          <w:highlight w:val="green"/>
          <w:u w:val="single"/>
        </w:rPr>
        <w:t xml:space="preserve">things would be </w:t>
      </w:r>
      <w:r w:rsidRPr="00B47841">
        <w:rPr>
          <w:rStyle w:val="Emphasis"/>
          <w:highlight w:val="green"/>
        </w:rPr>
        <w:t>better’</w:t>
      </w:r>
      <w:r w:rsidRPr="00F918FC">
        <w:rPr>
          <w:sz w:val="16"/>
        </w:rPr>
        <w:t xml:space="preserve">, some of the campaigners seem to be arguing. Although this kind of argument seems to be particularly attractive in today’s deep economic crisis, we would maintain that some caution needs to be applied. In fact, as we are arguing in this article </w:t>
      </w:r>
      <w:r w:rsidRPr="00F57BE5">
        <w:rPr>
          <w:u w:val="single"/>
        </w:rPr>
        <w:t xml:space="preserve">the workings of </w:t>
      </w:r>
      <w:r w:rsidRPr="005322D5">
        <w:rPr>
          <w:highlight w:val="green"/>
          <w:u w:val="single"/>
        </w:rPr>
        <w:t>commodity fetishism</w:t>
      </w:r>
      <w:r w:rsidRPr="005322D5">
        <w:rPr>
          <w:u w:val="single"/>
        </w:rPr>
        <w:t>,</w:t>
      </w:r>
      <w:r w:rsidRPr="00F57BE5">
        <w:rPr>
          <w:u w:val="single"/>
        </w:rPr>
        <w:t xml:space="preserve"> are proper to all </w:t>
      </w:r>
      <w:r w:rsidRPr="00B47841">
        <w:rPr>
          <w:rStyle w:val="Emphasis"/>
        </w:rPr>
        <w:t>capitalist production and consumption processes</w:t>
      </w:r>
      <w:r w:rsidRPr="00F57BE5">
        <w:rPr>
          <w:u w:val="single"/>
        </w:rPr>
        <w:t xml:space="preserve">, and </w:t>
      </w:r>
      <w:r w:rsidRPr="005322D5">
        <w:rPr>
          <w:highlight w:val="green"/>
          <w:u w:val="single"/>
        </w:rPr>
        <w:t>tie individual</w:t>
      </w:r>
      <w:r w:rsidRPr="00F57BE5">
        <w:rPr>
          <w:u w:val="single"/>
        </w:rPr>
        <w:t xml:space="preserve"> consumers and the mass social body as such </w:t>
      </w:r>
      <w:r w:rsidRPr="005322D5">
        <w:rPr>
          <w:highlight w:val="green"/>
          <w:u w:val="single"/>
        </w:rPr>
        <w:t xml:space="preserve">to a </w:t>
      </w:r>
      <w:r w:rsidRPr="008C08DC">
        <w:rPr>
          <w:rStyle w:val="Emphasis"/>
        </w:rPr>
        <w:t xml:space="preserve">continuous reproduction of </w:t>
      </w:r>
      <w:r w:rsidRPr="00B47841">
        <w:rPr>
          <w:rStyle w:val="Emphasis"/>
          <w:highlight w:val="green"/>
        </w:rPr>
        <w:t>capitalist commodity</w:t>
      </w:r>
      <w:r w:rsidRPr="00F57BE5">
        <w:rPr>
          <w:u w:val="single"/>
        </w:rPr>
        <w:t xml:space="preserve"> relations. Even if Nike</w:t>
      </w:r>
      <w:r w:rsidRPr="00F918FC">
        <w:rPr>
          <w:sz w:val="16"/>
        </w:rPr>
        <w:t xml:space="preserve"> produced its trainers say in the US, </w:t>
      </w:r>
      <w:r w:rsidRPr="00F57BE5">
        <w:rPr>
          <w:u w:val="single"/>
        </w:rPr>
        <w:t>paying its workers a decent living wage</w:t>
      </w:r>
      <w:r w:rsidRPr="00F918FC">
        <w:rPr>
          <w:sz w:val="16"/>
        </w:rPr>
        <w:t xml:space="preserve">, </w:t>
      </w:r>
      <w:r w:rsidRPr="00F57BE5">
        <w:rPr>
          <w:u w:val="single"/>
        </w:rPr>
        <w:t>there would still be an alienation and perversion at the heart of its commodity relations making it</w:t>
      </w:r>
      <w:r w:rsidRPr="00F918FC">
        <w:rPr>
          <w:sz w:val="16"/>
        </w:rPr>
        <w:t xml:space="preserve"> fundamentally </w:t>
      </w:r>
      <w:r w:rsidRPr="00F57BE5">
        <w:rPr>
          <w:u w:val="single"/>
        </w:rPr>
        <w:t>problematic</w:t>
      </w:r>
      <w:r w:rsidRPr="00F918FC">
        <w:rPr>
          <w:sz w:val="16"/>
        </w:rPr>
        <w:t xml:space="preserve">. Equally, </w:t>
      </w:r>
      <w:r w:rsidRPr="00F57BE5">
        <w:rPr>
          <w:u w:val="single"/>
        </w:rPr>
        <w:t>even if ‘sweatshop’ workers in the so-</w:t>
      </w:r>
      <w:r w:rsidRPr="00B47841">
        <w:rPr>
          <w:rStyle w:val="Emphasis"/>
        </w:rPr>
        <w:t>called ‘third world’ would be paid better wages, commodity fetishism would not disappear</w:t>
      </w:r>
      <w:r w:rsidRPr="00F57BE5">
        <w:rPr>
          <w:u w:val="single"/>
        </w:rPr>
        <w:t xml:space="preserve">, tying individuals to a </w:t>
      </w:r>
      <w:r w:rsidRPr="00B47841">
        <w:rPr>
          <w:rStyle w:val="Emphasis"/>
        </w:rPr>
        <w:t>continuous consumption cycle</w:t>
      </w:r>
      <w:r w:rsidRPr="00F918FC">
        <w:rPr>
          <w:sz w:val="16"/>
        </w:rPr>
        <w:t xml:space="preserve">, which many critics (e.g. Klein, 2000) have shown to have a range of negative effects on people, societies and the environment. </w:t>
      </w:r>
    </w:p>
    <w:p w14:paraId="7328B656" w14:textId="77777777" w:rsidR="00693BF5" w:rsidRPr="00F918FC" w:rsidRDefault="00693BF5" w:rsidP="00693BF5">
      <w:pPr>
        <w:rPr>
          <w:sz w:val="16"/>
        </w:rPr>
      </w:pPr>
      <w:r w:rsidRPr="00F918FC">
        <w:rPr>
          <w:sz w:val="16"/>
        </w:rPr>
        <w:t>What is important for us is to realize that—in the words of Guy Debord—‘it is not just that the relationship to commodities is now plain to see—</w:t>
      </w:r>
      <w:r w:rsidRPr="00F57BE5">
        <w:rPr>
          <w:u w:val="single"/>
        </w:rPr>
        <w:t>commodities are now all that there is to see</w:t>
      </w:r>
      <w:r w:rsidRPr="00F918FC">
        <w:rPr>
          <w:sz w:val="16"/>
        </w:rPr>
        <w:t xml:space="preserve">, </w:t>
      </w:r>
      <w:r w:rsidRPr="00F57BE5">
        <w:rPr>
          <w:u w:val="single"/>
        </w:rPr>
        <w:t xml:space="preserve">the world we see is the </w:t>
      </w:r>
      <w:r w:rsidRPr="00B47841">
        <w:rPr>
          <w:rStyle w:val="Emphasis"/>
        </w:rPr>
        <w:t>world of the commodity’</w:t>
      </w:r>
      <w:r w:rsidRPr="00F918FC">
        <w:rPr>
          <w:sz w:val="16"/>
        </w:rPr>
        <w:t xml:space="preserve"> (1994: 29). That is, </w:t>
      </w:r>
      <w:r w:rsidRPr="00413644">
        <w:rPr>
          <w:u w:val="single"/>
        </w:rPr>
        <w:t xml:space="preserve">humankind is enmeshed in </w:t>
      </w:r>
      <w:r w:rsidRPr="00B47841">
        <w:rPr>
          <w:rStyle w:val="Emphasis"/>
        </w:rPr>
        <w:t>commodity relations</w:t>
      </w:r>
      <w:r w:rsidRPr="00F918FC">
        <w:rPr>
          <w:sz w:val="16"/>
        </w:rPr>
        <w:t xml:space="preserve">. A study of </w:t>
      </w:r>
      <w:proofErr w:type="spellStart"/>
      <w:r w:rsidRPr="00F918FC">
        <w:rPr>
          <w:sz w:val="16"/>
        </w:rPr>
        <w:t>NikeTown</w:t>
      </w:r>
      <w:proofErr w:type="spellEnd"/>
      <w:r w:rsidRPr="00F918FC">
        <w:rPr>
          <w:sz w:val="16"/>
        </w:rPr>
        <w:t xml:space="preserve"> in Chicago, for example, argues that a visit to this consumer haven gives one the sense of a ‘festive nature of the processions through the site, with customers cast in the role of explorers and tourists in search of clothing, souvenirs and meanings’ (</w:t>
      </w:r>
      <w:proofErr w:type="spellStart"/>
      <w:r w:rsidRPr="00F918FC">
        <w:rPr>
          <w:sz w:val="16"/>
        </w:rPr>
        <w:t>Peñaloza</w:t>
      </w:r>
      <w:proofErr w:type="spellEnd"/>
      <w:r w:rsidRPr="00F918FC">
        <w:rPr>
          <w:sz w:val="16"/>
        </w:rPr>
        <w:t xml:space="preserve">, 1998: 379). Our perceptual apparatus cannot ‘not see’ the commodity; </w:t>
      </w:r>
      <w:r w:rsidRPr="00413644">
        <w:rPr>
          <w:u w:val="single"/>
        </w:rPr>
        <w:t xml:space="preserve">it is everywhere. </w:t>
      </w:r>
      <w:r w:rsidRPr="005322D5">
        <w:rPr>
          <w:highlight w:val="green"/>
          <w:u w:val="single"/>
        </w:rPr>
        <w:t>The commodity is</w:t>
      </w:r>
      <w:r w:rsidRPr="00413644">
        <w:rPr>
          <w:u w:val="single"/>
        </w:rPr>
        <w:t xml:space="preserve"> being </w:t>
      </w:r>
      <w:r w:rsidRPr="00B47841">
        <w:rPr>
          <w:rStyle w:val="Emphasis"/>
        </w:rPr>
        <w:t xml:space="preserve">produced and </w:t>
      </w:r>
      <w:r w:rsidRPr="00B47841">
        <w:rPr>
          <w:rStyle w:val="Emphasis"/>
          <w:highlight w:val="green"/>
        </w:rPr>
        <w:t xml:space="preserve">reproduced </w:t>
      </w:r>
      <w:r w:rsidRPr="008C08DC">
        <w:rPr>
          <w:rStyle w:val="Emphasis"/>
        </w:rPr>
        <w:t>at a variety of different levels of reality and representation</w:t>
      </w:r>
      <w:r w:rsidRPr="008C08DC">
        <w:rPr>
          <w:sz w:val="16"/>
        </w:rPr>
        <w:t xml:space="preserve">, </w:t>
      </w:r>
      <w:r w:rsidRPr="008C08DC">
        <w:rPr>
          <w:u w:val="single"/>
        </w:rPr>
        <w:t>resulting in</w:t>
      </w:r>
      <w:r w:rsidRPr="008C08DC">
        <w:rPr>
          <w:sz w:val="16"/>
        </w:rPr>
        <w:t xml:space="preserve"> what Debord calls </w:t>
      </w:r>
      <w:r w:rsidRPr="008C08DC">
        <w:rPr>
          <w:u w:val="single"/>
        </w:rPr>
        <w:t>a ‘</w:t>
      </w:r>
      <w:r w:rsidRPr="008C08DC">
        <w:rPr>
          <w:rStyle w:val="Emphasis"/>
        </w:rPr>
        <w:t>spectacle’</w:t>
      </w:r>
      <w:r w:rsidRPr="008C08DC">
        <w:rPr>
          <w:sz w:val="16"/>
        </w:rPr>
        <w:t>: ‘The Spectacle is not a collection</w:t>
      </w:r>
      <w:r w:rsidRPr="00F918FC">
        <w:rPr>
          <w:sz w:val="16"/>
        </w:rPr>
        <w:t xml:space="preserve"> of images; rather </w:t>
      </w:r>
      <w:r w:rsidRPr="00413644">
        <w:rPr>
          <w:u w:val="single"/>
        </w:rPr>
        <w:t xml:space="preserve">it is a </w:t>
      </w:r>
      <w:r w:rsidRPr="008C08DC">
        <w:rPr>
          <w:rStyle w:val="Emphasis"/>
        </w:rPr>
        <w:t>social relationship</w:t>
      </w:r>
      <w:r w:rsidRPr="008C08DC">
        <w:rPr>
          <w:u w:val="single"/>
        </w:rPr>
        <w:t xml:space="preserve"> between people that is </w:t>
      </w:r>
      <w:r w:rsidRPr="008C08DC">
        <w:rPr>
          <w:rStyle w:val="Emphasis"/>
        </w:rPr>
        <w:t>mediated</w:t>
      </w:r>
      <w:r w:rsidRPr="008C08DC">
        <w:rPr>
          <w:u w:val="single"/>
        </w:rPr>
        <w:t xml:space="preserve"> by images’</w:t>
      </w:r>
      <w:r w:rsidRPr="008C08DC">
        <w:rPr>
          <w:sz w:val="16"/>
        </w:rPr>
        <w:t xml:space="preserve"> (Debord, 1994</w:t>
      </w:r>
      <w:r w:rsidRPr="00F918FC">
        <w:rPr>
          <w:sz w:val="16"/>
        </w:rPr>
        <w:t xml:space="preserve">: 12). </w:t>
      </w:r>
      <w:r w:rsidRPr="00413644">
        <w:rPr>
          <w:u w:val="single"/>
        </w:rPr>
        <w:t>These images</w:t>
      </w:r>
      <w:r w:rsidRPr="00F918FC">
        <w:rPr>
          <w:sz w:val="16"/>
        </w:rPr>
        <w:t>—in the form of news, advertising and entertainment—</w:t>
      </w:r>
      <w:r w:rsidRPr="00413644">
        <w:rPr>
          <w:u w:val="single"/>
        </w:rPr>
        <w:t>are continuously produced and reproduced</w:t>
      </w:r>
      <w:r w:rsidRPr="00F918FC">
        <w:rPr>
          <w:sz w:val="16"/>
        </w:rPr>
        <w:t xml:space="preserve"> by the media and culture industries (Adorno and </w:t>
      </w:r>
      <w:r w:rsidRPr="008C08DC">
        <w:rPr>
          <w:sz w:val="16"/>
        </w:rPr>
        <w:t xml:space="preserve">Horkheimer, 1979), </w:t>
      </w:r>
      <w:r w:rsidRPr="008C08DC">
        <w:rPr>
          <w:u w:val="single"/>
        </w:rPr>
        <w:t xml:space="preserve">resulting in what </w:t>
      </w:r>
      <w:proofErr w:type="spellStart"/>
      <w:r w:rsidRPr="008C08DC">
        <w:rPr>
          <w:u w:val="single"/>
        </w:rPr>
        <w:t>Lacanians</w:t>
      </w:r>
      <w:proofErr w:type="spellEnd"/>
      <w:r w:rsidRPr="008C08DC">
        <w:rPr>
          <w:u w:val="single"/>
        </w:rPr>
        <w:t xml:space="preserve"> would call ‘Homo </w:t>
      </w:r>
      <w:proofErr w:type="spellStart"/>
      <w:r w:rsidRPr="008C08DC">
        <w:rPr>
          <w:u w:val="single"/>
        </w:rPr>
        <w:t>Symbolicus</w:t>
      </w:r>
      <w:proofErr w:type="spellEnd"/>
      <w:r w:rsidRPr="008C08DC">
        <w:rPr>
          <w:u w:val="single"/>
        </w:rPr>
        <w:t xml:space="preserve">’, which implies a shift from a naturalist to a </w:t>
      </w:r>
      <w:r w:rsidRPr="008C08DC">
        <w:rPr>
          <w:rStyle w:val="Emphasis"/>
        </w:rPr>
        <w:t>culturalist conception of need and desire</w:t>
      </w:r>
      <w:r w:rsidRPr="008C08DC">
        <w:rPr>
          <w:sz w:val="16"/>
        </w:rPr>
        <w:t xml:space="preserve"> (</w:t>
      </w:r>
      <w:proofErr w:type="spellStart"/>
      <w:r w:rsidRPr="008C08DC">
        <w:rPr>
          <w:sz w:val="16"/>
        </w:rPr>
        <w:t>Stavrakakis</w:t>
      </w:r>
      <w:proofErr w:type="spellEnd"/>
      <w:r w:rsidRPr="008C08DC">
        <w:rPr>
          <w:sz w:val="16"/>
        </w:rPr>
        <w:t>, 2006: 89).</w:t>
      </w:r>
      <w:r w:rsidRPr="00F918FC">
        <w:rPr>
          <w:sz w:val="16"/>
        </w:rPr>
        <w:t xml:space="preserve"> </w:t>
      </w:r>
    </w:p>
    <w:p w14:paraId="7BE80663" w14:textId="77777777" w:rsidR="00693BF5" w:rsidRPr="00F918FC" w:rsidRDefault="00693BF5" w:rsidP="00693BF5">
      <w:pPr>
        <w:rPr>
          <w:u w:val="single"/>
        </w:rPr>
      </w:pPr>
      <w:r w:rsidRPr="00F918FC">
        <w:rPr>
          <w:sz w:val="16"/>
        </w:rPr>
        <w:t xml:space="preserve">The important Lacanian contribution to this debate is that the ‘enjoyment economy’ (Baudrillard, 2001; Gilmore et al., 1998) is not only a post-World War II or ‘postmodern’ invention. Instead, </w:t>
      </w:r>
      <w:r w:rsidRPr="008C08DC">
        <w:rPr>
          <w:u w:val="single"/>
        </w:rPr>
        <w:t xml:space="preserve">enjoyment must be seen at the </w:t>
      </w:r>
      <w:r w:rsidRPr="008C08DC">
        <w:rPr>
          <w:rStyle w:val="Emphasis"/>
        </w:rPr>
        <w:t>heart not only of capitalist organization but also of how human subjectivity</w:t>
      </w:r>
      <w:r w:rsidRPr="008C08DC">
        <w:rPr>
          <w:u w:val="single"/>
        </w:rPr>
        <w:t xml:space="preserve"> and</w:t>
      </w:r>
      <w:r w:rsidRPr="008C08DC">
        <w:rPr>
          <w:sz w:val="16"/>
        </w:rPr>
        <w:t xml:space="preserve"> hence </w:t>
      </w:r>
      <w:r w:rsidRPr="008C08DC">
        <w:rPr>
          <w:u w:val="single"/>
        </w:rPr>
        <w:t>society</w:t>
      </w:r>
      <w:r w:rsidRPr="008C08DC">
        <w:rPr>
          <w:sz w:val="16"/>
        </w:rPr>
        <w:t xml:space="preserve"> as such </w:t>
      </w:r>
      <w:r w:rsidRPr="008C08DC">
        <w:rPr>
          <w:rStyle w:val="Emphasis"/>
        </w:rPr>
        <w:t>function</w:t>
      </w:r>
      <w:r w:rsidRPr="008C08DC">
        <w:rPr>
          <w:sz w:val="16"/>
        </w:rPr>
        <w:t xml:space="preserve">. What is important to realize here is that, for Lacan, </w:t>
      </w:r>
      <w:r w:rsidRPr="008C08DC">
        <w:rPr>
          <w:u w:val="single"/>
        </w:rPr>
        <w:t>desire is located in the realm</w:t>
      </w:r>
      <w:r w:rsidRPr="00413644">
        <w:rPr>
          <w:u w:val="single"/>
        </w:rPr>
        <w:t xml:space="preserve"> of the symbolic</w:t>
      </w:r>
      <w:r w:rsidRPr="00F918FC">
        <w:rPr>
          <w:sz w:val="16"/>
        </w:rPr>
        <w:t xml:space="preserve"> Other, </w:t>
      </w:r>
      <w:r w:rsidRPr="00413644">
        <w:rPr>
          <w:u w:val="single"/>
        </w:rPr>
        <w:t>the relational structure of language that makes up society.</w:t>
      </w:r>
      <w:r w:rsidRPr="00F918FC">
        <w:rPr>
          <w:sz w:val="16"/>
        </w:rPr>
        <w:t xml:space="preserve"> As the </w:t>
      </w:r>
      <w:r w:rsidRPr="00417A9A">
        <w:rPr>
          <w:u w:val="single"/>
        </w:rPr>
        <w:t>fetishist deals with his or her anxiety</w:t>
      </w:r>
      <w:r w:rsidRPr="00F918FC">
        <w:rPr>
          <w:sz w:val="16"/>
        </w:rPr>
        <w:t xml:space="preserve"> (lack) by accepting the Law of the </w:t>
      </w:r>
      <w:proofErr w:type="spellStart"/>
      <w:r w:rsidRPr="00F918FC">
        <w:rPr>
          <w:sz w:val="16"/>
        </w:rPr>
        <w:t>Nameof</w:t>
      </w:r>
      <w:proofErr w:type="spellEnd"/>
      <w:r w:rsidRPr="00F918FC">
        <w:rPr>
          <w:sz w:val="16"/>
        </w:rPr>
        <w:t xml:space="preserve">-the-Father, </w:t>
      </w:r>
      <w:r w:rsidRPr="005322D5">
        <w:rPr>
          <w:highlight w:val="green"/>
          <w:u w:val="single"/>
        </w:rPr>
        <w:t xml:space="preserve">the Other </w:t>
      </w:r>
      <w:r w:rsidRPr="00B47841">
        <w:rPr>
          <w:rStyle w:val="Emphasis"/>
          <w:highlight w:val="green"/>
        </w:rPr>
        <w:t>becomes</w:t>
      </w:r>
      <w:r w:rsidRPr="005322D5">
        <w:rPr>
          <w:rStyle w:val="StyleUnderline"/>
        </w:rPr>
        <w:t xml:space="preserve">, what Deleuze and Guattari (1988) call </w:t>
      </w:r>
      <w:r w:rsidRPr="005322D5">
        <w:rPr>
          <w:rStyle w:val="StyleUnderline"/>
          <w:highlight w:val="green"/>
        </w:rPr>
        <w:t>a ‘</w:t>
      </w:r>
      <w:r w:rsidRPr="00B47841">
        <w:rPr>
          <w:rStyle w:val="Emphasis"/>
          <w:highlight w:val="green"/>
        </w:rPr>
        <w:t>desiring machine’</w:t>
      </w:r>
      <w:r w:rsidRPr="00417A9A">
        <w:rPr>
          <w:u w:val="single"/>
        </w:rPr>
        <w:t xml:space="preserve"> that constitutes the subject</w:t>
      </w:r>
      <w:r w:rsidRPr="00F918FC">
        <w:rPr>
          <w:sz w:val="16"/>
        </w:rPr>
        <w:t>. With Lacan—as with Deleuze and Guattari—</w:t>
      </w:r>
      <w:r w:rsidRPr="00417A9A">
        <w:rPr>
          <w:u w:val="single"/>
        </w:rPr>
        <w:t xml:space="preserve">this </w:t>
      </w:r>
      <w:r w:rsidRPr="00B47841">
        <w:rPr>
          <w:rStyle w:val="Emphasis"/>
        </w:rPr>
        <w:t>fetishization process</w:t>
      </w:r>
      <w:r w:rsidRPr="00417A9A">
        <w:rPr>
          <w:u w:val="single"/>
        </w:rPr>
        <w:t xml:space="preserve"> exits the realm of the </w:t>
      </w:r>
      <w:r w:rsidRPr="00B47841">
        <w:rPr>
          <w:rStyle w:val="Emphasis"/>
        </w:rPr>
        <w:t>Freudian clinic</w:t>
      </w:r>
      <w:r w:rsidRPr="00417A9A">
        <w:rPr>
          <w:u w:val="single"/>
        </w:rPr>
        <w:t xml:space="preserve"> to enter the </w:t>
      </w:r>
      <w:r w:rsidRPr="00B47841">
        <w:rPr>
          <w:rStyle w:val="Emphasis"/>
        </w:rPr>
        <w:t>wider scene of social relations</w:t>
      </w:r>
      <w:r w:rsidRPr="00F918FC">
        <w:rPr>
          <w:sz w:val="16"/>
        </w:rPr>
        <w:t xml:space="preserve">. Lacan’s formula to describe what Deleuze and Guattari (1988) later call the ‘desiring machine’ is $ ◊ a, where ‘$’ is the ‘barred’ or ‘divided’ subject (as the subject, according to Lacan, can never have a full identity) and the small ‘a’ is the object of desire that is, nevertheless, always unattainable. </w:t>
      </w:r>
      <w:r w:rsidRPr="00417A9A">
        <w:rPr>
          <w:u w:val="single"/>
        </w:rPr>
        <w:t xml:space="preserve">The </w:t>
      </w:r>
      <w:r w:rsidRPr="00B47841">
        <w:rPr>
          <w:rStyle w:val="Emphasis"/>
          <w:highlight w:val="green"/>
        </w:rPr>
        <w:t>Nike</w:t>
      </w:r>
      <w:r w:rsidRPr="005322D5">
        <w:rPr>
          <w:highlight w:val="green"/>
          <w:u w:val="single"/>
        </w:rPr>
        <w:t xml:space="preserve"> </w:t>
      </w:r>
      <w:r w:rsidRPr="008C08DC">
        <w:rPr>
          <w:rStyle w:val="Emphasis"/>
        </w:rPr>
        <w:t>brand</w:t>
      </w:r>
      <w:r w:rsidRPr="00F918FC">
        <w:rPr>
          <w:sz w:val="16"/>
        </w:rPr>
        <w:t xml:space="preserve">, for example, </w:t>
      </w:r>
      <w:r w:rsidRPr="005322D5">
        <w:rPr>
          <w:highlight w:val="green"/>
          <w:u w:val="single"/>
        </w:rPr>
        <w:t>promises</w:t>
      </w:r>
      <w:r w:rsidRPr="00417A9A">
        <w:rPr>
          <w:u w:val="single"/>
        </w:rPr>
        <w:t xml:space="preserve"> all sorts of amazing </w:t>
      </w:r>
      <w:r w:rsidRPr="008C08DC">
        <w:rPr>
          <w:rStyle w:val="Emphasis"/>
        </w:rPr>
        <w:t>experiences</w:t>
      </w:r>
      <w:r w:rsidRPr="008C08DC">
        <w:rPr>
          <w:u w:val="single"/>
        </w:rPr>
        <w:t xml:space="preserve"> and </w:t>
      </w:r>
      <w:r w:rsidRPr="00B47841">
        <w:rPr>
          <w:rStyle w:val="Emphasis"/>
          <w:highlight w:val="green"/>
        </w:rPr>
        <w:t>enjoyments</w:t>
      </w:r>
      <w:r w:rsidRPr="00417A9A">
        <w:rPr>
          <w:u w:val="single"/>
        </w:rPr>
        <w:t xml:space="preserve"> when one buys a pair of one of their latest trainers. </w:t>
      </w:r>
      <w:r w:rsidRPr="005322D5">
        <w:rPr>
          <w:rStyle w:val="StyleUnderline"/>
          <w:highlight w:val="green"/>
        </w:rPr>
        <w:t>Yet</w:t>
      </w:r>
      <w:r w:rsidRPr="005322D5">
        <w:rPr>
          <w:rStyle w:val="StyleUnderline"/>
        </w:rPr>
        <w:t xml:space="preserve">, once bought, </w:t>
      </w:r>
      <w:r w:rsidRPr="005322D5">
        <w:rPr>
          <w:rStyle w:val="StyleUnderline"/>
          <w:highlight w:val="green"/>
        </w:rPr>
        <w:t>we</w:t>
      </w:r>
      <w:r w:rsidRPr="005322D5">
        <w:rPr>
          <w:rStyle w:val="StyleUnderline"/>
        </w:rPr>
        <w:t xml:space="preserve"> realize that we </w:t>
      </w:r>
      <w:r w:rsidRPr="00505879">
        <w:rPr>
          <w:rStyle w:val="Emphasis"/>
          <w:highlight w:val="green"/>
        </w:rPr>
        <w:t>cannot</w:t>
      </w:r>
      <w:r w:rsidRPr="00505879">
        <w:rPr>
          <w:highlight w:val="green"/>
          <w:u w:val="single"/>
        </w:rPr>
        <w:t xml:space="preserve"> jump quite as high as ‘</w:t>
      </w:r>
      <w:r w:rsidRPr="00505879">
        <w:rPr>
          <w:rStyle w:val="Emphasis"/>
          <w:highlight w:val="green"/>
        </w:rPr>
        <w:t>Air Jordan’</w:t>
      </w:r>
      <w:r w:rsidRPr="00505879">
        <w:rPr>
          <w:highlight w:val="green"/>
          <w:u w:val="single"/>
        </w:rPr>
        <w:t xml:space="preserve"> or play</w:t>
      </w:r>
      <w:r w:rsidRPr="00417A9A">
        <w:rPr>
          <w:u w:val="single"/>
        </w:rPr>
        <w:t xml:space="preserve"> golf </w:t>
      </w:r>
      <w:r w:rsidRPr="00505879">
        <w:rPr>
          <w:highlight w:val="green"/>
          <w:u w:val="single"/>
        </w:rPr>
        <w:t>as skillfully as Tiger Woods. The</w:t>
      </w:r>
      <w:r w:rsidRPr="00417A9A">
        <w:rPr>
          <w:u w:val="single"/>
        </w:rPr>
        <w:t xml:space="preserve"> </w:t>
      </w:r>
      <w:r w:rsidRPr="008C08DC">
        <w:rPr>
          <w:rStyle w:val="Emphasis"/>
        </w:rPr>
        <w:t xml:space="preserve">symbolic regime of </w:t>
      </w:r>
      <w:r w:rsidRPr="00505879">
        <w:rPr>
          <w:rStyle w:val="Emphasis"/>
        </w:rPr>
        <w:t xml:space="preserve">the </w:t>
      </w:r>
      <w:r w:rsidRPr="00B47841">
        <w:rPr>
          <w:rStyle w:val="Emphasis"/>
          <w:highlight w:val="green"/>
        </w:rPr>
        <w:t>Other is</w:t>
      </w:r>
      <w:r w:rsidRPr="00B47841">
        <w:rPr>
          <w:rStyle w:val="Emphasis"/>
        </w:rPr>
        <w:t xml:space="preserve"> thus always </w:t>
      </w:r>
      <w:r w:rsidRPr="00B47841">
        <w:rPr>
          <w:rStyle w:val="Emphasis"/>
          <w:highlight w:val="green"/>
        </w:rPr>
        <w:t>lacking</w:t>
      </w:r>
      <w:r w:rsidRPr="00417A9A">
        <w:rPr>
          <w:u w:val="single"/>
        </w:rPr>
        <w:t>, which</w:t>
      </w:r>
      <w:r w:rsidRPr="00F918FC">
        <w:rPr>
          <w:sz w:val="16"/>
        </w:rPr>
        <w:t xml:space="preserve">, however, </w:t>
      </w:r>
      <w:r w:rsidRPr="00417A9A">
        <w:rPr>
          <w:u w:val="single"/>
        </w:rPr>
        <w:t xml:space="preserve">does not prevent us from desiring and believing in it. </w:t>
      </w:r>
      <w:r w:rsidRPr="005322D5">
        <w:rPr>
          <w:highlight w:val="green"/>
          <w:u w:val="single"/>
        </w:rPr>
        <w:t>This is</w:t>
      </w:r>
      <w:r w:rsidRPr="00417A9A">
        <w:rPr>
          <w:u w:val="single"/>
        </w:rPr>
        <w:t xml:space="preserve"> what Lacan</w:t>
      </w:r>
      <w:r w:rsidRPr="00F918FC">
        <w:rPr>
          <w:sz w:val="16"/>
        </w:rPr>
        <w:t xml:space="preserve"> (2007: 108) </w:t>
      </w:r>
      <w:r w:rsidRPr="00417A9A">
        <w:rPr>
          <w:u w:val="single"/>
        </w:rPr>
        <w:t xml:space="preserve">calls </w:t>
      </w:r>
      <w:r w:rsidRPr="00B47841">
        <w:rPr>
          <w:rStyle w:val="Emphasis"/>
          <w:highlight w:val="green"/>
        </w:rPr>
        <w:t>fantasy</w:t>
      </w:r>
      <w:r w:rsidRPr="00417A9A">
        <w:rPr>
          <w:u w:val="single"/>
        </w:rPr>
        <w:t xml:space="preserve">. It is this </w:t>
      </w:r>
      <w:r w:rsidRPr="00B47841">
        <w:rPr>
          <w:rStyle w:val="Emphasis"/>
        </w:rPr>
        <w:t>fantasy</w:t>
      </w:r>
      <w:r w:rsidRPr="00417A9A">
        <w:rPr>
          <w:u w:val="single"/>
        </w:rPr>
        <w:t xml:space="preserve"> that is at the heart of Lacan</w:t>
      </w:r>
      <w:r w:rsidRPr="00F918FC">
        <w:rPr>
          <w:sz w:val="16"/>
        </w:rPr>
        <w:t xml:space="preserve"> and </w:t>
      </w:r>
      <w:proofErr w:type="spellStart"/>
      <w:r w:rsidRPr="00F918FC">
        <w:rPr>
          <w:sz w:val="16"/>
        </w:rPr>
        <w:t>Granoff’s</w:t>
      </w:r>
      <w:proofErr w:type="spellEnd"/>
      <w:r w:rsidRPr="00F918FC">
        <w:rPr>
          <w:sz w:val="16"/>
        </w:rPr>
        <w:t xml:space="preserve"> (1956) </w:t>
      </w:r>
      <w:r w:rsidRPr="00505879">
        <w:rPr>
          <w:highlight w:val="green"/>
          <w:u w:val="single"/>
        </w:rPr>
        <w:t>conception of ‘</w:t>
      </w:r>
      <w:r w:rsidRPr="00505879">
        <w:rPr>
          <w:rStyle w:val="Emphasis"/>
          <w:highlight w:val="green"/>
        </w:rPr>
        <w:t>fetishism’</w:t>
      </w:r>
      <w:r w:rsidRPr="00F918FC">
        <w:rPr>
          <w:u w:val="single"/>
        </w:rPr>
        <w:t xml:space="preserve">, which they </w:t>
      </w:r>
      <w:r w:rsidRPr="008C08DC">
        <w:rPr>
          <w:u w:val="single"/>
        </w:rPr>
        <w:t xml:space="preserve">describe as </w:t>
      </w:r>
      <w:r w:rsidRPr="00505879">
        <w:rPr>
          <w:highlight w:val="green"/>
          <w:u w:val="single"/>
        </w:rPr>
        <w:t xml:space="preserve">a process of the subject </w:t>
      </w:r>
      <w:r w:rsidRPr="00B47841">
        <w:rPr>
          <w:rStyle w:val="Emphasis"/>
          <w:highlight w:val="green"/>
        </w:rPr>
        <w:t>transferring</w:t>
      </w:r>
      <w:r w:rsidRPr="00B47841">
        <w:rPr>
          <w:rStyle w:val="Emphasis"/>
        </w:rPr>
        <w:t xml:space="preserve"> his or her </w:t>
      </w:r>
      <w:r w:rsidRPr="00B47841">
        <w:rPr>
          <w:rStyle w:val="Emphasis"/>
          <w:highlight w:val="green"/>
        </w:rPr>
        <w:t xml:space="preserve">anxiety to a </w:t>
      </w:r>
      <w:r w:rsidRPr="008C08DC">
        <w:rPr>
          <w:rStyle w:val="Emphasis"/>
        </w:rPr>
        <w:t xml:space="preserve">symbolic </w:t>
      </w:r>
      <w:r w:rsidRPr="00B47841">
        <w:rPr>
          <w:rStyle w:val="Emphasis"/>
          <w:highlight w:val="green"/>
        </w:rPr>
        <w:t>system</w:t>
      </w:r>
      <w:r w:rsidRPr="00F918FC">
        <w:rPr>
          <w:sz w:val="16"/>
        </w:rPr>
        <w:t xml:space="preserve">, or what Lacan calls the Name-of-the-Father. What </w:t>
      </w:r>
      <w:r w:rsidRPr="00F918FC">
        <w:rPr>
          <w:u w:val="single"/>
        </w:rPr>
        <w:t xml:space="preserve">contemporary consumer </w:t>
      </w:r>
      <w:r w:rsidRPr="005322D5">
        <w:rPr>
          <w:highlight w:val="green"/>
          <w:u w:val="single"/>
        </w:rPr>
        <w:t>capitalism</w:t>
      </w:r>
      <w:r w:rsidRPr="00F918FC">
        <w:rPr>
          <w:sz w:val="16"/>
        </w:rPr>
        <w:t xml:space="preserve"> has arguably achieved is that it has </w:t>
      </w:r>
      <w:r w:rsidRPr="005322D5">
        <w:rPr>
          <w:highlight w:val="green"/>
          <w:u w:val="single"/>
        </w:rPr>
        <w:t>provided a</w:t>
      </w:r>
      <w:r w:rsidRPr="00F918FC">
        <w:rPr>
          <w:u w:val="single"/>
        </w:rPr>
        <w:t xml:space="preserve"> symbolic </w:t>
      </w:r>
      <w:r w:rsidRPr="005322D5">
        <w:rPr>
          <w:highlight w:val="green"/>
          <w:u w:val="single"/>
        </w:rPr>
        <w:t>system</w:t>
      </w:r>
      <w:r w:rsidRPr="00F918FC">
        <w:rPr>
          <w:u w:val="single"/>
        </w:rPr>
        <w:t xml:space="preserve"> onto </w:t>
      </w:r>
      <w:r w:rsidRPr="008C08DC">
        <w:rPr>
          <w:u w:val="single"/>
        </w:rPr>
        <w:t xml:space="preserve">which the subject’s constitutive anxieties (lack) can be </w:t>
      </w:r>
      <w:r w:rsidRPr="008C08DC">
        <w:rPr>
          <w:rStyle w:val="Emphasis"/>
        </w:rPr>
        <w:t>transferred, creating a set of f</w:t>
      </w:r>
      <w:r w:rsidRPr="00B47841">
        <w:rPr>
          <w:rStyle w:val="Emphasis"/>
        </w:rPr>
        <w:t>antasies</w:t>
      </w:r>
      <w:r w:rsidRPr="00F918FC">
        <w:rPr>
          <w:sz w:val="16"/>
        </w:rPr>
        <w:t xml:space="preserve"> for people to believe in. </w:t>
      </w:r>
      <w:r w:rsidRPr="00F918FC">
        <w:rPr>
          <w:u w:val="single"/>
        </w:rPr>
        <w:t>Nike</w:t>
      </w:r>
      <w:r w:rsidRPr="00F918FC">
        <w:rPr>
          <w:sz w:val="16"/>
        </w:rPr>
        <w:t xml:space="preserve"> and its global brand </w:t>
      </w:r>
      <w:r w:rsidRPr="00F918FC">
        <w:rPr>
          <w:u w:val="single"/>
        </w:rPr>
        <w:t xml:space="preserve">appeal is at the </w:t>
      </w:r>
      <w:r w:rsidRPr="00B47841">
        <w:rPr>
          <w:rStyle w:val="Emphasis"/>
        </w:rPr>
        <w:t>heart of this relationship</w:t>
      </w:r>
      <w:r w:rsidRPr="00F918FC">
        <w:rPr>
          <w:u w:val="single"/>
        </w:rPr>
        <w:t xml:space="preserve">. </w:t>
      </w:r>
    </w:p>
    <w:bookmarkEnd w:id="1"/>
    <w:p w14:paraId="3A9A4BE1" w14:textId="77777777" w:rsidR="00693BF5" w:rsidRPr="00693BF5" w:rsidRDefault="00693BF5" w:rsidP="00693BF5"/>
    <w:p w14:paraId="1F24CBC2" w14:textId="77777777" w:rsidR="00693BF5" w:rsidRPr="007D6A44" w:rsidRDefault="00693BF5" w:rsidP="00693BF5">
      <w:pPr>
        <w:pStyle w:val="Heading4"/>
      </w:pPr>
      <w:r>
        <w:t>The 1AC is an ideological fantasy constructed by relentless planning at the expense of scapegoated identities, all for recognition from the Other in an attempt to fill the lack.</w:t>
      </w:r>
    </w:p>
    <w:p w14:paraId="61A9A0D3" w14:textId="77777777" w:rsidR="00693BF5" w:rsidRPr="007D6A44" w:rsidRDefault="00693BF5" w:rsidP="00693BF5">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438BA634" w14:textId="77777777" w:rsidR="00693BF5" w:rsidRPr="00962BFE" w:rsidRDefault="00693BF5" w:rsidP="00693BF5">
      <w:pPr>
        <w:rPr>
          <w:b/>
          <w:bCs/>
          <w:u w:val="single"/>
        </w:rPr>
      </w:pPr>
      <w:r w:rsidRPr="002B5C7C">
        <w:rPr>
          <w:sz w:val="10"/>
        </w:rPr>
        <w:t xml:space="preserve">Jouissance is one of the four structuring elements of social discourse,4 or social interactions, links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surplus-enjoyment are historically equivalent, especially in the situation of the </w:t>
      </w:r>
      <w:proofErr w:type="gramStart"/>
      <w:r w:rsidRPr="002B5C7C">
        <w:rPr>
          <w:sz w:val="10"/>
        </w:rPr>
        <w:t>Master’s</w:t>
      </w:r>
      <w:proofErr w:type="gramEnd"/>
      <w:r w:rsidRPr="002B5C7C">
        <w:rPr>
          <w:sz w:val="10"/>
        </w:rPr>
        <w:t xml:space="preserve">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rPr>
        <w:t xml:space="preserve">Now knowledge and technology, not the </w:t>
      </w:r>
      <w:proofErr w:type="gramStart"/>
      <w:r w:rsidRPr="00C172F4">
        <w:rPr>
          <w:rStyle w:val="StyleUnderline"/>
        </w:rPr>
        <w:t>Master’s</w:t>
      </w:r>
      <w:proofErr w:type="gramEnd"/>
      <w:r w:rsidRPr="00C172F4">
        <w:rPr>
          <w:rStyle w:val="StyleUnderline"/>
        </w:rPr>
        <w:t xml:space="preserve"> injunction, become </w:t>
      </w:r>
      <w:r w:rsidRPr="002B5C7C">
        <w:rPr>
          <w:rStyle w:val="StyleUnderline"/>
          <w:highlight w:val="green"/>
        </w:rPr>
        <w:t xml:space="preserve">‘agency </w:t>
      </w:r>
      <w:r w:rsidRPr="002B5C7C">
        <w:rPr>
          <w:rStyle w:val="StyleUnderline"/>
        </w:rPr>
        <w:t xml:space="preserve">expressing a logic of governmentality and expertise (including that of </w:t>
      </w:r>
      <w:r w:rsidRPr="00C172F4">
        <w:rPr>
          <w:rStyle w:val="StyleUnderline"/>
        </w:rPr>
        <w:t>planning) that does</w:t>
      </w:r>
      <w:r w:rsidRPr="002B5C7C">
        <w:rPr>
          <w:rStyle w:val="StyleUnderline"/>
        </w:rPr>
        <w:t xml:space="preserve"> not prohibit enjoyment, but </w:t>
      </w:r>
      <w:r w:rsidRPr="00962BFE">
        <w:rPr>
          <w:rStyle w:val="StyleUnderline"/>
        </w:rPr>
        <w:t xml:space="preserve">rather channels jouissance in ways that </w:t>
      </w:r>
      <w:r w:rsidRPr="002B5C7C">
        <w:rPr>
          <w:rStyle w:val="StyleUnderline"/>
          <w:highlight w:val="green"/>
        </w:rPr>
        <w:t>produces</w:t>
      </w:r>
      <w:r w:rsidRPr="002B5C7C">
        <w:rPr>
          <w:rStyle w:val="StyleUnderline"/>
        </w:rPr>
        <w:t xml:space="preserve"> a “bio-politics” (after Foucault) </w:t>
      </w:r>
      <w:r w:rsidRPr="00C172F4">
        <w:rPr>
          <w:rStyle w:val="StyleUnderline"/>
        </w:rPr>
        <w:t xml:space="preserve">of an alienated subject that has no option, but to enjoy and be satisfied’ (Hillier and </w:t>
      </w:r>
      <w:proofErr w:type="spellStart"/>
      <w:r w:rsidRPr="00C172F4">
        <w:rPr>
          <w:rStyle w:val="StyleUnderline"/>
        </w:rPr>
        <w:t>Gunder</w:t>
      </w:r>
      <w:proofErr w:type="spellEnd"/>
      <w:r w:rsidRPr="00C172F4">
        <w:rPr>
          <w:rStyle w:val="StyleUnderline"/>
        </w:rPr>
        <w:t xml:space="preserve">, 2005; McGowan, 2004; Zˇ </w:t>
      </w:r>
      <w:proofErr w:type="spellStart"/>
      <w:r w:rsidRPr="00C172F4">
        <w:rPr>
          <w:rStyle w:val="StyleUnderline"/>
        </w:rPr>
        <w:t>izˇek</w:t>
      </w:r>
      <w:proofErr w:type="spellEnd"/>
      <w:r w:rsidRPr="00C172F4">
        <w:rPr>
          <w:rStyle w:val="StyleUnderline"/>
        </w:rPr>
        <w:t xml:space="preserve">, 2004b; </w:t>
      </w:r>
      <w:proofErr w:type="spellStart"/>
      <w:r w:rsidRPr="00C172F4">
        <w:rPr>
          <w:rStyle w:val="StyleUnderline"/>
        </w:rPr>
        <w:t>Zupancic</w:t>
      </w:r>
      <w:proofErr w:type="spellEnd"/>
      <w:r w:rsidRPr="00C172F4">
        <w:rPr>
          <w:rStyle w:val="StyleUnderline"/>
        </w:rPr>
        <w:t xml:space="preserve">, 2004). In this regard, ‘a nation exists only as long as its specific enjoyment continues to be </w:t>
      </w:r>
      <w:proofErr w:type="spellStart"/>
      <w:r w:rsidRPr="00C172F4">
        <w:rPr>
          <w:rStyle w:val="StyleUnderline"/>
        </w:rPr>
        <w:t>materialised</w:t>
      </w:r>
      <w:proofErr w:type="spellEnd"/>
      <w:r w:rsidRPr="00C172F4">
        <w:rPr>
          <w:rStyle w:val="StyleUnderline"/>
        </w:rPr>
        <w:t xml:space="preserve"> in a set of social practices and submitted through national</w:t>
      </w:r>
      <w:r w:rsidRPr="002B5C7C">
        <w:rPr>
          <w:rStyle w:val="StyleUnderline"/>
        </w:rPr>
        <w:t xml:space="preserve"> myths [or </w:t>
      </w:r>
      <w:r w:rsidRPr="002B5C7C">
        <w:rPr>
          <w:rStyle w:val="StyleUnderline"/>
          <w:highlight w:val="green"/>
        </w:rPr>
        <w:t>fantasies</w:t>
      </w:r>
      <w:r w:rsidRPr="002B5C7C">
        <w:rPr>
          <w:rStyle w:val="StyleUnderline"/>
        </w:rPr>
        <w:t xml:space="preserve">] that structure these practices’ (Zˇ </w:t>
      </w:r>
      <w:proofErr w:type="spellStart"/>
      <w:r w:rsidRPr="002B5C7C">
        <w:rPr>
          <w:rStyle w:val="StyleUnderline"/>
        </w:rPr>
        <w:t>izˇek</w:t>
      </w:r>
      <w:proofErr w:type="spellEnd"/>
      <w:r w:rsidRPr="002B5C7C">
        <w:rPr>
          <w:rStyle w:val="StyleUnderline"/>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Labour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Labour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rPr>
        <w:t>In this light</w:t>
      </w:r>
      <w:r w:rsidRPr="002B5C7C">
        <w:rPr>
          <w:rStyle w:val="StyleUnderline"/>
          <w:highlight w:val="green"/>
        </w:rPr>
        <w:t>, the role of planning is to</w:t>
      </w:r>
      <w:r w:rsidRPr="002B5C7C">
        <w:rPr>
          <w:rStyle w:val="StyleUnderline"/>
        </w:rPr>
        <w:t xml:space="preserve"> facilitate enjoyment by </w:t>
      </w:r>
      <w:r w:rsidRPr="00962BFE">
        <w:rPr>
          <w:rStyle w:val="StyleUnderline"/>
        </w:rPr>
        <w:t xml:space="preserve">sustainably </w:t>
      </w:r>
      <w:r w:rsidRPr="002B5C7C">
        <w:rPr>
          <w:rStyle w:val="StyleUnderline"/>
          <w:highlight w:val="green"/>
        </w:rPr>
        <w:t>provid</w:t>
      </w:r>
      <w:r w:rsidRPr="002B5C7C">
        <w:rPr>
          <w:rStyle w:val="StyleUnderline"/>
        </w:rPr>
        <w:t xml:space="preserve">ing </w:t>
      </w:r>
      <w:r w:rsidRPr="002B5C7C">
        <w:rPr>
          <w:rStyle w:val="StyleUnderline"/>
          <w:highlight w:val="green"/>
        </w:rPr>
        <w:t>the</w:t>
      </w:r>
      <w:r w:rsidRPr="002B5C7C">
        <w:rPr>
          <w:rStyle w:val="StyleUnderline"/>
        </w:rPr>
        <w:t xml:space="preserve"> correct </w:t>
      </w:r>
      <w:r w:rsidRPr="002B5C7C">
        <w:rPr>
          <w:rStyle w:val="StyleUnderline"/>
          <w:highlight w:val="green"/>
        </w:rPr>
        <w:t>space</w:t>
      </w:r>
      <w:r w:rsidRPr="002B5C7C">
        <w:rPr>
          <w:rStyle w:val="StyleUnderline"/>
        </w:rPr>
        <w:t xml:space="preserve"> – healthy, competitive, fit and attractive – </w:t>
      </w:r>
      <w:r w:rsidRPr="002B5C7C">
        <w:rPr>
          <w:rStyle w:val="StyleUnderline"/>
          <w:highlight w:val="green"/>
        </w:rPr>
        <w:t>where enjoyment can be</w:t>
      </w:r>
      <w:r w:rsidRPr="002B5C7C">
        <w:rPr>
          <w:rStyle w:val="StyleUnderline"/>
        </w:rPr>
        <w:t xml:space="preserve"> effectively materialized and </w:t>
      </w:r>
      <w:r w:rsidRPr="002B5C7C">
        <w:rPr>
          <w:rStyle w:val="StyleUnderline"/>
          <w:highlight w:val="green"/>
        </w:rPr>
        <w:t>maximized</w:t>
      </w:r>
      <w:r w:rsidRPr="002B5C7C">
        <w:rPr>
          <w:rStyle w:val="StyleUnderline"/>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unsaid: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thing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rPr>
        <w:t>In response to the dominant ‘</w:t>
      </w:r>
      <w:r w:rsidRPr="00C172F4">
        <w:rPr>
          <w:rStyle w:val="StyleUnderline"/>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r w:rsidRPr="00C172F4">
        <w:rPr>
          <w:sz w:val="10"/>
        </w:rPr>
        <w:t>blight,‘dis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2005; McGuirk,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rPr>
        <w:t>Yet this lack and its resolution are more often technical in nature, rather than political.</w:t>
      </w:r>
      <w:r w:rsidRPr="00962BFE">
        <w:rPr>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2B5C7C">
        <w:rPr>
          <w:rStyle w:val="StyleUnderline"/>
          <w:highlight w:val="green"/>
        </w:rPr>
        <w:t>Planning</w:t>
      </w:r>
      <w:r w:rsidRPr="002B5C7C">
        <w:rPr>
          <w:rStyle w:val="StyleUnderline"/>
        </w:rPr>
        <w:t xml:space="preserve"> continues </w:t>
      </w:r>
      <w:r w:rsidRPr="00C172F4">
        <w:rPr>
          <w:rStyle w:val="StyleUnderline"/>
        </w:rPr>
        <w:t xml:space="preserve">to succeed because it </w:t>
      </w:r>
      <w:r w:rsidRPr="00C172F4">
        <w:rPr>
          <w:rStyle w:val="StyleUnderline"/>
          <w:highlight w:val="green"/>
        </w:rPr>
        <w:t>underpins the</w:t>
      </w:r>
      <w:r w:rsidRPr="002B5C7C">
        <w:rPr>
          <w:rStyle w:val="StyleUnderline"/>
        </w:rPr>
        <w:t xml:space="preserve"> primal </w:t>
      </w:r>
      <w:r w:rsidRPr="00C172F4">
        <w:rPr>
          <w:rStyle w:val="StyleUnderline"/>
          <w:highlight w:val="green"/>
        </w:rPr>
        <w:t>desire</w:t>
      </w:r>
      <w:r w:rsidRPr="002B5C7C">
        <w:rPr>
          <w:rStyle w:val="StyleUnderline"/>
        </w:rPr>
        <w:t xml:space="preserve"> of most subjects in society </w:t>
      </w:r>
      <w:r w:rsidRPr="00C172F4">
        <w:rPr>
          <w:rStyle w:val="StyleUnderline"/>
          <w:highlight w:val="green"/>
        </w:rPr>
        <w:t xml:space="preserve">for </w:t>
      </w:r>
      <w:r w:rsidRPr="00962BFE">
        <w:rPr>
          <w:rStyle w:val="StyleUnderline"/>
        </w:rPr>
        <w:t>a</w:t>
      </w:r>
      <w:r w:rsidRPr="002B5C7C">
        <w:rPr>
          <w:rStyle w:val="StyleUnderline"/>
        </w:rPr>
        <w:t xml:space="preserve"> conflict-free, </w:t>
      </w:r>
      <w:r w:rsidRPr="00962BFE">
        <w:rPr>
          <w:rStyle w:val="StyleUnderline"/>
        </w:rPr>
        <w:t>safe</w:t>
      </w:r>
      <w:r w:rsidRPr="002B5C7C">
        <w:rPr>
          <w:rStyle w:val="StyleUnderline"/>
        </w:rPr>
        <w:t xml:space="preserve"> and assured happy </w:t>
      </w:r>
      <w:r w:rsidRPr="00C172F4">
        <w:rPr>
          <w:rStyle w:val="StyleUnderline"/>
          <w:highlight w:val="green"/>
        </w:rPr>
        <w:t>future</w:t>
      </w:r>
      <w:r w:rsidRPr="002B5C7C">
        <w:rPr>
          <w:rStyle w:val="StyleUnderline"/>
        </w:rPr>
        <w:t xml:space="preserve">, </w:t>
      </w:r>
      <w:r w:rsidRPr="00962BFE">
        <w:rPr>
          <w:rStyle w:val="StyleUnderline"/>
        </w:rPr>
        <w:t xml:space="preserve">even if </w:t>
      </w:r>
      <w:r w:rsidRPr="00C172F4">
        <w:rPr>
          <w:rStyle w:val="StyleUnderline"/>
          <w:highlight w:val="green"/>
        </w:rPr>
        <w:t xml:space="preserve">it can only deliver </w:t>
      </w:r>
      <w:r w:rsidRPr="008B194E">
        <w:rPr>
          <w:rStyle w:val="StyleUnderline"/>
        </w:rPr>
        <w:t xml:space="preserve">this as </w:t>
      </w:r>
      <w:r w:rsidRPr="00C172F4">
        <w:rPr>
          <w:rStyle w:val="StyleUnderline"/>
          <w:highlight w:val="green"/>
        </w:rPr>
        <w:t xml:space="preserve">a fantasy-scenario </w:t>
      </w:r>
      <w:r w:rsidRPr="00C172F4">
        <w:rPr>
          <w:rStyle w:val="StyleUnderline"/>
        </w:rPr>
        <w:t>of material happiness</w:t>
      </w:r>
      <w:r w:rsidRPr="00C172F4">
        <w:rPr>
          <w:rStyle w:val="StyleUnderline"/>
          <w:highlight w:val="green"/>
        </w:rPr>
        <w:t xml:space="preserve">, rather than </w:t>
      </w:r>
      <w:r w:rsidRPr="00C172F4">
        <w:rPr>
          <w:rStyle w:val="StyleUnderline"/>
        </w:rPr>
        <w:t xml:space="preserve">as </w:t>
      </w:r>
      <w:r w:rsidRPr="00C172F4">
        <w:rPr>
          <w:rStyle w:val="StyleUnderline"/>
          <w:highlight w:val="green"/>
        </w:rPr>
        <w:t xml:space="preserve">an impossible reality that </w:t>
      </w:r>
      <w:r w:rsidRPr="00C172F4">
        <w:rPr>
          <w:rStyle w:val="StyleUnderline"/>
        </w:rPr>
        <w:t xml:space="preserve">actually </w:t>
      </w:r>
      <w:r w:rsidRPr="00C172F4">
        <w:rPr>
          <w:rStyle w:val="StyleUnderline"/>
          <w:highlight w:val="green"/>
        </w:rPr>
        <w:t xml:space="preserve">sates </w:t>
      </w:r>
      <w:r w:rsidRPr="00C172F4">
        <w:rPr>
          <w:rStyle w:val="StyleUnderline"/>
        </w:rPr>
        <w:t xml:space="preserve">all </w:t>
      </w:r>
      <w:r w:rsidRPr="00C172F4">
        <w:rPr>
          <w:rStyle w:val="StyleUnderline"/>
          <w:highlight w:val="green"/>
        </w:rPr>
        <w:t>desires</w:t>
      </w:r>
      <w:r w:rsidRPr="002B5C7C">
        <w:rPr>
          <w:rStyle w:val="StyleUnderline"/>
        </w:rPr>
        <w:t xml:space="preserve"> (</w:t>
      </w:r>
      <w:proofErr w:type="spellStart"/>
      <w:r w:rsidRPr="002B5C7C">
        <w:rPr>
          <w:rStyle w:val="StyleUnderline"/>
        </w:rPr>
        <w:t>Gunder</w:t>
      </w:r>
      <w:proofErr w:type="spellEnd"/>
      <w:r w:rsidRPr="002B5C7C">
        <w:rPr>
          <w:rStyle w:val="StyleUnderline"/>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society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rPr>
        <w:t xml:space="preserve">Further, </w:t>
      </w:r>
      <w:r w:rsidRPr="00C172F4">
        <w:rPr>
          <w:rStyle w:val="StyleUnderline"/>
          <w:highlight w:val="green"/>
        </w:rPr>
        <w:t>‘the fantasy</w:t>
      </w:r>
      <w:r w:rsidRPr="002B5C7C">
        <w:rPr>
          <w:rStyle w:val="StyleUnderline"/>
        </w:rPr>
        <w:t xml:space="preserve"> of a utopian harmonious social world </w:t>
      </w:r>
      <w:r w:rsidRPr="00C172F4">
        <w:rPr>
          <w:rStyle w:val="StyleUnderline"/>
          <w:highlight w:val="green"/>
        </w:rPr>
        <w:t>can only be sustained if</w:t>
      </w:r>
      <w:r w:rsidRPr="002B5C7C">
        <w:rPr>
          <w:rStyle w:val="StyleUnderline"/>
        </w:rPr>
        <w:t xml:space="preserve"> all the </w:t>
      </w:r>
      <w:r w:rsidRPr="00962BFE">
        <w:rPr>
          <w:rStyle w:val="StyleUnderline"/>
        </w:rPr>
        <w:t xml:space="preserve">persisting </w:t>
      </w:r>
      <w:r w:rsidRPr="00C172F4">
        <w:rPr>
          <w:rStyle w:val="StyleUnderline"/>
          <w:highlight w:val="green"/>
        </w:rPr>
        <w:t xml:space="preserve">disorders can be attributed to </w:t>
      </w:r>
      <w:r w:rsidRPr="00962BFE">
        <w:rPr>
          <w:rStyle w:val="StyleUnderline"/>
          <w:highlight w:val="green"/>
        </w:rPr>
        <w:t>a</w:t>
      </w:r>
      <w:r w:rsidRPr="00962BFE">
        <w:rPr>
          <w:rStyle w:val="StyleUnderline"/>
        </w:rPr>
        <w:t>n alien intruder . . . a certain particularity which cannot be assimilated, but instead must be eliminated’ (</w:t>
      </w:r>
      <w:proofErr w:type="spellStart"/>
      <w:r w:rsidRPr="00962BFE">
        <w:rPr>
          <w:rStyle w:val="StyleUnderline"/>
        </w:rPr>
        <w:t>Stavrakakis</w:t>
      </w:r>
      <w:proofErr w:type="spellEnd"/>
      <w:r w:rsidRPr="00962BFE">
        <w:rPr>
          <w:rStyle w:val="StyleUnderline"/>
        </w:rPr>
        <w:t xml:space="preserve">, 1999: 108). This is the stranger, the Other that is not us that can act as the </w:t>
      </w:r>
      <w:r w:rsidRPr="00C172F4">
        <w:rPr>
          <w:rStyle w:val="StyleUnderline"/>
          <w:highlight w:val="green"/>
        </w:rPr>
        <w:t>‘“scapegoat” to be stigmatised</w:t>
      </w:r>
      <w:r w:rsidRPr="002B5C7C">
        <w:rPr>
          <w:rStyle w:val="StyleUnderline"/>
        </w:rPr>
        <w:t xml:space="preserve"> as the one who is blamed for our lack, the Evil force that stole our precious jouissance’ and stopped the fantasy from achieving its utopian vision (</w:t>
      </w:r>
      <w:proofErr w:type="spellStart"/>
      <w:r w:rsidRPr="002B5C7C">
        <w:rPr>
          <w:rStyle w:val="StyleUnderline"/>
        </w:rPr>
        <w:t>Stavrakakis</w:t>
      </w:r>
      <w:proofErr w:type="spellEnd"/>
      <w:r w:rsidRPr="002B5C7C">
        <w:rPr>
          <w:rStyle w:val="StyleUnderline"/>
        </w:rPr>
        <w:t xml:space="preserve">, 2003a: 58). Even </w:t>
      </w:r>
      <w:r w:rsidRPr="00962BFE">
        <w:rPr>
          <w:rStyle w:val="StyleUnderline"/>
        </w:rPr>
        <w:t>our</w:t>
      </w:r>
      <w:r w:rsidRPr="002B5C7C">
        <w:rPr>
          <w:rStyle w:val="StyleUnderline"/>
        </w:rPr>
        <w:t xml:space="preserve"> ‘“complex” contemporary </w:t>
      </w:r>
      <w:r w:rsidRPr="00962BFE">
        <w:rPr>
          <w:rStyle w:val="StyleUnderline"/>
        </w:rPr>
        <w:t xml:space="preserve">societies </w:t>
      </w:r>
      <w:r w:rsidRPr="00C172F4">
        <w:rPr>
          <w:rStyle w:val="StyleUnderline"/>
          <w:highlight w:val="green"/>
        </w:rPr>
        <w:t xml:space="preserve">rely on the </w:t>
      </w:r>
      <w:r w:rsidRPr="00962BFE">
        <w:rPr>
          <w:rStyle w:val="StyleUnderline"/>
        </w:rPr>
        <w:t xml:space="preserve">basic </w:t>
      </w:r>
      <w:r w:rsidRPr="00C172F4">
        <w:rPr>
          <w:rStyle w:val="StyleUnderline"/>
          <w:highlight w:val="green"/>
        </w:rPr>
        <w:t>divide between included and excluded’</w:t>
      </w:r>
      <w:r w:rsidRPr="002B5C7C">
        <w:rPr>
          <w:rStyle w:val="StyleUnderline"/>
        </w:rPr>
        <w:t xml:space="preserve"> (Zˇ </w:t>
      </w:r>
      <w:proofErr w:type="spellStart"/>
      <w:r w:rsidRPr="002B5C7C">
        <w:rPr>
          <w:rStyle w:val="StyleUnderline"/>
        </w:rPr>
        <w:t>izˇek</w:t>
      </w:r>
      <w:proofErr w:type="spellEnd"/>
      <w:r w:rsidRPr="002B5C7C">
        <w:rPr>
          <w:rStyle w:val="StyleUnderline"/>
        </w:rPr>
        <w:t xml:space="preserve">, 2004b: 86). Zˇ </w:t>
      </w:r>
      <w:proofErr w:type="spellStart"/>
      <w:r w:rsidRPr="002B5C7C">
        <w:rPr>
          <w:rStyle w:val="StyleUnderline"/>
        </w:rPr>
        <w:t>izˇek</w:t>
      </w:r>
      <w:proofErr w:type="spellEnd"/>
      <w:r w:rsidRPr="002B5C7C">
        <w:rPr>
          <w:rStyle w:val="StyleUnderline"/>
        </w:rPr>
        <w:t xml:space="preserve"> (2004b: 86) continues: in any </w:t>
      </w:r>
      <w:r w:rsidRPr="00962BFE">
        <w:rPr>
          <w:rStyle w:val="StyleUnderline"/>
        </w:rPr>
        <w:t>society ‘there is a multitude within the</w:t>
      </w:r>
      <w:r w:rsidRPr="002B5C7C">
        <w:rPr>
          <w:rStyle w:val="StyleUnderline"/>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Other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r w:rsidRPr="002B5C7C">
        <w:rPr>
          <w:sz w:val="10"/>
        </w:rPr>
        <w:t>planning,‘as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i.e.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w:t>
      </w:r>
      <w:proofErr w:type="spellStart"/>
      <w:r w:rsidRPr="002B5C7C">
        <w:rPr>
          <w:sz w:val="10"/>
        </w:rPr>
        <w:t>Bracher</w:t>
      </w:r>
      <w:proofErr w:type="spellEnd"/>
      <w:r w:rsidRPr="002B5C7C">
        <w:rPr>
          <w:sz w:val="10"/>
        </w:rPr>
        <w:t>,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fantasmatic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C172F4">
        <w:rPr>
          <w:rStyle w:val="StyleUnderline"/>
          <w:highlight w:val="green"/>
        </w:rPr>
        <w:t>Ideological fantasies</w:t>
      </w:r>
      <w:r w:rsidRPr="002B5C7C">
        <w:rPr>
          <w:rStyle w:val="StyleUnderline"/>
        </w:rPr>
        <w:t xml:space="preserve"> as to what constitutes an enjoyable and satisfying city </w:t>
      </w:r>
      <w:r w:rsidRPr="00AC7AE0">
        <w:rPr>
          <w:rStyle w:val="StyleUnderline"/>
        </w:rPr>
        <w:t xml:space="preserve">are deployed to </w:t>
      </w:r>
      <w:r w:rsidRPr="00C172F4">
        <w:rPr>
          <w:rStyle w:val="StyleUnderline"/>
          <w:highlight w:val="green"/>
        </w:rPr>
        <w:t>hide the dysfunctions</w:t>
      </w:r>
      <w:r w:rsidRPr="002B5C7C">
        <w:rPr>
          <w:rStyle w:val="StyleUnderline"/>
        </w:rPr>
        <w:t xml:space="preserve"> and </w:t>
      </w:r>
      <w:proofErr w:type="spellStart"/>
      <w:r w:rsidRPr="002B5C7C">
        <w:rPr>
          <w:rStyle w:val="StyleUnderline"/>
        </w:rPr>
        <w:t>unpredictabilities</w:t>
      </w:r>
      <w:proofErr w:type="spellEnd"/>
      <w:r w:rsidRPr="002B5C7C">
        <w:rPr>
          <w:rStyle w:val="StyleUnderline"/>
        </w:rPr>
        <w:t xml:space="preserve"> that are </w:t>
      </w:r>
      <w:r w:rsidRPr="00C172F4">
        <w:rPr>
          <w:rStyle w:val="StyleUnderline"/>
          <w:highlight w:val="green"/>
        </w:rPr>
        <w:t>ubiquitous throughout</w:t>
      </w:r>
      <w:r w:rsidRPr="002B5C7C">
        <w:rPr>
          <w:rStyle w:val="StyleUnderline"/>
        </w:rPr>
        <w:t xml:space="preserve"> all </w:t>
      </w:r>
      <w:r w:rsidRPr="00C172F4">
        <w:rPr>
          <w:rStyle w:val="StyleUnderline"/>
          <w:highlight w:val="green"/>
        </w:rPr>
        <w:t>social spheres</w:t>
      </w:r>
      <w:r w:rsidRPr="002B5C7C">
        <w:rPr>
          <w:rStyle w:val="StyleUnderline"/>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centre.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strategy, yet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1997: 6). Planning is one such instrument that shapes and justifies the governing ideals of utopian desire and in this ‘sphere, the fantasmatic ideal of harmony is dominant’ (</w:t>
      </w:r>
      <w:proofErr w:type="spellStart"/>
      <w:r w:rsidRPr="002B5C7C">
        <w:rPr>
          <w:sz w:val="10"/>
          <w:szCs w:val="10"/>
        </w:rPr>
        <w:t>Stavrakakis</w:t>
      </w:r>
      <w:proofErr w:type="spellEnd"/>
      <w:r w:rsidRPr="002B5C7C">
        <w:rPr>
          <w:sz w:val="10"/>
          <w:szCs w:val="10"/>
        </w:rPr>
        <w:t>, 1999: 110). The subtle and not so subtle application of power defines truth, reason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(e.g.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Mouffe,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i.e.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rPr>
        <w:t xml:space="preserve">This is in contrast to the existing social reality, where political processes, such as planning, appear to strive for public participation culminating in </w:t>
      </w:r>
      <w:proofErr w:type="gramStart"/>
      <w:r w:rsidRPr="00962BFE">
        <w:rPr>
          <w:rStyle w:val="StyleUnderline"/>
        </w:rPr>
        <w:t>an</w:t>
      </w:r>
      <w:proofErr w:type="gramEnd"/>
      <w:r w:rsidRPr="00962BFE">
        <w:rPr>
          <w:rStyle w:val="StyleUnderline"/>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centre’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in itself as a mere academic critical exercise of knowledge production. This author argues that 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rPr>
        <w:t>This is a perspective that situates our very social reality, including space and social interaction, as principally constituted and composed of ideological fantasy constructs, misrecognitions and misunderstandings (see Hillier, 2003).</w:t>
      </w:r>
      <w:r w:rsidRPr="00962BFE">
        <w:rPr>
          <w:sz w:val="10"/>
        </w:rPr>
        <w:t xml:space="preserve"> As Jameson (2003: 37–8) observes, we owe to Lacan ‘the first new and as yet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rPr>
        <w:t xml:space="preserve">Here, </w:t>
      </w:r>
      <w:r w:rsidRPr="00C172F4">
        <w:rPr>
          <w:rStyle w:val="StyleUnderline"/>
          <w:highlight w:val="green"/>
        </w:rPr>
        <w:t xml:space="preserve">it is the desire of this </w:t>
      </w:r>
      <w:r w:rsidRPr="00962BFE">
        <w:rPr>
          <w:rStyle w:val="StyleUnderline"/>
          <w:highlight w:val="green"/>
        </w:rPr>
        <w:t>Other that</w:t>
      </w:r>
      <w:r w:rsidRPr="002B5C7C">
        <w:rPr>
          <w:rStyle w:val="StyleUnderline"/>
        </w:rPr>
        <w:t xml:space="preserve"> </w:t>
      </w:r>
      <w:r w:rsidRPr="00C172F4">
        <w:rPr>
          <w:rStyle w:val="StyleUnderline"/>
          <w:highlight w:val="green"/>
        </w:rPr>
        <w:t>we</w:t>
      </w:r>
      <w:r w:rsidRPr="002B5C7C">
        <w:rPr>
          <w:rStyle w:val="StyleUnderline"/>
        </w:rPr>
        <w:t xml:space="preserve"> fundamentally seek and </w:t>
      </w:r>
      <w:r w:rsidRPr="00C172F4">
        <w:rPr>
          <w:rStyle w:val="StyleUnderline"/>
          <w:highlight w:val="green"/>
        </w:rPr>
        <w:t>wish to please</w:t>
      </w:r>
      <w:r w:rsidRPr="002B5C7C">
        <w:rPr>
          <w:rStyle w:val="StyleUnderline"/>
        </w:rPr>
        <w:t xml:space="preserve"> as we constantly strive to return to our idealized primordial desire for infant maternal security and contentment (Hillier and </w:t>
      </w:r>
      <w:proofErr w:type="spellStart"/>
      <w:r w:rsidRPr="002B5C7C">
        <w:rPr>
          <w:rStyle w:val="StyleUnderline"/>
        </w:rPr>
        <w:t>Gunder</w:t>
      </w:r>
      <w:proofErr w:type="spellEnd"/>
      <w:r w:rsidRPr="002B5C7C">
        <w:rPr>
          <w:rStyle w:val="StyleUnderline"/>
        </w:rPr>
        <w:t xml:space="preserve">, 2005). </w:t>
      </w:r>
      <w:r w:rsidRPr="00962BFE">
        <w:rPr>
          <w:rStyle w:val="StyleUnderline"/>
          <w:highlight w:val="green"/>
        </w:rPr>
        <w:t xml:space="preserve">So we </w:t>
      </w:r>
      <w:r w:rsidRPr="00C172F4">
        <w:rPr>
          <w:rStyle w:val="StyleUnderline"/>
          <w:highlight w:val="green"/>
        </w:rPr>
        <w:t xml:space="preserve">construct and share </w:t>
      </w:r>
      <w:r w:rsidRPr="00962BFE">
        <w:rPr>
          <w:rStyle w:val="StyleUnderline"/>
        </w:rPr>
        <w:t xml:space="preserve">illusions and </w:t>
      </w:r>
      <w:r w:rsidRPr="00C172F4">
        <w:rPr>
          <w:rStyle w:val="StyleUnderline"/>
          <w:highlight w:val="green"/>
        </w:rPr>
        <w:t>fantasies</w:t>
      </w:r>
      <w:r w:rsidRPr="002B5C7C">
        <w:rPr>
          <w:rStyle w:val="StyleUnderline"/>
        </w:rPr>
        <w:t xml:space="preserve"> – ideologies – </w:t>
      </w:r>
      <w:r w:rsidRPr="00C172F4">
        <w:rPr>
          <w:rStyle w:val="StyleUnderline"/>
          <w:highlight w:val="green"/>
        </w:rPr>
        <w:t xml:space="preserve">that we are </w:t>
      </w:r>
      <w:r w:rsidRPr="00AC7AE0">
        <w:rPr>
          <w:rStyle w:val="StyleUnderline"/>
        </w:rPr>
        <w:t xml:space="preserve">somehow </w:t>
      </w:r>
      <w:r w:rsidRPr="00C172F4">
        <w:rPr>
          <w:rStyle w:val="StyleUnderline"/>
          <w:highlight w:val="green"/>
        </w:rPr>
        <w:t>achieving this</w:t>
      </w:r>
      <w:r w:rsidRPr="002B5C7C">
        <w:rPr>
          <w:rStyle w:val="StyleUnderline"/>
        </w:rPr>
        <w:t xml:space="preserve"> impossible </w:t>
      </w:r>
      <w:r w:rsidRPr="00C172F4">
        <w:rPr>
          <w:rStyle w:val="StyleUnderline"/>
          <w:highlight w:val="green"/>
        </w:rPr>
        <w:t>task</w:t>
      </w:r>
      <w:r w:rsidRPr="002B5C7C">
        <w:rPr>
          <w:rStyle w:val="StyleUnderline"/>
        </w:rPr>
        <w:t xml:space="preserve">. It is the aggregate </w:t>
      </w:r>
      <w:r w:rsidRPr="00962BFE">
        <w:rPr>
          <w:rStyle w:val="StyleUnderline"/>
          <w:highlight w:val="green"/>
        </w:rPr>
        <w:t>of</w:t>
      </w:r>
      <w:r w:rsidRPr="00962BFE">
        <w:rPr>
          <w:rStyle w:val="StyleUnderline"/>
        </w:rPr>
        <w:t xml:space="preserve"> these Others,</w:t>
      </w:r>
      <w:r w:rsidRPr="002B5C7C">
        <w:rPr>
          <w:rStyle w:val="StyleUnderline"/>
        </w:rPr>
        <w:t xml:space="preserve"> and the illusions we generate about them and ourselves, </w:t>
      </w:r>
      <w:r w:rsidRPr="00962BFE">
        <w:rPr>
          <w:rStyle w:val="StyleUnderline"/>
        </w:rPr>
        <w:t>that constitutes</w:t>
      </w:r>
      <w:r w:rsidRPr="002B5C7C">
        <w:rPr>
          <w:rStyle w:val="StyleUnderline"/>
        </w:rPr>
        <w:t xml:space="preserve"> the </w:t>
      </w:r>
      <w:r w:rsidRPr="00C172F4">
        <w:rPr>
          <w:rStyle w:val="StyleUnderline"/>
          <w:highlight w:val="green"/>
        </w:rPr>
        <w:t>social reality</w:t>
      </w:r>
      <w:r w:rsidRPr="002B5C7C">
        <w:rPr>
          <w:rStyle w:val="StyleUnderline"/>
        </w:rPr>
        <w:t xml:space="preserve"> that is our lived space</w:t>
      </w:r>
      <w:r>
        <w:rPr>
          <w:rStyle w:val="StyleUnderline"/>
        </w:rPr>
        <w:t>.</w:t>
      </w:r>
    </w:p>
    <w:p w14:paraId="253937F7" w14:textId="4B97233E" w:rsidR="00693BF5" w:rsidRDefault="00693BF5" w:rsidP="00693BF5"/>
    <w:p w14:paraId="4586C166" w14:textId="284B107B" w:rsidR="00693BF5" w:rsidRPr="008A5EFF" w:rsidRDefault="00693BF5" w:rsidP="00693BF5">
      <w:pPr>
        <w:pStyle w:val="Heading4"/>
        <w:rPr>
          <w:rFonts w:cs="Calibri"/>
        </w:rPr>
      </w:pPr>
      <w:r>
        <w:rPr>
          <w:rFonts w:cs="Calibri"/>
        </w:rPr>
        <w:t xml:space="preserve">Their utopian politics of fiat </w:t>
      </w:r>
      <w:r w:rsidRPr="008A5EFF">
        <w:rPr>
          <w:rFonts w:cs="Calibri"/>
        </w:rPr>
        <w:t>requires a scapegoat to maintain conceptual coherence – that leads to a drive for elimination that justifies violent and genocidal practices</w:t>
      </w:r>
    </w:p>
    <w:p w14:paraId="5DB64237" w14:textId="77777777" w:rsidR="00693BF5" w:rsidRPr="008A5EFF" w:rsidRDefault="00693BF5" w:rsidP="00693BF5">
      <w:pPr>
        <w:rPr>
          <w:sz w:val="18"/>
          <w:szCs w:val="20"/>
        </w:rPr>
      </w:pPr>
      <w:proofErr w:type="spellStart"/>
      <w:r w:rsidRPr="008A5EFF">
        <w:rPr>
          <w:rStyle w:val="Style13ptBold"/>
        </w:rPr>
        <w:t>Stavrakakis</w:t>
      </w:r>
      <w:proofErr w:type="spellEnd"/>
      <w:r w:rsidRPr="008A5EFF">
        <w:t xml:space="preserve"> </w:t>
      </w:r>
      <w:r w:rsidRPr="008A5EFF">
        <w:rPr>
          <w:sz w:val="18"/>
          <w:szCs w:val="20"/>
        </w:rPr>
        <w:t xml:space="preserve">Yannis </w:t>
      </w:r>
      <w:proofErr w:type="spellStart"/>
      <w:r w:rsidRPr="008A5EFF">
        <w:rPr>
          <w:sz w:val="18"/>
          <w:szCs w:val="20"/>
        </w:rPr>
        <w:t>Stavrakakis</w:t>
      </w:r>
      <w:proofErr w:type="spellEnd"/>
      <w:r w:rsidRPr="008A5EFF">
        <w:rPr>
          <w:sz w:val="18"/>
          <w:szCs w:val="20"/>
        </w:rPr>
        <w:t>, 1999, “Lacan and the political,” Routledge, SJBE</w:t>
      </w:r>
    </w:p>
    <w:p w14:paraId="3417303E" w14:textId="77777777" w:rsidR="00693BF5" w:rsidRPr="008A5EFF" w:rsidRDefault="00693BF5" w:rsidP="00693BF5">
      <w:pPr>
        <w:rPr>
          <w:sz w:val="14"/>
        </w:rPr>
      </w:pPr>
      <w:r w:rsidRPr="008A5EFF">
        <w:rPr>
          <w:sz w:val="14"/>
        </w:rPr>
        <w:t xml:space="preserve">What I will try to do in this chapter is, first of all, to demonstrate the deeply problematic nature of utopian politics. </w:t>
      </w:r>
      <w:r w:rsidRPr="008A5EFF">
        <w:rPr>
          <w:rStyle w:val="Emphasis"/>
        </w:rPr>
        <w:t>Simply put, my argument will be that every utopian fantasy construction needs a scapegoat in order to constitute itself – the Nazi utopian fantasy and the production of the Jew is a good example</w:t>
      </w:r>
      <w:r w:rsidRPr="008A5EFF">
        <w:rPr>
          <w:sz w:val="14"/>
        </w:rPr>
        <w:t xml:space="preserve">, especially as pointed out in Zizek’s 4 analysis. </w:t>
      </w:r>
      <w:r w:rsidRPr="008A5EFF">
        <w:rPr>
          <w:rStyle w:val="Emphasis"/>
        </w:rPr>
        <w:t xml:space="preserve">Every utopian fantasy produces its reverse and calls for its elimination. Put another way, </w:t>
      </w:r>
      <w:r w:rsidRPr="008A5EFF">
        <w:rPr>
          <w:rStyle w:val="Emphasis"/>
          <w:highlight w:val="green"/>
        </w:rPr>
        <w:t>the</w:t>
      </w:r>
      <w:r w:rsidRPr="008A5EFF">
        <w:rPr>
          <w:rStyle w:val="Emphasis"/>
        </w:rPr>
        <w:t xml:space="preserve"> beatific side of </w:t>
      </w:r>
      <w:r w:rsidRPr="008A5EFF">
        <w:rPr>
          <w:rStyle w:val="Emphasis"/>
          <w:highlight w:val="green"/>
        </w:rPr>
        <w:t>fantasy is coupled</w:t>
      </w:r>
      <w:r w:rsidRPr="008A5EFF">
        <w:rPr>
          <w:rStyle w:val="Emphasis"/>
        </w:rPr>
        <w:t xml:space="preserve"> in utopian constructions </w:t>
      </w:r>
      <w:r w:rsidRPr="008A5EFF">
        <w:rPr>
          <w:rStyle w:val="Emphasis"/>
          <w:highlight w:val="green"/>
        </w:rPr>
        <w:t>with</w:t>
      </w:r>
      <w:r w:rsidRPr="008A5EFF">
        <w:rPr>
          <w:rStyle w:val="Emphasis"/>
        </w:rPr>
        <w:t xml:space="preserve"> a horrific side, </w:t>
      </w:r>
      <w:r w:rsidRPr="008A5EFF">
        <w:rPr>
          <w:rStyle w:val="Emphasis"/>
          <w:highlight w:val="green"/>
        </w:rPr>
        <w:t>a paranoid need for a stigmatised scapegoat</w:t>
      </w:r>
      <w:r w:rsidRPr="008A5EFF">
        <w:rPr>
          <w:rStyle w:val="Emphasis"/>
        </w:rPr>
        <w:t>.</w:t>
      </w:r>
      <w:r w:rsidRPr="008A5EFF">
        <w:rPr>
          <w:sz w:val="14"/>
        </w:rPr>
        <w:t xml:space="preserve"> The naivety and also the danger of utopian structures is revealed when the realisation of this fantasy is attempted. </w:t>
      </w:r>
      <w:r w:rsidRPr="008A5EFF">
        <w:rPr>
          <w:rStyle w:val="Emphasis"/>
        </w:rPr>
        <w:t xml:space="preserve">It is </w:t>
      </w:r>
      <w:r w:rsidRPr="008A5EFF">
        <w:rPr>
          <w:rStyle w:val="Emphasis"/>
          <w:highlight w:val="green"/>
        </w:rPr>
        <w:t>then</w:t>
      </w:r>
      <w:r w:rsidRPr="008A5EFF">
        <w:rPr>
          <w:rStyle w:val="Emphasis"/>
        </w:rPr>
        <w:t xml:space="preserve"> that </w:t>
      </w:r>
      <w:r w:rsidRPr="008A5EFF">
        <w:rPr>
          <w:rStyle w:val="Emphasis"/>
          <w:highlight w:val="green"/>
        </w:rPr>
        <w:t>we are brought close to</w:t>
      </w:r>
      <w:r w:rsidRPr="008A5EFF">
        <w:rPr>
          <w:rStyle w:val="Emphasis"/>
        </w:rPr>
        <w:t xml:space="preserve"> the frightening kernel of the </w:t>
      </w:r>
      <w:r w:rsidRPr="008A5EFF">
        <w:rPr>
          <w:rStyle w:val="Emphasis"/>
          <w:highlight w:val="green"/>
        </w:rPr>
        <w:t xml:space="preserve">real: </w:t>
      </w:r>
      <w:r w:rsidRPr="008A5EFF">
        <w:rPr>
          <w:rStyle w:val="Emphasis"/>
        </w:rPr>
        <w:t xml:space="preserve">stigmatisation is followed by extermination. </w:t>
      </w:r>
      <w:r w:rsidRPr="008A5EFF">
        <w:rPr>
          <w:sz w:val="14"/>
        </w:rPr>
        <w:t xml:space="preserve">This is not an accident. </w:t>
      </w:r>
      <w:r w:rsidRPr="008A5EFF">
        <w:rPr>
          <w:rStyle w:val="Emphasis"/>
        </w:rPr>
        <w:t>It is inscribed in the structure of utopian constructions; it seems to be the way all fantasy constructions work. If in almost all utopian visions, violence and antagonism are eliminated, if utopia is based on the expulsion and repression of violence</w:t>
      </w:r>
      <w:r w:rsidRPr="008A5EFF">
        <w:rPr>
          <w:sz w:val="14"/>
        </w:rPr>
        <w:t xml:space="preserve"> (this is its beatific side) this is only because it owes its own creation to violence; it is sustained and fed by violence (this is its horrific side).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8A5EFF">
        <w:rPr>
          <w:sz w:val="14"/>
        </w:rPr>
        <w:t>utopianist</w:t>
      </w:r>
      <w:proofErr w:type="spellEnd"/>
      <w:r w:rsidRPr="008A5EFF">
        <w:rPr>
          <w:sz w:val="14"/>
        </w:rPr>
        <w:t xml:space="preserve"> Fourier, what is </w:t>
      </w:r>
      <w:proofErr w:type="spellStart"/>
      <w:r w:rsidRPr="008A5EFF">
        <w:rPr>
          <w:sz w:val="14"/>
        </w:rPr>
        <w:t>ëdriven</w:t>
      </w:r>
      <w:proofErr w:type="spellEnd"/>
      <w:r w:rsidRPr="008A5EFF">
        <w:rPr>
          <w:sz w:val="14"/>
        </w:rPr>
        <w:t xml:space="preserve"> out through the door comes back through the </w:t>
      </w:r>
      <w:proofErr w:type="spellStart"/>
      <w:r w:rsidRPr="008A5EFF">
        <w:rPr>
          <w:sz w:val="14"/>
        </w:rPr>
        <w:t>windowi</w:t>
      </w:r>
      <w:proofErr w:type="spellEnd"/>
      <w:r w:rsidRPr="008A5EFF">
        <w:rPr>
          <w:sz w:val="14"/>
        </w:rPr>
        <w:t xml:space="preserve">́ (is not this a precursor of Lacan’s dictum that ‘what is foreclosed in the symbolic reappears in the real’?-VII:131) 5 The work of Norman Cohn and other historians permits the articulation of a genealogy of this </w:t>
      </w:r>
      <w:proofErr w:type="spellStart"/>
      <w:r w:rsidRPr="008A5EFF">
        <w:rPr>
          <w:sz w:val="14"/>
        </w:rPr>
        <w:t>manichean</w:t>
      </w:r>
      <w:proofErr w:type="spellEnd"/>
      <w:r w:rsidRPr="008A5EFF">
        <w:rPr>
          <w:sz w:val="14"/>
        </w:rPr>
        <w:t xml:space="preserve">, </w:t>
      </w:r>
      <w:proofErr w:type="spellStart"/>
      <w:r w:rsidRPr="008A5EFF">
        <w:rPr>
          <w:sz w:val="14"/>
        </w:rPr>
        <w:t>equivalential</w:t>
      </w:r>
      <w:proofErr w:type="spellEnd"/>
      <w:r w:rsidRPr="008A5EFF">
        <w:rPr>
          <w:sz w:val="14"/>
        </w:rPr>
        <w:t xml:space="preserve"> way of understanding the world, from the great witch-hunt up to modern anti-Semitism, and Lacanian theory can provide valuable insights into any attempt to understand the logic behind this utopian </w:t>
      </w:r>
      <w:proofErr w:type="spellStart"/>
      <w:r w:rsidRPr="008A5EFF">
        <w:rPr>
          <w:sz w:val="14"/>
        </w:rPr>
        <w:t>operationóhere</w:t>
      </w:r>
      <w:proofErr w:type="spellEnd"/>
      <w:r w:rsidRPr="008A5EFF">
        <w:rPr>
          <w:sz w:val="14"/>
        </w:rPr>
        <w:t xml:space="preserve"> the approach to fantasy developed in Chapter 2 will further demonstrate its potential in analysing our political experience. </w:t>
      </w:r>
      <w:r w:rsidRPr="008A5EFF">
        <w:rPr>
          <w:rStyle w:val="Emphasis"/>
        </w:rPr>
        <w:t>In fact, from the time of his unpublished seminar on The Formations of the Unconscious, Lacan identified the utopian dream of a perfectly functioning society as a highly problematic area (seminar of 18 June 1958).</w:t>
      </w:r>
      <w:r w:rsidRPr="008A5EFF">
        <w:rPr>
          <w:sz w:val="14"/>
        </w:rPr>
        <w:t xml:space="preserve"> The historical argument In order to realise the problematic character of the utopian operation it is necessary to articulate a genealogy of this way of representing and making sense of the world. The work of Norman Cohn seems especially designed to serve this purpose. What is most important is that in </w:t>
      </w:r>
      <w:proofErr w:type="spellStart"/>
      <w:r w:rsidRPr="008A5EFF">
        <w:rPr>
          <w:sz w:val="14"/>
        </w:rPr>
        <w:t>Cohnís</w:t>
      </w:r>
      <w:proofErr w:type="spellEnd"/>
      <w:r w:rsidRPr="008A5EFF">
        <w:rPr>
          <w:sz w:val="14"/>
        </w:rPr>
        <w:t xml:space="preserve"> schema </w:t>
      </w:r>
      <w:r w:rsidRPr="008A5EFF">
        <w:rPr>
          <w:rStyle w:val="Emphasis"/>
        </w:rPr>
        <w:t xml:space="preserve">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this representation is usually </w:t>
      </w:r>
      <w:r w:rsidRPr="008A5EFF">
        <w:rPr>
          <w:rStyle w:val="Emphasis"/>
          <w:highlight w:val="green"/>
        </w:rPr>
        <w:t>articulated as a</w:t>
      </w:r>
      <w:r w:rsidRPr="008A5EFF">
        <w:rPr>
          <w:rStyle w:val="Emphasis"/>
        </w:rPr>
        <w:t xml:space="preserve"> total and universal representation, a promise of absolute </w:t>
      </w:r>
      <w:r w:rsidRPr="008A5EFF">
        <w:rPr>
          <w:rStyle w:val="Emphasis"/>
          <w:highlight w:val="green"/>
        </w:rPr>
        <w:t>mastery of the</w:t>
      </w:r>
      <w:r w:rsidRPr="008A5EFF">
        <w:rPr>
          <w:rStyle w:val="Emphasis"/>
        </w:rPr>
        <w:t xml:space="preserve"> totality of the </w:t>
      </w:r>
      <w:r w:rsidRPr="008A5EFF">
        <w:rPr>
          <w:rStyle w:val="Emphasis"/>
          <w:highlight w:val="green"/>
        </w:rPr>
        <w:t>real</w:t>
      </w:r>
      <w:r w:rsidRPr="008A5EFF">
        <w:rPr>
          <w:rStyle w:val="Emphasis"/>
        </w:rPr>
        <w:t xml:space="preserve">, a vision of the end of history. </w:t>
      </w:r>
      <w:r w:rsidRPr="008A5EFF">
        <w:rPr>
          <w:rStyle w:val="Emphasis"/>
          <w:highlight w:val="green"/>
        </w:rPr>
        <w:t>A</w:t>
      </w:r>
      <w:r w:rsidRPr="008A5EFF">
        <w:rPr>
          <w:rStyle w:val="Emphasis"/>
        </w:rPr>
        <w:t xml:space="preserve"> future </w:t>
      </w:r>
      <w:r w:rsidRPr="008A5EFF">
        <w:rPr>
          <w:rStyle w:val="Emphasis"/>
          <w:highlight w:val="green"/>
        </w:rPr>
        <w:t>utopian state</w:t>
      </w:r>
      <w:r w:rsidRPr="008A5EFF">
        <w:rPr>
          <w:rStyle w:val="Emphasis"/>
        </w:rPr>
        <w:t xml:space="preserve"> is envisaged </w:t>
      </w:r>
      <w:r w:rsidRPr="008A5EFF">
        <w:rPr>
          <w:rStyle w:val="Emphasis"/>
          <w:highlight w:val="green"/>
        </w:rPr>
        <w:t>in which disorder will be</w:t>
      </w:r>
      <w:r w:rsidRPr="008A5EFF">
        <w:rPr>
          <w:rStyle w:val="Emphasis"/>
        </w:rPr>
        <w:t xml:space="preserve"> totally </w:t>
      </w:r>
      <w:r w:rsidRPr="008A5EFF">
        <w:rPr>
          <w:rStyle w:val="Emphasis"/>
          <w:highlight w:val="green"/>
        </w:rPr>
        <w:t>eliminated</w:t>
      </w:r>
      <w:r w:rsidRPr="008A5EFF">
        <w:rPr>
          <w:rStyle w:val="Emphasis"/>
        </w:rPr>
        <w:t xml:space="preserve">. Third, </w:t>
      </w:r>
      <w:r w:rsidRPr="008A5EFF">
        <w:rPr>
          <w:rStyle w:val="Emphasis"/>
          <w:highlight w:val="green"/>
        </w:rPr>
        <w:t xml:space="preserve">this </w:t>
      </w:r>
      <w:proofErr w:type="spellStart"/>
      <w:r w:rsidRPr="008A5EFF">
        <w:rPr>
          <w:rStyle w:val="Emphasis"/>
          <w:highlight w:val="green"/>
        </w:rPr>
        <w:t>symbolisation</w:t>
      </w:r>
      <w:proofErr w:type="spellEnd"/>
      <w:r w:rsidRPr="008A5EFF">
        <w:rPr>
          <w:rStyle w:val="Emphasis"/>
          <w:highlight w:val="green"/>
        </w:rPr>
        <w:t xml:space="preserve"> produces</w:t>
      </w:r>
      <w:r w:rsidRPr="008A5EFF">
        <w:rPr>
          <w:rStyle w:val="Emphasis"/>
        </w:rPr>
        <w:t xml:space="preserve"> its own remainder; there is always </w:t>
      </w:r>
      <w:r w:rsidRPr="008A5EFF">
        <w:rPr>
          <w:rStyle w:val="Emphasis"/>
          <w:highlight w:val="green"/>
        </w:rPr>
        <w:t>a</w:t>
      </w:r>
      <w:r w:rsidRPr="008A5EFF">
        <w:rPr>
          <w:rStyle w:val="Emphasis"/>
        </w:rPr>
        <w:t xml:space="preserve"> certain </w:t>
      </w:r>
      <w:r w:rsidRPr="008A5EFF">
        <w:rPr>
          <w:rStyle w:val="Emphasis"/>
          <w:highlight w:val="green"/>
        </w:rPr>
        <w:t>particularity</w:t>
      </w:r>
      <w:r w:rsidRPr="008A5EFF">
        <w:rPr>
          <w:rStyle w:val="Emphasis"/>
        </w:rPr>
        <w:t xml:space="preserve"> remaining </w:t>
      </w:r>
      <w:r w:rsidRPr="008A5EFF">
        <w:rPr>
          <w:rStyle w:val="Emphasis"/>
          <w:highlight w:val="green"/>
        </w:rPr>
        <w:t xml:space="preserve">outside the </w:t>
      </w:r>
      <w:r w:rsidRPr="008A5EFF">
        <w:rPr>
          <w:rStyle w:val="Emphasis"/>
        </w:rPr>
        <w:t xml:space="preserve">universal </w:t>
      </w:r>
      <w:r w:rsidRPr="008A5EFF">
        <w:rPr>
          <w:rStyle w:val="Emphasis"/>
          <w:highlight w:val="green"/>
        </w:rPr>
        <w:t>schema</w:t>
      </w:r>
      <w:r w:rsidRPr="008A5EFF">
        <w:rPr>
          <w:rStyle w:val="Emphasis"/>
        </w:rPr>
        <w:t xml:space="preserve">. </w:t>
      </w:r>
      <w:r w:rsidRPr="008A5EFF">
        <w:rPr>
          <w:rStyle w:val="Emphasis"/>
          <w:highlight w:val="green"/>
        </w:rPr>
        <w:t>It is to the existence of this evil agent</w:t>
      </w:r>
      <w:r w:rsidRPr="008A5EFF">
        <w:rPr>
          <w:rStyle w:val="Emphasis"/>
        </w:rPr>
        <w:t xml:space="preserve">, which can be easily </w:t>
      </w:r>
      <w:proofErr w:type="spellStart"/>
      <w:r w:rsidRPr="008A5EFF">
        <w:rPr>
          <w:rStyle w:val="Emphasis"/>
        </w:rPr>
        <w:t>localised</w:t>
      </w:r>
      <w:proofErr w:type="spellEnd"/>
      <w:r w:rsidRPr="008A5EFF">
        <w:rPr>
          <w:rStyle w:val="Emphasis"/>
        </w:rPr>
        <w:t xml:space="preserve">, </w:t>
      </w:r>
      <w:r w:rsidRPr="008A5EFF">
        <w:rPr>
          <w:rStyle w:val="Emphasis"/>
          <w:highlight w:val="green"/>
        </w:rPr>
        <w:t>that all persisting disorder is attributed</w:t>
      </w:r>
      <w:r w:rsidRPr="008A5EFF">
        <w:rPr>
          <w:rStyle w:val="Emphasis"/>
        </w:rPr>
        <w:t xml:space="preserve">. </w:t>
      </w:r>
      <w:r w:rsidRPr="008A5EFF">
        <w:rPr>
          <w:rStyle w:val="Emphasis"/>
          <w:highlight w:val="green"/>
        </w:rPr>
        <w:t>The elimination of disorder depends then on the elimination of this group. The result is</w:t>
      </w:r>
      <w:r w:rsidRPr="008A5EFF">
        <w:rPr>
          <w:rStyle w:val="Emphasis"/>
        </w:rPr>
        <w:t xml:space="preserve"> always horrible: </w:t>
      </w:r>
      <w:r w:rsidRPr="008A5EFF">
        <w:rPr>
          <w:rStyle w:val="Emphasis"/>
          <w:highlight w:val="green"/>
        </w:rPr>
        <w:t>persecution, massacres, holocausts</w:t>
      </w:r>
      <w:r w:rsidRPr="008A5EFF">
        <w:rPr>
          <w:rStyle w:val="Emphasis"/>
        </w:rPr>
        <w:t>.</w:t>
      </w:r>
      <w:r w:rsidRPr="008A5EFF">
        <w:rPr>
          <w:sz w:val="14"/>
        </w:rPr>
        <w:t xml:space="preserve"> Needless to say, no utopian fantasy is ever realised as a result of all these </w:t>
      </w:r>
      <w:proofErr w:type="spellStart"/>
      <w:r w:rsidRPr="008A5EFF">
        <w:rPr>
          <w:sz w:val="14"/>
        </w:rPr>
        <w:t>ëcrimesíóas</w:t>
      </w:r>
      <w:proofErr w:type="spellEnd"/>
      <w:r w:rsidRPr="008A5EFF">
        <w:rPr>
          <w:sz w:val="14"/>
        </w:rPr>
        <w:t xml:space="preserve"> mentioned in Chapter 2, the purpose of fantasy is not to satisfy an (impossible) desire but to constitute it as such. What is of great interest for our approach is the way in which Cohn himself articulates a genealogy of the pair utopia/</w:t>
      </w:r>
      <w:proofErr w:type="spellStart"/>
      <w:r w:rsidRPr="008A5EFF">
        <w:rPr>
          <w:sz w:val="14"/>
        </w:rPr>
        <w:t>demonisation</w:t>
      </w:r>
      <w:proofErr w:type="spellEnd"/>
      <w:r w:rsidRPr="008A5EFF">
        <w:rPr>
          <w:sz w:val="14"/>
        </w:rPr>
        <w:t xml:space="preserve"> in his books The Pursuit of the Millennium and </w:t>
      </w:r>
      <w:proofErr w:type="spellStart"/>
      <w:r w:rsidRPr="008A5EFF">
        <w:rPr>
          <w:sz w:val="14"/>
        </w:rPr>
        <w:t>Europeís</w:t>
      </w:r>
      <w:proofErr w:type="spellEnd"/>
      <w:r w:rsidRPr="008A5EFF">
        <w:rPr>
          <w:sz w:val="14"/>
        </w:rPr>
        <w:t xml:space="preserve"> Inner Demons (Cohn, 1993b, 1993c). The same applies to his book Warrant for Genocide (Cohn, 1996) which will also be implicated at a certain stage in our analysis. </w:t>
      </w:r>
      <w:r w:rsidRPr="008A5EFF">
        <w:rPr>
          <w:rStyle w:val="Emphasis"/>
        </w:rPr>
        <w:t>These books are concerned with the same social phenomenon, the idea of purifying humanity through the extermination of some category of human beings which are conceived as agents of corruption, disorder and evil.</w:t>
      </w:r>
      <w:r w:rsidRPr="008A5EFF">
        <w:rPr>
          <w:sz w:val="14"/>
        </w:rPr>
        <w:t xml:space="preserve"> The contexts are, of course, different, but the urge remains the same (Cohn, 1993b:xi). All these works then, at least according to my reading, are concerned with the production of an archenemy which goes together with the utopian mentality. </w:t>
      </w:r>
    </w:p>
    <w:p w14:paraId="002FD18D" w14:textId="77777777" w:rsidR="00693BF5" w:rsidRDefault="00693BF5" w:rsidP="00693BF5"/>
    <w:p w14:paraId="228A2C66" w14:textId="77777777" w:rsidR="00693BF5" w:rsidRPr="008A5EFF" w:rsidRDefault="00693BF5" w:rsidP="00693BF5">
      <w:pPr>
        <w:pStyle w:val="Heading4"/>
        <w:rPr>
          <w:rFonts w:cs="Calibri"/>
        </w:rPr>
      </w:pPr>
      <w:bookmarkStart w:id="2" w:name="_Hlk76566934"/>
      <w:r w:rsidRPr="008A5EFF">
        <w:rPr>
          <w:rFonts w:cs="Calibri"/>
        </w:rPr>
        <w:t>Debate is a numb emotional response to the world that rids the aff’s impacts of their importance – their form collapses meaning and ethics</w:t>
      </w:r>
    </w:p>
    <w:p w14:paraId="29D61109" w14:textId="77777777" w:rsidR="00693BF5" w:rsidRPr="008A5EFF" w:rsidRDefault="00693BF5" w:rsidP="00693BF5">
      <w:pPr>
        <w:rPr>
          <w:sz w:val="16"/>
          <w:szCs w:val="18"/>
        </w:rPr>
      </w:pPr>
      <w:r w:rsidRPr="008A5EFF">
        <w:rPr>
          <w:rStyle w:val="Style13ptBold"/>
        </w:rPr>
        <w:t>Robinson 12</w:t>
      </w:r>
      <w:r w:rsidRPr="008A5EFF">
        <w:t xml:space="preserve"> </w:t>
      </w:r>
      <w:r w:rsidRPr="008A5EFF">
        <w:rPr>
          <w:sz w:val="16"/>
          <w:szCs w:val="18"/>
        </w:rPr>
        <w:t xml:space="preserve">Andrew Robinson, 9-10-2012, “Jean Baudrillard: Hyperreality and Implosion,” Ceasefire, </w:t>
      </w:r>
      <w:hyperlink r:id="rId6" w:history="1">
        <w:r w:rsidRPr="008A5EFF">
          <w:rPr>
            <w:rStyle w:val="Hyperlink"/>
            <w:sz w:val="16"/>
            <w:szCs w:val="18"/>
          </w:rPr>
          <w:t>https://ceasefiremagazine.co.uk/in-theory-baudrillard-9/</w:t>
        </w:r>
      </w:hyperlink>
      <w:r w:rsidRPr="008A5EFF">
        <w:rPr>
          <w:sz w:val="16"/>
          <w:szCs w:val="18"/>
        </w:rPr>
        <w:t>, SJBE</w:t>
      </w:r>
    </w:p>
    <w:p w14:paraId="145840CB" w14:textId="77777777" w:rsidR="00693BF5" w:rsidRPr="008A5EFF" w:rsidRDefault="00693BF5" w:rsidP="00693BF5">
      <w:pPr>
        <w:rPr>
          <w:rStyle w:val="Emphasis"/>
        </w:rPr>
      </w:pPr>
      <w:r w:rsidRPr="008A5EFF">
        <w:rPr>
          <w:rStyle w:val="Emphasis"/>
        </w:rPr>
        <w:t xml:space="preserve">The media has a special place in the implosion of meaning. In particular, it creates </w:t>
      </w:r>
      <w:hyperlink r:id="rId7" w:history="1">
        <w:r w:rsidRPr="008A5EFF">
          <w:rPr>
            <w:rStyle w:val="Emphasis"/>
          </w:rPr>
          <w:t>a pressure of excessive information</w:t>
        </w:r>
      </w:hyperlink>
      <w:r w:rsidRPr="008A5EFF">
        <w:rPr>
          <w:sz w:val="12"/>
        </w:rPr>
        <w:t xml:space="preserve">. According to an online saying, “getting information from the Internet is like taking a drink from a fire hydrant”. For Baudrillard, </w:t>
      </w:r>
      <w:r w:rsidRPr="008A5EFF">
        <w:rPr>
          <w:rStyle w:val="Emphasis"/>
        </w:rPr>
        <w:t xml:space="preserve">this leads to the </w:t>
      </w:r>
      <w:proofErr w:type="spellStart"/>
      <w:r w:rsidRPr="008A5EFF">
        <w:rPr>
          <w:rStyle w:val="Emphasis"/>
        </w:rPr>
        <w:t>destructuring</w:t>
      </w:r>
      <w:proofErr w:type="spellEnd"/>
      <w:r w:rsidRPr="008A5EFF">
        <w:rPr>
          <w:rStyle w:val="Emphasis"/>
        </w:rPr>
        <w:t xml:space="preserve"> of the social</w:t>
      </w:r>
      <w:r w:rsidRPr="008A5EFF">
        <w:rPr>
          <w:sz w:val="12"/>
        </w:rPr>
        <w:t xml:space="preserve">. Social life undergoes entropy. It implodes. Baudrillard also portrays </w:t>
      </w:r>
      <w:r w:rsidRPr="008A5EFF">
        <w:rPr>
          <w:rStyle w:val="Emphasis"/>
          <w:highlight w:val="green"/>
        </w:rPr>
        <w:t>the media</w:t>
      </w:r>
      <w:r w:rsidRPr="008A5EFF">
        <w:rPr>
          <w:sz w:val="12"/>
        </w:rPr>
        <w:t xml:space="preserve"> as performing certain functions. It </w:t>
      </w:r>
      <w:r w:rsidRPr="008A5EFF">
        <w:rPr>
          <w:rStyle w:val="Emphasis"/>
          <w:highlight w:val="green"/>
        </w:rPr>
        <w:t xml:space="preserve">juxtaposes disaster </w:t>
      </w:r>
      <w:r w:rsidRPr="008A5EFF">
        <w:rPr>
          <w:rStyle w:val="Emphasis"/>
        </w:rPr>
        <w:t>and disorder</w:t>
      </w:r>
      <w:r w:rsidRPr="008A5EFF">
        <w:rPr>
          <w:sz w:val="12"/>
        </w:rPr>
        <w:t xml:space="preserve">, shown in the news and in most TV shows (from action films and crime dramas to documentaries and police-camera reality-shows), </w:t>
      </w:r>
      <w:r w:rsidRPr="008A5EFF">
        <w:rPr>
          <w:rStyle w:val="Emphasis"/>
          <w:highlight w:val="green"/>
        </w:rPr>
        <w:t>to the system’s ideal of order</w:t>
      </w:r>
      <w:r w:rsidRPr="008A5EFF">
        <w:rPr>
          <w:sz w:val="12"/>
        </w:rPr>
        <w:t xml:space="preserve">, shown in the adverts in between. This order is portrayed as natural wellbeing, but is really a new regime of constraint in consumption. </w:t>
      </w:r>
      <w:r w:rsidRPr="008A5EFF">
        <w:rPr>
          <w:rStyle w:val="Emphasis"/>
        </w:rPr>
        <w:t xml:space="preserve">The media also injects people with a vaccine of unthreatening, mediated violence which keeps fatality at bay by displaying its signs. This vaccine covers up the actual fragility of consumerism. It restores grandeur and sublimity to the everyday by making it seem under threat. At the same time, the media encourages a sense of security. Even when it presents violence or disaster, </w:t>
      </w:r>
      <w:r w:rsidRPr="008A5EFF">
        <w:rPr>
          <w:rStyle w:val="Emphasis"/>
          <w:highlight w:val="green"/>
        </w:rPr>
        <w:t>the fact of not ‘being there’</w:t>
      </w:r>
      <w:r w:rsidRPr="008A5EFF">
        <w:rPr>
          <w:rStyle w:val="Emphasis"/>
        </w:rPr>
        <w:t xml:space="preserve"> while watching it makes it </w:t>
      </w:r>
      <w:r w:rsidRPr="008A5EFF">
        <w:rPr>
          <w:rStyle w:val="Emphasis"/>
          <w:highlight w:val="green"/>
        </w:rPr>
        <w:t>reinforce security.</w:t>
      </w:r>
      <w:r w:rsidRPr="008A5EFF">
        <w:rPr>
          <w:rStyle w:val="Emphasis"/>
        </w:rPr>
        <w:t xml:space="preserve"> Through the media, </w:t>
      </w:r>
      <w:r w:rsidRPr="008A5EFF">
        <w:rPr>
          <w:rStyle w:val="Emphasis"/>
          <w:highlight w:val="green"/>
        </w:rPr>
        <w:t>we never reach the real event</w:t>
      </w:r>
      <w:r w:rsidRPr="008A5EFF">
        <w:rPr>
          <w:rStyle w:val="Emphasis"/>
        </w:rPr>
        <w:t xml:space="preserve">, but </w:t>
      </w:r>
      <w:r w:rsidRPr="008A5EFF">
        <w:rPr>
          <w:rStyle w:val="Emphasis"/>
          <w:highlight w:val="green"/>
        </w:rPr>
        <w:t>only its informational stand-in,</w:t>
      </w:r>
      <w:r w:rsidRPr="008A5EFF">
        <w:rPr>
          <w:sz w:val="12"/>
        </w:rPr>
        <w:t xml:space="preserve"> which is open to endless interpretation. </w:t>
      </w:r>
      <w:r w:rsidRPr="008A5EFF">
        <w:rPr>
          <w:rStyle w:val="Emphasis"/>
        </w:rPr>
        <w:t xml:space="preserve">It is above all </w:t>
      </w:r>
      <w:r w:rsidRPr="008A5EFF">
        <w:rPr>
          <w:rStyle w:val="Emphasis"/>
          <w:highlight w:val="green"/>
        </w:rPr>
        <w:t xml:space="preserve">the form </w:t>
      </w:r>
      <w:r w:rsidRPr="008A5EFF">
        <w:rPr>
          <w:rStyle w:val="Emphasis"/>
        </w:rPr>
        <w:t xml:space="preserve">of the media, </w:t>
      </w:r>
      <w:r w:rsidRPr="008A5EFF">
        <w:rPr>
          <w:rStyle w:val="Emphasis"/>
          <w:highlight w:val="green"/>
        </w:rPr>
        <w:t xml:space="preserve">not the </w:t>
      </w:r>
      <w:r w:rsidRPr="008A5EFF">
        <w:rPr>
          <w:rStyle w:val="Emphasis"/>
        </w:rPr>
        <w:t xml:space="preserve">specific </w:t>
      </w:r>
      <w:r w:rsidRPr="008A5EFF">
        <w:rPr>
          <w:rStyle w:val="Emphasis"/>
          <w:highlight w:val="green"/>
        </w:rPr>
        <w:t>content</w:t>
      </w:r>
      <w:r w:rsidRPr="008A5EFF">
        <w:rPr>
          <w:rStyle w:val="Emphasis"/>
        </w:rPr>
        <w:t xml:space="preserve">, which has an ideological effect. The media’s specific informational content is subordinate to the function of producing consensus by </w:t>
      </w:r>
      <w:r w:rsidRPr="008A5EFF">
        <w:rPr>
          <w:rStyle w:val="Emphasis"/>
          <w:highlight w:val="green"/>
        </w:rPr>
        <w:t>deterring thought</w:t>
      </w:r>
      <w:r w:rsidRPr="008A5EFF">
        <w:rPr>
          <w:rStyle w:val="Emphasis"/>
        </w:rPr>
        <w:t>. Knowledge of the event as an aspect of life is prevented</w:t>
      </w:r>
      <w:r w:rsidRPr="008A5EFF">
        <w:rPr>
          <w:sz w:val="12"/>
        </w:rPr>
        <w:t xml:space="preserve">, creating an atmosphere of stupidity. </w:t>
      </w:r>
      <w:r w:rsidRPr="008A5EFF">
        <w:rPr>
          <w:rStyle w:val="Emphasis"/>
        </w:rPr>
        <w:t>Consensus functions by the exclusion of more radical others, and the mobilisation of resources to destroy them</w:t>
      </w:r>
      <w:r w:rsidRPr="008A5EFF">
        <w:rPr>
          <w:sz w:val="12"/>
        </w:rPr>
        <w:t xml:space="preserve">. It is achieved by powerlessness. The personal response, and responsiveness, is not possible in mass media. </w:t>
      </w:r>
      <w:r w:rsidRPr="008A5EFF">
        <w:rPr>
          <w:rStyle w:val="Emphasis"/>
          <w:highlight w:val="green"/>
        </w:rPr>
        <w:t>Disasters</w:t>
      </w:r>
      <w:r w:rsidRPr="008A5EFF">
        <w:rPr>
          <w:rStyle w:val="Emphasis"/>
        </w:rPr>
        <w:t xml:space="preserve"> past and present </w:t>
      </w:r>
      <w:r w:rsidRPr="008A5EFF">
        <w:rPr>
          <w:rStyle w:val="Emphasis"/>
          <w:highlight w:val="green"/>
        </w:rPr>
        <w:t xml:space="preserve">are </w:t>
      </w:r>
      <w:proofErr w:type="spellStart"/>
      <w:r w:rsidRPr="008A5EFF">
        <w:rPr>
          <w:rStyle w:val="Emphasis"/>
          <w:highlight w:val="green"/>
        </w:rPr>
        <w:t>neutralised</w:t>
      </w:r>
      <w:proofErr w:type="spellEnd"/>
      <w:r w:rsidRPr="008A5EFF">
        <w:rPr>
          <w:rStyle w:val="Emphasis"/>
          <w:highlight w:val="green"/>
        </w:rPr>
        <w:t xml:space="preserve"> in a simple emotional response</w:t>
      </w:r>
      <w:r w:rsidRPr="008A5EFF">
        <w:rPr>
          <w:rStyle w:val="Emphasis"/>
        </w:rPr>
        <w:t xml:space="preserve">. Events like Live Aid involve </w:t>
      </w:r>
      <w:r w:rsidRPr="008A5EFF">
        <w:rPr>
          <w:rStyle w:val="Emphasis"/>
          <w:highlight w:val="green"/>
        </w:rPr>
        <w:t>viewers enjoyi</w:t>
      </w:r>
      <w:r w:rsidRPr="008A5EFF">
        <w:rPr>
          <w:rStyle w:val="Emphasis"/>
        </w:rPr>
        <w:t xml:space="preserve">ng </w:t>
      </w:r>
      <w:r w:rsidRPr="008A5EFF">
        <w:rPr>
          <w:rStyle w:val="Emphasis"/>
          <w:highlight w:val="green"/>
        </w:rPr>
        <w:t>the spectacle of their own compassion</w:t>
      </w:r>
      <w:r w:rsidRPr="008A5EFF">
        <w:rPr>
          <w:rStyle w:val="Emphasis"/>
        </w:rPr>
        <w:t>. News programmes treat all spectacles as interchangeable, reducing everything to spectacle.</w:t>
      </w:r>
      <w:r w:rsidRPr="008A5EFF">
        <w:rPr>
          <w:sz w:val="12"/>
        </w:rPr>
        <w:t xml:space="preserve"> As a result, the media mainly talks about itself. </w:t>
      </w:r>
      <w:r w:rsidRPr="008A5EFF">
        <w:rPr>
          <w:rStyle w:val="Emphasis"/>
        </w:rPr>
        <w:t xml:space="preserve">The real function of the media is to transmit the general outlook of </w:t>
      </w:r>
      <w:r w:rsidRPr="008A5EFF">
        <w:rPr>
          <w:rStyle w:val="Emphasis"/>
          <w:highlight w:val="green"/>
        </w:rPr>
        <w:t>reducing everything to signs</w:t>
      </w:r>
      <w:r w:rsidRPr="008A5EFF">
        <w:rPr>
          <w:rStyle w:val="Emphasis"/>
        </w:rPr>
        <w:t xml:space="preserve">. </w:t>
      </w:r>
      <w:r w:rsidRPr="008A5EFF">
        <w:rPr>
          <w:sz w:val="12"/>
        </w:rPr>
        <w:t xml:space="preserve">Media technologies subtly alter how viewers and readers think. Viewers have to unconsciously decode stories, and as a result, </w:t>
      </w:r>
      <w:proofErr w:type="spellStart"/>
      <w:r w:rsidRPr="008A5EFF">
        <w:rPr>
          <w:sz w:val="12"/>
        </w:rPr>
        <w:t>internalise</w:t>
      </w:r>
      <w:proofErr w:type="spellEnd"/>
      <w:r w:rsidRPr="008A5EFF">
        <w:rPr>
          <w:sz w:val="12"/>
        </w:rPr>
        <w:t xml:space="preserve"> the code. Behind the shifting images lies a conception of a world which can be seen, divided into segments, and read in signs. Increasingly, only what can be read is allowed to exist. The differences between news and adverts are also significant: whereas adverts are cheery and encourage engagement, </w:t>
      </w:r>
      <w:r w:rsidRPr="008A5EFF">
        <w:rPr>
          <w:rStyle w:val="Emphasis"/>
        </w:rPr>
        <w:t>news</w:t>
      </w:r>
      <w:r w:rsidRPr="008A5EFF">
        <w:rPr>
          <w:sz w:val="12"/>
        </w:rPr>
        <w:t xml:space="preserve"> encourages lack of concern through a blank, neutral tone. An ideological code of mass culture is created through the mass media’s formal homogeneity, and through technical processes such as articulation and segmentation. Mass culture, according to Baudrillard, is a set of </w:t>
      </w:r>
      <w:proofErr w:type="spellStart"/>
      <w:r w:rsidRPr="008A5EFF">
        <w:rPr>
          <w:sz w:val="12"/>
        </w:rPr>
        <w:t>ritualised</w:t>
      </w:r>
      <w:proofErr w:type="spellEnd"/>
      <w:r w:rsidRPr="008A5EFF">
        <w:rPr>
          <w:sz w:val="12"/>
        </w:rPr>
        <w:t xml:space="preserve"> signs of culture, with no actual content. For example, he refers to the isolated knowledge and trivia of quiz shows. Culture is reduced to the lowest common denominator of right answers. </w:t>
      </w:r>
      <w:r w:rsidRPr="008A5EFF">
        <w:rPr>
          <w:rStyle w:val="Emphasis"/>
        </w:rPr>
        <w:t>Speed of reaction-time and trial-and-error replace intellectual questioning of the answers. The form of the question-answer or stimulus-response pairing is reproduced across capitalist culture</w:t>
      </w:r>
      <w:r w:rsidRPr="008A5EFF">
        <w:rPr>
          <w:sz w:val="12"/>
        </w:rPr>
        <w:t>. Participation in a liturgy or ritual is all that remains of collective participation, and it would be undermined by symbolic processes. People affiliate to groups by reproducing their signs. This occurs both with specific groups, such as Guardian- or Sun-readers, and across the entire culture. It creates a kind of magical communion of the mass through electronic mass media. People are “</w:t>
      </w:r>
      <w:proofErr w:type="spellStart"/>
      <w:r w:rsidRPr="008A5EFF">
        <w:rPr>
          <w:sz w:val="12"/>
        </w:rPr>
        <w:t>retribalised</w:t>
      </w:r>
      <w:proofErr w:type="spellEnd"/>
      <w:r w:rsidRPr="008A5EFF">
        <w:rPr>
          <w:sz w:val="12"/>
        </w:rPr>
        <w:t xml:space="preserve">” through a simulated totality, arising from signs which demand cultural complicity instead of conveying a meaning-content. </w:t>
      </w:r>
      <w:r w:rsidRPr="008A5EFF">
        <w:rPr>
          <w:rStyle w:val="Emphasis"/>
        </w:rPr>
        <w:t>Language becomes a fetish by being used mainly for ingroup collusion</w:t>
      </w:r>
      <w:r w:rsidRPr="008A5EFF">
        <w:rPr>
          <w:sz w:val="12"/>
        </w:rPr>
        <w:t xml:space="preserve">. A collapsing regime? What are the social effects of all these changes? The main function of the changes is to </w:t>
      </w:r>
      <w:proofErr w:type="spellStart"/>
      <w:r w:rsidRPr="008A5EFF">
        <w:rPr>
          <w:sz w:val="12"/>
        </w:rPr>
        <w:t>actualise</w:t>
      </w:r>
      <w:proofErr w:type="spellEnd"/>
      <w:r w:rsidRPr="008A5EFF">
        <w:rPr>
          <w:sz w:val="12"/>
        </w:rPr>
        <w:t xml:space="preserve"> and preserve the system. </w:t>
      </w:r>
      <w:r w:rsidRPr="008A5EFF">
        <w:rPr>
          <w:rStyle w:val="Emphasis"/>
        </w:rPr>
        <w:t>Ultimately, the system seeks only to preserve itself. The ultimate end of politics, concealed by democratic discourse, is to maintain control of the population by any means necessary, including terror. The system is a kind of violence without consequences. It constantly dominates through deterrence,</w:t>
      </w:r>
      <w:r w:rsidRPr="008A5EFF">
        <w:rPr>
          <w:sz w:val="12"/>
        </w:rPr>
        <w:t xml:space="preserve"> without this gesture being returned or reversed. It is sustained by fascination for the system’s operations. And its effects on the everyday? The social is now a special effect. The appearance of networks converging on an empty site of collective happiness produces the special effect. Consumption now functions like labour. It is a kind of work, which gives the system sign-value. </w:t>
      </w:r>
      <w:r w:rsidRPr="008A5EFF">
        <w:rPr>
          <w:rStyle w:val="Emphasis"/>
        </w:rPr>
        <w:t>We have lost the social, the real, and power</w:t>
      </w:r>
      <w:r w:rsidRPr="008A5EFF">
        <w:rPr>
          <w:sz w:val="12"/>
        </w:rPr>
        <w:t xml:space="preserve">. We don’t know how to mourn them. </w:t>
      </w:r>
      <w:r w:rsidRPr="008A5EFF">
        <w:rPr>
          <w:rStyle w:val="Emphasis"/>
        </w:rPr>
        <w:t xml:space="preserve">We </w:t>
      </w:r>
      <w:r w:rsidRPr="008A5EFF">
        <w:rPr>
          <w:rStyle w:val="Emphasis"/>
          <w:highlight w:val="green"/>
        </w:rPr>
        <w:t xml:space="preserve">become </w:t>
      </w:r>
      <w:r w:rsidRPr="008A5EFF">
        <w:rPr>
          <w:rStyle w:val="Emphasis"/>
        </w:rPr>
        <w:t xml:space="preserve">fascinated by </w:t>
      </w:r>
      <w:r w:rsidRPr="008A5EFF">
        <w:rPr>
          <w:rStyle w:val="Emphasis"/>
          <w:highlight w:val="green"/>
        </w:rPr>
        <w:t>the real as a lost objec</w:t>
      </w:r>
      <w:r w:rsidRPr="008A5EFF">
        <w:rPr>
          <w:rStyle w:val="Emphasis"/>
        </w:rPr>
        <w:t>t</w:t>
      </w:r>
      <w:r w:rsidRPr="008A5EFF">
        <w:rPr>
          <w:sz w:val="12"/>
        </w:rPr>
        <w:t xml:space="preserve">. </w:t>
      </w:r>
      <w:r w:rsidRPr="008A5EFF">
        <w:rPr>
          <w:rStyle w:val="Emphasis"/>
          <w:highlight w:val="green"/>
        </w:rPr>
        <w:t>Melancholy</w:t>
      </w:r>
      <w:r w:rsidRPr="008A5EFF">
        <w:rPr>
          <w:rStyle w:val="Emphasis"/>
        </w:rPr>
        <w:t xml:space="preserve"> (depression) becomes the dominant tone of social life. It </w:t>
      </w:r>
      <w:r w:rsidRPr="008A5EFF">
        <w:rPr>
          <w:rStyle w:val="Emphasis"/>
          <w:highlight w:val="green"/>
        </w:rPr>
        <w:t>is a brutal disaffection</w:t>
      </w:r>
      <w:r w:rsidRPr="008A5EFF">
        <w:rPr>
          <w:rStyle w:val="Emphasis"/>
        </w:rPr>
        <w:t xml:space="preserve"> arising </w:t>
      </w:r>
      <w:r w:rsidRPr="008A5EFF">
        <w:rPr>
          <w:rStyle w:val="Emphasis"/>
          <w:highlight w:val="green"/>
        </w:rPr>
        <w:t>from</w:t>
      </w:r>
      <w:r w:rsidRPr="008A5EFF">
        <w:rPr>
          <w:rStyle w:val="Emphasis"/>
        </w:rPr>
        <w:t xml:space="preserve"> </w:t>
      </w:r>
      <w:proofErr w:type="spellStart"/>
      <w:r w:rsidRPr="008A5EFF">
        <w:rPr>
          <w:rStyle w:val="Emphasis"/>
        </w:rPr>
        <w:t>generalised</w:t>
      </w:r>
      <w:proofErr w:type="spellEnd"/>
      <w:r w:rsidRPr="008A5EFF">
        <w:rPr>
          <w:rStyle w:val="Emphasis"/>
        </w:rPr>
        <w:t xml:space="preserve"> simulation and </w:t>
      </w:r>
      <w:r w:rsidRPr="008A5EFF">
        <w:rPr>
          <w:rStyle w:val="Emphasis"/>
          <w:highlight w:val="green"/>
        </w:rPr>
        <w:t>the loss of intensity and meaning</w:t>
      </w:r>
      <w:r w:rsidRPr="008A5EFF">
        <w:rPr>
          <w:rStyle w:val="Emphasis"/>
        </w:rPr>
        <w:t xml:space="preserve">. </w:t>
      </w:r>
      <w:r w:rsidRPr="008A5EFF">
        <w:rPr>
          <w:sz w:val="12"/>
        </w:rPr>
        <w:t xml:space="preserve">The system seems too strong to be checked. People become fascinated at what is happening to signs and to reality. The lines between categories become vague and categories begin to disappear, or become poorly defined or all-encompassing. The lack of differentiation – the collapse of the segmenting categories – brings us back to a terrifying, undivided nature. </w:t>
      </w:r>
      <w:r w:rsidRPr="008A5EFF">
        <w:rPr>
          <w:rStyle w:val="Emphasis"/>
        </w:rPr>
        <w:t xml:space="preserve">Interstitial space – </w:t>
      </w:r>
      <w:r w:rsidRPr="008A5EFF">
        <w:rPr>
          <w:rStyle w:val="Emphasis"/>
          <w:highlight w:val="green"/>
        </w:rPr>
        <w:t>the space between things – disappears</w:t>
      </w:r>
      <w:r w:rsidRPr="008A5EFF">
        <w:rPr>
          <w:rStyle w:val="Emphasis"/>
        </w:rPr>
        <w:t xml:space="preserve">. We are overwhelmed by the over-proximity of all things, </w:t>
      </w:r>
      <w:r w:rsidRPr="008A5EFF">
        <w:rPr>
          <w:rStyle w:val="Emphasis"/>
          <w:highlight w:val="green"/>
        </w:rPr>
        <w:t>like</w:t>
      </w:r>
      <w:r w:rsidRPr="008A5EFF">
        <w:rPr>
          <w:rStyle w:val="Emphasis"/>
        </w:rPr>
        <w:t xml:space="preserve"> in the Lacanian view of </w:t>
      </w:r>
      <w:r w:rsidRPr="008A5EFF">
        <w:rPr>
          <w:rStyle w:val="Emphasis"/>
          <w:highlight w:val="green"/>
        </w:rPr>
        <w:t>psychosis</w:t>
      </w:r>
      <w:r w:rsidRPr="008A5EFF">
        <w:rPr>
          <w:rStyle w:val="Emphasis"/>
        </w:rPr>
        <w:t xml:space="preserve">. It’s not so much that </w:t>
      </w:r>
      <w:r w:rsidRPr="008A5EFF">
        <w:rPr>
          <w:rStyle w:val="Emphasis"/>
          <w:highlight w:val="green"/>
        </w:rPr>
        <w:t>reality</w:t>
      </w:r>
      <w:r w:rsidRPr="008A5EFF">
        <w:rPr>
          <w:rStyle w:val="Emphasis"/>
        </w:rPr>
        <w:t xml:space="preserve"> doesn’t exist, as that it </w:t>
      </w:r>
      <w:r w:rsidRPr="008A5EFF">
        <w:rPr>
          <w:rStyle w:val="Emphasis"/>
          <w:highlight w:val="green"/>
        </w:rPr>
        <w:t>is inaccessible</w:t>
      </w:r>
      <w:r w:rsidRPr="008A5EFF">
        <w:rPr>
          <w:rStyle w:val="Emphasis"/>
        </w:rPr>
        <w:t xml:space="preserve"> from within a regime of simulation</w:t>
      </w:r>
      <w:r w:rsidRPr="008A5EFF">
        <w:rPr>
          <w:sz w:val="12"/>
        </w:rPr>
        <w:t xml:space="preserve">. Transparency has the effect of curtailing intensity. Social life falls into a stupor or inertia, ‘deterred’ by the code and by its own transparency. Today, illusion no longer counts. Survival depends on the real, the object. This has negative effects. Objectivity is the opposite of fatality, and is always subject to law. This is another way of saying that we are lacking the symbolic dimension. This lack resounds throughout various fields, putting an end to values. The autonomy of the system of signs puts an end to the regime of signs, of representation, and of production. Aesthetics are destroyed by the cold, systematic reproduction of functional objects, including objects signifying beauty. Signs become socially mobile, as in the phenomena of kitsch and cliché. </w:t>
      </w:r>
      <w:r w:rsidRPr="008A5EFF">
        <w:rPr>
          <w:rStyle w:val="Emphasis"/>
        </w:rPr>
        <w:t xml:space="preserve">All the humanist criteria of value – from morality to truth to aesthetics – </w:t>
      </w:r>
      <w:proofErr w:type="gramStart"/>
      <w:r w:rsidRPr="008A5EFF">
        <w:rPr>
          <w:rStyle w:val="Emphasis"/>
        </w:rPr>
        <w:t>disappear, because</w:t>
      </w:r>
      <w:proofErr w:type="gramEnd"/>
      <w:r w:rsidRPr="008A5EFF">
        <w:rPr>
          <w:rStyle w:val="Emphasis"/>
        </w:rPr>
        <w:t xml:space="preserve"> the code rests on indifference and </w:t>
      </w:r>
      <w:proofErr w:type="spellStart"/>
      <w:r w:rsidRPr="008A5EFF">
        <w:rPr>
          <w:rStyle w:val="Emphasis"/>
        </w:rPr>
        <w:t>neutralisation</w:t>
      </w:r>
      <w:proofErr w:type="spellEnd"/>
      <w:r w:rsidRPr="008A5EFF">
        <w:rPr>
          <w:sz w:val="12"/>
        </w:rPr>
        <w:t xml:space="preserve">. Capitalism almost becomes a parody of itself. The situation of indistinction which reason and science have historically struggled against is now coming into existence, because of hyperreality – because a lot of what exists is neither objectively true nor subjectively imagined. Panic tends to arise because of the functioning of value separately from its referential contents. </w:t>
      </w:r>
      <w:r w:rsidRPr="008A5EFF">
        <w:rPr>
          <w:rStyle w:val="Emphasis"/>
        </w:rPr>
        <w:t>We are living through a collapse of meaning.</w:t>
      </w:r>
    </w:p>
    <w:p w14:paraId="18BA59E8" w14:textId="77777777" w:rsidR="00693BF5" w:rsidRPr="00693BF5" w:rsidRDefault="00693BF5" w:rsidP="00693BF5"/>
    <w:p w14:paraId="5D299B7E" w14:textId="77777777" w:rsidR="00693BF5" w:rsidRDefault="00693BF5" w:rsidP="00693BF5">
      <w:pPr>
        <w:pStyle w:val="Heading4"/>
      </w:pPr>
      <w:r>
        <w:t>Their form of politics sustains a bad relationship to the death drive, ensuring extinction.</w:t>
      </w:r>
    </w:p>
    <w:p w14:paraId="203F0B24" w14:textId="77777777" w:rsidR="00693BF5" w:rsidRDefault="00693BF5" w:rsidP="00693BF5">
      <w:proofErr w:type="spellStart"/>
      <w:r w:rsidRPr="007F72BE">
        <w:rPr>
          <w:rStyle w:val="Style13ptBold"/>
        </w:rPr>
        <w:t>Themi</w:t>
      </w:r>
      <w:proofErr w:type="spellEnd"/>
      <w:r w:rsidRPr="007F72BE">
        <w:rPr>
          <w:rStyle w:val="Style13ptBold"/>
        </w:rPr>
        <w:t xml:space="preserve"> 8 </w:t>
      </w:r>
      <w:r>
        <w:t>[</w:t>
      </w:r>
      <w:r w:rsidRPr="007F72BE">
        <w:t>Tim</w:t>
      </w:r>
      <w:r>
        <w:t>;</w:t>
      </w:r>
      <w:r w:rsidRPr="007F72BE">
        <w:t xml:space="preserve"> </w:t>
      </w:r>
      <w:r>
        <w:t>Professor</w:t>
      </w:r>
      <w:r w:rsidRPr="007F72BE">
        <w:t xml:space="preserve"> in Philosophy </w:t>
      </w:r>
      <w:r>
        <w:t>C</w:t>
      </w:r>
      <w:r w:rsidRPr="007F72BE">
        <w:t>amp; Psychoanalysis from the School of Humanities &amp;amp; Social Sciences at Deakin University, “HOW LACAN’S ETHICS MIGHT IMPROVE OUR UNDERSTANDING OF NIETZSCHE’S CRITIQUE OF PLATONISM: THE NEUROSIS &amp;amp; NIHILSM OF A ‘LIFE’ AGAINST LIFE</w:t>
      </w:r>
      <w:r>
        <w:t>,</w:t>
      </w:r>
      <w:r w:rsidRPr="007F72BE">
        <w:t>” Cosmos and History: The Journal of Natural and Social Philosophy, Vol 4, No 1-2</w:t>
      </w:r>
      <w:r>
        <w:t xml:space="preserve">; 2008; </w:t>
      </w:r>
      <w:r w:rsidRPr="007F72BE">
        <w:t>http://www.cosmosandhistory.org/index.php/journal/article/view/96/192</w:t>
      </w:r>
      <w:r>
        <w:t>]</w:t>
      </w:r>
      <w:r w:rsidRPr="007F72BE">
        <w:t xml:space="preserve"> </w:t>
      </w:r>
      <w:r>
        <w:t>EG // Re-Cut Justin</w:t>
      </w:r>
    </w:p>
    <w:p w14:paraId="2D9B19CE" w14:textId="77777777" w:rsidR="00693BF5" w:rsidRPr="00A74F7A" w:rsidRDefault="00693BF5" w:rsidP="00693BF5">
      <w:pPr>
        <w:rPr>
          <w:sz w:val="16"/>
        </w:rPr>
      </w:pPr>
      <w:r w:rsidRPr="00A74F7A">
        <w:rPr>
          <w:sz w:val="16"/>
        </w:rPr>
        <w:t xml:space="preserve">But with our </w:t>
      </w:r>
      <w:r w:rsidRPr="00A74F7A">
        <w:rPr>
          <w:u w:val="single"/>
        </w:rPr>
        <w:t xml:space="preserve">advancements in </w:t>
      </w:r>
      <w:r w:rsidRPr="00AB0E8B">
        <w:rPr>
          <w:rStyle w:val="Emphasis"/>
          <w:highlight w:val="green"/>
        </w:rPr>
        <w:t>technological power</w:t>
      </w:r>
      <w:r w:rsidRPr="00AB0E8B">
        <w:rPr>
          <w:rStyle w:val="Emphasis"/>
        </w:rPr>
        <w:t xml:space="preserve"> outmatching by far any correlative advance</w:t>
      </w:r>
      <w:r w:rsidRPr="00A74F7A">
        <w:rPr>
          <w:sz w:val="16"/>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A74F7A">
        <w:rPr>
          <w:u w:val="single"/>
        </w:rPr>
        <w:t xml:space="preserve">the renewed </w:t>
      </w:r>
      <w:r w:rsidRPr="00AB0E8B">
        <w:rPr>
          <w:rStyle w:val="Emphasis"/>
        </w:rPr>
        <w:t xml:space="preserve">proliferation of </w:t>
      </w:r>
      <w:r w:rsidRPr="00AB0E8B">
        <w:rPr>
          <w:rStyle w:val="Emphasis"/>
          <w:highlight w:val="green"/>
        </w:rPr>
        <w:t>nuclear weapons</w:t>
      </w:r>
      <w:r w:rsidRPr="00A74F7A">
        <w:rPr>
          <w:u w:val="single"/>
        </w:rPr>
        <w:t xml:space="preserve"> which occurs, no less, amidst a world where </w:t>
      </w:r>
      <w:r w:rsidRPr="00AB0E8B">
        <w:rPr>
          <w:rStyle w:val="Emphasis"/>
        </w:rPr>
        <w:t xml:space="preserve">vital </w:t>
      </w:r>
      <w:r w:rsidRPr="00AB0E8B">
        <w:rPr>
          <w:rStyle w:val="Emphasis"/>
          <w:highlight w:val="green"/>
        </w:rPr>
        <w:t>resources</w:t>
      </w:r>
      <w:r w:rsidRPr="00AB0E8B">
        <w:rPr>
          <w:rStyle w:val="Emphasis"/>
        </w:rPr>
        <w:t xml:space="preserve"> for </w:t>
      </w:r>
      <w:r w:rsidRPr="00AB0E8B">
        <w:rPr>
          <w:rStyle w:val="Emphasis"/>
          <w:highlight w:val="green"/>
        </w:rPr>
        <w:t xml:space="preserve">energy </w:t>
      </w:r>
      <w:r w:rsidRPr="00AB0E8B">
        <w:rPr>
          <w:rStyle w:val="Emphasis"/>
        </w:rPr>
        <w:t xml:space="preserve">and </w:t>
      </w:r>
      <w:r w:rsidRPr="00AB0E8B">
        <w:rPr>
          <w:rStyle w:val="Emphasis"/>
          <w:highlight w:val="green"/>
        </w:rPr>
        <w:t>democracy</w:t>
      </w:r>
      <w:r w:rsidRPr="00AB0E8B">
        <w:rPr>
          <w:rStyle w:val="Emphasis"/>
        </w:rPr>
        <w:t xml:space="preserve"> are </w:t>
      </w:r>
      <w:r w:rsidRPr="00AB0E8B">
        <w:rPr>
          <w:rStyle w:val="Emphasis"/>
          <w:highlight w:val="green"/>
        </w:rPr>
        <w:t>wearing thin</w:t>
      </w:r>
      <w:r w:rsidRPr="00A74F7A">
        <w:rPr>
          <w:sz w:val="16"/>
        </w:rPr>
        <w:t xml:space="preserve">[50]. For just such reasons, </w:t>
      </w:r>
      <w:proofErr w:type="spellStart"/>
      <w:r w:rsidRPr="00A74F7A">
        <w:rPr>
          <w:sz w:val="16"/>
        </w:rPr>
        <w:t>wilful</w:t>
      </w:r>
      <w:proofErr w:type="spellEnd"/>
      <w:r w:rsidRPr="00A74F7A">
        <w:rPr>
          <w:sz w:val="16"/>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p>
    <w:p w14:paraId="3239B061" w14:textId="77777777" w:rsidR="00693BF5" w:rsidRPr="00A74F7A" w:rsidRDefault="00693BF5" w:rsidP="00693BF5">
      <w:pPr>
        <w:rPr>
          <w:sz w:val="16"/>
        </w:rPr>
      </w:pPr>
      <w:r w:rsidRPr="00A74F7A">
        <w:rPr>
          <w:sz w:val="16"/>
        </w:rPr>
        <w:t xml:space="preserve">CONCLUSION: THE NEUROSIS &amp;amp; NIHILISM OF A ‘LIFE’ AGAINST LIFE. </w:t>
      </w:r>
    </w:p>
    <w:p w14:paraId="6A304A15" w14:textId="77777777" w:rsidR="00693BF5" w:rsidRPr="00A74F7A" w:rsidRDefault="00693BF5" w:rsidP="00693BF5">
      <w:pPr>
        <w:rPr>
          <w:sz w:val="16"/>
        </w:rPr>
      </w:pPr>
      <w:r w:rsidRPr="00A74F7A">
        <w:rPr>
          <w:sz w:val="16"/>
        </w:rPr>
        <w:t xml:space="preserve">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p>
    <w:p w14:paraId="59970775" w14:textId="77777777" w:rsidR="00693BF5" w:rsidRPr="00A74F7A" w:rsidRDefault="00693BF5" w:rsidP="00693BF5">
      <w:pPr>
        <w:rPr>
          <w:sz w:val="16"/>
        </w:rPr>
      </w:pPr>
      <w:r w:rsidRPr="00F24548">
        <w:rPr>
          <w:u w:val="single"/>
        </w:rPr>
        <w:t xml:space="preserve">Today when faced with </w:t>
      </w:r>
      <w:r w:rsidRPr="00A74F7A">
        <w:rPr>
          <w:highlight w:val="green"/>
          <w:u w:val="single"/>
        </w:rPr>
        <w:t>problems of</w:t>
      </w:r>
      <w:r w:rsidRPr="00F24548">
        <w:rPr>
          <w:u w:val="single"/>
        </w:rPr>
        <w:t xml:space="preserve"> the </w:t>
      </w:r>
      <w:r w:rsidRPr="00AB0E8B">
        <w:rPr>
          <w:rStyle w:val="Emphasis"/>
        </w:rPr>
        <w:t xml:space="preserve">magnitude of </w:t>
      </w:r>
      <w:r w:rsidRPr="00AB0E8B">
        <w:rPr>
          <w:rStyle w:val="Emphasis"/>
          <w:highlight w:val="green"/>
        </w:rPr>
        <w:t>global warming</w:t>
      </w:r>
      <w:r w:rsidRPr="00A74F7A">
        <w:rPr>
          <w:sz w:val="16"/>
        </w:rPr>
        <w:t xml:space="preserve">––a special but by no means solo case of adverse environment change at present due to our physical treatment of the planet––we often think the answer is to be more moral, </w:t>
      </w:r>
      <w:proofErr w:type="gramStart"/>
      <w:r w:rsidRPr="00A74F7A">
        <w:rPr>
          <w:sz w:val="16"/>
        </w:rPr>
        <w:t>more good</w:t>
      </w:r>
      <w:proofErr w:type="gramEnd"/>
      <w:r w:rsidRPr="00A74F7A">
        <w:rPr>
          <w:sz w:val="16"/>
        </w:rPr>
        <w:t xml:space="preserve">,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1205E8B3" w14:textId="77777777" w:rsidR="00693BF5" w:rsidRPr="00A74F7A" w:rsidRDefault="00693BF5" w:rsidP="00693BF5">
      <w:pPr>
        <w:rPr>
          <w:sz w:val="16"/>
        </w:rPr>
      </w:pPr>
      <w:r w:rsidRPr="00A74F7A">
        <w:rPr>
          <w:sz w:val="16"/>
        </w:rPr>
        <w:t xml:space="preserve">Presently </w:t>
      </w:r>
      <w:r w:rsidRPr="00A74F7A">
        <w:rPr>
          <w:u w:val="single"/>
        </w:rPr>
        <w:t xml:space="preserve">we </w:t>
      </w:r>
      <w:r w:rsidRPr="00AB0E8B">
        <w:rPr>
          <w:u w:val="single"/>
        </w:rPr>
        <w:t>are accelerating along the</w:t>
      </w:r>
      <w:r w:rsidRPr="00A74F7A">
        <w:rPr>
          <w:u w:val="single"/>
        </w:rPr>
        <w:t xml:space="preserve"> path of</w:t>
      </w:r>
      <w:r w:rsidRPr="00A74F7A">
        <w:rPr>
          <w:sz w:val="16"/>
        </w:rPr>
        <w:t xml:space="preserve"> what Lacan discloses as our </w:t>
      </w:r>
      <w:proofErr w:type="spellStart"/>
      <w:r w:rsidRPr="00A74F7A">
        <w:rPr>
          <w:u w:val="single"/>
        </w:rPr>
        <w:t>civilisation’s</w:t>
      </w:r>
      <w:proofErr w:type="spellEnd"/>
      <w:r w:rsidRPr="00A74F7A">
        <w:rPr>
          <w:u w:val="single"/>
        </w:rPr>
        <w:t xml:space="preserve"> </w:t>
      </w:r>
      <w:r w:rsidRPr="00AB0E8B">
        <w:rPr>
          <w:rStyle w:val="Emphasis"/>
        </w:rPr>
        <w:t>“</w:t>
      </w:r>
      <w:r w:rsidRPr="00AB0E8B">
        <w:rPr>
          <w:rStyle w:val="Emphasis"/>
          <w:highlight w:val="green"/>
        </w:rPr>
        <w:t>race towards destruction</w:t>
      </w:r>
      <w:r w:rsidRPr="00AB0E8B">
        <w:rPr>
          <w:rStyle w:val="Emphasis"/>
        </w:rPr>
        <w:t>”</w:t>
      </w:r>
      <w:r w:rsidRPr="00A74F7A">
        <w:rPr>
          <w:u w:val="single"/>
        </w:rPr>
        <w:t xml:space="preserve">, a “massive destruction”, “a resurgence of savagery”, snaking the paths traced out before us by the centuries long dominion of </w:t>
      </w:r>
      <w:r w:rsidRPr="00AB0E8B">
        <w:rPr>
          <w:rStyle w:val="Emphasis"/>
        </w:rPr>
        <w:t>Western morality</w:t>
      </w:r>
      <w:r w:rsidRPr="00A74F7A">
        <w:rPr>
          <w:sz w:val="16"/>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w:t>
      </w:r>
      <w:r w:rsidRPr="00A74F7A">
        <w:rPr>
          <w:u w:val="single"/>
        </w:rPr>
        <w:t>It’s because</w:t>
      </w:r>
      <w:r w:rsidRPr="00A74F7A">
        <w:rPr>
          <w:sz w:val="16"/>
        </w:rPr>
        <w:t xml:space="preserve"> we still at some level think that being more moral, in accordance with the Good’s inherited repressive structures towards our </w:t>
      </w:r>
      <w:r w:rsidRPr="00AB0E8B">
        <w:rPr>
          <w:rStyle w:val="Emphasis"/>
          <w:highlight w:val="green"/>
        </w:rPr>
        <w:t>drives, desire</w:t>
      </w:r>
      <w:r w:rsidRPr="00AB0E8B">
        <w:rPr>
          <w:rStyle w:val="Emphasis"/>
        </w:rPr>
        <w:t>, and truthfulness</w:t>
      </w:r>
      <w:r w:rsidRPr="00A74F7A">
        <w:rPr>
          <w:sz w:val="16"/>
        </w:rPr>
        <w:t xml:space="preserve"> about the real, </w:t>
      </w:r>
      <w:r w:rsidRPr="00A74F7A">
        <w:rPr>
          <w:u w:val="single"/>
        </w:rPr>
        <w:t xml:space="preserve">is actually </w:t>
      </w:r>
      <w:r w:rsidRPr="00A74F7A">
        <w:rPr>
          <w:highlight w:val="green"/>
          <w:u w:val="single"/>
        </w:rPr>
        <w:t>the</w:t>
      </w:r>
      <w:r w:rsidRPr="00A74F7A">
        <w:rPr>
          <w:sz w:val="16"/>
        </w:rPr>
        <w:t xml:space="preserve"> answer to––rather than the </w:t>
      </w:r>
      <w:r w:rsidRPr="00AB0E8B">
        <w:rPr>
          <w:rStyle w:val="Emphasis"/>
          <w:highlight w:val="green"/>
        </w:rPr>
        <w:t>source</w:t>
      </w:r>
      <w:r w:rsidRPr="00A74F7A">
        <w:rPr>
          <w:u w:val="single"/>
        </w:rPr>
        <w:t xml:space="preserve"> of––our most </w:t>
      </w:r>
      <w:r w:rsidRPr="00AB0E8B">
        <w:rPr>
          <w:rStyle w:val="Emphasis"/>
        </w:rPr>
        <w:t>tragic problems</w:t>
      </w:r>
      <w:r w:rsidRPr="00A74F7A">
        <w:rPr>
          <w:u w:val="single"/>
        </w:rPr>
        <w:t>.</w:t>
      </w:r>
      <w:r w:rsidRPr="00A74F7A">
        <w:rPr>
          <w:sz w:val="16"/>
        </w:rPr>
        <w:t xml:space="preserve"> </w:t>
      </w:r>
    </w:p>
    <w:p w14:paraId="07BCE2AA" w14:textId="77777777" w:rsidR="00693BF5" w:rsidRPr="00A74F7A" w:rsidRDefault="00693BF5" w:rsidP="00693BF5">
      <w:pPr>
        <w:rPr>
          <w:u w:val="single"/>
        </w:rPr>
      </w:pPr>
      <w:r w:rsidRPr="00A74F7A">
        <w:rPr>
          <w:sz w:val="16"/>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t>
      </w:r>
      <w:proofErr w:type="spellStart"/>
      <w:r w:rsidRPr="00A74F7A">
        <w:rPr>
          <w:sz w:val="16"/>
        </w:rPr>
        <w:t>while</w:t>
      </w:r>
      <w:proofErr w:type="spellEnd"/>
      <w:r w:rsidRPr="00A74F7A">
        <w:rPr>
          <w:sz w:val="16"/>
        </w:rPr>
        <w:t xml:space="preserve">, one which like Plato in his Phaedo, we might think then to escape from “as if from a prison”, and especially from “the bonds of the body”, in the hope that we may live one day without the earthly altogether[52]. Following such negations to their logical conclusion, </w:t>
      </w:r>
      <w:r w:rsidRPr="00A74F7A">
        <w:rPr>
          <w:highlight w:val="green"/>
          <w:u w:val="single"/>
        </w:rPr>
        <w:t>life</w:t>
      </w:r>
      <w:r w:rsidRPr="00A74F7A">
        <w:rPr>
          <w:u w:val="single"/>
        </w:rPr>
        <w:t xml:space="preserve"> itself </w:t>
      </w:r>
      <w:r w:rsidRPr="00AB0E8B">
        <w:rPr>
          <w:rStyle w:val="Emphasis"/>
          <w:highlight w:val="green"/>
        </w:rPr>
        <w:t>becomes enemy</w:t>
      </w:r>
      <w:r w:rsidRPr="00AB0E8B">
        <w:rPr>
          <w:rStyle w:val="Emphasis"/>
        </w:rPr>
        <w:t xml:space="preserve"> too, for as being made up of the earthly and organic</w:t>
      </w:r>
      <w:r w:rsidRPr="00A74F7A">
        <w:rPr>
          <w:u w:val="single"/>
        </w:rPr>
        <w:t xml:space="preserve">, life could </w:t>
      </w:r>
      <w:r w:rsidRPr="00AB0E8B">
        <w:rPr>
          <w:rStyle w:val="Emphasis"/>
        </w:rPr>
        <w:t xml:space="preserve">never be free of what it is in essence. And what is the </w:t>
      </w:r>
      <w:r w:rsidRPr="00AB0E8B">
        <w:rPr>
          <w:rStyle w:val="Emphasis"/>
          <w:highlight w:val="green"/>
        </w:rPr>
        <w:t>death-drive</w:t>
      </w:r>
      <w:r w:rsidRPr="00A74F7A">
        <w:rPr>
          <w:rStyle w:val="StyleUnderline"/>
        </w:rPr>
        <w:t xml:space="preserve"> Freud tells from the start</w:t>
      </w:r>
      <w:r w:rsidRPr="00A74F7A">
        <w:rPr>
          <w:sz w:val="16"/>
        </w:rPr>
        <w:t xml:space="preserve">, if not to return us sundry to that dust-bowl of the inorganic; as per that “second death”[53] </w:t>
      </w:r>
      <w:proofErr w:type="spellStart"/>
      <w:r w:rsidRPr="00A74F7A">
        <w:rPr>
          <w:sz w:val="16"/>
        </w:rPr>
        <w:t>fantasm</w:t>
      </w:r>
      <w:proofErr w:type="spellEnd"/>
      <w:r w:rsidRPr="00A74F7A">
        <w:rPr>
          <w:sz w:val="16"/>
        </w:rPr>
        <w:t xml:space="preserve"> Lacan salvages from the </w:t>
      </w:r>
      <w:proofErr w:type="spellStart"/>
      <w:r w:rsidRPr="00A74F7A">
        <w:rPr>
          <w:sz w:val="16"/>
        </w:rPr>
        <w:t>Monstre</w:t>
      </w:r>
      <w:proofErr w:type="spellEnd"/>
      <w:r w:rsidRPr="00A74F7A">
        <w:rPr>
          <w:sz w:val="16"/>
        </w:rPr>
        <w:t xml:space="preserve"> de Sade, which </w:t>
      </w:r>
      <w:r w:rsidRPr="00AB0E8B">
        <w:rPr>
          <w:u w:val="single"/>
        </w:rPr>
        <w:t>wills</w:t>
      </w:r>
      <w:r w:rsidRPr="00A74F7A">
        <w:rPr>
          <w:u w:val="single"/>
        </w:rPr>
        <w:t xml:space="preserve"> to </w:t>
      </w:r>
      <w:r w:rsidRPr="00A74F7A">
        <w:rPr>
          <w:highlight w:val="green"/>
          <w:u w:val="single"/>
        </w:rPr>
        <w:t>go beyond</w:t>
      </w:r>
      <w:r w:rsidRPr="00A74F7A">
        <w:rPr>
          <w:u w:val="single"/>
        </w:rPr>
        <w:t xml:space="preserve"> the </w:t>
      </w:r>
      <w:r w:rsidRPr="00AB0E8B">
        <w:rPr>
          <w:rStyle w:val="Emphasis"/>
          <w:highlight w:val="green"/>
        </w:rPr>
        <w:t>destruction of</w:t>
      </w:r>
      <w:r w:rsidRPr="00AB0E8B">
        <w:rPr>
          <w:rStyle w:val="Emphasis"/>
        </w:rPr>
        <w:t xml:space="preserve"> mere </w:t>
      </w:r>
      <w:r w:rsidRPr="00AB0E8B">
        <w:rPr>
          <w:rStyle w:val="Emphasis"/>
          <w:highlight w:val="green"/>
        </w:rPr>
        <w:t>beings</w:t>
      </w:r>
      <w:r w:rsidRPr="00A74F7A">
        <w:rPr>
          <w:highlight w:val="green"/>
          <w:u w:val="single"/>
        </w:rPr>
        <w:t>, by destroying</w:t>
      </w:r>
      <w:r w:rsidRPr="00A74F7A">
        <w:rPr>
          <w:u w:val="single"/>
        </w:rPr>
        <w:t xml:space="preserve"> too </w:t>
      </w:r>
      <w:r w:rsidRPr="00AB0E8B">
        <w:rPr>
          <w:u w:val="single"/>
        </w:rPr>
        <w:t xml:space="preserve">the </w:t>
      </w:r>
      <w:r w:rsidRPr="00A74F7A">
        <w:rPr>
          <w:highlight w:val="green"/>
          <w:u w:val="single"/>
        </w:rPr>
        <w:t xml:space="preserve">principle from which </w:t>
      </w:r>
      <w:r w:rsidRPr="00AB0E8B">
        <w:rPr>
          <w:rStyle w:val="Emphasis"/>
          <w:highlight w:val="green"/>
        </w:rPr>
        <w:t>fresh</w:t>
      </w:r>
      <w:r w:rsidRPr="00AB0E8B">
        <w:rPr>
          <w:rStyle w:val="Emphasis"/>
        </w:rPr>
        <w:t xml:space="preserve"> sets could </w:t>
      </w:r>
      <w:r w:rsidRPr="00AB0E8B">
        <w:rPr>
          <w:rStyle w:val="Emphasis"/>
          <w:highlight w:val="green"/>
        </w:rPr>
        <w:t>emerge</w:t>
      </w:r>
      <w:r w:rsidRPr="00A74F7A">
        <w:rPr>
          <w:sz w:val="16"/>
        </w:rPr>
        <w:t xml:space="preserve">. Such </w:t>
      </w:r>
      <w:r w:rsidRPr="00AB0E8B">
        <w:rPr>
          <w:rStyle w:val="Emphasis"/>
          <w:highlight w:val="green"/>
        </w:rPr>
        <w:t>negative devaluations of</w:t>
      </w:r>
      <w:r w:rsidRPr="00AB0E8B">
        <w:rPr>
          <w:rStyle w:val="Emphasis"/>
        </w:rPr>
        <w:t xml:space="preserve"> our earthly, organic </w:t>
      </w:r>
      <w:r w:rsidRPr="00AB0E8B">
        <w:rPr>
          <w:rStyle w:val="Emphasis"/>
          <w:highlight w:val="green"/>
        </w:rPr>
        <w:t>life</w:t>
      </w:r>
      <w:r w:rsidRPr="00A74F7A">
        <w:rPr>
          <w:u w:val="single"/>
        </w:rPr>
        <w:t xml:space="preserve"> though are really of our </w:t>
      </w:r>
      <w:r w:rsidRPr="00AB0E8B">
        <w:rPr>
          <w:rStyle w:val="Emphasis"/>
        </w:rPr>
        <w:t>own construction</w:t>
      </w:r>
      <w:r w:rsidRPr="00AB0E8B">
        <w:rPr>
          <w:sz w:val="16"/>
        </w:rPr>
        <w:t xml:space="preserve">: as de Sade, like any pervert, is only the mirror which shows expressed what Platonic- neurotics are but hide inside––a </w:t>
      </w:r>
      <w:proofErr w:type="spellStart"/>
      <w:r w:rsidRPr="00AB0E8B">
        <w:rPr>
          <w:sz w:val="16"/>
        </w:rPr>
        <w:t>cess</w:t>
      </w:r>
      <w:proofErr w:type="spellEnd"/>
      <w:r w:rsidRPr="00AB0E8B">
        <w:rPr>
          <w:sz w:val="16"/>
        </w:rPr>
        <w:t xml:space="preserve">-pit of loathing contempt for life, built up from the unconscious and disowned, distorted and </w:t>
      </w:r>
      <w:proofErr w:type="gramStart"/>
      <w:r w:rsidRPr="00AB0E8B">
        <w:rPr>
          <w:sz w:val="16"/>
        </w:rPr>
        <w:t>damned</w:t>
      </w:r>
      <w:proofErr w:type="gramEnd"/>
      <w:r w:rsidRPr="00AB0E8B">
        <w:rPr>
          <w:sz w:val="16"/>
        </w:rPr>
        <w:t xml:space="preserve"> up, built up, instinctual-ideational elements of their own subjective psyches, </w:t>
      </w:r>
      <w:proofErr w:type="spellStart"/>
      <w:r w:rsidRPr="00AB0E8B">
        <w:rPr>
          <w:sz w:val="16"/>
        </w:rPr>
        <w:t>phobically</w:t>
      </w:r>
      <w:proofErr w:type="spellEnd"/>
      <w:r w:rsidRPr="00AB0E8B">
        <w:rPr>
          <w:sz w:val="16"/>
        </w:rPr>
        <w:t xml:space="preserve"> ferocious of that </w:t>
      </w:r>
      <w:proofErr w:type="spellStart"/>
      <w:r w:rsidRPr="00AB0E8B">
        <w:rPr>
          <w:sz w:val="16"/>
        </w:rPr>
        <w:t>Thingly</w:t>
      </w:r>
      <w:proofErr w:type="spellEnd"/>
      <w:r w:rsidRPr="00AB0E8B">
        <w:rPr>
          <w:sz w:val="16"/>
        </w:rPr>
        <w:t xml:space="preserve"> real lying not so dormant, and readying within…</w:t>
      </w:r>
      <w:r w:rsidRPr="00A74F7A">
        <w:rPr>
          <w:u w:val="single"/>
        </w:rPr>
        <w:t xml:space="preserve"> </w:t>
      </w:r>
    </w:p>
    <w:p w14:paraId="745039BE" w14:textId="77777777" w:rsidR="00693BF5" w:rsidRPr="00A74F7A" w:rsidRDefault="00693BF5" w:rsidP="00693BF5">
      <w:pPr>
        <w:rPr>
          <w:sz w:val="16"/>
        </w:rPr>
      </w:pPr>
      <w:r w:rsidRPr="00A74F7A">
        <w:rPr>
          <w:sz w:val="16"/>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A74F7A">
        <w:rPr>
          <w:sz w:val="16"/>
        </w:rPr>
        <w:t>übermensch</w:t>
      </w:r>
      <w:proofErr w:type="spellEnd"/>
      <w:r w:rsidRPr="00A74F7A">
        <w:rPr>
          <w:sz w:val="16"/>
        </w:rPr>
        <w:t xml:space="preserve">,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44C431BF" w14:textId="77777777" w:rsidR="00693BF5" w:rsidRPr="00A74F7A" w:rsidRDefault="00693BF5" w:rsidP="00693BF5">
      <w:pPr>
        <w:rPr>
          <w:sz w:val="16"/>
        </w:rPr>
      </w:pPr>
      <w:r w:rsidRPr="00A74F7A">
        <w:rPr>
          <w:sz w:val="16"/>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w:t>
      </w:r>
      <w:proofErr w:type="spellStart"/>
      <w:r w:rsidRPr="00A74F7A">
        <w:rPr>
          <w:sz w:val="16"/>
        </w:rPr>
        <w:t>idealising</w:t>
      </w:r>
      <w:proofErr w:type="spellEnd"/>
      <w:r w:rsidRPr="00A74F7A">
        <w:rPr>
          <w:sz w:val="16"/>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we must also resist being caught up in the imaginary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leaving us untrained for the real,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35B552D1" w14:textId="77777777" w:rsidR="00693BF5" w:rsidRPr="00A74F7A" w:rsidRDefault="00693BF5" w:rsidP="00693BF5">
      <w:pPr>
        <w:rPr>
          <w:sz w:val="16"/>
        </w:rPr>
      </w:pPr>
      <w:r w:rsidRPr="00A74F7A">
        <w:rPr>
          <w:sz w:val="16"/>
        </w:rPr>
        <w:t xml:space="preserve">The overcoming of the </w:t>
      </w:r>
      <w:proofErr w:type="spellStart"/>
      <w:r w:rsidRPr="00A74F7A">
        <w:rPr>
          <w:sz w:val="16"/>
        </w:rPr>
        <w:t>moralising</w:t>
      </w:r>
      <w:proofErr w:type="spellEnd"/>
      <w:r w:rsidRPr="00A74F7A">
        <w:rPr>
          <w:sz w:val="16"/>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w:t>
      </w:r>
    </w:p>
    <w:p w14:paraId="0836DB05" w14:textId="77777777" w:rsidR="00693BF5" w:rsidRPr="00A74F7A" w:rsidRDefault="00693BF5" w:rsidP="00693BF5">
      <w:pPr>
        <w:rPr>
          <w:sz w:val="16"/>
        </w:rPr>
      </w:pPr>
      <w:r w:rsidRPr="00A74F7A">
        <w:rPr>
          <w:sz w:val="16"/>
        </w:rPr>
        <w:t xml:space="preserve">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w:t>
      </w:r>
      <w:r w:rsidRPr="00AB0E8B">
        <w:rPr>
          <w:sz w:val="16"/>
        </w:rPr>
        <w:t xml:space="preserve">flinching, and that’s all we can do at least to start. For unless we can continue to </w:t>
      </w:r>
      <w:proofErr w:type="spellStart"/>
      <w:r w:rsidRPr="00AB0E8B">
        <w:rPr>
          <w:sz w:val="16"/>
        </w:rPr>
        <w:t>utilise</w:t>
      </w:r>
      <w:proofErr w:type="spellEnd"/>
      <w:r w:rsidRPr="00AB0E8B">
        <w:rPr>
          <w:sz w:val="16"/>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AB0E8B">
        <w:rPr>
          <w:rStyle w:val="StyleUnderline"/>
        </w:rPr>
        <w:t xml:space="preserve">We either face up to the </w:t>
      </w:r>
      <w:r w:rsidRPr="00AB0E8B">
        <w:rPr>
          <w:rStyle w:val="Emphasis"/>
        </w:rPr>
        <w:t>death-drive snaking long beneath the dank, hidden history of the un-real, anti-</w:t>
      </w:r>
      <w:proofErr w:type="gramStart"/>
      <w:r w:rsidRPr="00AB0E8B">
        <w:rPr>
          <w:rStyle w:val="Emphasis"/>
        </w:rPr>
        <w:t>real</w:t>
      </w:r>
      <w:proofErr w:type="gramEnd"/>
      <w:r w:rsidRPr="00AB0E8B">
        <w:rPr>
          <w:rStyle w:val="Emphasis"/>
        </w:rPr>
        <w:t xml:space="preserve"> Good of Platonism</w:t>
      </w:r>
      <w:r w:rsidRPr="00AB0E8B">
        <w:rPr>
          <w:rStyle w:val="StyleUnderline"/>
        </w:rPr>
        <w:t xml:space="preserve">––or let the disowned, un-understood drive resurge of its own volition </w:t>
      </w:r>
      <w:r w:rsidRPr="00AB0E8B">
        <w:rPr>
          <w:rStyle w:val="StyleUnderline"/>
          <w:rFonts w:eastAsiaTheme="majorEastAsia" w:cstheme="majorBidi"/>
          <w:b/>
          <w:sz w:val="32"/>
          <w:szCs w:val="24"/>
        </w:rPr>
        <w:t>until it accidental</w:t>
      </w:r>
      <w:r w:rsidRPr="00AB0E8B">
        <w:rPr>
          <w:rFonts w:eastAsiaTheme="majorEastAsia" w:cstheme="majorBidi"/>
          <w:b/>
          <w:sz w:val="32"/>
          <w:szCs w:val="24"/>
          <w:u w:val="single"/>
        </w:rPr>
        <w:t xml:space="preserve">ly finishes </w:t>
      </w:r>
      <w:proofErr w:type="spellStart"/>
      <w:r w:rsidRPr="00AB0E8B">
        <w:rPr>
          <w:rFonts w:eastAsiaTheme="majorEastAsia" w:cstheme="majorBidi"/>
          <w:b/>
          <w:sz w:val="32"/>
          <w:szCs w:val="24"/>
          <w:u w:val="single"/>
        </w:rPr>
        <w:t>us</w:t>
      </w:r>
      <w:r w:rsidRPr="00AB0E8B">
        <w:rPr>
          <w:sz w:val="16"/>
        </w:rPr>
        <w:t>!s</w:t>
      </w:r>
      <w:proofErr w:type="spellEnd"/>
      <w:r w:rsidRPr="00AB0E8B">
        <w:rPr>
          <w:sz w:val="16"/>
        </w:rPr>
        <w:t xml:space="preserve"> Ethics, May 1960.</w:t>
      </w:r>
    </w:p>
    <w:bookmarkEnd w:id="2"/>
    <w:p w14:paraId="6E66D891" w14:textId="35EFA453" w:rsidR="00693BF5" w:rsidRDefault="00693BF5" w:rsidP="00693BF5"/>
    <w:p w14:paraId="56B61C76" w14:textId="77777777" w:rsidR="00693BF5" w:rsidRPr="00A06C76" w:rsidRDefault="00693BF5" w:rsidP="00693BF5">
      <w:pPr>
        <w:pStyle w:val="Heading4"/>
        <w:rPr>
          <w:rFonts w:cs="Calibri"/>
        </w:rPr>
      </w:pPr>
      <w:bookmarkStart w:id="3" w:name="_Hlk76566976"/>
      <w:r w:rsidRPr="00A06C76">
        <w:rPr>
          <w:rFonts w:cs="Calibri"/>
        </w:rPr>
        <w:t>Vote negative to embrace the lack – this requires being open to the anxiety that occurs from an encounter with the real of the other and breaks down fantasy and drives.</w:t>
      </w:r>
    </w:p>
    <w:p w14:paraId="236EB30F" w14:textId="77777777" w:rsidR="00693BF5" w:rsidRDefault="00693BF5" w:rsidP="00693BF5">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SJBE Re-Highlighted Justin</w:t>
      </w:r>
    </w:p>
    <w:p w14:paraId="68D81845" w14:textId="77777777" w:rsidR="00693BF5" w:rsidRDefault="00693BF5" w:rsidP="00693BF5">
      <w:pPr>
        <w:rPr>
          <w:rStyle w:val="Emphasis"/>
        </w:rPr>
      </w:pPr>
      <w:r w:rsidRPr="003C6AD2">
        <w:rPr>
          <w:rStyle w:val="Emphasis"/>
        </w:rPr>
        <w:t xml:space="preserve">The </w:t>
      </w:r>
      <w:r w:rsidRPr="003C6AD2">
        <w:rPr>
          <w:rStyle w:val="Emphasis"/>
          <w:highlight w:val="green"/>
        </w:rPr>
        <w:t>alternative</w:t>
      </w:r>
      <w:r w:rsidRPr="003C6AD2">
        <w:rPr>
          <w:rStyle w:val="Emphasis"/>
        </w:rPr>
        <w:t xml:space="preserve"> — the ethical path that psychoanalysis identifies — </w:t>
      </w:r>
      <w:r w:rsidRPr="003C6AD2">
        <w:rPr>
          <w:rStyle w:val="Emphasis"/>
          <w:highlight w:val="green"/>
        </w:rPr>
        <w:t xml:space="preserve">demands </w:t>
      </w:r>
      <w:r w:rsidRPr="003C6AD2">
        <w:rPr>
          <w:rStyle w:val="Emphasis"/>
        </w:rPr>
        <w:t xml:space="preserve">an </w:t>
      </w:r>
      <w:r w:rsidRPr="003C6AD2">
        <w:rPr>
          <w:rStyle w:val="Emphasis"/>
          <w:highlight w:val="green"/>
        </w:rPr>
        <w:t xml:space="preserve">embrace of </w:t>
      </w:r>
      <w:r w:rsidRPr="003C6AD2">
        <w:rPr>
          <w:rStyle w:val="Emphasis"/>
        </w:rPr>
        <w:t xml:space="preserve">the </w:t>
      </w:r>
      <w:r w:rsidRPr="003C6AD2">
        <w:rPr>
          <w:rStyle w:val="Emphasis"/>
          <w:highlight w:val="green"/>
        </w:rPr>
        <w:t>anxiety</w:t>
      </w:r>
      <w:r w:rsidRPr="003C6AD2">
        <w:rPr>
          <w:rStyle w:val="Emphasis"/>
        </w:rPr>
        <w:t xml:space="preserve"> that stems </w:t>
      </w:r>
      <w:r w:rsidRPr="00927D45">
        <w:rPr>
          <w:rStyle w:val="Emphasis"/>
        </w:rPr>
        <w:t>from the encounter with the enjoying other.</w:t>
      </w:r>
      <w:r w:rsidRPr="00927D45">
        <w:rPr>
          <w:sz w:val="16"/>
        </w:rPr>
        <w:t xml:space="preserve"> If</w:t>
      </w:r>
      <w:r w:rsidRPr="003C6AD2">
        <w:rPr>
          <w:sz w:val="16"/>
        </w:rPr>
        <w:t xml:space="preserve"> there is a certain ethical dimension to anxiety, it lies in the </w:t>
      </w:r>
      <w:proofErr w:type="spellStart"/>
      <w:r w:rsidRPr="003C6AD2">
        <w:rPr>
          <w:sz w:val="16"/>
        </w:rPr>
        <w:t>rela</w:t>
      </w:r>
      <w:proofErr w:type="spellEnd"/>
      <w:r w:rsidRPr="003C6AD2">
        <w:rPr>
          <w:sz w:val="16"/>
        </w:rPr>
        <w:t xml:space="preserve">- </w:t>
      </w:r>
      <w:proofErr w:type="spellStart"/>
      <w:r w:rsidRPr="003C6AD2">
        <w:rPr>
          <w:sz w:val="16"/>
        </w:rPr>
        <w:t>tionship</w:t>
      </w:r>
      <w:proofErr w:type="spellEnd"/>
      <w:r w:rsidRPr="003C6AD2">
        <w:rPr>
          <w:sz w:val="16"/>
        </w:rPr>
        <w:t xml:space="preserve"> that exists between anxiety and enjoyment. Contra Heidegger, the ethics of anxiety does not stem from anxiety’s relation to absence but from its relation to presence — to the overwhelming presence of the other’s enjoyment. </w:t>
      </w:r>
      <w:r w:rsidRPr="003C6AD2">
        <w:rPr>
          <w:rStyle w:val="Emphasis"/>
        </w:rPr>
        <w:t>In some sense, the encounter with absence or nothing is easier than the encounter with presence. Even though it traumatizes us, absence allows us to constitute ourselves as desiring subjects</w:t>
      </w:r>
      <w:r w:rsidRPr="003C6AD2">
        <w:rPr>
          <w:sz w:val="16"/>
        </w:rPr>
        <w:t xml:space="preserve">. Rather than producing anxiety, absence leads the subject out of anxiety into desire. </w:t>
      </w:r>
      <w:r w:rsidRPr="003C6AD2">
        <w:rPr>
          <w:rStyle w:val="Emphasis"/>
        </w:rPr>
        <w:t xml:space="preserve">Confronted with </w:t>
      </w:r>
      <w:r w:rsidRPr="003C6AD2">
        <w:rPr>
          <w:rStyle w:val="Emphasis"/>
          <w:highlight w:val="green"/>
        </w:rPr>
        <w:t xml:space="preserve">the lost object </w:t>
      </w:r>
      <w:r w:rsidRPr="003C6AD2">
        <w:rPr>
          <w:rStyle w:val="Emphasis"/>
        </w:rPr>
        <w:t xml:space="preserve">as a structuring absence, the subject is able to embark on the pursuit of the enjoyment embodied by this object, and this pursuit </w:t>
      </w:r>
      <w:r w:rsidRPr="003C6AD2">
        <w:rPr>
          <w:rStyle w:val="Emphasis"/>
          <w:highlight w:val="green"/>
        </w:rPr>
        <w:t xml:space="preserve">provides the subject with </w:t>
      </w:r>
      <w:r w:rsidRPr="003C6AD2">
        <w:rPr>
          <w:rStyle w:val="Emphasis"/>
        </w:rPr>
        <w:t xml:space="preserve">a clear sense of </w:t>
      </w:r>
      <w:r w:rsidRPr="003C6AD2">
        <w:rPr>
          <w:rStyle w:val="Emphasis"/>
          <w:highlight w:val="green"/>
        </w:rPr>
        <w:t>direction</w:t>
      </w:r>
      <w:r w:rsidRPr="003C6AD2">
        <w:rPr>
          <w:rStyle w:val="Emphasis"/>
        </w:rPr>
        <w:t xml:space="preserve"> </w:t>
      </w:r>
      <w:r w:rsidRPr="00927D45">
        <w:rPr>
          <w:rStyle w:val="Emphasis"/>
        </w:rPr>
        <w:t>and even meaning.</w:t>
      </w:r>
      <w:r w:rsidRPr="003C6AD2">
        <w:rPr>
          <w:rStyle w:val="Emphasis"/>
        </w:rPr>
        <w:t xml:space="preserve"> </w:t>
      </w:r>
      <w:r w:rsidRPr="00927D45">
        <w:rPr>
          <w:rStyle w:val="Emphasis"/>
        </w:rPr>
        <w:t>This is precisely what the subject lacks when it does not encounter a lack in the</w:t>
      </w:r>
      <w:r w:rsidRPr="003C6AD2">
        <w:rPr>
          <w:rStyle w:val="Emphasis"/>
        </w:rPr>
        <w:t xml:space="preserve"> symbolic structure. When the subject encounters enjoyment at the point where it should encounter the absence of enjoyment, anxiety overwhelms the subject. </w:t>
      </w:r>
    </w:p>
    <w:p w14:paraId="4527F664" w14:textId="77777777" w:rsidR="00693BF5" w:rsidRPr="003C6AD2" w:rsidRDefault="00693BF5" w:rsidP="00693BF5">
      <w:pPr>
        <w:rPr>
          <w:sz w:val="16"/>
        </w:rPr>
      </w:pPr>
      <w:r w:rsidRPr="003C6AD2">
        <w:rPr>
          <w:rStyle w:val="Emphasis"/>
        </w:rPr>
        <w:t>In this situation, the subject cannot constitute itself along the path of desire. It lacks the lack — the absence — that would provide the space through which desire could develop</w:t>
      </w:r>
      <w:r w:rsidRPr="003C6AD2">
        <w:rPr>
          <w:sz w:val="16"/>
        </w:rPr>
        <w:t xml:space="preserve">. Consequently, this subject confronts the enjoying other and experiences anxiety. Unlike the subject of desire — or the subject of </w:t>
      </w:r>
      <w:proofErr w:type="spellStart"/>
      <w:r w:rsidRPr="003C6AD2">
        <w:rPr>
          <w:sz w:val="16"/>
        </w:rPr>
        <w:t>Heideggerean</w:t>
      </w:r>
      <w:proofErr w:type="spellEnd"/>
      <w:r w:rsidRPr="003C6AD2">
        <w:rPr>
          <w:sz w:val="16"/>
        </w:rPr>
        <w:t xml:space="preserve"> anxiety — the subject who suffers this sort of anxiety actually experiences the other in its real dimension.</w:t>
      </w:r>
      <w:r w:rsidRPr="003C6AD2">
        <w:rPr>
          <w:sz w:val="12"/>
        </w:rPr>
        <w:t>¶</w:t>
      </w:r>
      <w:r w:rsidRPr="003C6AD2">
        <w:rPr>
          <w:sz w:val="16"/>
        </w:rPr>
        <w:t xml:space="preserve"> </w:t>
      </w:r>
    </w:p>
    <w:p w14:paraId="292446AD" w14:textId="77777777" w:rsidR="00693BF5" w:rsidRPr="003C6AD2" w:rsidRDefault="00693BF5" w:rsidP="00693BF5">
      <w:pPr>
        <w:rPr>
          <w:sz w:val="16"/>
        </w:rPr>
      </w:pPr>
      <w:r w:rsidRPr="003C6AD2">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3C6AD2">
        <w:rPr>
          <w:sz w:val="16"/>
        </w:rPr>
        <w:t>contem</w:t>
      </w:r>
      <w:proofErr w:type="spellEnd"/>
      <w:r w:rsidRPr="003C6AD2">
        <w:rPr>
          <w:sz w:val="16"/>
        </w:rPr>
        <w:t xml:space="preserve">- </w:t>
      </w:r>
      <w:proofErr w:type="spellStart"/>
      <w:r w:rsidRPr="003C6AD2">
        <w:rPr>
          <w:sz w:val="16"/>
        </w:rPr>
        <w:t>porary</w:t>
      </w:r>
      <w:proofErr w:type="spellEnd"/>
      <w:r w:rsidRPr="003C6AD2">
        <w:rPr>
          <w:sz w:val="16"/>
        </w:rPr>
        <w:t xml:space="preserve"> subject is necessarily a subject haunted by anxiety triggered by the omnipresent enjoyment of the other. </w:t>
      </w:r>
      <w:r w:rsidRPr="003C6AD2">
        <w:rPr>
          <w:rStyle w:val="Emphasis"/>
        </w:rPr>
        <w:t>And yet, this enjoyment offers us an ethical possibility.</w:t>
      </w:r>
      <w:r w:rsidRPr="003C6AD2">
        <w:rPr>
          <w:sz w:val="16"/>
        </w:rPr>
        <w:t xml:space="preserve"> As Slavoj Žižek puts it, “It is this excessive and intrusive jouissance that we should learn to tolerate.”27 </w:t>
      </w:r>
      <w:r w:rsidRPr="003C6AD2">
        <w:rPr>
          <w:rStyle w:val="Emphasis"/>
        </w:rPr>
        <w:t>When we tolerate the other’s “excessive and intrusive jouissance” and when we endure the anxiety that it produces, we acknowledge and sustain the other in its real dimension.</w:t>
      </w:r>
      <w:r w:rsidRPr="003C6AD2">
        <w:rPr>
          <w:sz w:val="12"/>
        </w:rPr>
        <w:t>¶</w:t>
      </w:r>
      <w:r w:rsidRPr="003C6AD2">
        <w:rPr>
          <w:sz w:val="16"/>
        </w:rPr>
        <w:t xml:space="preserve"> </w:t>
      </w:r>
    </w:p>
    <w:p w14:paraId="6FB82759" w14:textId="77777777" w:rsidR="00693BF5" w:rsidRPr="003C6AD2" w:rsidRDefault="00693BF5" w:rsidP="00693BF5">
      <w:pPr>
        <w:rPr>
          <w:sz w:val="16"/>
        </w:rPr>
      </w:pPr>
      <w:r w:rsidRPr="003C6AD2">
        <w:rPr>
          <w:sz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3C6AD2">
        <w:rPr>
          <w:sz w:val="16"/>
        </w:rPr>
        <w:t>dimen</w:t>
      </w:r>
      <w:proofErr w:type="spellEnd"/>
      <w:r w:rsidRPr="003C6AD2">
        <w:rPr>
          <w:sz w:val="16"/>
        </w:rPr>
        <w:t>-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sidRPr="003C6AD2">
        <w:rPr>
          <w:sz w:val="12"/>
        </w:rPr>
        <w:t>¶</w:t>
      </w:r>
      <w:r w:rsidRPr="003C6AD2">
        <w:rPr>
          <w:sz w:val="16"/>
        </w:rPr>
        <w:t xml:space="preserve"> </w:t>
      </w:r>
    </w:p>
    <w:p w14:paraId="06CA6CA2" w14:textId="77777777" w:rsidR="00693BF5" w:rsidRPr="003C6AD2" w:rsidRDefault="00693BF5" w:rsidP="00693BF5">
      <w:pPr>
        <w:rPr>
          <w:sz w:val="16"/>
        </w:rPr>
      </w:pPr>
      <w:r w:rsidRPr="003C6AD2">
        <w:rPr>
          <w:rStyle w:val="Emphasis"/>
        </w:rPr>
        <w:t xml:space="preserve">It is only </w:t>
      </w:r>
      <w:r w:rsidRPr="003C6AD2">
        <w:rPr>
          <w:rStyle w:val="Emphasis"/>
          <w:highlight w:val="green"/>
        </w:rPr>
        <w:t xml:space="preserve">the encounter with the other </w:t>
      </w:r>
      <w:r w:rsidRPr="00927D45">
        <w:rPr>
          <w:rStyle w:val="Emphasis"/>
        </w:rPr>
        <w:t>in its real dimension — the</w:t>
      </w:r>
      <w:r w:rsidRPr="003C6AD2">
        <w:rPr>
          <w:rStyle w:val="Emphasis"/>
        </w:rPr>
        <w:t xml:space="preserve"> encounter that </w:t>
      </w:r>
      <w:r w:rsidRPr="003C6AD2">
        <w:rPr>
          <w:rStyle w:val="Emphasis"/>
          <w:highlight w:val="green"/>
        </w:rPr>
        <w:t>produces anxiety</w:t>
      </w:r>
      <w:r w:rsidRPr="003C6AD2">
        <w:rPr>
          <w:rStyle w:val="Emphasis"/>
        </w:rPr>
        <w:t xml:space="preserve"> in the subject — </w:t>
      </w:r>
      <w:r w:rsidRPr="003C6AD2">
        <w:rPr>
          <w:rStyle w:val="Emphasis"/>
          <w:highlight w:val="green"/>
        </w:rPr>
        <w:t>that</w:t>
      </w:r>
      <w:r w:rsidRPr="003C6AD2">
        <w:rPr>
          <w:rStyle w:val="Emphasis"/>
        </w:rPr>
        <w:t xml:space="preserve"> sustains that which defines the other as </w:t>
      </w:r>
      <w:r w:rsidRPr="00927D45">
        <w:rPr>
          <w:rStyle w:val="Emphasis"/>
        </w:rPr>
        <w:t xml:space="preserve">such. Authentic tolerance tolerates the real other, </w:t>
      </w:r>
      <w:r w:rsidRPr="003C6AD2">
        <w:rPr>
          <w:rStyle w:val="Emphasis"/>
          <w:highlight w:val="green"/>
        </w:rPr>
        <w:t>not</w:t>
      </w:r>
      <w:r w:rsidRPr="003C6AD2">
        <w:rPr>
          <w:rStyle w:val="Emphasis"/>
        </w:rPr>
        <w:t xml:space="preserve"> simply the other as </w:t>
      </w:r>
      <w:r w:rsidRPr="003C6AD2">
        <w:rPr>
          <w:rStyle w:val="Emphasis"/>
          <w:highlight w:val="green"/>
        </w:rPr>
        <w:t>mediated</w:t>
      </w:r>
      <w:r w:rsidRPr="003C6AD2">
        <w:rPr>
          <w:rStyle w:val="Emphasis"/>
        </w:rPr>
        <w:t xml:space="preserve"> </w:t>
      </w:r>
      <w:r w:rsidRPr="003C6AD2">
        <w:rPr>
          <w:rStyle w:val="Emphasis"/>
          <w:highlight w:val="green"/>
        </w:rPr>
        <w:t>through</w:t>
      </w:r>
      <w:r w:rsidRPr="00927D45">
        <w:rPr>
          <w:rStyle w:val="Emphasis"/>
        </w:rPr>
        <w:t xml:space="preserve"> a </w:t>
      </w:r>
      <w:r w:rsidRPr="003C6AD2">
        <w:rPr>
          <w:rStyle w:val="Emphasis"/>
          <w:highlight w:val="green"/>
        </w:rPr>
        <w:t>symbolic structure</w:t>
      </w:r>
      <w:r w:rsidRPr="003C6AD2">
        <w:rPr>
          <w:sz w:val="16"/>
        </w:rPr>
        <w:t xml:space="preserve">. In this sense, it involves the experience of anxiety on the part of the subject. This is a difficult </w:t>
      </w:r>
      <w:proofErr w:type="spellStart"/>
      <w:r w:rsidRPr="003C6AD2">
        <w:rPr>
          <w:sz w:val="16"/>
        </w:rPr>
        <w:t>posi</w:t>
      </w:r>
      <w:proofErr w:type="spellEnd"/>
      <w:r w:rsidRPr="003C6AD2">
        <w:rPr>
          <w:sz w:val="16"/>
        </w:rPr>
        <w:t xml:space="preserve">- tion to sustain, as it involves enduring the “whole opaque weight of alien enjoyment on your </w:t>
      </w:r>
      <w:proofErr w:type="spellStart"/>
      <w:r w:rsidRPr="003C6AD2">
        <w:rPr>
          <w:sz w:val="16"/>
        </w:rPr>
        <w:t>chest.”The</w:t>
      </w:r>
      <w:proofErr w:type="spellEnd"/>
      <w:r w:rsidRPr="003C6AD2">
        <w:rPr>
          <w:sz w:val="16"/>
        </w:rPr>
        <w:t xml:space="preserve"> obscene enjoyment of the other bombards the authentically tolerant subject, but this subject does not retreat from the anxiety that this enjoyment produces. </w:t>
      </w:r>
    </w:p>
    <w:p w14:paraId="1EB63A87" w14:textId="77777777" w:rsidR="00693BF5" w:rsidRPr="003C6AD2" w:rsidRDefault="00693BF5" w:rsidP="00693BF5">
      <w:pPr>
        <w:rPr>
          <w:sz w:val="16"/>
        </w:rPr>
      </w:pPr>
      <w:r w:rsidRPr="003C6AD2">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3C6AD2">
        <w:rPr>
          <w:rStyle w:val="Emphasis"/>
        </w:rPr>
        <w:t xml:space="preserve">Thus, not only is anxiety an ethical position, </w:t>
      </w:r>
      <w:proofErr w:type="gramStart"/>
      <w:r w:rsidRPr="003C6AD2">
        <w:rPr>
          <w:rStyle w:val="Emphasis"/>
        </w:rPr>
        <w:t>it</w:t>
      </w:r>
      <w:proofErr w:type="gramEnd"/>
      <w:r w:rsidRPr="003C6AD2">
        <w:rPr>
          <w:rStyle w:val="Emphasis"/>
        </w:rPr>
        <w:t xml:space="preserve"> is also the key to embracing the experience of enjoyment. To reject the experience of anxiety is to flee one’s own enjoyment.</w:t>
      </w:r>
      <w:r w:rsidRPr="003C6AD2">
        <w:rPr>
          <w:rStyle w:val="Emphasis"/>
          <w:b w:val="0"/>
          <w:sz w:val="12"/>
          <w:u w:val="none"/>
        </w:rPr>
        <w:t>¶</w:t>
      </w:r>
      <w:r w:rsidRPr="003C6AD2">
        <w:rPr>
          <w:sz w:val="16"/>
        </w:rPr>
        <w:t xml:space="preserve"> </w:t>
      </w:r>
    </w:p>
    <w:p w14:paraId="4FEFFEF2" w14:textId="77777777" w:rsidR="00693BF5" w:rsidRPr="003C6AD2" w:rsidRDefault="00693BF5" w:rsidP="00693BF5">
      <w:pPr>
        <w:rPr>
          <w:sz w:val="16"/>
        </w:rPr>
      </w:pPr>
      <w:r w:rsidRPr="003C6AD2">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sidRPr="003C6AD2">
        <w:rPr>
          <w:sz w:val="12"/>
        </w:rPr>
        <w:t>¶</w:t>
      </w:r>
      <w:r w:rsidRPr="003C6AD2">
        <w:rPr>
          <w:sz w:val="16"/>
        </w:rPr>
        <w:t xml:space="preserve"> </w:t>
      </w:r>
    </w:p>
    <w:p w14:paraId="451462B4" w14:textId="77777777" w:rsidR="00693BF5" w:rsidRPr="003C6AD2" w:rsidRDefault="00693BF5" w:rsidP="00693BF5">
      <w:pPr>
        <w:rPr>
          <w:sz w:val="16"/>
        </w:rPr>
      </w:pPr>
      <w:r w:rsidRPr="003C6AD2">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3C6AD2">
        <w:rPr>
          <w:sz w:val="16"/>
        </w:rPr>
        <w:t>extimate</w:t>
      </w:r>
      <w:proofErr w:type="spellEnd"/>
      <w:r w:rsidRPr="003C6AD2">
        <w:rPr>
          <w:sz w:val="16"/>
        </w:rPr>
        <w:t xml:space="preserve"> — relation to it. </w:t>
      </w:r>
    </w:p>
    <w:p w14:paraId="3A1B7699" w14:textId="77777777" w:rsidR="00693BF5" w:rsidRPr="003C6AD2" w:rsidRDefault="00693BF5" w:rsidP="00693BF5">
      <w:pPr>
        <w:rPr>
          <w:sz w:val="16"/>
        </w:rPr>
      </w:pPr>
      <w:r w:rsidRPr="003C6AD2">
        <w:rPr>
          <w:sz w:val="16"/>
        </w:rPr>
        <w:t xml:space="preserve">This relation becomes even clearer when we consider the </w:t>
      </w:r>
      <w:proofErr w:type="spellStart"/>
      <w:r w:rsidRPr="003C6AD2">
        <w:rPr>
          <w:sz w:val="16"/>
        </w:rPr>
        <w:t>epistemo</w:t>
      </w:r>
      <w:proofErr w:type="spellEnd"/>
      <w:r w:rsidRPr="003C6AD2">
        <w:rPr>
          <w:sz w:val="16"/>
        </w:rPr>
        <w:t xml:space="preserve">- logical status of the enjoying other. </w:t>
      </w:r>
      <w:r w:rsidRPr="003C6AD2">
        <w:rPr>
          <w:rStyle w:val="Emphasis"/>
        </w:rPr>
        <w:t>Because the real or enjoying other is irreducible to any observable identity, we have no way of knowing whether or not the other really is enjoying.</w:t>
      </w:r>
      <w:r w:rsidRPr="003C6AD2">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sidRPr="003C6AD2">
        <w:rPr>
          <w:sz w:val="12"/>
        </w:rPr>
        <w:t>¶</w:t>
      </w:r>
      <w:r w:rsidRPr="003C6AD2">
        <w:rPr>
          <w:sz w:val="16"/>
        </w:rPr>
        <w:t xml:space="preserve"> </w:t>
      </w:r>
    </w:p>
    <w:p w14:paraId="4AA191F0" w14:textId="77777777" w:rsidR="00693BF5" w:rsidRPr="003C6AD2" w:rsidRDefault="00693BF5" w:rsidP="00693BF5">
      <w:pPr>
        <w:rPr>
          <w:sz w:val="16"/>
        </w:rPr>
      </w:pPr>
      <w:r w:rsidRPr="003C6AD2">
        <w:rPr>
          <w:rStyle w:val="Emphasis"/>
        </w:rPr>
        <w:t>Considering the enjoyment of the other, we never know whether it is there or not. If we experience it, we do so through the lens of our own fantasy</w:t>
      </w:r>
      <w:r w:rsidRPr="003C6AD2">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3C6AD2">
        <w:rPr>
          <w:rStyle w:val="Emphasis"/>
        </w:rPr>
        <w:t>Without the fantasy frame, the enjoying other would never appear within our experience.</w:t>
      </w:r>
      <w:r w:rsidRPr="003C6AD2">
        <w:rPr>
          <w:sz w:val="12"/>
        </w:rPr>
        <w:t>¶</w:t>
      </w:r>
      <w:r w:rsidRPr="003C6AD2">
        <w:rPr>
          <w:sz w:val="16"/>
        </w:rPr>
        <w:t xml:space="preserve"> </w:t>
      </w:r>
    </w:p>
    <w:p w14:paraId="33689388" w14:textId="77777777" w:rsidR="00693BF5" w:rsidRPr="003C6AD2" w:rsidRDefault="00693BF5" w:rsidP="00693BF5">
      <w:pPr>
        <w:rPr>
          <w:sz w:val="16"/>
        </w:rPr>
      </w:pPr>
      <w:r w:rsidRPr="003C6AD2">
        <w:rPr>
          <w:sz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3C6AD2">
        <w:rPr>
          <w:sz w:val="16"/>
        </w:rPr>
        <w:t>ment</w:t>
      </w:r>
      <w:proofErr w:type="spellEnd"/>
      <w:r w:rsidRPr="003C6AD2">
        <w:rPr>
          <w:sz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3C6AD2">
        <w:rPr>
          <w:sz w:val="16"/>
        </w:rPr>
        <w:t>ment</w:t>
      </w:r>
      <w:proofErr w:type="spellEnd"/>
      <w:r w:rsidRPr="003C6AD2">
        <w:rPr>
          <w:sz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sidRPr="003C6AD2">
        <w:rPr>
          <w:sz w:val="12"/>
        </w:rPr>
        <w:t>¶</w:t>
      </w:r>
      <w:r w:rsidRPr="003C6AD2">
        <w:rPr>
          <w:sz w:val="16"/>
        </w:rPr>
        <w:t xml:space="preserve"> </w:t>
      </w:r>
    </w:p>
    <w:p w14:paraId="4DF09F19" w14:textId="77777777" w:rsidR="00693BF5" w:rsidRPr="003C6AD2" w:rsidRDefault="00693BF5" w:rsidP="00693BF5">
      <w:pPr>
        <w:rPr>
          <w:sz w:val="16"/>
        </w:rPr>
      </w:pPr>
      <w:r w:rsidRPr="003C6AD2">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sidRPr="003C6AD2">
        <w:rPr>
          <w:sz w:val="12"/>
        </w:rPr>
        <w:t>¶</w:t>
      </w:r>
      <w:r w:rsidRPr="003C6AD2">
        <w:rPr>
          <w:sz w:val="16"/>
        </w:rPr>
        <w:t xml:space="preserve"> </w:t>
      </w:r>
    </w:p>
    <w:p w14:paraId="231461FE" w14:textId="77777777" w:rsidR="00693BF5" w:rsidRPr="003C6AD2" w:rsidRDefault="00693BF5" w:rsidP="00693BF5">
      <w:pPr>
        <w:rPr>
          <w:sz w:val="16"/>
        </w:rPr>
      </w:pPr>
      <w:r w:rsidRPr="003C6AD2">
        <w:rPr>
          <w:rStyle w:val="Emphasis"/>
        </w:rPr>
        <w:t>Even though the encounter with the enjoying other apprehends the real other through the apparatus of fantasy, this encounter is nonetheless genuine and has an ethical status.</w:t>
      </w:r>
      <w:r w:rsidRPr="003C6AD2">
        <w:rPr>
          <w:sz w:val="16"/>
        </w:rPr>
        <w:t xml:space="preserve"> Unlike the experience of the nonexistent symbolic identity, which closes down the space in which the real other might appear, the fantasized encounter with the enjoying other leaves this space </w:t>
      </w:r>
      <w:r w:rsidRPr="00927D45">
        <w:rPr>
          <w:sz w:val="16"/>
        </w:rPr>
        <w:t xml:space="preserve">open. </w:t>
      </w:r>
      <w:r w:rsidRPr="00927D45">
        <w:rPr>
          <w:rStyle w:val="Emphasis"/>
        </w:rPr>
        <w:t xml:space="preserve">By allowing itself to be disturbed by the other on the level of fantasy, </w:t>
      </w:r>
      <w:r w:rsidRPr="003C6AD2">
        <w:rPr>
          <w:rStyle w:val="Emphasis"/>
          <w:highlight w:val="green"/>
        </w:rPr>
        <w:t>the subject acknowledges</w:t>
      </w:r>
      <w:r w:rsidRPr="003C6AD2">
        <w:rPr>
          <w:rStyle w:val="Emphasis"/>
        </w:rPr>
        <w:t xml:space="preserve"> the singularity of </w:t>
      </w:r>
      <w:r w:rsidRPr="003C6AD2">
        <w:rPr>
          <w:rStyle w:val="Emphasis"/>
          <w:highlight w:val="green"/>
        </w:rPr>
        <w:t>the real other</w:t>
      </w:r>
      <w:r w:rsidRPr="003C6AD2">
        <w:rPr>
          <w:rStyle w:val="Emphasis"/>
        </w:rPr>
        <w:t xml:space="preserve"> — its mode of enjoying — </w:t>
      </w:r>
      <w:r w:rsidRPr="003C6AD2">
        <w:rPr>
          <w:rStyle w:val="Emphasis"/>
          <w:highlight w:val="green"/>
        </w:rPr>
        <w:t xml:space="preserve">without confining </w:t>
      </w:r>
      <w:r w:rsidRPr="00927D45">
        <w:rPr>
          <w:rStyle w:val="Emphasis"/>
        </w:rPr>
        <w:t xml:space="preserve">this singularity to </w:t>
      </w:r>
      <w:r w:rsidRPr="003C6AD2">
        <w:rPr>
          <w:rStyle w:val="Emphasis"/>
          <w:highlight w:val="green"/>
        </w:rPr>
        <w:t>a prescribed identity</w:t>
      </w:r>
      <w:r w:rsidRPr="003C6AD2">
        <w:rPr>
          <w:sz w:val="16"/>
        </w:rPr>
        <w:t>.</w:t>
      </w:r>
      <w:r w:rsidRPr="003C6AD2">
        <w:rPr>
          <w:sz w:val="12"/>
        </w:rPr>
        <w:t>¶</w:t>
      </w:r>
      <w:r w:rsidRPr="003C6AD2">
        <w:rPr>
          <w:sz w:val="16"/>
        </w:rPr>
        <w:t xml:space="preserve"> </w:t>
      </w:r>
    </w:p>
    <w:p w14:paraId="600013EE" w14:textId="77777777" w:rsidR="00693BF5" w:rsidRPr="003C6AD2" w:rsidRDefault="00693BF5" w:rsidP="00693BF5">
      <w:pPr>
        <w:rPr>
          <w:b/>
          <w:iCs/>
          <w:u w:val="single"/>
        </w:rPr>
      </w:pPr>
      <w:r w:rsidRPr="003C6AD2">
        <w:rPr>
          <w:sz w:val="16"/>
        </w:rPr>
        <w:t xml:space="preserve">The implications of privileging the encounter with the disturbing enjoy- </w:t>
      </w:r>
      <w:proofErr w:type="spellStart"/>
      <w:r w:rsidRPr="003C6AD2">
        <w:rPr>
          <w:sz w:val="16"/>
        </w:rPr>
        <w:t>ment</w:t>
      </w:r>
      <w:proofErr w:type="spellEnd"/>
      <w:r w:rsidRPr="003C6AD2">
        <w:rPr>
          <w:sz w:val="16"/>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3C6AD2">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3C6AD2">
        <w:rPr>
          <w:rStyle w:val="Emphasis"/>
        </w:rPr>
        <w:t>toler</w:t>
      </w:r>
      <w:proofErr w:type="spellEnd"/>
      <w:r w:rsidRPr="003C6AD2">
        <w:rPr>
          <w:rStyle w:val="Emphasis"/>
        </w:rPr>
        <w:t xml:space="preserve">- </w:t>
      </w:r>
      <w:proofErr w:type="spellStart"/>
      <w:r w:rsidRPr="003C6AD2">
        <w:rPr>
          <w:rStyle w:val="Emphasis"/>
        </w:rPr>
        <w:t>ance</w:t>
      </w:r>
      <w:proofErr w:type="spellEnd"/>
      <w:r w:rsidRPr="003C6AD2">
        <w:rPr>
          <w:rStyle w:val="Emphasis"/>
        </w:rPr>
        <w:t xml:space="preserve"> within the conservative’s encounter with the real other.</w:t>
      </w:r>
    </w:p>
    <w:bookmarkEnd w:id="3"/>
    <w:p w14:paraId="457FE662" w14:textId="3DB1EC49" w:rsidR="00693BF5" w:rsidRDefault="00693BF5" w:rsidP="00693BF5"/>
    <w:p w14:paraId="50F30001" w14:textId="77777777" w:rsidR="00693BF5" w:rsidRDefault="00693BF5" w:rsidP="00693BF5">
      <w:pPr>
        <w:pStyle w:val="Heading4"/>
      </w:pPr>
      <w:bookmarkStart w:id="4" w:name="_Hlk76566982"/>
      <w:r>
        <w:t xml:space="preserve">Best brain studies </w:t>
      </w:r>
      <w:r w:rsidRPr="00F56D96">
        <w:rPr>
          <w:u w:val="single"/>
        </w:rPr>
        <w:t>verify psychoanalysis</w:t>
      </w:r>
      <w:r>
        <w:t>!</w:t>
      </w:r>
    </w:p>
    <w:p w14:paraId="15540873" w14:textId="77777777" w:rsidR="00693BF5" w:rsidRPr="00F56D96" w:rsidRDefault="00693BF5" w:rsidP="00693BF5">
      <w:r w:rsidRPr="00F56D96">
        <w:rPr>
          <w:rStyle w:val="Style13ptBold"/>
        </w:rPr>
        <w:t>Guterl 2</w:t>
      </w:r>
      <w:r>
        <w:t xml:space="preserve"> [Fred; “</w:t>
      </w:r>
      <w:r w:rsidRPr="00F56D96">
        <w:t>What Freud Got Right</w:t>
      </w:r>
      <w:r>
        <w:t xml:space="preserve">,” Newsweek; 11/10/02; </w:t>
      </w:r>
      <w:hyperlink r:id="rId8" w:history="1">
        <w:r w:rsidRPr="00AF436A">
          <w:rPr>
            <w:rStyle w:val="Hyperlink"/>
          </w:rPr>
          <w:t>https://www.newsweek.com/what-freud-got-right-142575</w:t>
        </w:r>
      </w:hyperlink>
      <w:r>
        <w:t>] Justin</w:t>
      </w:r>
    </w:p>
    <w:p w14:paraId="53D4E557" w14:textId="77777777" w:rsidR="00693BF5" w:rsidRPr="00F56D96" w:rsidRDefault="00693BF5" w:rsidP="00693BF5">
      <w:pPr>
        <w:rPr>
          <w:sz w:val="16"/>
        </w:rPr>
      </w:pPr>
      <w:r w:rsidRPr="00F56D96">
        <w:rPr>
          <w:sz w:val="16"/>
        </w:rPr>
        <w:t xml:space="preserve">But a funny thing happened to Freud on the way to becoming a trivia question: </w:t>
      </w:r>
      <w:r w:rsidRPr="00F56D96">
        <w:rPr>
          <w:u w:val="single"/>
        </w:rPr>
        <w:t xml:space="preserve">as </w:t>
      </w:r>
      <w:r w:rsidRPr="00F56D96">
        <w:rPr>
          <w:highlight w:val="green"/>
          <w:u w:val="single"/>
        </w:rPr>
        <w:t>researchers looked</w:t>
      </w:r>
      <w:r w:rsidRPr="00F56D96">
        <w:rPr>
          <w:u w:val="single"/>
        </w:rPr>
        <w:t xml:space="preserve"> deeper </w:t>
      </w:r>
      <w:r w:rsidRPr="00F56D96">
        <w:rPr>
          <w:highlight w:val="green"/>
          <w:u w:val="single"/>
        </w:rPr>
        <w:t>into the</w:t>
      </w:r>
      <w:r w:rsidRPr="00F56D96">
        <w:rPr>
          <w:u w:val="single"/>
        </w:rPr>
        <w:t xml:space="preserve"> </w:t>
      </w:r>
      <w:r w:rsidRPr="00F56D96">
        <w:rPr>
          <w:rStyle w:val="Emphasis"/>
        </w:rPr>
        <w:t xml:space="preserve">physical </w:t>
      </w:r>
      <w:r w:rsidRPr="00F56D96">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F56D96">
        <w:rPr>
          <w:highlight w:val="green"/>
          <w:u w:val="single"/>
        </w:rPr>
        <w:t>insights on</w:t>
      </w:r>
      <w:r w:rsidRPr="00F56D96">
        <w:rPr>
          <w:u w:val="single"/>
        </w:rPr>
        <w:t xml:space="preserve"> the </w:t>
      </w:r>
      <w:r w:rsidRPr="00F56D96">
        <w:rPr>
          <w:highlight w:val="green"/>
          <w:u w:val="single"/>
        </w:rPr>
        <w:t xml:space="preserve">nature of consciousness are </w:t>
      </w:r>
      <w:r w:rsidRPr="00F56D96">
        <w:rPr>
          <w:rStyle w:val="Emphasis"/>
          <w:highlight w:val="green"/>
        </w:rPr>
        <w:t>consonant</w:t>
      </w:r>
      <w:r w:rsidRPr="00F56D96">
        <w:rPr>
          <w:highlight w:val="green"/>
          <w:u w:val="single"/>
        </w:rPr>
        <w:t xml:space="preserve"> with</w:t>
      </w:r>
      <w:r w:rsidRPr="00F56D96">
        <w:rPr>
          <w:u w:val="single"/>
        </w:rPr>
        <w:t xml:space="preserve"> the most </w:t>
      </w:r>
      <w:r w:rsidRPr="00F56D96">
        <w:rPr>
          <w:rStyle w:val="Emphasis"/>
          <w:highlight w:val="green"/>
        </w:rPr>
        <w:t>advanced</w:t>
      </w:r>
      <w:r w:rsidRPr="00F56D96">
        <w:rPr>
          <w:rStyle w:val="Emphasis"/>
        </w:rPr>
        <w:t xml:space="preserve"> contemporary </w:t>
      </w:r>
      <w:r w:rsidRPr="00F56D96">
        <w:rPr>
          <w:rStyle w:val="Emphasis"/>
          <w:highlight w:val="green"/>
        </w:rPr>
        <w:t>neuroscience</w:t>
      </w:r>
      <w:r w:rsidRPr="00F56D96">
        <w:rPr>
          <w:rStyle w:val="Emphasis"/>
        </w:rPr>
        <w:t xml:space="preserve"> views</w:t>
      </w:r>
      <w:r w:rsidRPr="00F56D96">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296F11F9" w14:textId="77777777" w:rsidR="00693BF5" w:rsidRPr="00F56D96" w:rsidRDefault="00693BF5" w:rsidP="00693BF5">
      <w:pPr>
        <w:rPr>
          <w:sz w:val="16"/>
        </w:rPr>
      </w:pPr>
      <w:r w:rsidRPr="00F56D96">
        <w:rPr>
          <w:sz w:val="16"/>
        </w:rPr>
        <w:t xml:space="preserve">Beyond the basic </w:t>
      </w:r>
      <w:r w:rsidRPr="00F56D96">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F56D96">
        <w:rPr>
          <w:rStyle w:val="Emphasis"/>
          <w:highlight w:val="green"/>
        </w:rPr>
        <w:t>psychic energy</w:t>
      </w:r>
      <w:r w:rsidRPr="00F56D96">
        <w:rPr>
          <w:rStyle w:val="Emphasis"/>
        </w:rPr>
        <w:t xml:space="preserve">, which </w:t>
      </w:r>
      <w:r w:rsidRPr="00F56D96">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F56D96">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F56D96">
        <w:rPr>
          <w:highlight w:val="green"/>
          <w:u w:val="single"/>
        </w:rPr>
        <w:t>exist</w:t>
      </w:r>
      <w:r w:rsidRPr="00F56D96">
        <w:rPr>
          <w:sz w:val="16"/>
        </w:rPr>
        <w:t xml:space="preserve">, and they have their </w:t>
      </w:r>
      <w:r w:rsidRPr="00F56D96">
        <w:rPr>
          <w:u w:val="single"/>
        </w:rPr>
        <w:t xml:space="preserve">roots </w:t>
      </w:r>
      <w:r w:rsidRPr="00F56D96">
        <w:rPr>
          <w:highlight w:val="green"/>
          <w:u w:val="single"/>
        </w:rPr>
        <w:t xml:space="preserve">in the </w:t>
      </w:r>
      <w:r w:rsidRPr="00F56D96">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25114F5B" w14:textId="77777777" w:rsidR="00693BF5" w:rsidRPr="00F56D96" w:rsidRDefault="00693BF5" w:rsidP="00693BF5">
      <w:pPr>
        <w:rPr>
          <w:sz w:val="16"/>
        </w:rPr>
      </w:pPr>
      <w:r w:rsidRPr="00F56D96">
        <w:rPr>
          <w:sz w:val="16"/>
        </w:rPr>
        <w:t xml:space="preserve">The seeking drive is proving a particularly fruitful subject for researchers. Although like the others it originates in the limbic system, </w:t>
      </w:r>
      <w:r w:rsidRPr="00F56D96">
        <w:rPr>
          <w:u w:val="single"/>
        </w:rPr>
        <w:t xml:space="preserve">it also </w:t>
      </w:r>
      <w:r w:rsidRPr="00F56D96">
        <w:rPr>
          <w:highlight w:val="green"/>
          <w:u w:val="single"/>
        </w:rPr>
        <w:t>involves</w:t>
      </w:r>
      <w:r w:rsidRPr="00F56D96">
        <w:rPr>
          <w:u w:val="single"/>
        </w:rPr>
        <w:t xml:space="preserve"> </w:t>
      </w:r>
      <w:r w:rsidRPr="00F56D96">
        <w:rPr>
          <w:rStyle w:val="Emphasis"/>
        </w:rPr>
        <w:t xml:space="preserve">parts of </w:t>
      </w:r>
      <w:r w:rsidRPr="00F56D96">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F56D96">
        <w:rPr>
          <w:highlight w:val="green"/>
          <w:u w:val="single"/>
        </w:rPr>
        <w:t>cortex known as</w:t>
      </w:r>
      <w:r w:rsidRPr="00F56D96">
        <w:rPr>
          <w:u w:val="single"/>
        </w:rPr>
        <w:t xml:space="preserve"> the </w:t>
      </w:r>
      <w:proofErr w:type="spellStart"/>
      <w:r w:rsidRPr="00F56D96">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F56D96">
        <w:rPr>
          <w:highlight w:val="green"/>
          <w:u w:val="single"/>
        </w:rPr>
        <w:t>Panksepp</w:t>
      </w:r>
      <w:proofErr w:type="spellEnd"/>
      <w:r w:rsidRPr="00F56D96">
        <w:rPr>
          <w:highlight w:val="green"/>
          <w:u w:val="single"/>
        </w:rPr>
        <w:t xml:space="preserve"> </w:t>
      </w:r>
      <w:r w:rsidRPr="00F56D96">
        <w:rPr>
          <w:rStyle w:val="Emphasis"/>
          <w:highlight w:val="green"/>
        </w:rPr>
        <w:t>stimulated the</w:t>
      </w:r>
      <w:r w:rsidRPr="00F56D96">
        <w:rPr>
          <w:rStyle w:val="Emphasis"/>
        </w:rPr>
        <w:t xml:space="preserve"> corresponding </w:t>
      </w:r>
      <w:r w:rsidRPr="00F56D96">
        <w:rPr>
          <w:rStyle w:val="Emphasis"/>
          <w:highlight w:val="green"/>
        </w:rPr>
        <w:t>region</w:t>
      </w:r>
      <w:r w:rsidRPr="00F56D96">
        <w:rPr>
          <w:rStyle w:val="Emphasis"/>
        </w:rPr>
        <w:t xml:space="preserve"> in a mouse, the </w:t>
      </w:r>
      <w:r w:rsidRPr="00F56D96">
        <w:rPr>
          <w:rStyle w:val="Emphasis"/>
          <w:highlight w:val="green"/>
        </w:rPr>
        <w:t>animal would</w:t>
      </w:r>
      <w:r w:rsidRPr="00F56D96">
        <w:rPr>
          <w:rStyle w:val="Emphasis"/>
        </w:rPr>
        <w:t xml:space="preserve"> sniff the air and walk around</w:t>
      </w:r>
      <w:r w:rsidRPr="00F56D96">
        <w:rPr>
          <w:u w:val="single"/>
        </w:rPr>
        <w:t>, as though it 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F56D96">
        <w:rPr>
          <w:rStyle w:val="Emphasis"/>
          <w:highlight w:val="green"/>
        </w:rPr>
        <w:t>desire</w:t>
      </w:r>
      <w:r w:rsidRPr="00F56D96">
        <w:rPr>
          <w:rStyle w:val="Emphasis"/>
        </w:rPr>
        <w:t xml:space="preserve"> for </w:t>
      </w:r>
      <w:r w:rsidRPr="00F56D96">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241E1DFE" w14:textId="77777777" w:rsidR="00693BF5" w:rsidRPr="00F56D96" w:rsidRDefault="00693BF5" w:rsidP="00693BF5">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looked into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32715B23" w14:textId="77777777" w:rsidR="00693BF5" w:rsidRDefault="00693BF5" w:rsidP="00693BF5">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bookmarkEnd w:id="4"/>
    <w:p w14:paraId="41C21A97" w14:textId="77777777" w:rsidR="00693BF5" w:rsidRPr="00F56D96" w:rsidRDefault="00693BF5" w:rsidP="00693BF5">
      <w:pPr>
        <w:rPr>
          <w:sz w:val="16"/>
        </w:rPr>
      </w:pPr>
    </w:p>
    <w:p w14:paraId="6B0F89F7" w14:textId="77777777" w:rsidR="00693BF5" w:rsidRPr="008A5EFF" w:rsidRDefault="00693BF5" w:rsidP="00693BF5">
      <w:pPr>
        <w:pStyle w:val="Heading4"/>
        <w:rPr>
          <w:rFonts w:cs="Calibri"/>
        </w:rPr>
      </w:pPr>
      <w:r w:rsidRPr="008A5EFF">
        <w:rPr>
          <w:rFonts w:cs="Calibri"/>
        </w:rPr>
        <w:t>Psychoanalysis is both falsifiable and accurate.</w:t>
      </w:r>
    </w:p>
    <w:p w14:paraId="4E2CC902" w14:textId="56B1C373" w:rsidR="00693BF5" w:rsidRPr="008A5EFF" w:rsidRDefault="00693BF5" w:rsidP="00693BF5">
      <w:r w:rsidRPr="008A5EFF">
        <w:rPr>
          <w:rStyle w:val="Style13ptBold"/>
        </w:rPr>
        <w:t>Grant &amp; Harari ‘5</w:t>
      </w:r>
      <w:r w:rsidRPr="008A5EFF">
        <w:t xml:space="preserve"> (Don and Edwin, psychiatrists, “Psychoanalysis, science and the seductive theory of Karl Popper,” Australian and New Zealand Journal of Psychiatry ) </w:t>
      </w:r>
      <w:r>
        <w:t>SJBE</w:t>
      </w:r>
      <w:r w:rsidRPr="008A5EFF">
        <w:t>, recut from Harvard BS</w:t>
      </w:r>
    </w:p>
    <w:p w14:paraId="272835E8" w14:textId="77777777" w:rsidR="00693BF5" w:rsidRDefault="00693BF5" w:rsidP="00693BF5">
      <w:pPr>
        <w:rPr>
          <w:sz w:val="16"/>
        </w:rPr>
      </w:pPr>
      <w:r w:rsidRPr="008A5EFF">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8A5EFF">
        <w:rPr>
          <w:rStyle w:val="Emphasis"/>
          <w:highlight w:val="green"/>
        </w:rPr>
        <w:t>has been challenged on</w:t>
      </w:r>
      <w:r w:rsidRPr="008A5EFF">
        <w:rPr>
          <w:rStyle w:val="Emphasis"/>
        </w:rPr>
        <w:t xml:space="preserve"> many grounds, including their </w:t>
      </w:r>
      <w:r w:rsidRPr="008A5EFF">
        <w:rPr>
          <w:rStyle w:val="Emphasis"/>
          <w:highlight w:val="green"/>
        </w:rPr>
        <w:t>methodology</w:t>
      </w:r>
      <w:r w:rsidRPr="008A5EFF">
        <w:rPr>
          <w:rStyle w:val="Emphasis"/>
        </w:rPr>
        <w:t xml:space="preserve"> [5] </w:t>
      </w:r>
      <w:r w:rsidRPr="008A5EFF">
        <w:rPr>
          <w:rStyle w:val="Emphasis"/>
          <w:highlight w:val="green"/>
        </w:rPr>
        <w:t>and</w:t>
      </w:r>
      <w:r w:rsidRPr="008A5EFF">
        <w:rPr>
          <w:rStyle w:val="Emphasis"/>
        </w:rPr>
        <w:t xml:space="preserve"> the </w:t>
      </w:r>
      <w:r w:rsidRPr="008A5EFF">
        <w:rPr>
          <w:rStyle w:val="Emphasis"/>
          <w:highlight w:val="green"/>
        </w:rPr>
        <w:t>empirical</w:t>
      </w:r>
      <w:r w:rsidRPr="008A5EFF">
        <w:rPr>
          <w:rStyle w:val="Emphasis"/>
        </w:rPr>
        <w:t xml:space="preserve">ly demonstrable </w:t>
      </w:r>
      <w:r w:rsidRPr="008A5EFF">
        <w:rPr>
          <w:rStyle w:val="Emphasis"/>
          <w:highlight w:val="green"/>
        </w:rPr>
        <w:t>validity of</w:t>
      </w:r>
      <w:r w:rsidRPr="008A5EFF">
        <w:rPr>
          <w:rStyle w:val="Emphasis"/>
        </w:rPr>
        <w:t xml:space="preserve"> core </w:t>
      </w:r>
      <w:r w:rsidRPr="008A5EFF">
        <w:rPr>
          <w:rStyle w:val="Emphasis"/>
          <w:highlight w:val="green"/>
        </w:rPr>
        <w:t>psychoanalytic concepts</w:t>
      </w:r>
      <w:r w:rsidRPr="008A5EFF">
        <w:rPr>
          <w:sz w:val="16"/>
        </w:rPr>
        <w:t xml:space="preserve"> [6,7]. Also, burgeoning </w:t>
      </w:r>
      <w:r w:rsidRPr="008A5EFF">
        <w:rPr>
          <w:rStyle w:val="Emphasis"/>
          <w:highlight w:val="green"/>
        </w:rPr>
        <w:t>neuroscience</w:t>
      </w:r>
      <w:r w:rsidRPr="008A5EFF">
        <w:rPr>
          <w:sz w:val="16"/>
          <w:highlight w:val="green"/>
        </w:rPr>
        <w:t xml:space="preserve"> </w:t>
      </w:r>
      <w:r w:rsidRPr="008A5EFF">
        <w:rPr>
          <w:rStyle w:val="Emphasis"/>
          <w:highlight w:val="green"/>
        </w:rPr>
        <w:t>research</w:t>
      </w:r>
      <w:r w:rsidRPr="008A5EFF">
        <w:rPr>
          <w:sz w:val="16"/>
        </w:rPr>
        <w:t xml:space="preserve">, some of which is summarized below, </w:t>
      </w:r>
      <w:r w:rsidRPr="008A5EFF">
        <w:rPr>
          <w:rStyle w:val="Emphasis"/>
          <w:highlight w:val="green"/>
        </w:rPr>
        <w:t>indicates</w:t>
      </w:r>
      <w:r w:rsidRPr="008A5EFF">
        <w:rPr>
          <w:rStyle w:val="Emphasis"/>
        </w:rPr>
        <w:t xml:space="preserve"> likely neurological correlates for many key clinically derived </w:t>
      </w:r>
      <w:r w:rsidRPr="008A5EFF">
        <w:rPr>
          <w:rStyle w:val="Emphasis"/>
          <w:highlight w:val="green"/>
        </w:rPr>
        <w:t xml:space="preserve">psychoanalytic concepts </w:t>
      </w:r>
      <w:r w:rsidRPr="008A5EFF">
        <w:rPr>
          <w:rStyle w:val="Emphasis"/>
        </w:rPr>
        <w:t xml:space="preserve">such as </w:t>
      </w:r>
      <w:r w:rsidRPr="008A5EFF">
        <w:rPr>
          <w:rStyle w:val="Emphasis"/>
          <w:highlight w:val="green"/>
        </w:rPr>
        <w:t>self-coherence</w:t>
      </w:r>
      <w:r w:rsidRPr="008A5EFF">
        <w:rPr>
          <w:rStyle w:val="Emphasis"/>
        </w:rPr>
        <w:t xml:space="preserve"> [8], </w:t>
      </w:r>
      <w:r w:rsidRPr="008A5EFF">
        <w:rPr>
          <w:rStyle w:val="Emphasis"/>
          <w:highlight w:val="green"/>
        </w:rPr>
        <w:t>repression</w:t>
      </w:r>
      <w:r w:rsidRPr="008A5EFF">
        <w:rPr>
          <w:rStyle w:val="Emphasis"/>
        </w:rPr>
        <w:t xml:space="preserve"> [9] </w:t>
      </w:r>
      <w:r w:rsidRPr="008A5EFF">
        <w:rPr>
          <w:rStyle w:val="Emphasis"/>
          <w:highlight w:val="green"/>
        </w:rPr>
        <w:t>and projective identification</w:t>
      </w:r>
      <w:r w:rsidRPr="008A5EFF">
        <w:rPr>
          <w:rStyle w:val="Emphasis"/>
        </w:rPr>
        <w:t xml:space="preserve"> [10].</w:t>
      </w:r>
      <w:r w:rsidRPr="008A5EFF">
        <w:rPr>
          <w:sz w:val="16"/>
        </w:rPr>
        <w:t xml:space="preserve"> Furthermore, </w:t>
      </w:r>
      <w:r w:rsidRPr="008A5EFF">
        <w:rPr>
          <w:rStyle w:val="Emphasis"/>
        </w:rPr>
        <w:t xml:space="preserve">the effectiveness of </w:t>
      </w:r>
      <w:r w:rsidRPr="008A5EFF">
        <w:rPr>
          <w:rStyle w:val="Emphasis"/>
          <w:highlight w:val="green"/>
        </w:rPr>
        <w:t>psychoanalysis</w:t>
      </w:r>
      <w:r w:rsidRPr="008A5EFF">
        <w:rPr>
          <w:rStyle w:val="Emphasis"/>
        </w:rPr>
        <w:t xml:space="preserve"> and its derivative therapies </w:t>
      </w:r>
      <w:r w:rsidRPr="008A5EFF">
        <w:rPr>
          <w:rStyle w:val="Emphasis"/>
          <w:highlight w:val="green"/>
        </w:rPr>
        <w:t>has been supported by empirical research</w:t>
      </w:r>
      <w:r w:rsidRPr="008A5EFF">
        <w:rPr>
          <w:sz w:val="16"/>
        </w:rPr>
        <w:t xml:space="preserve"> [11,12], particularly </w:t>
      </w:r>
      <w:r w:rsidRPr="008A5EFF">
        <w:rPr>
          <w:rStyle w:val="Emphasis"/>
          <w:highlight w:val="green"/>
        </w:rPr>
        <w:t>for</w:t>
      </w:r>
      <w:r w:rsidRPr="008A5EFF">
        <w:rPr>
          <w:sz w:val="16"/>
        </w:rPr>
        <w:t xml:space="preserve"> patients with </w:t>
      </w:r>
      <w:r w:rsidRPr="008A5EFF">
        <w:rPr>
          <w:rStyle w:val="Emphasis"/>
          <w:highlight w:val="green"/>
        </w:rPr>
        <w:t>DSM axis II pathology</w:t>
      </w:r>
      <w:r w:rsidRPr="008A5EFF">
        <w:rPr>
          <w:sz w:val="16"/>
        </w:rPr>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rPr>
          <w:sz w:val="16"/>
        </w:rPr>
        <w:t>.</w:t>
      </w:r>
    </w:p>
    <w:p w14:paraId="2220AF7D" w14:textId="3BD7C9B3" w:rsidR="00693BF5" w:rsidRDefault="00693BF5" w:rsidP="00693BF5"/>
    <w:p w14:paraId="6061A5A7" w14:textId="76A6ADFF" w:rsidR="00693BF5" w:rsidRDefault="00693BF5" w:rsidP="00693BF5">
      <w:pPr>
        <w:pStyle w:val="Heading2"/>
      </w:pPr>
      <w:r>
        <w:t>2</w:t>
      </w:r>
    </w:p>
    <w:p w14:paraId="736E13E2" w14:textId="0036EDBA" w:rsidR="00693BF5" w:rsidRDefault="00693BF5" w:rsidP="00693BF5">
      <w:pPr>
        <w:pStyle w:val="Heading3"/>
      </w:pPr>
      <w:r>
        <w:t>T</w:t>
      </w:r>
    </w:p>
    <w:p w14:paraId="479EFD3D" w14:textId="77777777" w:rsidR="00693BF5" w:rsidRPr="006C434D" w:rsidRDefault="00693BF5" w:rsidP="00693BF5">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not defend </w:t>
      </w:r>
      <w:r>
        <w:rPr>
          <w:rFonts w:cs="Calibri"/>
        </w:rPr>
        <w:t xml:space="preserve">that a just government recognizes a specific group of workers unconditional right to strike </w:t>
      </w:r>
    </w:p>
    <w:p w14:paraId="3965F29D" w14:textId="77777777" w:rsidR="00693BF5" w:rsidRDefault="00693BF5" w:rsidP="00693BF5">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71948A1" w14:textId="77777777" w:rsidR="00693BF5" w:rsidRPr="00EB1E45" w:rsidRDefault="00693BF5" w:rsidP="00693BF5">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400408ED" w14:textId="77777777" w:rsidR="00693BF5" w:rsidRPr="00EB1E45" w:rsidRDefault="00693BF5" w:rsidP="00693BF5">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5D74E07" w14:textId="77777777" w:rsidR="00693BF5" w:rsidRPr="00EB1E45" w:rsidRDefault="00693BF5" w:rsidP="00693BF5">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5FD94BE4" w14:textId="77777777" w:rsidR="00693BF5" w:rsidRPr="003072EF" w:rsidRDefault="00693BF5" w:rsidP="00693BF5">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2E4152A7" w14:textId="77777777" w:rsidR="00693BF5" w:rsidRPr="00553C4E" w:rsidRDefault="00693BF5" w:rsidP="00693BF5">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B0CAEEE" w14:textId="77777777" w:rsidR="00693BF5" w:rsidRPr="009140CF" w:rsidRDefault="00693BF5" w:rsidP="00693BF5">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509FA744" w14:textId="77777777" w:rsidR="00693BF5" w:rsidRPr="00D222A7" w:rsidRDefault="00693BF5" w:rsidP="00693BF5">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7E0CE7F" w14:textId="6701364D" w:rsidR="00693BF5" w:rsidRDefault="00693BF5" w:rsidP="00693BF5">
      <w:pPr>
        <w:pStyle w:val="Heading4"/>
      </w:pPr>
      <w:r>
        <w:rPr>
          <w:rFonts w:cs="Calibri"/>
        </w:rPr>
        <w:t>It applies to “workers” – 1] upward entailment test – “</w:t>
      </w:r>
      <w:bookmarkStart w:id="5" w:name="_Hlk86479059"/>
      <w:r>
        <w:rPr>
          <w:rFonts w:cs="Calibri"/>
        </w:rPr>
        <w:t>a just government ought to recognize workers unconditional right to strike</w:t>
      </w:r>
      <w:bookmarkEnd w:id="5"/>
      <w:r>
        <w:rPr>
          <w:rFonts w:cs="Calibri"/>
        </w:rPr>
        <w:t xml:space="preserve">” doesn’t entail that </w:t>
      </w:r>
      <w:bookmarkStart w:id="6" w:name="_Hlk86479068"/>
      <w:r>
        <w:rPr>
          <w:rFonts w:cs="Calibri"/>
        </w:rPr>
        <w:t>a just government ought to recognize peoples unconditional right to strike because it doesn’t prove all people should strike</w:t>
      </w:r>
      <w:bookmarkEnd w:id="6"/>
      <w:r>
        <w:rPr>
          <w:rFonts w:cs="Calibri"/>
        </w:rPr>
        <w:t xml:space="preserve">, 2] adverb test – adding </w:t>
      </w:r>
      <w:r>
        <w:t>“always” doesn’t change its meaning because recognition is unconditional.</w:t>
      </w:r>
    </w:p>
    <w:p w14:paraId="265E9C1B" w14:textId="77777777" w:rsidR="00693BF5" w:rsidRDefault="00693BF5" w:rsidP="00693BF5">
      <w:pPr>
        <w:pStyle w:val="Heading4"/>
      </w:pPr>
      <w:r>
        <w:t>Violation: They spec ______</w:t>
      </w:r>
    </w:p>
    <w:p w14:paraId="1697739B" w14:textId="77777777" w:rsidR="00693BF5" w:rsidRPr="00A353FF" w:rsidRDefault="00693BF5" w:rsidP="00693BF5">
      <w:pPr>
        <w:pStyle w:val="Heading4"/>
      </w:pPr>
      <w:r w:rsidRPr="00A353FF">
        <w:t>Standards:</w:t>
      </w:r>
    </w:p>
    <w:p w14:paraId="4B3AB2D6" w14:textId="21BADEB7" w:rsidR="00693BF5" w:rsidRPr="007E7B26" w:rsidRDefault="00693BF5" w:rsidP="00693BF5">
      <w:pPr>
        <w:pStyle w:val="Heading4"/>
      </w:pPr>
      <w:r>
        <w:t xml:space="preserve">1] </w:t>
      </w:r>
      <w:r>
        <w:t>Precision</w:t>
      </w:r>
      <w:r>
        <w:t xml:space="preserve"> – the counter-interp justifies them arbitrarily doing away with random words in the resolution which </w:t>
      </w:r>
      <w:r w:rsidRPr="005F3BCD">
        <w:t xml:space="preserve">decks ground and </w:t>
      </w:r>
      <w:r w:rsidR="00650D97">
        <w:t>prep</w:t>
      </w:r>
      <w:r w:rsidRPr="005F3BCD">
        <w:t xml:space="preserve"> because the aff is no longer bounded by the resolution.</w:t>
      </w:r>
      <w:r>
        <w:t xml:space="preserve"> Independent voter for jurisdiction – the judge doesn’t have the jurisdiction to vote aff if there wasn’t a legitimate aff.</w:t>
      </w:r>
    </w:p>
    <w:p w14:paraId="25EB980E" w14:textId="1387E290" w:rsidR="00693BF5" w:rsidRPr="005F3BCD" w:rsidRDefault="00693BF5" w:rsidP="00693BF5">
      <w:pPr>
        <w:pStyle w:val="Heading4"/>
      </w:pPr>
      <w:r>
        <w:t>2</w:t>
      </w:r>
      <w:r w:rsidRPr="005F3BCD">
        <w:t xml:space="preserve">] Limits and ground – their model allows affs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implications — that explodes prep and leads to random </w:t>
      </w:r>
      <w:r>
        <w:t>worker</w:t>
      </w:r>
      <w:r w:rsidRPr="005F3BCD">
        <w:t xml:space="preserve"> of the week affs which makes neg </w:t>
      </w:r>
      <w:r w:rsidR="00650D97">
        <w:t xml:space="preserve">prep </w:t>
      </w:r>
      <w:r w:rsidRPr="005F3BCD">
        <w:t>impossible</w:t>
      </w:r>
      <w:r w:rsidR="00650D97">
        <w:t>.</w:t>
      </w:r>
    </w:p>
    <w:p w14:paraId="5A352288" w14:textId="5F0B79EA" w:rsidR="00693BF5" w:rsidRPr="007E7B26" w:rsidRDefault="00693BF5" w:rsidP="00693BF5">
      <w:pPr>
        <w:pStyle w:val="Heading4"/>
      </w:pPr>
      <w:r>
        <w:t>3</w:t>
      </w:r>
      <w:r w:rsidRPr="005F3BCD">
        <w:t xml:space="preserve">] </w:t>
      </w:r>
      <w:r>
        <w:t>TVA solves – you could’ve read your plan as an advantage under a whole res advocacy.</w:t>
      </w:r>
    </w:p>
    <w:p w14:paraId="437AA641" w14:textId="0EF8EFA7" w:rsidR="00693BF5" w:rsidRDefault="00693BF5" w:rsidP="00693BF5">
      <w:pPr>
        <w:pStyle w:val="Heading4"/>
      </w:pPr>
      <w:r>
        <w:t xml:space="preserve">Fairness – debate is a competitive activity that requires fairness for objective evaluation. Outweighs </w:t>
      </w:r>
      <w:r>
        <w:t>– it constrains your ability to evaluate the rest of the flow because they require fair evaluation.</w:t>
      </w:r>
    </w:p>
    <w:p w14:paraId="5348E633" w14:textId="585CAA9F" w:rsidR="00693BF5" w:rsidRDefault="00693BF5" w:rsidP="00693BF5">
      <w:pPr>
        <w:pStyle w:val="Heading4"/>
      </w:pPr>
      <w:r>
        <w:t xml:space="preserve">Drop the debater – </w:t>
      </w:r>
      <w:r w:rsidR="00650D97">
        <w:t>to</w:t>
      </w:r>
      <w:r>
        <w:t xml:space="preserve"> deter future abuse and set better norms for debate.</w:t>
      </w:r>
    </w:p>
    <w:p w14:paraId="2EB42385" w14:textId="6A3C8A9D" w:rsidR="00693BF5" w:rsidRDefault="00693BF5" w:rsidP="00693BF5">
      <w:pPr>
        <w:pStyle w:val="Heading4"/>
      </w:pPr>
      <w:r>
        <w:t xml:space="preserve">Competing interps – reasonability is arbitrary and </w:t>
      </w:r>
      <w:r w:rsidR="00650D97">
        <w:t>invites</w:t>
      </w:r>
      <w:r>
        <w:t xml:space="preserve"> judge intervention </w:t>
      </w:r>
      <w:r w:rsidR="00650D97">
        <w:t>but we</w:t>
      </w:r>
      <w:r>
        <w:t xml:space="preserve"> creates a race to the top where we create the best norms for debate.</w:t>
      </w:r>
    </w:p>
    <w:p w14:paraId="4FC37BDC" w14:textId="77777777" w:rsidR="00693BF5" w:rsidRDefault="00693BF5" w:rsidP="00693BF5">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64AB782" w14:textId="10E90F0D" w:rsidR="00693BF5" w:rsidRDefault="006C6CAB" w:rsidP="006C6CAB">
      <w:pPr>
        <w:pStyle w:val="Heading4"/>
      </w:pPr>
      <w:r>
        <w:t>1AR theory is dta and reasonability – sandbagging o/w, irresolvable o/w</w:t>
      </w:r>
    </w:p>
    <w:p w14:paraId="41E375D7" w14:textId="309C2A7F" w:rsidR="006C6CAB" w:rsidRPr="006C6CAB" w:rsidRDefault="006C6CAB" w:rsidP="006C6CAB">
      <w:pPr>
        <w:pStyle w:val="Heading4"/>
      </w:pPr>
      <w:r>
        <w:t>RVI on 1AR theory – time skew o/w</w:t>
      </w:r>
    </w:p>
    <w:p w14:paraId="3501669A" w14:textId="1F4725FF" w:rsidR="00693BF5" w:rsidRDefault="00693BF5" w:rsidP="00693BF5">
      <w:pPr>
        <w:pStyle w:val="Heading1"/>
      </w:pPr>
      <w:r>
        <w:t>Case</w:t>
      </w:r>
    </w:p>
    <w:p w14:paraId="07895905" w14:textId="6398E57D" w:rsidR="00693BF5" w:rsidRDefault="00693BF5" w:rsidP="00693BF5">
      <w:pPr>
        <w:pStyle w:val="Heading2"/>
      </w:pPr>
      <w:r>
        <w:t>FW</w:t>
      </w:r>
    </w:p>
    <w:p w14:paraId="415057C2" w14:textId="73CF183D" w:rsidR="00693BF5" w:rsidRDefault="00693BF5" w:rsidP="00693BF5">
      <w:pPr>
        <w:pStyle w:val="Heading3"/>
      </w:pPr>
      <w:r>
        <w:t>1NC – AT: Extinction Outweighs</w:t>
      </w:r>
    </w:p>
    <w:p w14:paraId="77119F0B" w14:textId="77777777" w:rsidR="00693BF5" w:rsidRDefault="00693BF5" w:rsidP="00693BF5">
      <w:pPr>
        <w:pStyle w:val="Heading4"/>
      </w:pPr>
      <w:bookmarkStart w:id="7" w:name="_Hlk76566927"/>
      <w:r>
        <w:t xml:space="preserve">Their attempts to </w:t>
      </w:r>
      <w:r w:rsidRPr="00A33C1F">
        <w:rPr>
          <w:u w:val="single"/>
        </w:rPr>
        <w:t>fill the lack</w:t>
      </w:r>
      <w:r>
        <w:t xml:space="preserve"> by framing death as the ultimate evil </w:t>
      </w:r>
      <w:r w:rsidRPr="00A33C1F">
        <w:rPr>
          <w:u w:val="single"/>
        </w:rPr>
        <w:t>denies any value that arises from life</w:t>
      </w:r>
      <w:r>
        <w:t>.</w:t>
      </w:r>
    </w:p>
    <w:p w14:paraId="7A0F6E97" w14:textId="77777777" w:rsidR="00693BF5" w:rsidRPr="00A33C1F" w:rsidRDefault="00693BF5" w:rsidP="00693BF5">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224-227; 2013; </w:t>
      </w:r>
      <w:r w:rsidRPr="00274110">
        <w:t>University of Nebraska Press / Lincoln and London</w:t>
      </w:r>
      <w:r>
        <w:t>] Justin</w:t>
      </w:r>
    </w:p>
    <w:p w14:paraId="3D1291F7" w14:textId="77777777" w:rsidR="00693BF5" w:rsidRPr="00A33C1F" w:rsidRDefault="00693BF5" w:rsidP="00693BF5">
      <w:pPr>
        <w:rPr>
          <w:sz w:val="16"/>
        </w:rPr>
      </w:pPr>
      <w:r w:rsidRPr="00A33C1F">
        <w:rPr>
          <w:sz w:val="16"/>
        </w:rPr>
        <w:t>On the level of common sense, this opposition is not symmetrical. What thinking person would not want to side with those who love life rather than death.3 Everyone can readily understand how one might love life, but the love of death is a counterintuitive phenomenon. It seems as if it must be code language for some other desire, which is how Western leftists often view it. Interpreting terrorist attacks as an ultimately life-affirming response to imperialism and impoverishment, they implicitly reject the possibility of being in love with death. But this type of interpretation can't explain why so many suicide bombers are middle-class, educated subjects and not the most downtrodden victims of imperialist power.</w:t>
      </w:r>
      <w:r w:rsidRPr="00A33C1F">
        <w:rPr>
          <w:rFonts w:ascii="Tahoma" w:hAnsi="Tahoma" w:cs="Tahoma"/>
          <w:sz w:val="16"/>
        </w:rPr>
        <w:t> </w:t>
      </w:r>
      <w:r w:rsidRPr="00A33C1F">
        <w:rPr>
          <w:sz w:val="16"/>
        </w:rPr>
        <w:t xml:space="preserve">4 We must imagine that for subjects such as these there is an appeal in death itself. </w:t>
      </w:r>
    </w:p>
    <w:p w14:paraId="6AE1E4C1" w14:textId="2E4878FC" w:rsidR="00693BF5" w:rsidRDefault="00693BF5" w:rsidP="00693BF5">
      <w:pPr>
        <w:rPr>
          <w:sz w:val="16"/>
        </w:rPr>
      </w:pPr>
      <w:r w:rsidRPr="00A33C1F">
        <w:rPr>
          <w:u w:val="single"/>
        </w:rPr>
        <w:t xml:space="preserve">Those who emphasize the importance of death at the expense of life do so because </w:t>
      </w:r>
      <w:r w:rsidRPr="00324147">
        <w:rPr>
          <w:rStyle w:val="Emphasis"/>
        </w:rPr>
        <w:t>death is the source of value</w:t>
      </w:r>
      <w:r w:rsidRPr="00A33C1F">
        <w:rPr>
          <w:sz w:val="16"/>
        </w:rPr>
        <w:t xml:space="preserve">.5 The fact that </w:t>
      </w:r>
      <w:r w:rsidRPr="00A33C1F">
        <w:rPr>
          <w:highlight w:val="green"/>
          <w:u w:val="single"/>
        </w:rPr>
        <w:t>life has an end</w:t>
      </w:r>
      <w:r w:rsidRPr="00A33C1F">
        <w:rPr>
          <w:sz w:val="16"/>
        </w:rPr>
        <w:t xml:space="preserve">, that </w:t>
      </w:r>
      <w:r w:rsidRPr="00A33C1F">
        <w:rPr>
          <w:highlight w:val="green"/>
          <w:u w:val="single"/>
        </w:rPr>
        <w:t>we do not have</w:t>
      </w:r>
      <w:r w:rsidRPr="00A33C1F">
        <w:rPr>
          <w:u w:val="single"/>
        </w:rPr>
        <w:t xml:space="preserve"> an </w:t>
      </w:r>
      <w:r w:rsidRPr="00324147">
        <w:rPr>
          <w:rStyle w:val="Emphasis"/>
          <w:highlight w:val="green"/>
        </w:rPr>
        <w:t>infinite</w:t>
      </w:r>
      <w:r w:rsidRPr="00324147">
        <w:rPr>
          <w:rStyle w:val="Emphasis"/>
        </w:rPr>
        <w:t xml:space="preserve"> amount of </w:t>
      </w:r>
      <w:r w:rsidRPr="00324147">
        <w:rPr>
          <w:rStyle w:val="Emphasis"/>
          <w:highlight w:val="green"/>
        </w:rPr>
        <w:t>time</w:t>
      </w:r>
      <w:r w:rsidRPr="00324147">
        <w:rPr>
          <w:rStyle w:val="Emphasis"/>
        </w:rPr>
        <w:t xml:space="preserve"> to experience every possibility</w:t>
      </w:r>
      <w:r w:rsidRPr="00A33C1F">
        <w:rPr>
          <w:sz w:val="16"/>
        </w:rPr>
        <w:t xml:space="preserve">, means that </w:t>
      </w:r>
      <w:r w:rsidRPr="00A33C1F">
        <w:rPr>
          <w:highlight w:val="green"/>
          <w:u w:val="single"/>
        </w:rPr>
        <w:t xml:space="preserve">we must </w:t>
      </w:r>
      <w:r w:rsidRPr="00324147">
        <w:rPr>
          <w:rStyle w:val="Emphasis"/>
          <w:highlight w:val="green"/>
        </w:rPr>
        <w:t>value</w:t>
      </w:r>
      <w:r w:rsidRPr="00324147">
        <w:rPr>
          <w:rStyle w:val="Emphasis"/>
        </w:rPr>
        <w:t xml:space="preserve"> some </w:t>
      </w:r>
      <w:r w:rsidRPr="00324147">
        <w:rPr>
          <w:rStyle w:val="Emphasis"/>
          <w:highlight w:val="green"/>
        </w:rPr>
        <w:t>things</w:t>
      </w:r>
      <w:r w:rsidRPr="00324147">
        <w:rPr>
          <w:rStyle w:val="Emphasis"/>
        </w:rPr>
        <w:t xml:space="preserve"> above others</w:t>
      </w:r>
      <w:r w:rsidRPr="00A33C1F">
        <w:rPr>
          <w:u w:val="single"/>
        </w:rPr>
        <w:t xml:space="preserve">. </w:t>
      </w:r>
      <w:r w:rsidRPr="00A33C1F">
        <w:rPr>
          <w:highlight w:val="green"/>
          <w:u w:val="single"/>
        </w:rPr>
        <w:t xml:space="preserve">Death creates </w:t>
      </w:r>
      <w:r w:rsidRPr="00324147">
        <w:rPr>
          <w:rStyle w:val="Emphasis"/>
          <w:highlight w:val="green"/>
        </w:rPr>
        <w:t>hierarchies</w:t>
      </w:r>
      <w:r w:rsidRPr="00324147">
        <w:rPr>
          <w:rStyle w:val="Emphasis"/>
        </w:rPr>
        <w:t xml:space="preserve"> of value</w:t>
      </w:r>
      <w:r w:rsidRPr="00A33C1F">
        <w:rPr>
          <w:u w:val="single"/>
        </w:rPr>
        <w:t xml:space="preserve">, and these hierarchies are not only vehicles for oppression but the pathways through which what we do matters at all. </w:t>
      </w:r>
      <w:r w:rsidRPr="00A33C1F">
        <w:rPr>
          <w:rStyle w:val="StyleUnderline"/>
          <w:highlight w:val="green"/>
        </w:rPr>
        <w:t>Without</w:t>
      </w:r>
      <w:r w:rsidRPr="00A33C1F">
        <w:rPr>
          <w:rStyle w:val="StyleUnderline"/>
        </w:rPr>
        <w:t xml:space="preserve"> the value that </w:t>
      </w:r>
      <w:r w:rsidRPr="00A33C1F">
        <w:rPr>
          <w:rStyle w:val="StyleUnderline"/>
          <w:highlight w:val="green"/>
        </w:rPr>
        <w:t>death</w:t>
      </w:r>
      <w:r w:rsidRPr="00A33C1F">
        <w:rPr>
          <w:rStyle w:val="StyleUnderline"/>
        </w:rPr>
        <w:t xml:space="preserve"> provides, </w:t>
      </w:r>
      <w:r w:rsidRPr="00324147">
        <w:rPr>
          <w:rStyle w:val="Emphasis"/>
          <w:rFonts w:eastAsiaTheme="majorEastAsia" w:cstheme="majorBidi"/>
          <w:iCs w:val="0"/>
          <w:sz w:val="32"/>
          <w:szCs w:val="24"/>
        </w:rPr>
        <w:t>neither love nor ice cream nor friendship nor anything that we enjoy would have any special worth whatsoever</w:t>
      </w:r>
      <w:r w:rsidRPr="00A33C1F">
        <w:rPr>
          <w:sz w:val="16"/>
        </w:rPr>
        <w:t xml:space="preserve">. Having an infinite amount of time, </w:t>
      </w:r>
      <w:r w:rsidRPr="00A33C1F">
        <w:rPr>
          <w:u w:val="single"/>
        </w:rPr>
        <w:t xml:space="preserve">we would have no incentive to opt for these experiences rather than other ones. </w:t>
      </w:r>
      <w:r w:rsidRPr="00A33C1F">
        <w:rPr>
          <w:highlight w:val="green"/>
          <w:u w:val="single"/>
        </w:rPr>
        <w:t>We would be</w:t>
      </w:r>
      <w:r w:rsidRPr="00A33C1F">
        <w:rPr>
          <w:u w:val="single"/>
        </w:rPr>
        <w:t xml:space="preserve"> left </w:t>
      </w:r>
      <w:r w:rsidRPr="00324147">
        <w:rPr>
          <w:rStyle w:val="Emphasis"/>
          <w:highlight w:val="green"/>
        </w:rPr>
        <w:t>unable to enjoy</w:t>
      </w:r>
      <w:r w:rsidRPr="00324147">
        <w:rPr>
          <w:rStyle w:val="Emphasis"/>
        </w:rPr>
        <w:t xml:space="preserve"> what seems to make </w:t>
      </w:r>
      <w:r w:rsidRPr="00324147">
        <w:rPr>
          <w:rStyle w:val="Emphasis"/>
          <w:highlight w:val="green"/>
        </w:rPr>
        <w:t>life</w:t>
      </w:r>
      <w:r w:rsidRPr="00324147">
        <w:rPr>
          <w:rStyle w:val="Emphasis"/>
        </w:rPr>
        <w:t xml:space="preserve"> most worth living</w:t>
      </w:r>
      <w:r w:rsidRPr="00A33C1F">
        <w:rPr>
          <w:u w:val="single"/>
        </w:rPr>
        <w:t>.</w:t>
      </w:r>
      <w:r>
        <w:rPr>
          <w:u w:val="single"/>
        </w:rPr>
        <w:t xml:space="preserve"> </w:t>
      </w:r>
      <w:r w:rsidRPr="00A33C1F">
        <w:rPr>
          <w:sz w:val="16"/>
        </w:rPr>
        <w:t xml:space="preserve">Even though enjoyment itself is an experience of the infinite, an experience of transcending the limits that regulate everyday activity, it nonetheless depends on the limits of finitude. </w:t>
      </w:r>
      <w:r w:rsidRPr="00A33C1F">
        <w:rPr>
          <w:u w:val="single"/>
        </w:rPr>
        <w:t xml:space="preserve">When one enjoys, one accesses the infinite as a </w:t>
      </w:r>
      <w:r w:rsidRPr="00324147">
        <w:rPr>
          <w:highlight w:val="green"/>
          <w:u w:val="single"/>
        </w:rPr>
        <w:t>finite subject</w:t>
      </w:r>
      <w:r w:rsidRPr="00A33C1F">
        <w:rPr>
          <w:u w:val="single"/>
        </w:rPr>
        <w:t xml:space="preserve">, and it is this contrast that </w:t>
      </w:r>
      <w:r w:rsidRPr="00324147">
        <w:rPr>
          <w:highlight w:val="green"/>
          <w:u w:val="single"/>
        </w:rPr>
        <w:t>renders enjoyment enjoyable. Without</w:t>
      </w:r>
      <w:r w:rsidRPr="00A33C1F">
        <w:rPr>
          <w:u w:val="single"/>
        </w:rPr>
        <w:t xml:space="preserve"> the </w:t>
      </w:r>
      <w:r w:rsidRPr="00324147">
        <w:rPr>
          <w:rStyle w:val="Emphasis"/>
        </w:rPr>
        <w:t xml:space="preserve">limits of </w:t>
      </w:r>
      <w:r w:rsidRPr="00324147">
        <w:rPr>
          <w:rStyle w:val="Emphasis"/>
          <w:highlight w:val="green"/>
        </w:rPr>
        <w:t>finitude</w:t>
      </w:r>
      <w:r w:rsidRPr="00A33C1F">
        <w:rPr>
          <w:u w:val="single"/>
        </w:rPr>
        <w:t xml:space="preserve">, our </w:t>
      </w:r>
      <w:r w:rsidRPr="00324147">
        <w:rPr>
          <w:highlight w:val="green"/>
          <w:u w:val="single"/>
        </w:rPr>
        <w:t>experience</w:t>
      </w:r>
      <w:r w:rsidRPr="00A33C1F">
        <w:rPr>
          <w:u w:val="single"/>
        </w:rPr>
        <w:t xml:space="preserve"> of the infinite </w:t>
      </w:r>
      <w:r w:rsidRPr="00324147">
        <w:rPr>
          <w:highlight w:val="green"/>
          <w:u w:val="single"/>
        </w:rPr>
        <w:t>would become</w:t>
      </w:r>
      <w:r w:rsidRPr="00A33C1F">
        <w:rPr>
          <w:u w:val="single"/>
        </w:rPr>
        <w:t xml:space="preserve"> as </w:t>
      </w:r>
      <w:r w:rsidRPr="00324147">
        <w:rPr>
          <w:rStyle w:val="Emphasis"/>
          <w:highlight w:val="green"/>
        </w:rPr>
        <w:t>tedious</w:t>
      </w:r>
      <w:r w:rsidRPr="00A33C1F">
        <w:rPr>
          <w:u w:val="single"/>
        </w:rPr>
        <w:t xml:space="preserve"> as our everyday lives </w:t>
      </w:r>
      <w:r w:rsidRPr="00A33C1F">
        <w:rPr>
          <w:sz w:val="16"/>
        </w:rPr>
        <w:t>(and in fact would become our everyday experience). Finitude provides the punctuation through which the infinite emerges as such. The struggle to assert the importance of death – the act of being in love with death, as bin Laden claims that the Muslim youths are – is a mode of avowing one’s allegiance to the infinite enjoyment that death doesn't extinguish but instead spawns.6</w:t>
      </w:r>
      <w:r>
        <w:rPr>
          <w:sz w:val="16"/>
        </w:rPr>
        <w:t xml:space="preserve"> </w:t>
      </w:r>
      <w:r w:rsidRPr="00A33C1F">
        <w:rPr>
          <w:sz w:val="16"/>
        </w:rPr>
        <w:t xml:space="preserve">This is exactly why Martin Heidegger attacks what he sees as our modern inauthentic relationship to death. In Being and Time Heidegger sees our individual death as an absolute limit that has the effect of creating value for us. As he puts it, "With death, Dasein stands before itself in its </w:t>
      </w:r>
      <w:proofErr w:type="spellStart"/>
      <w:r w:rsidRPr="00A33C1F">
        <w:rPr>
          <w:sz w:val="16"/>
        </w:rPr>
        <w:t>ownmost</w:t>
      </w:r>
      <w:proofErr w:type="spellEnd"/>
      <w:r w:rsidRPr="00A33C1F">
        <w:rPr>
          <w:sz w:val="16"/>
        </w:rPr>
        <w:t xml:space="preserve"> potentiality-for-being. This is a possibility in which the issue is nothing less than Dasein's Being-in-the-world.”7 </w:t>
      </w:r>
      <w:r w:rsidRPr="00A33C1F">
        <w:rPr>
          <w:u w:val="single"/>
        </w:rPr>
        <w:t>Without the anticipation of our own death, we flit through the world and fail to take up fully an attitude of care</w:t>
      </w:r>
      <w:r w:rsidRPr="00A33C1F">
        <w:rPr>
          <w:sz w:val="16"/>
        </w:rPr>
        <w:t xml:space="preserve">, </w:t>
      </w:r>
      <w:r w:rsidRPr="00A33C1F">
        <w:rPr>
          <w:u w:val="single"/>
        </w:rPr>
        <w:t>the attitude most appropriate for our mode of being</w:t>
      </w:r>
      <w:r w:rsidRPr="00A33C1F">
        <w:rPr>
          <w:sz w:val="16"/>
        </w:rPr>
        <w:t>, according to Heidegger. Nothing really matters to those who have not recognized the approach of their own death. By depriving us of an authentic relationship to death, an ideology that proclaims life as the only value creates a valueless world where nothing matters to us.</w:t>
      </w:r>
      <w:r>
        <w:rPr>
          <w:sz w:val="16"/>
        </w:rPr>
        <w:t xml:space="preserve"> </w:t>
      </w:r>
      <w:r w:rsidRPr="00A33C1F">
        <w:rPr>
          <w:sz w:val="16"/>
        </w:rPr>
        <w:t xml:space="preserve">But of course the partisans of life are not actually eliminating death itself. They simply privilege life over death and see the world in terms of life rather than death which would seem to leave the value-creating power of death intact. But this is not what happens. </w:t>
      </w:r>
      <w:r w:rsidRPr="00A33C1F">
        <w:rPr>
          <w:u w:val="single"/>
        </w:rPr>
        <w:t xml:space="preserve">By privileging life and seeing death only in terms of </w:t>
      </w:r>
      <w:r w:rsidRPr="00324147">
        <w:rPr>
          <w:rStyle w:val="Emphasis"/>
        </w:rPr>
        <w:t>life</w:t>
      </w:r>
      <w:r w:rsidRPr="00A33C1F">
        <w:rPr>
          <w:sz w:val="16"/>
        </w:rPr>
        <w:t xml:space="preserve">, we change the way we experience the world. Without the mediation that death provides, </w:t>
      </w:r>
      <w:r w:rsidRPr="00A33C1F">
        <w:rPr>
          <w:u w:val="single"/>
        </w:rPr>
        <w:t xml:space="preserve">the system of </w:t>
      </w:r>
      <w:r w:rsidRPr="00324147">
        <w:rPr>
          <w:rStyle w:val="Emphasis"/>
        </w:rPr>
        <w:t>pure life becomes a system utterly bereft of value</w:t>
      </w:r>
      <w:r w:rsidRPr="00A33C1F">
        <w:rPr>
          <w:sz w:val="16"/>
        </w:rPr>
        <w:t>.8 We can see this in the two great systems of modernity – science and capitalism.</w:t>
      </w:r>
      <w:r>
        <w:rPr>
          <w:sz w:val="16"/>
        </w:rPr>
        <w:t xml:space="preserve"> </w:t>
      </w:r>
      <w:r w:rsidRPr="00A33C1F">
        <w:rPr>
          <w:sz w:val="16"/>
        </w:rPr>
        <w:t xml:space="preserve">Both </w:t>
      </w:r>
      <w:r w:rsidRPr="00A33C1F">
        <w:rPr>
          <w:u w:val="single"/>
        </w:rPr>
        <w:t>modern science and capitalism are systems structured around pure life</w:t>
      </w:r>
      <w:r w:rsidRPr="00A33C1F">
        <w:rPr>
          <w:sz w:val="16"/>
        </w:rPr>
        <w:t xml:space="preserve">.9 </w:t>
      </w:r>
      <w:r w:rsidRPr="00A33C1F">
        <w:rPr>
          <w:u w:val="single"/>
        </w:rPr>
        <w:t xml:space="preserve">Neither recognizes any </w:t>
      </w:r>
      <w:r w:rsidRPr="00324147">
        <w:rPr>
          <w:rStyle w:val="Emphasis"/>
        </w:rPr>
        <w:t>ontological limit</w:t>
      </w:r>
      <w:r w:rsidRPr="00A33C1F">
        <w:rPr>
          <w:u w:val="single"/>
        </w:rPr>
        <w:t xml:space="preserve"> but instead</w:t>
      </w:r>
      <w:r w:rsidRPr="00A33C1F">
        <w:rPr>
          <w:sz w:val="16"/>
        </w:rPr>
        <w:t xml:space="preserve"> continually </w:t>
      </w:r>
      <w:r w:rsidRPr="00A33C1F">
        <w:rPr>
          <w:u w:val="single"/>
        </w:rPr>
        <w:t xml:space="preserve">embarks on a project of </w:t>
      </w:r>
      <w:r w:rsidRPr="00324147">
        <w:rPr>
          <w:rStyle w:val="Emphasis"/>
        </w:rPr>
        <w:t>constant change and expansion</w:t>
      </w:r>
      <w:r w:rsidRPr="00A33C1F">
        <w:rPr>
          <w:sz w:val="16"/>
        </w:rPr>
        <w:t>. The scientific quest for knowledge about the world moves forward without regard for humanitarian or ethical concerns, which is why ethicists incessantly try to reconcile scientific discoveries with morality after the fact. After scientists develop the ability to clone, for instance, we realize what cloning portends for our sense of identity and attempt to police the practice. After Oppenheimer helps to develop the atomic bomb, he addresses the world with pronouncements of its evil. But this rearguard action has nothing to do with science as such. Oppenheimer the humanist is not Oppenheimer the scientist.10</w:t>
      </w:r>
      <w:r>
        <w:rPr>
          <w:sz w:val="16"/>
        </w:rPr>
        <w:t xml:space="preserve"> </w:t>
      </w:r>
      <w:r w:rsidRPr="00A33C1F">
        <w:rPr>
          <w:sz w:val="16"/>
        </w:rPr>
        <w:t xml:space="preserve">The same dynamic is visible with </w:t>
      </w:r>
      <w:r w:rsidRPr="00324147">
        <w:rPr>
          <w:rStyle w:val="Emphasis"/>
        </w:rPr>
        <w:t>capitalism</w:t>
      </w:r>
      <w:r w:rsidRPr="00A33C1F">
        <w:rPr>
          <w:sz w:val="16"/>
        </w:rPr>
        <w:t xml:space="preserve">. As an economic system, it </w:t>
      </w:r>
      <w:r w:rsidRPr="00A33C1F">
        <w:rPr>
          <w:u w:val="single"/>
        </w:rPr>
        <w:t xml:space="preserve">promotes </w:t>
      </w:r>
      <w:r w:rsidRPr="00324147">
        <w:rPr>
          <w:rStyle w:val="Emphasis"/>
        </w:rPr>
        <w:t>constant evolution and change just as life itself does</w:t>
      </w:r>
      <w:r w:rsidRPr="00324147">
        <w:rPr>
          <w:u w:val="single"/>
        </w:rPr>
        <w:t>. Nothing can remain the same within the capitalist world because the production of value depends on the creation of the new commodity, and even the old commodities must be constantly given new forms</w:t>
      </w:r>
      <w:r w:rsidRPr="00324147">
        <w:rPr>
          <w:sz w:val="16"/>
        </w:rPr>
        <w:t xml:space="preserve"> or renewed in some way.11 </w:t>
      </w:r>
      <w:r w:rsidRPr="00324147">
        <w:rPr>
          <w:u w:val="single"/>
        </w:rPr>
        <w:t xml:space="preserve">Capitalism produces crises not because it </w:t>
      </w:r>
      <w:r w:rsidRPr="00324147">
        <w:rPr>
          <w:rStyle w:val="Emphasis"/>
        </w:rPr>
        <w:t>can't produce enough</w:t>
      </w:r>
      <w:r w:rsidRPr="00324147">
        <w:rPr>
          <w:sz w:val="16"/>
        </w:rPr>
        <w:t xml:space="preserve"> – </w:t>
      </w:r>
      <w:r w:rsidRPr="00324147">
        <w:rPr>
          <w:u w:val="single"/>
        </w:rPr>
        <w:t xml:space="preserve">crises of scarcity dominate the history of the </w:t>
      </w:r>
      <w:proofErr w:type="spellStart"/>
      <w:r w:rsidRPr="00324147">
        <w:rPr>
          <w:u w:val="single"/>
        </w:rPr>
        <w:t>noncapitalist</w:t>
      </w:r>
      <w:proofErr w:type="spellEnd"/>
      <w:r w:rsidRPr="00324147">
        <w:rPr>
          <w:u w:val="single"/>
        </w:rPr>
        <w:t xml:space="preserve"> world</w:t>
      </w:r>
      <w:r w:rsidRPr="00324147">
        <w:rPr>
          <w:sz w:val="16"/>
        </w:rPr>
        <w:t xml:space="preserve">, not the capitalist one – but because </w:t>
      </w:r>
      <w:r w:rsidRPr="00324147">
        <w:rPr>
          <w:u w:val="single"/>
        </w:rPr>
        <w:t xml:space="preserve">it </w:t>
      </w:r>
      <w:r w:rsidRPr="00324147">
        <w:rPr>
          <w:rStyle w:val="Emphasis"/>
        </w:rPr>
        <w:t>produces too much</w:t>
      </w:r>
      <w:r w:rsidRPr="00324147">
        <w:rPr>
          <w:sz w:val="16"/>
        </w:rPr>
        <w:t xml:space="preserve">. The crisis of capitalism is always a crisis of overproduction. </w:t>
      </w:r>
      <w:r w:rsidRPr="00324147">
        <w:rPr>
          <w:u w:val="single"/>
        </w:rPr>
        <w:t xml:space="preserve">The capitalist economy suffocates from too much life, from excess, </w:t>
      </w:r>
      <w:r w:rsidRPr="00324147">
        <w:rPr>
          <w:rStyle w:val="Emphasis"/>
        </w:rPr>
        <w:t>not from scarcity or death</w:t>
      </w:r>
      <w:r w:rsidRPr="00324147">
        <w:rPr>
          <w:sz w:val="16"/>
        </w:rPr>
        <w:t>. Both science and capitalism move forward without any acknowledged limit, which is why they are synonymous</w:t>
      </w:r>
      <w:r w:rsidRPr="00A33C1F">
        <w:rPr>
          <w:sz w:val="16"/>
        </w:rPr>
        <w:t xml:space="preserve"> with modernity.12 Modernity emerges with the bracketing of death's finitude and the belief that there is no barrier to human possibility.</w:t>
      </w:r>
      <w:r>
        <w:rPr>
          <w:sz w:val="16"/>
        </w:rPr>
        <w:t xml:space="preserve"> </w:t>
      </w:r>
      <w:r w:rsidRPr="00A33C1F">
        <w:rPr>
          <w:sz w:val="16"/>
        </w:rPr>
        <w:t xml:space="preserve">The </w:t>
      </w:r>
      <w:r w:rsidRPr="00A33C1F">
        <w:rPr>
          <w:u w:val="single"/>
        </w:rPr>
        <w:t xml:space="preserve">problem with the </w:t>
      </w:r>
      <w:r w:rsidRPr="00324147">
        <w:rPr>
          <w:highlight w:val="green"/>
          <w:u w:val="single"/>
        </w:rPr>
        <w:t>exclusive focus on life</w:t>
      </w:r>
      <w:r w:rsidRPr="00A33C1F">
        <w:rPr>
          <w:u w:val="single"/>
        </w:rPr>
        <w:t xml:space="preserve"> at the expense of death </w:t>
      </w:r>
      <w:r w:rsidRPr="00324147">
        <w:rPr>
          <w:highlight w:val="green"/>
          <w:u w:val="single"/>
        </w:rPr>
        <w:t>is</w:t>
      </w:r>
      <w:r w:rsidRPr="00A33C1F">
        <w:rPr>
          <w:u w:val="single"/>
        </w:rPr>
        <w:t xml:space="preserve"> that </w:t>
      </w:r>
      <w:r w:rsidRPr="00324147">
        <w:rPr>
          <w:highlight w:val="green"/>
          <w:u w:val="single"/>
        </w:rPr>
        <w:t xml:space="preserve">it </w:t>
      </w:r>
      <w:r w:rsidRPr="00324147">
        <w:rPr>
          <w:u w:val="single"/>
        </w:rPr>
        <w:t>never finds</w:t>
      </w:r>
      <w:r w:rsidRPr="00A33C1F">
        <w:rPr>
          <w:u w:val="single"/>
        </w:rPr>
        <w:t xml:space="preserve"> enough life and</w:t>
      </w:r>
      <w:r w:rsidRPr="00A33C1F">
        <w:rPr>
          <w:sz w:val="16"/>
        </w:rPr>
        <w:t xml:space="preserve"> thus </w:t>
      </w:r>
      <w:r w:rsidRPr="00324147">
        <w:rPr>
          <w:highlight w:val="green"/>
          <w:u w:val="single"/>
        </w:rPr>
        <w:t>remains</w:t>
      </w:r>
      <w:r w:rsidRPr="00A33C1F">
        <w:rPr>
          <w:u w:val="single"/>
        </w:rPr>
        <w:t xml:space="preserve"> </w:t>
      </w:r>
      <w:r w:rsidRPr="00324147">
        <w:rPr>
          <w:rStyle w:val="Emphasis"/>
        </w:rPr>
        <w:t xml:space="preserve">perpetually </w:t>
      </w:r>
      <w:r w:rsidRPr="00324147">
        <w:rPr>
          <w:rStyle w:val="Emphasis"/>
          <w:highlight w:val="green"/>
        </w:rPr>
        <w:t>dissatisfied</w:t>
      </w:r>
      <w:r w:rsidRPr="00A33C1F">
        <w:rPr>
          <w:u w:val="single"/>
        </w:rPr>
        <w:t>. The limit</w:t>
      </w:r>
      <w:r w:rsidRPr="00A33C1F">
        <w:rPr>
          <w:sz w:val="16"/>
        </w:rPr>
        <w:t xml:space="preserve"> of this project </w:t>
      </w:r>
      <w:r w:rsidRPr="00A33C1F">
        <w:rPr>
          <w:u w:val="single"/>
        </w:rPr>
        <w:t>is</w:t>
      </w:r>
      <w:r w:rsidRPr="00A33C1F">
        <w:rPr>
          <w:sz w:val="16"/>
        </w:rPr>
        <w:t xml:space="preserve">, paradoxically, </w:t>
      </w:r>
      <w:r w:rsidRPr="00A33C1F">
        <w:rPr>
          <w:u w:val="single"/>
        </w:rPr>
        <w:t>its own infinitude</w:t>
      </w:r>
      <w:r w:rsidRPr="00A33C1F">
        <w:rPr>
          <w:sz w:val="16"/>
        </w:rPr>
        <w:t xml:space="preserve">. It evokes what Hegel calls the bad infinite – an infinite that is wrongly conceived as having no relation at all to the finite. </w:t>
      </w:r>
      <w:r w:rsidRPr="00A33C1F">
        <w:rPr>
          <w:u w:val="single"/>
        </w:rPr>
        <w:t xml:space="preserve">We succumb to the bad infinite when </w:t>
      </w:r>
      <w:r w:rsidRPr="00324147">
        <w:rPr>
          <w:highlight w:val="green"/>
          <w:u w:val="single"/>
        </w:rPr>
        <w:t xml:space="preserve">we pursue an </w:t>
      </w:r>
      <w:r w:rsidRPr="00324147">
        <w:rPr>
          <w:rStyle w:val="Emphasis"/>
          <w:highlight w:val="green"/>
        </w:rPr>
        <w:t>unattainable object</w:t>
      </w:r>
      <w:r w:rsidRPr="00324147">
        <w:rPr>
          <w:rStyle w:val="Emphasis"/>
        </w:rPr>
        <w:t xml:space="preserve"> and fail to see that the only possible satisfaction rests in the pursuit itself.</w:t>
      </w:r>
      <w:r w:rsidRPr="00A33C1F">
        <w:rPr>
          <w:sz w:val="16"/>
        </w:rPr>
        <w:t xml:space="preserve"> The bad infinite -the infinite of modernity- depends on a fundamental misrecognition. </w:t>
      </w:r>
      <w:r w:rsidRPr="00A33C1F">
        <w:rPr>
          <w:u w:val="single"/>
        </w:rPr>
        <w:t xml:space="preserve">We continue on this path only as long as we believe that we might attain the </w:t>
      </w:r>
      <w:r w:rsidRPr="00324147">
        <w:rPr>
          <w:highlight w:val="green"/>
          <w:u w:val="single"/>
        </w:rPr>
        <w:t>final piece</w:t>
      </w:r>
      <w:r w:rsidRPr="00A33C1F">
        <w:rPr>
          <w:u w:val="single"/>
        </w:rPr>
        <w:t xml:space="preserve"> of the puzzle, and yet this piece </w:t>
      </w:r>
      <w:proofErr w:type="gramStart"/>
      <w:r w:rsidRPr="00324147">
        <w:rPr>
          <w:highlight w:val="green"/>
          <w:u w:val="single"/>
        </w:rPr>
        <w:t>is</w:t>
      </w:r>
      <w:proofErr w:type="gramEnd"/>
      <w:r w:rsidRPr="00324147">
        <w:rPr>
          <w:highlight w:val="green"/>
          <w:u w:val="single"/>
        </w:rPr>
        <w:t xml:space="preserve"> </w:t>
      </w:r>
      <w:r w:rsidRPr="00324147">
        <w:rPr>
          <w:rStyle w:val="Emphasis"/>
          <w:highlight w:val="green"/>
        </w:rPr>
        <w:t>constitutively denied</w:t>
      </w:r>
      <w:r w:rsidRPr="00324147">
        <w:rPr>
          <w:rStyle w:val="Emphasis"/>
        </w:rPr>
        <w:t xml:space="preserve"> us by the structure of the system itself</w:t>
      </w:r>
      <w:r w:rsidRPr="00A33C1F">
        <w:rPr>
          <w:u w:val="single"/>
        </w:rPr>
        <w:t>. We seek the commodity that would finally bring us complete satisfaction</w:t>
      </w:r>
      <w:r w:rsidRPr="00A33C1F">
        <w:rPr>
          <w:sz w:val="16"/>
        </w:rPr>
        <w:t xml:space="preserve">, but </w:t>
      </w:r>
      <w:r w:rsidRPr="00324147">
        <w:rPr>
          <w:rStyle w:val="Emphasis"/>
        </w:rPr>
        <w:t>dissatisfaction is built into the commodity structure</w:t>
      </w:r>
      <w:r w:rsidRPr="00A33C1F">
        <w:rPr>
          <w:u w:val="single"/>
        </w:rPr>
        <w:t>, just as obsolescence is built into the very fabric of our cars and computers</w:t>
      </w:r>
      <w:r w:rsidRPr="00A33C1F">
        <w:rPr>
          <w:sz w:val="16"/>
        </w:rPr>
        <w:t xml:space="preserve">. Like capitalism, scientific inquiry cannot find a final answer: beneath atomic theory we find string theory, and beneath string theory we find something else. In both cases, </w:t>
      </w:r>
      <w:r w:rsidRPr="00A33C1F">
        <w:rPr>
          <w:u w:val="single"/>
        </w:rPr>
        <w:t xml:space="preserve">the system </w:t>
      </w:r>
      <w:r w:rsidRPr="00324147">
        <w:rPr>
          <w:rStyle w:val="Emphasis"/>
        </w:rPr>
        <w:t>prevents us from recognizing where our satisfaction lies</w:t>
      </w:r>
      <w:r w:rsidRPr="00A33C1F">
        <w:rPr>
          <w:sz w:val="16"/>
        </w:rPr>
        <w:t>; it diverts our focus away from our activity and onto the goal that we pursue. In this way, modernity produces the dissatisfaction that keeps it going. But it also produces another form of dissatisfaction that wants to arrest its forward movement.</w:t>
      </w:r>
      <w:r>
        <w:rPr>
          <w:sz w:val="16"/>
        </w:rPr>
        <w:t xml:space="preserve"> </w:t>
      </w:r>
      <w:r w:rsidRPr="00A33C1F">
        <w:rPr>
          <w:sz w:val="16"/>
        </w:rPr>
        <w:t xml:space="preserve">The further the project of modernity moves in the direction of life, the more forcefully the specter of fundamentalism will make its presence felt. </w:t>
      </w:r>
      <w:r w:rsidRPr="00A33C1F">
        <w:rPr>
          <w:u w:val="single"/>
        </w:rPr>
        <w:t xml:space="preserve">The </w:t>
      </w:r>
      <w:r w:rsidRPr="00324147">
        <w:rPr>
          <w:rStyle w:val="Emphasis"/>
        </w:rPr>
        <w:t>exclusive focus on life has the effect of producing eruptions of death</w:t>
      </w:r>
      <w:r w:rsidRPr="00A33C1F">
        <w:rPr>
          <w:sz w:val="16"/>
        </w:rPr>
        <w:t xml:space="preserve">. As the life-affirming logic of science and capitalism structures all societies to an increasing extent, the space for the creation of value disappears. Modernity attempts to construct a symbolic space where there is no place for death and the limit that death represents. As opposed to the closed world of traditional society, modernity opens up an infinite universe.14 But this infinite universe is established through the repression of finitude. Explosions of fundamentalist violence represent the return of what modernity's symbolic structure cannot accommodate. As Lacan puts it in his seminar on psychosis, "Whatever is refused in the symbolic order, in the sense of </w:t>
      </w:r>
      <w:proofErr w:type="spellStart"/>
      <w:r w:rsidRPr="00A33C1F">
        <w:rPr>
          <w:sz w:val="16"/>
        </w:rPr>
        <w:t>Verwerfung</w:t>
      </w:r>
      <w:proofErr w:type="spellEnd"/>
      <w:r w:rsidRPr="00A33C1F">
        <w:rPr>
          <w:sz w:val="16"/>
        </w:rPr>
        <w:t>, reappears in the real.”15 Fundamentalist violence is blowback not simply in response to imperialist aggression, as the leftist common sense would have it. This violence marks the return of what modernity necessarily forecloses.</w:t>
      </w:r>
      <w:r>
        <w:rPr>
          <w:sz w:val="16"/>
        </w:rPr>
        <w:t xml:space="preserve"> </w:t>
      </w:r>
      <w:bookmarkEnd w:id="7"/>
    </w:p>
    <w:p w14:paraId="2D561DDC" w14:textId="5EE97F61" w:rsidR="00693BF5" w:rsidRDefault="00693BF5" w:rsidP="00693BF5">
      <w:pPr>
        <w:rPr>
          <w:sz w:val="16"/>
        </w:rPr>
      </w:pPr>
    </w:p>
    <w:p w14:paraId="22B62147" w14:textId="0E59359F" w:rsidR="00650D97" w:rsidRDefault="00650D97" w:rsidP="00650D97">
      <w:pPr>
        <w:pStyle w:val="Heading2"/>
      </w:pPr>
      <w:r>
        <w:t>Advantage</w:t>
      </w:r>
    </w:p>
    <w:p w14:paraId="0F6ADC04" w14:textId="5806B77A" w:rsidR="00650D97" w:rsidRDefault="00650D97" w:rsidP="00650D97">
      <w:pPr>
        <w:pStyle w:val="Heading3"/>
      </w:pPr>
      <w:r>
        <w:t>Adv – Warming</w:t>
      </w:r>
    </w:p>
    <w:p w14:paraId="319AEAE0" w14:textId="77777777" w:rsidR="00650D97" w:rsidRPr="008A42BB" w:rsidRDefault="00650D97" w:rsidP="00650D97">
      <w:pPr>
        <w:pStyle w:val="Heading4"/>
      </w:pPr>
      <w:r w:rsidRPr="00546853">
        <w:rPr>
          <w:u w:val="single"/>
        </w:rPr>
        <w:t>No</w:t>
      </w:r>
      <w:r>
        <w:t xml:space="preserve"> warming impact </w:t>
      </w:r>
      <w:r w:rsidRPr="00546853">
        <w:rPr>
          <w:u w:val="single"/>
        </w:rPr>
        <w:t>but</w:t>
      </w:r>
      <w:r>
        <w:t xml:space="preserve"> it’s key to solve agriculture, food security, and the ice age.</w:t>
      </w:r>
    </w:p>
    <w:p w14:paraId="1F316593" w14:textId="77777777" w:rsidR="00650D97" w:rsidRPr="00546853" w:rsidRDefault="00650D97" w:rsidP="00650D97">
      <w:pPr>
        <w:rPr>
          <w:sz w:val="20"/>
          <w:szCs w:val="20"/>
        </w:rPr>
      </w:pPr>
      <w:r>
        <w:rPr>
          <w:rStyle w:val="Style13ptBold"/>
        </w:rPr>
        <w:t>Moore</w:t>
      </w:r>
      <w:r w:rsidRPr="008A42BB">
        <w:rPr>
          <w:rStyle w:val="Style13ptBold"/>
        </w:rPr>
        <w:t xml:space="preserve"> 16</w:t>
      </w:r>
      <w:r>
        <w:rPr>
          <w:rStyle w:val="Style13ptBold"/>
        </w:rPr>
        <w:t xml:space="preserve"> </w:t>
      </w:r>
      <w:r w:rsidRPr="00546853">
        <w:rPr>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1" w:history="1">
        <w:r w:rsidRPr="00546853">
          <w:rPr>
            <w:sz w:val="20"/>
            <w:szCs w:val="20"/>
          </w:rPr>
          <w:t>https://fcpp.org/sites/default/files/documents/Moore%20-%20Positive%20Impact%20of%20Human%20CO2%20Emissions.pdf</w:t>
        </w:r>
      </w:hyperlink>
      <w:r w:rsidRPr="00546853">
        <w:rPr>
          <w:sz w:val="20"/>
          <w:szCs w:val="20"/>
        </w:rPr>
        <w:t xml:space="preserve">) </w:t>
      </w:r>
      <w:r>
        <w:rPr>
          <w:sz w:val="20"/>
          <w:szCs w:val="20"/>
        </w:rPr>
        <w:t>Recut Justin</w:t>
      </w:r>
    </w:p>
    <w:p w14:paraId="451275D8" w14:textId="77777777" w:rsidR="00650D97" w:rsidRPr="00546853" w:rsidRDefault="00650D97" w:rsidP="00650D97">
      <w:pPr>
        <w:rPr>
          <w:rStyle w:val="StyleUnderline"/>
        </w:rPr>
      </w:pPr>
      <w:r w:rsidRPr="00546853">
        <w:rPr>
          <w:sz w:val="12"/>
        </w:rPr>
        <w:t xml:space="preserve">CO2 in the Modern Era The </w:t>
      </w:r>
      <w:r w:rsidRPr="00546853">
        <w:rPr>
          <w:rStyle w:val="StyleUnderline"/>
        </w:rPr>
        <w:t>most important question facing</w:t>
      </w:r>
      <w:r w:rsidRPr="00546853">
        <w:rPr>
          <w:sz w:val="12"/>
        </w:rPr>
        <w:t xml:space="preserve"> a </w:t>
      </w:r>
      <w:r w:rsidRPr="00546853">
        <w:rPr>
          <w:rStyle w:val="StyleUnderline"/>
        </w:rPr>
        <w:t xml:space="preserve">species on Earth </w:t>
      </w:r>
      <w:r w:rsidRPr="00546853">
        <w:rPr>
          <w:sz w:val="12"/>
        </w:rPr>
        <w:t xml:space="preserve">today </w:t>
      </w:r>
      <w:r w:rsidRPr="00546853">
        <w:rPr>
          <w:rStyle w:val="StyleUnderline"/>
        </w:rPr>
        <w:t xml:space="preserve">is </w:t>
      </w:r>
      <w:r w:rsidRPr="00546853">
        <w:rPr>
          <w:rStyle w:val="StyleUnderline"/>
          <w:highlight w:val="green"/>
        </w:rPr>
        <w:t>how long</w:t>
      </w:r>
      <w:r w:rsidRPr="00546853">
        <w:rPr>
          <w:rStyle w:val="StyleUnderline"/>
        </w:rPr>
        <w:t xml:space="preserve"> would it have been </w:t>
      </w:r>
      <w:r w:rsidRPr="00546853">
        <w:rPr>
          <w:rStyle w:val="StyleUnderline"/>
          <w:highlight w:val="green"/>
        </w:rPr>
        <w:t xml:space="preserve">in the absence of </w:t>
      </w:r>
      <w:r w:rsidRPr="00546853">
        <w:rPr>
          <w:rStyle w:val="StyleUnderline"/>
        </w:rPr>
        <w:t xml:space="preserve">human-caused CO2 </w:t>
      </w:r>
      <w:r w:rsidRPr="00546853">
        <w:rPr>
          <w:rStyle w:val="StyleUnderline"/>
          <w:highlight w:val="green"/>
        </w:rPr>
        <w:t>emissions until</w:t>
      </w:r>
      <w:r w:rsidRPr="00546853">
        <w:rPr>
          <w:rStyle w:val="StyleUnderline"/>
        </w:rPr>
        <w:t xml:space="preserve"> the </w:t>
      </w:r>
      <w:r w:rsidRPr="00546853">
        <w:rPr>
          <w:sz w:val="12"/>
        </w:rPr>
        <w:t xml:space="preserve">gradual </w:t>
      </w:r>
      <w:r w:rsidRPr="00546853">
        <w:rPr>
          <w:rStyle w:val="StyleUnderline"/>
        </w:rPr>
        <w:t xml:space="preserve">depletion of CO2 in the atmosphere fell to levels that began to </w:t>
      </w:r>
      <w:r w:rsidRPr="00546853">
        <w:rPr>
          <w:rStyle w:val="Emphasis"/>
        </w:rPr>
        <w:t xml:space="preserve">decrease biomass due to </w:t>
      </w:r>
      <w:r w:rsidRPr="00546853">
        <w:rPr>
          <w:rStyle w:val="Emphasis"/>
          <w:highlight w:val="green"/>
        </w:rPr>
        <w:t>starvation</w:t>
      </w:r>
      <w:r w:rsidRPr="00546853">
        <w:rPr>
          <w:sz w:val="12"/>
        </w:rPr>
        <w:t xml:space="preserve">, thus </w:t>
      </w:r>
      <w:r w:rsidRPr="00546853">
        <w:rPr>
          <w:rStyle w:val="StyleUnderline"/>
        </w:rPr>
        <w:t xml:space="preserve">signaling the </w:t>
      </w:r>
      <w:r w:rsidRPr="00546853">
        <w:rPr>
          <w:rStyle w:val="Emphasis"/>
        </w:rPr>
        <w:t>beginning of the end of life on Earth</w:t>
      </w:r>
      <w:r w:rsidRPr="00546853">
        <w:rPr>
          <w:rStyle w:val="StyleUnderline"/>
        </w:rPr>
        <w:t>?</w:t>
      </w:r>
      <w:r w:rsidRPr="00546853">
        <w:rPr>
          <w:sz w:val="12"/>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546853">
        <w:rPr>
          <w:rStyle w:val="StyleUnderline"/>
          <w:highlight w:val="green"/>
        </w:rPr>
        <w:t xml:space="preserve">in the absence of </w:t>
      </w:r>
      <w:r w:rsidRPr="00546853">
        <w:rPr>
          <w:rStyle w:val="StyleUnderline"/>
        </w:rPr>
        <w:t xml:space="preserve">human-caused </w:t>
      </w:r>
      <w:r w:rsidRPr="00546853">
        <w:rPr>
          <w:rStyle w:val="StyleUnderline"/>
          <w:highlight w:val="green"/>
        </w:rPr>
        <w:t>emissions</w:t>
      </w:r>
      <w:r w:rsidRPr="00546853">
        <w:rPr>
          <w:sz w:val="12"/>
        </w:rPr>
        <w:t xml:space="preserve">, it could reasonably be presumed that </w:t>
      </w:r>
      <w:r w:rsidRPr="00546853">
        <w:rPr>
          <w:rStyle w:val="StyleUnderline"/>
        </w:rPr>
        <w:t>CO2 levels would have continued to fall as they had done for the previous 140 million years.</w:t>
      </w:r>
      <w:r w:rsidRPr="00546853">
        <w:rPr>
          <w:sz w:val="12"/>
        </w:rPr>
        <w:t xml:space="preserve">20 </w:t>
      </w:r>
      <w:r w:rsidRPr="00546853">
        <w:rPr>
          <w:rStyle w:val="StyleUnderline"/>
        </w:rPr>
        <w:t>Judging by the timing of the many glacial and interglacial periods during the Pleistocene Ice Age</w:t>
      </w:r>
      <w:r w:rsidRPr="00546853">
        <w:rPr>
          <w:sz w:val="12"/>
        </w:rPr>
        <w:t xml:space="preserve">, </w:t>
      </w:r>
      <w:r w:rsidRPr="00546853">
        <w:rPr>
          <w:rStyle w:val="StyleUnderline"/>
        </w:rPr>
        <w:t xml:space="preserve">the </w:t>
      </w:r>
      <w:r w:rsidRPr="00546853">
        <w:rPr>
          <w:rStyle w:val="Emphasis"/>
        </w:rPr>
        <w:t xml:space="preserve">next major </w:t>
      </w:r>
      <w:r w:rsidRPr="00546853">
        <w:rPr>
          <w:rStyle w:val="Emphasis"/>
          <w:highlight w:val="green"/>
        </w:rPr>
        <w:t xml:space="preserve">glaciation </w:t>
      </w:r>
      <w:r w:rsidRPr="00546853">
        <w:rPr>
          <w:rStyle w:val="Emphasis"/>
        </w:rPr>
        <w:t xml:space="preserve">period </w:t>
      </w:r>
      <w:r w:rsidRPr="00546853">
        <w:rPr>
          <w:rStyle w:val="Emphasis"/>
          <w:highlight w:val="green"/>
        </w:rPr>
        <w:t>could begin any time</w:t>
      </w:r>
      <w:r w:rsidRPr="00546853">
        <w:rPr>
          <w:sz w:val="12"/>
        </w:rPr>
        <w:t xml:space="preserve">. Interglacial periods have generally been of 10,000 years’ duration, and this Holocene interglacial period began nearly 12,000 years ago. </w:t>
      </w:r>
      <w:r w:rsidRPr="00546853">
        <w:rPr>
          <w:rStyle w:val="StyleUnderline"/>
        </w:rPr>
        <w:t xml:space="preserve">In the absence of human-caused CO2 emissions and other environmental impacts, there is no reason to doubt that </w:t>
      </w:r>
      <w:r w:rsidRPr="00546853">
        <w:rPr>
          <w:rStyle w:val="Emphasis"/>
        </w:rPr>
        <w:t xml:space="preserve">another </w:t>
      </w:r>
      <w:r w:rsidRPr="00546853">
        <w:rPr>
          <w:rStyle w:val="Emphasis"/>
          <w:highlight w:val="green"/>
        </w:rPr>
        <w:t>major glaciation would have occurred</w:t>
      </w:r>
      <w:r w:rsidRPr="00546853">
        <w:rPr>
          <w:sz w:val="12"/>
        </w:rPr>
        <w:t xml:space="preserve">, following the pattern that has been established for at least the past 800,000 years, as established by the European Project for Ice Coring in Antarctica (EPICA),21 and presumably for the past 2.5 million years of the </w:t>
      </w:r>
      <w:proofErr w:type="spellStart"/>
      <w:r w:rsidRPr="00546853">
        <w:rPr>
          <w:sz w:val="12"/>
        </w:rPr>
        <w:t>Pletstocene</w:t>
      </w:r>
      <w:proofErr w:type="spellEnd"/>
      <w:r w:rsidRPr="00546853">
        <w:rPr>
          <w:sz w:val="12"/>
        </w:rPr>
        <w:t xml:space="preserv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w:t>
      </w:r>
      <w:proofErr w:type="spellStart"/>
      <w:r w:rsidRPr="00546853">
        <w:rPr>
          <w:sz w:val="12"/>
        </w:rPr>
        <w:t>causeeffect</w:t>
      </w:r>
      <w:proofErr w:type="spellEnd"/>
      <w:r w:rsidRPr="00546853">
        <w:rPr>
          <w:sz w:val="12"/>
        </w:rPr>
        <w:t xml:space="preserve"> relationship. </w:t>
      </w:r>
      <w:r w:rsidRPr="00546853">
        <w:rPr>
          <w:rStyle w:val="StyleUnderline"/>
        </w:rPr>
        <w:t>For 90 million years from the late Jurassic Period to the Early Tertiary Period, global temperature rose considerably while CO2 levels steadily declined</w:t>
      </w:r>
      <w:r w:rsidRPr="00546853">
        <w:rPr>
          <w:sz w:val="12"/>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546853">
        <w:rPr>
          <w:rStyle w:val="StyleUnderline"/>
          <w:highlight w:val="green"/>
        </w:rPr>
        <w:t xml:space="preserve">ancestors of every species </w:t>
      </w:r>
      <w:r w:rsidRPr="00546853">
        <w:rPr>
          <w:rStyle w:val="StyleUnderline"/>
        </w:rPr>
        <w:t xml:space="preserve">living today must have </w:t>
      </w:r>
      <w:r w:rsidRPr="00546853">
        <w:rPr>
          <w:rStyle w:val="StyleUnderline"/>
          <w:highlight w:val="green"/>
        </w:rPr>
        <w:t xml:space="preserve">survived through this </w:t>
      </w:r>
      <w:r w:rsidRPr="00546853">
        <w:rPr>
          <w:rStyle w:val="StyleUnderline"/>
        </w:rPr>
        <w:t>period, as they had also survived through previous much colder climates</w:t>
      </w:r>
      <w:r w:rsidRPr="00546853">
        <w:rPr>
          <w:sz w:val="12"/>
        </w:rPr>
        <w:t xml:space="preserve">. It is instructive to note that </w:t>
      </w:r>
      <w:r w:rsidRPr="00546853">
        <w:rPr>
          <w:rStyle w:val="StyleUnderline"/>
        </w:rPr>
        <w:t xml:space="preserve">despite the numerous periods of extreme climatic conditions and cataclysmic events, every species alive today is descended from species that survived those </w:t>
      </w:r>
      <w:r w:rsidRPr="00546853">
        <w:rPr>
          <w:rStyle w:val="StyleUnderline"/>
          <w:highlight w:val="green"/>
        </w:rPr>
        <w:t>conditions.</w:t>
      </w:r>
      <w:r w:rsidRPr="00546853">
        <w:rPr>
          <w:sz w:val="12"/>
        </w:rPr>
        <w:t xml:space="preserve"> </w:t>
      </w:r>
      <w:r w:rsidRPr="00546853">
        <w:rPr>
          <w:rStyle w:val="Emphasis"/>
        </w:rPr>
        <w:t>This leads one to question the predictions of mass species extinction and the collapse of human civilization if the average global temperature exceeds a rise of 2°C above today’s level</w:t>
      </w:r>
      <w:r w:rsidRPr="00546853">
        <w:rPr>
          <w:rStyle w:val="StyleUnderline"/>
        </w:rPr>
        <w:t>.</w:t>
      </w:r>
      <w:r w:rsidRPr="00546853">
        <w:rPr>
          <w:sz w:val="12"/>
        </w:rPr>
        <w:t xml:space="preserve">25 It may seem surprising that the </w:t>
      </w:r>
      <w:r w:rsidRPr="00546853">
        <w:rPr>
          <w:rStyle w:val="StyleUnderline"/>
        </w:rPr>
        <w:t xml:space="preserve">average global </w:t>
      </w:r>
      <w:r w:rsidRPr="00546853">
        <w:rPr>
          <w:rStyle w:val="StyleUnderline"/>
          <w:highlight w:val="green"/>
        </w:rPr>
        <w:t>temperature</w:t>
      </w:r>
      <w:r w:rsidRPr="00546853">
        <w:rPr>
          <w:rStyle w:val="StyleUnderline"/>
        </w:rPr>
        <w:t xml:space="preserve"> could have been </w:t>
      </w:r>
      <w:r w:rsidRPr="00546853">
        <w:rPr>
          <w:rStyle w:val="Emphasis"/>
          <w:highlight w:val="green"/>
        </w:rPr>
        <w:t>16°C higher</w:t>
      </w:r>
      <w:r w:rsidRPr="00546853">
        <w:rPr>
          <w:rStyle w:val="StyleUnderline"/>
          <w:highlight w:val="green"/>
        </w:rPr>
        <w:t xml:space="preserve"> in previous ages</w:t>
      </w:r>
      <w:r w:rsidRPr="00546853">
        <w:rPr>
          <w:sz w:val="12"/>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546853">
        <w:rPr>
          <w:sz w:val="12"/>
        </w:rPr>
        <w:t>420,000 year</w:t>
      </w:r>
      <w:proofErr w:type="gramEnd"/>
      <w:r w:rsidRPr="00546853">
        <w:rPr>
          <w:sz w:val="12"/>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546853">
        <w:rPr>
          <w:rStyle w:val="StyleUnderline"/>
        </w:rPr>
        <w:t>poles were considerably warmer than they are today, there was much less warming in the tropics, which remained habitable throughout</w:t>
      </w:r>
      <w:r w:rsidRPr="00546853">
        <w:rPr>
          <w:sz w:val="12"/>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546853">
        <w:rPr>
          <w:rStyle w:val="StyleUnderline"/>
        </w:rPr>
        <w:t>when the Earth warms, it does so disproportionally, depending on the latitude</w:t>
      </w:r>
      <w:r w:rsidRPr="00546853">
        <w:rPr>
          <w:sz w:val="12"/>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546853">
        <w:rPr>
          <w:rStyle w:val="StyleUnderline"/>
        </w:rPr>
        <w:t xml:space="preserve">major </w:t>
      </w:r>
      <w:r w:rsidRPr="00546853">
        <w:rPr>
          <w:rStyle w:val="StyleUnderline"/>
          <w:highlight w:val="green"/>
        </w:rPr>
        <w:t xml:space="preserve">glaciations coincide with </w:t>
      </w:r>
      <w:r w:rsidRPr="00546853">
        <w:rPr>
          <w:rStyle w:val="StyleUnderline"/>
        </w:rPr>
        <w:t xml:space="preserve">the </w:t>
      </w:r>
      <w:r w:rsidRPr="00546853">
        <w:rPr>
          <w:rStyle w:val="StyleUnderline"/>
          <w:highlight w:val="green"/>
        </w:rPr>
        <w:t xml:space="preserve">lowest </w:t>
      </w:r>
      <w:r w:rsidRPr="00546853">
        <w:rPr>
          <w:rStyle w:val="StyleUnderline"/>
        </w:rPr>
        <w:t xml:space="preserve">levels of </w:t>
      </w:r>
      <w:r w:rsidRPr="00546853">
        <w:rPr>
          <w:rStyle w:val="StyleUnderline"/>
          <w:highlight w:val="green"/>
        </w:rPr>
        <w:t>CO2 in the atmosphere</w:t>
      </w:r>
      <w:r w:rsidRPr="00546853">
        <w:rPr>
          <w:sz w:val="12"/>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546853">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546853">
        <w:rPr>
          <w:sz w:val="12"/>
        </w:rPr>
        <w:t xml:space="preserve">. Indeed, both sets of ice core data from Antarctica show that </w:t>
      </w:r>
      <w:r w:rsidRPr="00546853">
        <w:rPr>
          <w:rStyle w:val="StyleUnderline"/>
        </w:rPr>
        <w:t xml:space="preserve">changes in temperature usually precede changes in CO2 levels, suggesting that temperature change is the cause of change in the level of CO2. </w:t>
      </w:r>
      <w:r w:rsidRPr="00546853">
        <w:rPr>
          <w:sz w:val="12"/>
        </w:rPr>
        <w:t xml:space="preserve">28 </w:t>
      </w:r>
      <w:r w:rsidRPr="00546853">
        <w:rPr>
          <w:rStyle w:val="StyleUnderline"/>
        </w:rPr>
        <w:t>Some have suggested that although the onset of warming after a glaciation is caused by the Milankovitch cycles, the subsequent outgassing of CO2 from the ocean then becomes the predominant driver of further warming</w:t>
      </w:r>
      <w:r w:rsidRPr="00546853">
        <w:rPr>
          <w:sz w:val="12"/>
        </w:rPr>
        <w:t xml:space="preserve">.29 Presumably, it would also be postulated that the cooling leading to glaciation is triggered by the Milankovitch cycle and then driven by reduced CO2 levels due to ocean absorption. </w:t>
      </w:r>
      <w:r w:rsidRPr="00546853">
        <w:rPr>
          <w:rStyle w:val="StyleUnderline"/>
        </w:rPr>
        <w:t xml:space="preserve">This hypothesis is </w:t>
      </w:r>
      <w:r w:rsidRPr="00546853">
        <w:rPr>
          <w:rStyle w:val="Emphasis"/>
        </w:rPr>
        <w:t>not proven</w:t>
      </w:r>
      <w:r w:rsidRPr="00546853">
        <w:rPr>
          <w:sz w:val="12"/>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546853">
        <w:rPr>
          <w:rStyle w:val="StyleUnderline"/>
        </w:rPr>
        <w:t>Since the Little Ice Age peaked around 1700, the climate has been warming in fits and starts for about 300 years</w:t>
      </w:r>
      <w:r w:rsidRPr="00546853">
        <w:rPr>
          <w:sz w:val="12"/>
        </w:rPr>
        <w:t xml:space="preserve">. It is possible that the </w:t>
      </w:r>
      <w:r w:rsidRPr="00546853">
        <w:rPr>
          <w:rStyle w:val="StyleUnderline"/>
        </w:rPr>
        <w:t xml:space="preserve">most recent warming is a continuation of the longer period of warming that had already begun long before human-caused CO2 emissions could have been a factor. </w:t>
      </w:r>
      <w:r w:rsidRPr="00546853">
        <w:rPr>
          <w:sz w:val="12"/>
        </w:rPr>
        <w:t xml:space="preserve">[15] FRONTIER CENTRE FOR PUBLIC POLICY HIGHER CO2 CONCENTRATIONS WILL INCREASE PLANT GROWTH AND BIOMASS It has been well demonstrated that the </w:t>
      </w:r>
      <w:r w:rsidRPr="00546853">
        <w:rPr>
          <w:rStyle w:val="StyleUnderline"/>
          <w:highlight w:val="green"/>
        </w:rPr>
        <w:t>increase in CO2</w:t>
      </w:r>
      <w:r w:rsidRPr="00546853">
        <w:rPr>
          <w:rStyle w:val="StyleUnderline"/>
        </w:rPr>
        <w:t xml:space="preserve"> in the atmosphere is </w:t>
      </w:r>
      <w:r w:rsidRPr="00546853">
        <w:rPr>
          <w:rStyle w:val="StyleUnderline"/>
          <w:highlight w:val="green"/>
        </w:rPr>
        <w:t xml:space="preserve">responsible for </w:t>
      </w:r>
      <w:r w:rsidRPr="00546853">
        <w:rPr>
          <w:rStyle w:val="Emphasis"/>
        </w:rPr>
        <w:t xml:space="preserve">increased </w:t>
      </w:r>
      <w:r w:rsidRPr="00546853">
        <w:rPr>
          <w:rStyle w:val="Emphasis"/>
          <w:highlight w:val="green"/>
        </w:rPr>
        <w:t xml:space="preserve">plant growth </w:t>
      </w:r>
      <w:r w:rsidRPr="00546853">
        <w:rPr>
          <w:rStyle w:val="Emphasis"/>
        </w:rPr>
        <w:t>on a global scale</w:t>
      </w:r>
      <w:r w:rsidRPr="00546853">
        <w:rPr>
          <w:rStyle w:val="StyleUnderline"/>
        </w:rPr>
        <w:t xml:space="preserve">. </w:t>
      </w:r>
      <w:r w:rsidRPr="00546853">
        <w:rPr>
          <w:sz w:val="12"/>
        </w:rPr>
        <w:t xml:space="preserve">Many </w:t>
      </w:r>
      <w:r w:rsidRPr="00546853">
        <w:rPr>
          <w:rStyle w:val="StyleUnderline"/>
        </w:rPr>
        <w:t>studies suggest</w:t>
      </w:r>
      <w:r w:rsidRPr="00546853">
        <w:rPr>
          <w:sz w:val="12"/>
        </w:rPr>
        <w:t xml:space="preserve"> that nearly </w:t>
      </w:r>
      <w:r w:rsidRPr="00546853">
        <w:rPr>
          <w:rStyle w:val="StyleUnderline"/>
        </w:rPr>
        <w:t>25 per cent of human-caused CO2 emissions</w:t>
      </w:r>
      <w:r w:rsidRPr="00546853">
        <w:rPr>
          <w:sz w:val="12"/>
        </w:rPr>
        <w:t xml:space="preserve">, or 2.5 Gt of carbon annually, </w:t>
      </w:r>
      <w:r w:rsidRPr="00546853">
        <w:rPr>
          <w:rStyle w:val="StyleUnderline"/>
        </w:rPr>
        <w:t>are absorbed by plants</w:t>
      </w:r>
      <w:r w:rsidRPr="00546853">
        <w:rPr>
          <w:sz w:val="12"/>
        </w:rPr>
        <w:t xml:space="preserve">, thus </w:t>
      </w:r>
      <w:r w:rsidRPr="00546853">
        <w:rPr>
          <w:rStyle w:val="StyleUnderline"/>
        </w:rPr>
        <w:t>increasing global plant biomass.</w:t>
      </w:r>
      <w:r w:rsidRPr="00546853">
        <w:rPr>
          <w:sz w:val="12"/>
        </w:rPr>
        <w:t xml:space="preserve"> A </w:t>
      </w:r>
      <w:r w:rsidRPr="00546853">
        <w:rPr>
          <w:rStyle w:val="StyleUnderline"/>
        </w:rPr>
        <w:t>recent study postulates</w:t>
      </w:r>
      <w:r w:rsidRPr="00546853">
        <w:rPr>
          <w:sz w:val="12"/>
        </w:rPr>
        <w:t xml:space="preserve"> that </w:t>
      </w:r>
      <w:r w:rsidRPr="00546853">
        <w:rPr>
          <w:rStyle w:val="StyleUnderline"/>
          <w:highlight w:val="green"/>
        </w:rPr>
        <w:t xml:space="preserve">up to 50 per cent of </w:t>
      </w:r>
      <w:r w:rsidRPr="00546853">
        <w:rPr>
          <w:rStyle w:val="StyleUnderline"/>
        </w:rPr>
        <w:t xml:space="preserve">human </w:t>
      </w:r>
      <w:r w:rsidRPr="00546853">
        <w:rPr>
          <w:rStyle w:val="StyleUnderline"/>
          <w:highlight w:val="green"/>
        </w:rPr>
        <w:t>CO2</w:t>
      </w:r>
      <w:r w:rsidRPr="00546853">
        <w:rPr>
          <w:rStyle w:val="StyleUnderline"/>
        </w:rPr>
        <w:t xml:space="preserve"> emissions </w:t>
      </w:r>
      <w:r w:rsidRPr="00546853">
        <w:rPr>
          <w:rStyle w:val="StyleUnderline"/>
          <w:highlight w:val="green"/>
        </w:rPr>
        <w:t xml:space="preserve">are absorbed by </w:t>
      </w:r>
      <w:r w:rsidRPr="00546853">
        <w:rPr>
          <w:rStyle w:val="StyleUnderline"/>
        </w:rPr>
        <w:t xml:space="preserve">increased </w:t>
      </w:r>
      <w:r w:rsidRPr="00546853">
        <w:rPr>
          <w:rStyle w:val="StyleUnderline"/>
          <w:highlight w:val="green"/>
        </w:rPr>
        <w:t xml:space="preserve">plant </w:t>
      </w:r>
      <w:r w:rsidRPr="00546853">
        <w:rPr>
          <w:rStyle w:val="StyleUnderline"/>
        </w:rPr>
        <w:t>growth.</w:t>
      </w:r>
      <w:r w:rsidRPr="00546853">
        <w:rPr>
          <w:sz w:val="12"/>
        </w:rPr>
        <w:t xml:space="preserve">30 </w:t>
      </w:r>
      <w:r w:rsidRPr="00546853">
        <w:rPr>
          <w:rStyle w:val="StyleUnderline"/>
        </w:rPr>
        <w:t>This has been described as a “greening of the Earth” as CO2 reaches concentrations well above the near-starvation levels experienced during the major glaciations of the Pleistocene.</w:t>
      </w:r>
      <w:r w:rsidRPr="00546853">
        <w:rPr>
          <w:sz w:val="12"/>
        </w:rPr>
        <w:t xml:space="preserve">31 The </w:t>
      </w:r>
      <w:r w:rsidRPr="00546853">
        <w:rPr>
          <w:rStyle w:val="StyleUnderline"/>
        </w:rPr>
        <w:t>most prestigious Australian science body</w:t>
      </w:r>
      <w:r w:rsidRPr="00546853">
        <w:rPr>
          <w:sz w:val="12"/>
        </w:rPr>
        <w:t xml:space="preserve">, the Commonwealth Scientific and Industrial Research Organisation (CSIRO), has </w:t>
      </w:r>
      <w:r w:rsidRPr="00546853">
        <w:rPr>
          <w:rStyle w:val="StyleUnderline"/>
          <w:highlight w:val="green"/>
        </w:rPr>
        <w:t>shown</w:t>
      </w:r>
      <w:r w:rsidRPr="00546853">
        <w:rPr>
          <w:sz w:val="12"/>
        </w:rPr>
        <w:t xml:space="preserve"> that </w:t>
      </w:r>
      <w:r w:rsidRPr="00546853">
        <w:rPr>
          <w:rStyle w:val="StyleUnderline"/>
          <w:highlight w:val="green"/>
        </w:rPr>
        <w:t>CO2</w:t>
      </w:r>
      <w:r w:rsidRPr="00546853">
        <w:rPr>
          <w:sz w:val="12"/>
        </w:rPr>
        <w:t xml:space="preserve"> particularly </w:t>
      </w:r>
      <w:r w:rsidRPr="00546853">
        <w:rPr>
          <w:rStyle w:val="StyleUnderline"/>
          <w:highlight w:val="green"/>
        </w:rPr>
        <w:t>benefits plants</w:t>
      </w:r>
      <w:r w:rsidRPr="00546853">
        <w:rPr>
          <w:sz w:val="12"/>
        </w:rPr>
        <w:t xml:space="preserve"> that are adapted to dry climates. In higher CO2 environments, </w:t>
      </w:r>
      <w:r w:rsidRPr="00546853">
        <w:rPr>
          <w:rStyle w:val="Emphasis"/>
        </w:rPr>
        <w:t xml:space="preserve">they become more efficient at photosynthesis, </w:t>
      </w:r>
      <w:r w:rsidRPr="00546853">
        <w:rPr>
          <w:rStyle w:val="Emphasis"/>
          <w:highlight w:val="green"/>
        </w:rPr>
        <w:t xml:space="preserve">growing faster without using </w:t>
      </w:r>
      <w:r w:rsidRPr="00546853">
        <w:rPr>
          <w:rStyle w:val="Emphasis"/>
        </w:rPr>
        <w:t xml:space="preserve">more </w:t>
      </w:r>
      <w:r w:rsidRPr="00546853">
        <w:rPr>
          <w:rStyle w:val="Emphasis"/>
          <w:highlight w:val="green"/>
        </w:rPr>
        <w:t>water</w:t>
      </w:r>
      <w:r w:rsidRPr="00546853">
        <w:rPr>
          <w:sz w:val="12"/>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w:t>
      </w:r>
      <w:proofErr w:type="spellStart"/>
      <w:r w:rsidRPr="00546853">
        <w:rPr>
          <w:sz w:val="12"/>
        </w:rPr>
        <w:t>Idso,expert</w:t>
      </w:r>
      <w:proofErr w:type="spellEnd"/>
      <w:r w:rsidRPr="00546853">
        <w:rPr>
          <w:sz w:val="12"/>
        </w:rPr>
        <w:t xml:space="preserve">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546853">
        <w:rPr>
          <w:rStyle w:val="StyleUnderline"/>
        </w:rPr>
        <w:t>Every species on Earth, including our own, is descended from ancestors that thrived in climates with much higher levels of CO2 than are present today</w:t>
      </w:r>
      <w:r w:rsidRPr="00546853">
        <w:rPr>
          <w:sz w:val="12"/>
        </w:rPr>
        <w:t xml:space="preserve">. Discussion The debate about climate change has one side insisting that the “science is settled.” Yet, </w:t>
      </w:r>
      <w:r w:rsidRPr="00546853">
        <w:rPr>
          <w:rStyle w:val="StyleUnderline"/>
        </w:rPr>
        <w:t>there is no scientific proof that increased CO2 will result in disaster, as CO2 has been higher during most of the history of life on Earth than it is today</w:t>
      </w:r>
      <w:r w:rsidRPr="00546853">
        <w:rPr>
          <w:sz w:val="12"/>
        </w:rPr>
        <w:t xml:space="preserve">. On the other hand, </w:t>
      </w:r>
      <w:r w:rsidRPr="00546853">
        <w:rPr>
          <w:rStyle w:val="StyleUnderline"/>
        </w:rPr>
        <w:t>it can be stated without a doubt that if CO2 once again falls to the level it was only 18,000 years ago, or lower, there would be a catastrophe unlike any known in human history</w:t>
      </w:r>
      <w:r w:rsidRPr="00546853">
        <w:rPr>
          <w:sz w:val="12"/>
        </w:rPr>
        <w:t xml:space="preserve">. We are advised by many scientists that we should be worried about CO2 levels climbing higher when, in fact, we should actually be worried about CO2 levels sinking lower. Atmospheric CO2 Concentrations in the Future </w:t>
      </w:r>
      <w:r w:rsidRPr="00546853">
        <w:rPr>
          <w:rStyle w:val="StyleUnderline"/>
        </w:rPr>
        <w:t>If humans had not begun to use fossil fuels for energy, it is reasonable to assume that atmospheric CO2 concentration would have continued to drop</w:t>
      </w:r>
      <w:r w:rsidRPr="00546853">
        <w:rPr>
          <w:sz w:val="12"/>
        </w:rPr>
        <w:t xml:space="preserve"> as it has done for the past 140 million years. It is also reasonable to assume that the </w:t>
      </w:r>
      <w:r w:rsidRPr="00546853">
        <w:rPr>
          <w:rStyle w:val="StyleUnderline"/>
        </w:rPr>
        <w:t xml:space="preserve">Earth’s climate would continue to fluctuate between relatively long periods of glaciation and relatively short periods of interglacial climate similar to the present climate. </w:t>
      </w:r>
      <w:r w:rsidRPr="00546853">
        <w:rPr>
          <w:sz w:val="12"/>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546853">
        <w:rPr>
          <w:rStyle w:val="Emphasis"/>
          <w:highlight w:val="green"/>
        </w:rPr>
        <w:t xml:space="preserve">the </w:t>
      </w:r>
      <w:r w:rsidRPr="00546853">
        <w:rPr>
          <w:rStyle w:val="Emphasis"/>
        </w:rPr>
        <w:t xml:space="preserve">beginning of the </w:t>
      </w:r>
      <w:r w:rsidRPr="00546853">
        <w:rPr>
          <w:rStyle w:val="Emphasis"/>
          <w:highlight w:val="green"/>
        </w:rPr>
        <w:t xml:space="preserve">end of </w:t>
      </w:r>
      <w:r w:rsidRPr="00546853">
        <w:rPr>
          <w:rStyle w:val="Emphasis"/>
        </w:rPr>
        <w:t xml:space="preserve">most </w:t>
      </w:r>
      <w:r w:rsidRPr="00546853">
        <w:rPr>
          <w:rStyle w:val="Emphasis"/>
          <w:highlight w:val="green"/>
        </w:rPr>
        <w:t xml:space="preserve">life </w:t>
      </w:r>
      <w:r w:rsidRPr="00546853">
        <w:rPr>
          <w:rStyle w:val="Emphasis"/>
        </w:rPr>
        <w:t xml:space="preserve">on planet Earth </w:t>
      </w:r>
      <w:r w:rsidRPr="00546853">
        <w:rPr>
          <w:rStyle w:val="Emphasis"/>
          <w:highlight w:val="green"/>
        </w:rPr>
        <w:t>would begin</w:t>
      </w:r>
      <w:r w:rsidRPr="00546853">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546853">
        <w:rPr>
          <w:sz w:val="12"/>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546853">
        <w:rPr>
          <w:rStyle w:val="Emphasis"/>
          <w:highlight w:val="green"/>
        </w:rPr>
        <w:t xml:space="preserve">we cannot grow food </w:t>
      </w:r>
      <w:r w:rsidRPr="00546853">
        <w:rPr>
          <w:rStyle w:val="Emphasis"/>
        </w:rPr>
        <w:t xml:space="preserve">crops in abundance </w:t>
      </w:r>
      <w:r w:rsidRPr="00546853">
        <w:rPr>
          <w:rStyle w:val="Emphasis"/>
          <w:highlight w:val="green"/>
        </w:rPr>
        <w:t xml:space="preserve">on glaciers or </w:t>
      </w:r>
      <w:r w:rsidRPr="00546853">
        <w:rPr>
          <w:rStyle w:val="Emphasis"/>
        </w:rPr>
        <w:t xml:space="preserve">in </w:t>
      </w:r>
      <w:r w:rsidRPr="00546853">
        <w:rPr>
          <w:rStyle w:val="Emphasis"/>
          <w:highlight w:val="green"/>
        </w:rPr>
        <w:t>frozen soil</w:t>
      </w:r>
      <w:r w:rsidRPr="00546853">
        <w:rPr>
          <w:rStyle w:val="StyleUnderline"/>
        </w:rPr>
        <w:t xml:space="preserve">. </w:t>
      </w:r>
      <w:r w:rsidRPr="00546853">
        <w:rPr>
          <w:sz w:val="12"/>
        </w:rPr>
        <w:t xml:space="preserve">Moreover, </w:t>
      </w:r>
      <w:r w:rsidRPr="00546853">
        <w:rPr>
          <w:rStyle w:val="StyleUnderline"/>
        </w:rPr>
        <w:t>we would not be able to grow much of anything anywhere if the level of CO2 went below 150 ppm</w:t>
      </w:r>
      <w:r w:rsidRPr="00546853">
        <w:rPr>
          <w:sz w:val="12"/>
        </w:rPr>
        <w:t xml:space="preserve">. There is a distinct possibility that no amount of additional CO2 will shift the climate out of the next major period of glaciation. This is not a reason to abandon hope but rather to marvel at the fact that </w:t>
      </w:r>
      <w:r w:rsidRPr="00546853">
        <w:rPr>
          <w:rStyle w:val="StyleUnderline"/>
        </w:rPr>
        <w:t xml:space="preserve">we can actually put some of the CO2 needed for life back into the atmosphere while at the same time enjoying abundant, reasonably priced energy from fossil fuels. </w:t>
      </w:r>
      <w:r w:rsidRPr="00546853">
        <w:rPr>
          <w:sz w:val="12"/>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546853">
        <w:rPr>
          <w:rStyle w:val="StyleUnderline"/>
        </w:rPr>
        <w:t xml:space="preserve">The present Holocene interglacial has already endured longer than some previous interglacial periods. The Holocene is also somewhat cooler than previous interglacial periods. Of more urgent concern than </w:t>
      </w:r>
      <w:r w:rsidRPr="00546853">
        <w:rPr>
          <w:rStyle w:val="StyleUnderline"/>
          <w:highlight w:val="green"/>
        </w:rPr>
        <w:t xml:space="preserve">the </w:t>
      </w:r>
      <w:r w:rsidRPr="00546853">
        <w:rPr>
          <w:rStyle w:val="Emphasis"/>
        </w:rPr>
        <w:t xml:space="preserve">possible </w:t>
      </w:r>
      <w:r w:rsidRPr="00546853">
        <w:rPr>
          <w:rStyle w:val="Emphasis"/>
          <w:highlight w:val="green"/>
        </w:rPr>
        <w:t>starvation of life</w:t>
      </w:r>
      <w:r w:rsidRPr="00546853">
        <w:rPr>
          <w:rStyle w:val="StyleUnderline"/>
        </w:rPr>
        <w:t xml:space="preserve"> two million years from now is what would happen at the onset of the next glaciation, possibly a relatively short time from now. In the absence of human CO2 emissions, </w:t>
      </w:r>
      <w:r w:rsidRPr="00546853">
        <w:rPr>
          <w:rStyle w:val="Emphasis"/>
        </w:rPr>
        <w:t xml:space="preserve">both temperature and CO2 would have dropped to levels that would result in a continuous reduction in plant growth, </w:t>
      </w:r>
      <w:r w:rsidRPr="00546853">
        <w:rPr>
          <w:rStyle w:val="Emphasis"/>
          <w:highlight w:val="green"/>
        </w:rPr>
        <w:t xml:space="preserve">bringing </w:t>
      </w:r>
      <w:r w:rsidRPr="00546853">
        <w:rPr>
          <w:rStyle w:val="Emphasis"/>
        </w:rPr>
        <w:t xml:space="preserve">in </w:t>
      </w:r>
      <w:r w:rsidRPr="00546853">
        <w:rPr>
          <w:rStyle w:val="Emphasis"/>
          <w:highlight w:val="green"/>
        </w:rPr>
        <w:t xml:space="preserve">climatic conditions </w:t>
      </w:r>
      <w:r w:rsidRPr="00546853">
        <w:rPr>
          <w:rStyle w:val="Emphasis"/>
        </w:rPr>
        <w:t>similar to or perhaps even</w:t>
      </w:r>
      <w:r w:rsidRPr="00546853">
        <w:rPr>
          <w:rStyle w:val="Emphasis"/>
          <w:highlight w:val="green"/>
        </w:rPr>
        <w:t xml:space="preserve"> more severe than </w:t>
      </w:r>
      <w:r w:rsidRPr="00546853">
        <w:rPr>
          <w:rStyle w:val="Emphasis"/>
        </w:rPr>
        <w:t>those that occurred in</w:t>
      </w:r>
      <w:r w:rsidRPr="00546853">
        <w:rPr>
          <w:rStyle w:val="Emphasis"/>
          <w:highlight w:val="green"/>
        </w:rPr>
        <w:t xml:space="preserve"> previous glaciation</w:t>
      </w:r>
      <w:r w:rsidRPr="00546853">
        <w:rPr>
          <w:rStyle w:val="Emphasis"/>
        </w:rPr>
        <w:t>s</w:t>
      </w:r>
      <w:r w:rsidRPr="00546853">
        <w:rPr>
          <w:rStyle w:val="StyleUnderline"/>
        </w:rPr>
        <w:t xml:space="preserve">. This would certainly lead to </w:t>
      </w:r>
      <w:r w:rsidRPr="00546853">
        <w:rPr>
          <w:rStyle w:val="Emphasis"/>
          <w:highlight w:val="green"/>
        </w:rPr>
        <w:t xml:space="preserve">widespread famine </w:t>
      </w:r>
      <w:r w:rsidRPr="00546853">
        <w:rPr>
          <w:rStyle w:val="StyleUnderline"/>
          <w:highlight w:val="green"/>
        </w:rPr>
        <w:t>and</w:t>
      </w:r>
      <w:r w:rsidRPr="00546853">
        <w:rPr>
          <w:rStyle w:val="StyleUnderline"/>
        </w:rPr>
        <w:t xml:space="preserve"> likely the eventual </w:t>
      </w:r>
      <w:r w:rsidRPr="00546853">
        <w:rPr>
          <w:rStyle w:val="Emphasis"/>
          <w:highlight w:val="green"/>
        </w:rPr>
        <w:t xml:space="preserve">collapse of </w:t>
      </w:r>
      <w:r w:rsidRPr="00546853">
        <w:rPr>
          <w:rStyle w:val="Emphasis"/>
        </w:rPr>
        <w:t xml:space="preserve">human </w:t>
      </w:r>
      <w:r w:rsidRPr="00546853">
        <w:rPr>
          <w:rStyle w:val="Emphasis"/>
          <w:highlight w:val="green"/>
        </w:rPr>
        <w:t>civilization</w:t>
      </w:r>
      <w:r w:rsidRPr="00546853">
        <w:rPr>
          <w:sz w:val="12"/>
        </w:rPr>
        <w:t xml:space="preserve">. This scenario would not require two million years but possibly only a few thousand. Even if the conditions of the Little Ice Age reoccurred in the next hundreds of years with a human population of nine billion or more, we can be sure </w:t>
      </w:r>
      <w:r w:rsidRPr="00546853">
        <w:rPr>
          <w:rStyle w:val="StyleUnderline"/>
        </w:rPr>
        <w:t xml:space="preserve">the population would not be nine billion for long. </w:t>
      </w:r>
      <w:r w:rsidRPr="00546853">
        <w:rPr>
          <w:sz w:val="12"/>
        </w:rPr>
        <w:t xml:space="preserve">There is a strong argument to be made that the </w:t>
      </w:r>
      <w:r w:rsidRPr="00546853">
        <w:rPr>
          <w:rStyle w:val="StyleUnderline"/>
        </w:rPr>
        <w:t xml:space="preserve">Earth is </w:t>
      </w:r>
      <w:r w:rsidRPr="00546853">
        <w:rPr>
          <w:sz w:val="12"/>
        </w:rPr>
        <w:t xml:space="preserve">already </w:t>
      </w:r>
      <w:r w:rsidRPr="00546853">
        <w:rPr>
          <w:rStyle w:val="StyleUnderline"/>
        </w:rPr>
        <w:t>in a cooling trend that is descending into the next 100,000-year cycle of major glaciation.</w:t>
      </w:r>
      <w:r w:rsidRPr="00546853">
        <w:rPr>
          <w:sz w:val="12"/>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546853">
        <w:rPr>
          <w:rStyle w:val="StyleUnderline"/>
        </w:rPr>
        <w:t xml:space="preserve">CO2 is </w:t>
      </w:r>
      <w:r w:rsidRPr="00546853">
        <w:rPr>
          <w:rStyle w:val="Emphasis"/>
        </w:rPr>
        <w:t>precisely what is required</w:t>
      </w:r>
      <w:r w:rsidRPr="00546853">
        <w:rPr>
          <w:rStyle w:val="StyleUnderline"/>
        </w:rPr>
        <w:t xml:space="preserve"> universally to avoid the tragedy of depriving billions of people of reasonably priced, reliable energy, especially those with a need to lift themselves out of poverty.</w:t>
      </w:r>
      <w:r w:rsidRPr="00546853">
        <w:rPr>
          <w:sz w:val="12"/>
        </w:rPr>
        <w:t xml:space="preserve"> </w:t>
      </w:r>
      <w:r w:rsidRPr="00546853">
        <w:rPr>
          <w:rStyle w:val="StyleUnderline"/>
        </w:rPr>
        <w:t>There must be a</w:t>
      </w:r>
      <w:r w:rsidRPr="00546853">
        <w:rPr>
          <w:sz w:val="12"/>
        </w:rPr>
        <w:t xml:space="preserve"> total paradigm </w:t>
      </w:r>
      <w:r w:rsidRPr="00546853">
        <w:rPr>
          <w:rStyle w:val="StyleUnderline"/>
        </w:rPr>
        <w:t xml:space="preserve">shift from </w:t>
      </w:r>
      <w:r w:rsidRPr="00546853">
        <w:rPr>
          <w:sz w:val="12"/>
        </w:rPr>
        <w:t xml:space="preserve">demonizing fossil fuels and </w:t>
      </w:r>
      <w:r w:rsidRPr="00546853">
        <w:rPr>
          <w:rStyle w:val="StyleUnderline"/>
        </w:rPr>
        <w:t xml:space="preserve">fearing CO2 as a toxic pollutant to </w:t>
      </w:r>
      <w:r w:rsidRPr="00546853">
        <w:rPr>
          <w:rStyle w:val="Emphasis"/>
        </w:rPr>
        <w:t xml:space="preserve">celebrating CO2 as the giver of life </w:t>
      </w:r>
      <w:r w:rsidRPr="00546853">
        <w:rPr>
          <w:sz w:val="12"/>
        </w:rPr>
        <w:t xml:space="preserve">that it is while continuing to use fossil fuels ever-more efficiently. Like Lovelock, we should be hopeful that </w:t>
      </w:r>
      <w:r w:rsidRPr="00546853">
        <w:rPr>
          <w:rStyle w:val="StyleUnderline"/>
        </w:rPr>
        <w:t>CO2 will prove to be the moderate warming influence that it is predicted to be in theory</w:t>
      </w:r>
      <w:r w:rsidRPr="00546853">
        <w:rPr>
          <w:sz w:val="12"/>
        </w:rPr>
        <w:t xml:space="preserve">. A somewhat </w:t>
      </w:r>
      <w:r w:rsidRPr="00546853">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546853">
        <w:rPr>
          <w:sz w:val="12"/>
        </w:rPr>
        <w:t xml:space="preserve">It is highly probable, and ironic, that the existence of life itself may have predetermined its own eventual demise due mainly to the development of CaCO3 as </w:t>
      </w:r>
      <w:proofErr w:type="spellStart"/>
      <w:r w:rsidRPr="00546853">
        <w:rPr>
          <w:sz w:val="12"/>
        </w:rPr>
        <w:t>armour</w:t>
      </w:r>
      <w:proofErr w:type="spellEnd"/>
      <w:r w:rsidRPr="00546853">
        <w:rPr>
          <w:sz w:val="12"/>
        </w:rPr>
        <w:t xml:space="preserve">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w:t>
      </w:r>
      <w:proofErr w:type="spellStart"/>
      <w:r w:rsidRPr="00546853">
        <w:rPr>
          <w:sz w:val="12"/>
        </w:rPr>
        <w:t>CaO</w:t>
      </w:r>
      <w:proofErr w:type="spellEnd"/>
      <w:r w:rsidRPr="00546853">
        <w:rPr>
          <w:sz w:val="12"/>
        </w:rPr>
        <w:t xml:space="preserve">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546853">
        <w:rPr>
          <w:rStyle w:val="Emphasis"/>
        </w:rPr>
        <w:t>CO2 is essential for life</w:t>
      </w:r>
      <w:r w:rsidRPr="00546853">
        <w:rPr>
          <w:rStyle w:val="StyleUnderline"/>
        </w:rPr>
        <w:t>, and twice in the history of modern life there have been periods of steep decline in the concentration of CO2 in the global atmosphere</w:t>
      </w:r>
      <w:r w:rsidRPr="00546853">
        <w:rPr>
          <w:sz w:val="12"/>
        </w:rPr>
        <w:t xml:space="preserve">. </w:t>
      </w:r>
      <w:r w:rsidRPr="00546853">
        <w:rPr>
          <w:rStyle w:val="StyleUnderline"/>
        </w:rPr>
        <w:t xml:space="preserve">If this decline were to have continued at the same rate into the future, CO2 would eventually fall to levels </w:t>
      </w:r>
      <w:r w:rsidRPr="00546853">
        <w:rPr>
          <w:rStyle w:val="Emphasis"/>
        </w:rPr>
        <w:t>insufficient to support plant life</w:t>
      </w:r>
      <w:r w:rsidRPr="00546853">
        <w:rPr>
          <w:sz w:val="12"/>
        </w:rPr>
        <w:t xml:space="preserve">, possibly in less than two million years. More worrisome is the possibility in the nearer future that during a future glaciation, CO2 may fall to 180 ppm or lower, </w:t>
      </w:r>
      <w:r w:rsidRPr="00546853">
        <w:rPr>
          <w:rStyle w:val="StyleUnderline"/>
        </w:rPr>
        <w:t>thus greatly reducing the growth of food crops and other plants</w:t>
      </w:r>
      <w:r w:rsidRPr="00546853">
        <w:rPr>
          <w:sz w:val="12"/>
        </w:rPr>
        <w:t xml:space="preserve">. </w:t>
      </w:r>
      <w:r w:rsidRPr="00546853">
        <w:rPr>
          <w:rStyle w:val="StyleUnderline"/>
        </w:rPr>
        <w:t xml:space="preserve">Human CO2 emissions have staved off this possibility so that at least during a period of glaciation, CO2 would be high enough to maintain a productive agricultural industry. </w:t>
      </w:r>
      <w:r w:rsidRPr="00546853">
        <w:rPr>
          <w:sz w:val="12"/>
        </w:rPr>
        <w:t xml:space="preserve">A </w:t>
      </w:r>
      <w:proofErr w:type="gramStart"/>
      <w:r w:rsidRPr="00546853">
        <w:rPr>
          <w:sz w:val="12"/>
        </w:rPr>
        <w:t>140 million year</w:t>
      </w:r>
      <w:proofErr w:type="gramEnd"/>
      <w:r w:rsidRPr="00546853">
        <w:rPr>
          <w:sz w:val="12"/>
        </w:rPr>
        <w:t xml:space="preserve"> decline in CO2 to levels that came close to threatening the survival of life on Earth can hardly be described as “the balance of nature”. To that extent </w:t>
      </w:r>
      <w:r w:rsidRPr="00546853">
        <w:rPr>
          <w:rStyle w:val="StyleUnderline"/>
        </w:rPr>
        <w:t xml:space="preserve">human </w:t>
      </w:r>
      <w:r w:rsidRPr="00546853">
        <w:rPr>
          <w:rStyle w:val="StyleUnderline"/>
          <w:highlight w:val="green"/>
        </w:rPr>
        <w:t xml:space="preserve">emissions </w:t>
      </w:r>
      <w:r w:rsidRPr="00546853">
        <w:rPr>
          <w:rStyle w:val="StyleUnderline"/>
        </w:rPr>
        <w:t xml:space="preserve">are </w:t>
      </w:r>
      <w:r w:rsidRPr="00546853">
        <w:rPr>
          <w:rStyle w:val="StyleUnderline"/>
          <w:highlight w:val="green"/>
        </w:rPr>
        <w:t xml:space="preserve">restoring </w:t>
      </w:r>
      <w:r w:rsidRPr="00546853">
        <w:rPr>
          <w:rStyle w:val="StyleUnderline"/>
        </w:rPr>
        <w:t xml:space="preserve">a </w:t>
      </w:r>
      <w:r w:rsidRPr="00546853">
        <w:rPr>
          <w:rStyle w:val="StyleUnderline"/>
          <w:highlight w:val="green"/>
        </w:rPr>
        <w:t xml:space="preserve">balance </w:t>
      </w:r>
      <w:r w:rsidRPr="00546853">
        <w:rPr>
          <w:rStyle w:val="StyleUnderline"/>
        </w:rPr>
        <w:t xml:space="preserve">to the global carbon cycle </w:t>
      </w:r>
      <w:r w:rsidRPr="00546853">
        <w:rPr>
          <w:rStyle w:val="StyleUnderline"/>
          <w:highlight w:val="green"/>
        </w:rPr>
        <w:t xml:space="preserve">by returning </w:t>
      </w:r>
      <w:r w:rsidRPr="00546853">
        <w:rPr>
          <w:rStyle w:val="StyleUnderline"/>
        </w:rPr>
        <w:t xml:space="preserve">some of the </w:t>
      </w:r>
      <w:r w:rsidRPr="00546853">
        <w:rPr>
          <w:rStyle w:val="StyleUnderline"/>
          <w:highlight w:val="green"/>
        </w:rPr>
        <w:t xml:space="preserve">CO2 </w:t>
      </w:r>
      <w:r w:rsidRPr="00546853">
        <w:rPr>
          <w:rStyle w:val="StyleUnderline"/>
        </w:rPr>
        <w:t xml:space="preserve">back </w:t>
      </w:r>
      <w:r w:rsidRPr="00546853">
        <w:rPr>
          <w:rStyle w:val="StyleUnderline"/>
          <w:highlight w:val="green"/>
        </w:rPr>
        <w:t>to the atmosphere</w:t>
      </w:r>
      <w:r w:rsidRPr="00546853">
        <w:rPr>
          <w:rStyle w:val="StyleUnderline"/>
        </w:rPr>
        <w:t xml:space="preserve"> that was drawn down by photosynthesis and CaCO3 production and subsequently lost to deep sediments.</w:t>
      </w:r>
      <w:r w:rsidRPr="00546853">
        <w:rPr>
          <w:sz w:val="12"/>
        </w:rPr>
        <w:t xml:space="preserve"> </w:t>
      </w:r>
      <w:r w:rsidRPr="00546853">
        <w:rPr>
          <w:rStyle w:val="StyleUnderline"/>
        </w:rPr>
        <w:t xml:space="preserve">This extremely positive aspect of human CO2 emissions must surely be weighed against the </w:t>
      </w:r>
      <w:r w:rsidRPr="00546853">
        <w:rPr>
          <w:rStyle w:val="Emphasis"/>
        </w:rPr>
        <w:t>unproven hypothesis</w:t>
      </w:r>
      <w:r w:rsidRPr="00546853">
        <w:rPr>
          <w:rStyle w:val="StyleUnderline"/>
        </w:rPr>
        <w:t xml:space="preserve"> that human CO2 emissions are mainly responsible for the </w:t>
      </w:r>
      <w:r w:rsidRPr="00546853">
        <w:rPr>
          <w:rStyle w:val="Emphasis"/>
        </w:rPr>
        <w:t>slight warming</w:t>
      </w:r>
      <w:r w:rsidRPr="00546853">
        <w:rPr>
          <w:rStyle w:val="StyleUnderline"/>
        </w:rPr>
        <w:t xml:space="preserve"> of the climate in recent years and will cause </w:t>
      </w:r>
      <w:r w:rsidRPr="00546853">
        <w:rPr>
          <w:rStyle w:val="Emphasis"/>
        </w:rPr>
        <w:t>catastrophic warming</w:t>
      </w:r>
      <w:r w:rsidRPr="00546853">
        <w:rPr>
          <w:rStyle w:val="StyleUnderline"/>
        </w:rPr>
        <w:t xml:space="preserve"> over the coming decades.</w:t>
      </w:r>
      <w:r w:rsidRPr="00546853">
        <w:rPr>
          <w:sz w:val="12"/>
        </w:rPr>
        <w:t xml:space="preserve"> The fact that the </w:t>
      </w:r>
      <w:r w:rsidRPr="00546853">
        <w:rPr>
          <w:rStyle w:val="StyleUnderline"/>
        </w:rPr>
        <w:t>current warming began about 300 years ago during the Little Ice Age indicates that it may at least in part be the continuation of the same natural forces that have caused the climate to change through the ages.</w:t>
      </w:r>
    </w:p>
    <w:p w14:paraId="14B9A927" w14:textId="6A463CD5" w:rsidR="00650D97" w:rsidRDefault="00650D97" w:rsidP="00650D97"/>
    <w:p w14:paraId="4D78861B" w14:textId="77777777" w:rsidR="00650D97" w:rsidRPr="00650D97" w:rsidRDefault="00650D97" w:rsidP="00650D97">
      <w:pPr>
        <w:pStyle w:val="Heading4"/>
        <w:rPr>
          <w:rStyle w:val="IntenseEmphasis"/>
          <w:sz w:val="26"/>
          <w:u w:val="none"/>
        </w:rPr>
      </w:pPr>
      <w:r w:rsidRPr="00650D97">
        <w:rPr>
          <w:rStyle w:val="IntenseEmphasis"/>
          <w:sz w:val="26"/>
          <w:u w:val="none"/>
        </w:rPr>
        <w:t>Consensus of studies prove.</w:t>
      </w:r>
    </w:p>
    <w:p w14:paraId="23BD917A" w14:textId="77777777" w:rsidR="00650D97" w:rsidRDefault="00650D97" w:rsidP="00650D97">
      <w:r w:rsidRPr="00580F4E">
        <w:rPr>
          <w:rStyle w:val="Style13ptBold"/>
        </w:rPr>
        <w:t>Idso</w:t>
      </w:r>
      <w:r>
        <w:rPr>
          <w:rStyle w:val="Style13ptBold"/>
        </w:rPr>
        <w:t xml:space="preserve"> and Idso</w:t>
      </w:r>
      <w:r w:rsidRPr="00580F4E">
        <w:rPr>
          <w:rStyle w:val="Style13ptBold"/>
        </w:rPr>
        <w:t xml:space="preserve"> ’12</w:t>
      </w:r>
      <w:r w:rsidRPr="00BD607D">
        <w:rPr>
          <w:b/>
          <w:sz w:val="16"/>
        </w:rPr>
        <w:t xml:space="preserve"> </w:t>
      </w:r>
      <w:r w:rsidRPr="00580F4E">
        <w:t>[Sherwood PhD and former research physicist for the Department of Agriculture, Keith PhD Botany, Craig PhD Geography, 4/25/2012. “</w:t>
      </w:r>
      <w:r w:rsidRPr="00580F4E">
        <w:rPr>
          <w:bCs/>
          <w:color w:val="000000"/>
          <w:shd w:val="clear" w:color="auto" w:fill="FFFFFF"/>
        </w:rPr>
        <w:t>Growth Response to CO2 (Flowers)</w:t>
      </w:r>
      <w:r w:rsidRPr="00580F4E">
        <w:t xml:space="preserve">”, http://www.co2science.org/subject/f/summaries/flowers.php] </w:t>
      </w:r>
      <w:proofErr w:type="spellStart"/>
      <w:r w:rsidRPr="00580F4E">
        <w:t>DHirsch</w:t>
      </w:r>
      <w:proofErr w:type="spellEnd"/>
      <w:r>
        <w:t xml:space="preserve"> Recut Justin</w:t>
      </w:r>
    </w:p>
    <w:p w14:paraId="3A82BCBA" w14:textId="77777777" w:rsidR="00650D97" w:rsidRPr="00580F4E" w:rsidRDefault="00650D97" w:rsidP="00650D97">
      <w:pPr>
        <w:spacing w:after="0" w:line="240" w:lineRule="auto"/>
        <w:rPr>
          <w:rStyle w:val="IntenseEmphasis"/>
          <w:u w:val="none"/>
        </w:rPr>
      </w:pPr>
      <w:r w:rsidRPr="00580F4E">
        <w:rPr>
          <w:szCs w:val="26"/>
          <w:shd w:val="clear" w:color="auto" w:fill="FFFFFF"/>
        </w:rPr>
        <w:t>By 2002, so many authors had weighed in on the subject that </w:t>
      </w:r>
      <w:hyperlink r:id="rId12" w:history="1">
        <w:r w:rsidRPr="00580F4E">
          <w:rPr>
            <w:rStyle w:val="IntenseEmphasis"/>
            <w:bCs/>
            <w:sz w:val="26"/>
            <w:szCs w:val="26"/>
          </w:rPr>
          <w:t>Jablonski</w:t>
        </w:r>
        <w:r w:rsidRPr="00580F4E">
          <w:rPr>
            <w:rStyle w:val="IntenseEmphasis"/>
            <w:bCs/>
            <w:szCs w:val="26"/>
          </w:rPr>
          <w:t> </w:t>
        </w:r>
        <w:r w:rsidRPr="00580F4E">
          <w:rPr>
            <w:i/>
            <w:iCs/>
            <w:szCs w:val="26"/>
            <w:shd w:val="clear" w:color="auto" w:fill="FFFFFF"/>
          </w:rPr>
          <w:t>et al</w:t>
        </w:r>
        <w:r w:rsidRPr="00580F4E">
          <w:rPr>
            <w:szCs w:val="26"/>
            <w:shd w:val="clear" w:color="auto" w:fill="FFFFFF"/>
          </w:rPr>
          <w:t>. (2002)</w:t>
        </w:r>
      </w:hyperlink>
      <w:r w:rsidRPr="00580F4E">
        <w:rPr>
          <w:szCs w:val="26"/>
          <w:shd w:val="clear" w:color="auto" w:fill="FFFFFF"/>
        </w:rPr>
        <w:t> </w:t>
      </w:r>
      <w:r w:rsidRPr="00580F4E">
        <w:rPr>
          <w:rStyle w:val="IntenseEmphasis"/>
          <w:bCs/>
          <w:sz w:val="26"/>
          <w:szCs w:val="26"/>
        </w:rPr>
        <w:t xml:space="preserve">conducted a </w:t>
      </w:r>
      <w:r w:rsidRPr="00580F4E">
        <w:rPr>
          <w:rStyle w:val="IntenseEmphasis"/>
          <w:bCs/>
          <w:sz w:val="26"/>
          <w:szCs w:val="26"/>
          <w:highlight w:val="green"/>
        </w:rPr>
        <w:t xml:space="preserve">meta-analysis of 159 peer-reviewed </w:t>
      </w:r>
      <w:r w:rsidRPr="00580F4E">
        <w:rPr>
          <w:rStyle w:val="IntenseEmphasis"/>
          <w:bCs/>
          <w:sz w:val="26"/>
          <w:szCs w:val="26"/>
        </w:rPr>
        <w:t xml:space="preserve">scientific journal </w:t>
      </w:r>
      <w:r w:rsidRPr="00580F4E">
        <w:rPr>
          <w:rStyle w:val="IntenseEmphasis"/>
          <w:bCs/>
          <w:sz w:val="26"/>
          <w:szCs w:val="26"/>
          <w:highlight w:val="green"/>
        </w:rPr>
        <w:t>articles</w:t>
      </w:r>
      <w:r w:rsidRPr="00580F4E">
        <w:rPr>
          <w:szCs w:val="26"/>
          <w:shd w:val="clear" w:color="auto" w:fill="FFFFFF"/>
        </w:rPr>
        <w:t xml:space="preserve"> published between 1983 and 2000, </w:t>
      </w:r>
      <w:r w:rsidRPr="00580F4E">
        <w:rPr>
          <w:rStyle w:val="IntenseEmphasis"/>
          <w:bCs/>
          <w:sz w:val="26"/>
          <w:szCs w:val="26"/>
          <w:highlight w:val="green"/>
        </w:rPr>
        <w:t xml:space="preserve">dealing with </w:t>
      </w:r>
      <w:r w:rsidRPr="00580F4E">
        <w:rPr>
          <w:rStyle w:val="IntenseEmphasis"/>
          <w:bCs/>
          <w:sz w:val="26"/>
          <w:szCs w:val="26"/>
        </w:rPr>
        <w:t xml:space="preserve">the effects of </w:t>
      </w:r>
      <w:r w:rsidRPr="00580F4E">
        <w:rPr>
          <w:rStyle w:val="IntenseEmphasis"/>
          <w:bCs/>
          <w:sz w:val="26"/>
          <w:szCs w:val="26"/>
          <w:highlight w:val="green"/>
        </w:rPr>
        <w:t>atmospheric CO2</w:t>
      </w:r>
      <w:r w:rsidRPr="00580F4E">
        <w:rPr>
          <w:rStyle w:val="IntenseEmphasis"/>
          <w:bCs/>
          <w:sz w:val="26"/>
          <w:szCs w:val="26"/>
        </w:rPr>
        <w:t> enrichment on the reproductive growth characteristics of several domesticated and wild plants.</w:t>
      </w:r>
      <w:r w:rsidRPr="00580F4E">
        <w:rPr>
          <w:szCs w:val="26"/>
          <w:shd w:val="clear" w:color="auto" w:fill="FFFFFF"/>
        </w:rPr>
        <w:t xml:space="preserve"> In calculating the mean responses reported in those papers, Jablonski </w:t>
      </w:r>
      <w:r w:rsidRPr="00580F4E">
        <w:rPr>
          <w:i/>
          <w:iCs/>
          <w:szCs w:val="26"/>
          <w:shd w:val="clear" w:color="auto" w:fill="FFFFFF"/>
        </w:rPr>
        <w:t>et al</w:t>
      </w:r>
      <w:r w:rsidRPr="00580F4E">
        <w:rPr>
          <w:szCs w:val="26"/>
          <w:shd w:val="clear" w:color="auto" w:fill="FFFFFF"/>
        </w:rPr>
        <w:t xml:space="preserve">. found that </w:t>
      </w:r>
      <w:r w:rsidRPr="00580F4E">
        <w:rPr>
          <w:rStyle w:val="IntenseEmphasis"/>
          <w:bCs/>
          <w:sz w:val="26"/>
          <w:szCs w:val="26"/>
        </w:rPr>
        <w:t>for increases in the air's CO2 concentration ranging from approximately 150 to 450 ppm</w:t>
      </w:r>
      <w:r w:rsidRPr="00580F4E">
        <w:rPr>
          <w:szCs w:val="26"/>
          <w:shd w:val="clear" w:color="auto" w:fill="FFFFFF"/>
        </w:rPr>
        <w:t xml:space="preserve"> (rough average of 300 ppm</w:t>
      </w:r>
      <w:r w:rsidRPr="00580F4E">
        <w:rPr>
          <w:rStyle w:val="IntenseEmphasis"/>
          <w:bCs/>
          <w:sz w:val="26"/>
          <w:szCs w:val="26"/>
        </w:rPr>
        <w:t xml:space="preserve">), across all species studied, </w:t>
      </w:r>
      <w:r w:rsidRPr="00580F4E">
        <w:rPr>
          <w:rStyle w:val="IntenseEmphasis"/>
          <w:bCs/>
          <w:sz w:val="26"/>
          <w:szCs w:val="26"/>
          <w:highlight w:val="green"/>
        </w:rPr>
        <w:t xml:space="preserve">the extra CO2 supplied </w:t>
      </w:r>
      <w:r w:rsidRPr="00580F4E">
        <w:rPr>
          <w:rStyle w:val="IntenseEmphasis"/>
          <w:bCs/>
          <w:sz w:val="26"/>
          <w:szCs w:val="26"/>
        </w:rPr>
        <w:t>to the plants resulted in 19% more flowers, 18% more fruits, 16% more seeds, 4% greater individual seed mass, 25% greater total seed mass</w:t>
      </w:r>
      <w:r w:rsidRPr="00580F4E">
        <w:rPr>
          <w:szCs w:val="26"/>
          <w:shd w:val="clear" w:color="auto" w:fill="FFFFFF"/>
        </w:rPr>
        <w:t xml:space="preserve"> (equivalent to yield), </w:t>
      </w:r>
      <w:r w:rsidRPr="00580F4E">
        <w:rPr>
          <w:rStyle w:val="IntenseEmphasis"/>
          <w:bCs/>
          <w:sz w:val="26"/>
          <w:szCs w:val="26"/>
          <w:highlight w:val="green"/>
        </w:rPr>
        <w:t>and 31% greater total mass</w:t>
      </w:r>
      <w:r w:rsidRPr="00580F4E">
        <w:rPr>
          <w:rStyle w:val="IntenseEmphasis"/>
          <w:bCs/>
          <w:sz w:val="26"/>
          <w:szCs w:val="26"/>
        </w:rPr>
        <w:t>.</w:t>
      </w:r>
    </w:p>
    <w:p w14:paraId="18BC92A5" w14:textId="20B6A7F1" w:rsidR="00650D97" w:rsidRDefault="00650D97" w:rsidP="00650D97"/>
    <w:p w14:paraId="5E7813B6" w14:textId="77777777" w:rsidR="00650D97" w:rsidRPr="00A17C83" w:rsidRDefault="00650D97" w:rsidP="00650D97">
      <w:pPr>
        <w:pStyle w:val="Heading4"/>
      </w:pPr>
      <w:r w:rsidRPr="00A17C83">
        <w:t xml:space="preserve">It’s a </w:t>
      </w:r>
      <w:r w:rsidRPr="00A17C83">
        <w:rPr>
          <w:u w:val="single"/>
        </w:rPr>
        <w:t>threat multiplier</w:t>
      </w:r>
      <w:r w:rsidRPr="00A17C83">
        <w:t xml:space="preserve"> that causes </w:t>
      </w:r>
      <w:r w:rsidRPr="00A17C83">
        <w:rPr>
          <w:u w:val="single"/>
        </w:rPr>
        <w:t>extinction</w:t>
      </w:r>
      <w:r w:rsidRPr="00A17C83">
        <w:t>.</w:t>
      </w:r>
    </w:p>
    <w:p w14:paraId="3F991258" w14:textId="77777777" w:rsidR="00650D97" w:rsidRPr="00A17C83" w:rsidRDefault="00650D97" w:rsidP="00650D97">
      <w:r w:rsidRPr="00A17C83">
        <w:rPr>
          <w:rStyle w:val="Style13ptBold"/>
        </w:rPr>
        <w:t xml:space="preserve">Cribb 19 </w:t>
      </w:r>
      <w:r w:rsidRPr="00A17C83">
        <w:rPr>
          <w:rStyle w:val="Style13ptBold"/>
          <w:b w:val="0"/>
          <w:sz w:val="22"/>
        </w:rPr>
        <w:t>[Julian;</w:t>
      </w:r>
      <w:r w:rsidRPr="00A17C83">
        <w:t xml:space="preserve"> Author,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13" w:history="1">
        <w:r w:rsidRPr="00A17C83">
          <w:rPr>
            <w:rStyle w:val="Hyperlink"/>
          </w:rPr>
          <w:t>https://www.cambridge.org/core/books/food-or-war/food-as-an-existential-risk/8C45279588CD572FE805B7E240DE7368</w:t>
        </w:r>
      </w:hyperlink>
      <w:r w:rsidRPr="00A17C83">
        <w:t>] Recut Justin</w:t>
      </w:r>
    </w:p>
    <w:p w14:paraId="6E61A304" w14:textId="77777777" w:rsidR="00650D97" w:rsidRPr="00A17C83" w:rsidRDefault="00650D97" w:rsidP="00650D97">
      <w:pPr>
        <w:rPr>
          <w:sz w:val="16"/>
        </w:rPr>
      </w:pPr>
      <w:r w:rsidRPr="00A17C83">
        <w:rPr>
          <w:sz w:val="16"/>
          <w:szCs w:val="16"/>
        </w:rPr>
        <w:t>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A17C83">
        <w:rPr>
          <w:sz w:val="16"/>
          <w:szCs w:val="16"/>
        </w:rPr>
        <w:t>Ommited</w:t>
      </w:r>
      <w:proofErr w:type="spellEnd"/>
      <w:r w:rsidRPr="00A17C83">
        <w:rPr>
          <w:sz w:val="16"/>
          <w:szCs w:val="16"/>
        </w:rPr>
        <w:t xml:space="preserve"> 178-180] </w:t>
      </w:r>
      <w:r w:rsidRPr="00A17C83">
        <w:rPr>
          <w:sz w:val="16"/>
        </w:rPr>
        <w:t xml:space="preserve">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A17C83">
        <w:rPr>
          <w:u w:val="single"/>
        </w:rPr>
        <w:t xml:space="preserve">The </w:t>
      </w:r>
      <w:r w:rsidRPr="00A17C83">
        <w:rPr>
          <w:rStyle w:val="Emphasis"/>
          <w:highlight w:val="green"/>
        </w:rPr>
        <w:t>significance</w:t>
      </w:r>
      <w:r w:rsidRPr="00A17C83">
        <w:rPr>
          <w:highlight w:val="green"/>
          <w:u w:val="single"/>
        </w:rPr>
        <w:t xml:space="preserve"> of</w:t>
      </w:r>
      <w:r w:rsidRPr="00A17C83">
        <w:rPr>
          <w:u w:val="single"/>
        </w:rPr>
        <w:t xml:space="preserve"> this blind spot around </w:t>
      </w:r>
      <w:r w:rsidRPr="00A17C83">
        <w:rPr>
          <w:rStyle w:val="Emphasis"/>
        </w:rPr>
        <w:t>consumption</w:t>
      </w:r>
      <w:r w:rsidRPr="00A17C83">
        <w:rPr>
          <w:u w:val="single"/>
        </w:rPr>
        <w:t xml:space="preserve"> for </w:t>
      </w:r>
      <w:r w:rsidRPr="00A17C83">
        <w:rPr>
          <w:rStyle w:val="Emphasis"/>
        </w:rPr>
        <w:t xml:space="preserve">global </w:t>
      </w:r>
      <w:r w:rsidRPr="00A17C83">
        <w:rPr>
          <w:rStyle w:val="Emphasis"/>
          <w:highlight w:val="green"/>
        </w:rPr>
        <w:t>food</w:t>
      </w:r>
      <w:r w:rsidRPr="00A17C83">
        <w:rPr>
          <w:rStyle w:val="Emphasis"/>
        </w:rPr>
        <w:t xml:space="preserve"> security</w:t>
      </w:r>
      <w:r w:rsidRPr="00A17C83">
        <w:rPr>
          <w:u w:val="single"/>
        </w:rPr>
        <w:t xml:space="preserve"> </w:t>
      </w:r>
      <w:r w:rsidRPr="00A17C83">
        <w:rPr>
          <w:highlight w:val="green"/>
          <w:u w:val="single"/>
        </w:rPr>
        <w:t>is</w:t>
      </w:r>
      <w:r w:rsidRPr="00A17C83">
        <w:rPr>
          <w:u w:val="single"/>
        </w:rPr>
        <w:t xml:space="preserve"> </w:t>
      </w:r>
      <w:r w:rsidRPr="00A17C83">
        <w:rPr>
          <w:rStyle w:val="Emphasis"/>
        </w:rPr>
        <w:t xml:space="preserve">very </w:t>
      </w:r>
      <w:r w:rsidRPr="00A17C83">
        <w:rPr>
          <w:rStyle w:val="Emphasis"/>
          <w:highlight w:val="green"/>
        </w:rPr>
        <w:t>great</w:t>
      </w:r>
      <w:r w:rsidRPr="00A17C83">
        <w:rPr>
          <w:sz w:val="16"/>
        </w:rPr>
        <w:t xml:space="preserve">. As described in earlier chapters, the </w:t>
      </w:r>
      <w:r w:rsidRPr="00A17C83">
        <w:rPr>
          <w:u w:val="single"/>
        </w:rPr>
        <w:t xml:space="preserve">world food system depends </w:t>
      </w:r>
      <w:r w:rsidRPr="00A17C83">
        <w:rPr>
          <w:rStyle w:val="Emphasis"/>
        </w:rPr>
        <w:t>critically</w:t>
      </w:r>
      <w:r w:rsidRPr="00A17C83">
        <w:rPr>
          <w:u w:val="single"/>
        </w:rPr>
        <w:t xml:space="preserve"> on soil, water, nutrients and a stable climate, to supply </w:t>
      </w:r>
      <w:r w:rsidRPr="00A17C83">
        <w:rPr>
          <w:rStyle w:val="Emphasis"/>
        </w:rPr>
        <w:t>humanity’s daily need for nutriment</w:t>
      </w:r>
      <w:r w:rsidRPr="00A17C83">
        <w:rPr>
          <w:sz w:val="16"/>
        </w:rPr>
        <w:t xml:space="preserve"> – and </w:t>
      </w:r>
      <w:r w:rsidRPr="00A17C83">
        <w:rPr>
          <w:u w:val="single"/>
        </w:rPr>
        <w:t>all of these essential resources are in increasingly short supply</w:t>
      </w:r>
      <w:r w:rsidRPr="00A17C83">
        <w:rPr>
          <w:sz w:val="16"/>
        </w:rPr>
        <w:t xml:space="preserve">, </w:t>
      </w:r>
      <w:r w:rsidRPr="00A17C83">
        <w:rPr>
          <w:u w:val="single"/>
        </w:rPr>
        <w:t>chiefly because of our own mismanagement</w:t>
      </w:r>
      <w:r w:rsidRPr="00A17C83">
        <w:rPr>
          <w:sz w:val="16"/>
        </w:rPr>
        <w:t xml:space="preserve"> of them and our collective failure to appreciate that they are finite. </w:t>
      </w:r>
      <w:r w:rsidRPr="00A17C83">
        <w:rPr>
          <w:u w:val="single"/>
        </w:rPr>
        <w:t>On current trends</w:t>
      </w:r>
      <w:r w:rsidRPr="00A17C83">
        <w:rPr>
          <w:sz w:val="16"/>
        </w:rPr>
        <w:t xml:space="preserve">, the </w:t>
      </w:r>
      <w:r w:rsidRPr="00650D97">
        <w:rPr>
          <w:u w:val="single"/>
        </w:rPr>
        <w:t xml:space="preserve">existing food system will </w:t>
      </w:r>
      <w:r w:rsidRPr="00650D97">
        <w:rPr>
          <w:rStyle w:val="Emphasis"/>
        </w:rPr>
        <w:t>tend to break down</w:t>
      </w:r>
      <w:r w:rsidRPr="00650D97">
        <w:rPr>
          <w:sz w:val="16"/>
        </w:rPr>
        <w:t xml:space="preserve">, first </w:t>
      </w:r>
      <w:r w:rsidRPr="00650D97">
        <w:rPr>
          <w:rStyle w:val="Emphasis"/>
        </w:rPr>
        <w:t>regionally</w:t>
      </w:r>
      <w:r w:rsidRPr="00A17C83">
        <w:rPr>
          <w:u w:val="single"/>
        </w:rPr>
        <w:t xml:space="preserve"> and then </w:t>
      </w:r>
      <w:r w:rsidRPr="00A17C83">
        <w:rPr>
          <w:rStyle w:val="Emphasis"/>
        </w:rPr>
        <w:t>globally</w:t>
      </w:r>
      <w:r w:rsidRPr="00A17C83">
        <w:rPr>
          <w:u w:val="single"/>
        </w:rPr>
        <w:t>,</w:t>
      </w:r>
      <w:r w:rsidRPr="00A17C83">
        <w:rPr>
          <w:sz w:val="16"/>
        </w:rPr>
        <w:t xml:space="preserve"> owing to resource scarcity from the 2020s onward, and especially towards the </w:t>
      </w:r>
      <w:proofErr w:type="spellStart"/>
      <w:r w:rsidRPr="00A17C83">
        <w:rPr>
          <w:sz w:val="16"/>
        </w:rPr>
        <w:t>mid century</w:t>
      </w:r>
      <w:proofErr w:type="spellEnd"/>
      <w:r w:rsidRPr="00A17C83">
        <w:rPr>
          <w:sz w:val="16"/>
        </w:rPr>
        <w:t xml:space="preserve"> – unless there is radical change in the world diet and the means by which we feed ourselves. </w:t>
      </w:r>
      <w:r w:rsidRPr="00A17C83">
        <w:rPr>
          <w:u w:val="single"/>
        </w:rPr>
        <w:t xml:space="preserve">This will </w:t>
      </w:r>
      <w:r w:rsidRPr="00A17C83">
        <w:rPr>
          <w:highlight w:val="green"/>
          <w:u w:val="single"/>
        </w:rPr>
        <w:t>lead to</w:t>
      </w:r>
      <w:r w:rsidRPr="00A17C83">
        <w:rPr>
          <w:u w:val="single"/>
        </w:rPr>
        <w:t xml:space="preserve"> </w:t>
      </w:r>
      <w:r w:rsidRPr="00A17C83">
        <w:rPr>
          <w:rStyle w:val="Emphasis"/>
        </w:rPr>
        <w:t>increasing outbreaks</w:t>
      </w:r>
      <w:r w:rsidRPr="00A17C83">
        <w:rPr>
          <w:u w:val="single"/>
        </w:rPr>
        <w:t xml:space="preserve"> of </w:t>
      </w:r>
      <w:r w:rsidRPr="00A17C83">
        <w:rPr>
          <w:rStyle w:val="Emphasis"/>
          <w:highlight w:val="green"/>
        </w:rPr>
        <w:t>violence and war</w:t>
      </w:r>
      <w:r w:rsidRPr="00A17C83">
        <w:rPr>
          <w:rStyle w:val="Emphasis"/>
        </w:rPr>
        <w:t xml:space="preserve">. Nobody, neither rich nor poor, will </w:t>
      </w:r>
      <w:r w:rsidRPr="00A17C83">
        <w:rPr>
          <w:rStyle w:val="Emphasis"/>
          <w:sz w:val="24"/>
          <w:szCs w:val="24"/>
        </w:rPr>
        <w:t>escape the consequences</w:t>
      </w:r>
      <w:r w:rsidRPr="00A17C83">
        <w:rPr>
          <w:sz w:val="16"/>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A17C83">
        <w:rPr>
          <w:u w:val="single"/>
        </w:rPr>
        <w:t xml:space="preserve">Food insecurity is </w:t>
      </w:r>
      <w:r w:rsidRPr="00A17C83">
        <w:rPr>
          <w:sz w:val="16"/>
        </w:rPr>
        <w:t xml:space="preserve">therefore </w:t>
      </w:r>
      <w:r w:rsidRPr="00A17C83">
        <w:rPr>
          <w:u w:val="single"/>
        </w:rPr>
        <w:t xml:space="preserve">a </w:t>
      </w:r>
      <w:r w:rsidRPr="00A17C83">
        <w:rPr>
          <w:rStyle w:val="Emphasis"/>
        </w:rPr>
        <w:t>driver in the preconditions</w:t>
      </w:r>
      <w:r w:rsidRPr="00A17C83">
        <w:rPr>
          <w:u w:val="single"/>
        </w:rPr>
        <w:t xml:space="preserve"> for the </w:t>
      </w:r>
      <w:r w:rsidRPr="00A17C83">
        <w:rPr>
          <w:rStyle w:val="Emphasis"/>
          <w:highlight w:val="green"/>
        </w:rPr>
        <w:t xml:space="preserve">use </w:t>
      </w:r>
      <w:r w:rsidRPr="00650D97">
        <w:rPr>
          <w:rStyle w:val="Emphasis"/>
        </w:rPr>
        <w:t>of nuclear weapons</w:t>
      </w:r>
      <w:r w:rsidRPr="00650D97">
        <w:rPr>
          <w:sz w:val="16"/>
        </w:rPr>
        <w:t xml:space="preserve">, whether </w:t>
      </w:r>
      <w:r w:rsidRPr="00650D97">
        <w:rPr>
          <w:u w:val="single"/>
        </w:rPr>
        <w:t>limited</w:t>
      </w:r>
      <w:r w:rsidRPr="00A17C83">
        <w:rPr>
          <w:u w:val="single"/>
        </w:rPr>
        <w:t xml:space="preserve"> or unlimited</w:t>
      </w:r>
      <w:r w:rsidRPr="00A17C83">
        <w:rPr>
          <w:sz w:val="16"/>
        </w:rPr>
        <w:t xml:space="preserve">. A global famine is a likely outcome of limited use of nuclear weapons by any country or countries – and would be </w:t>
      </w:r>
      <w:r w:rsidRPr="00A17C83">
        <w:rPr>
          <w:rStyle w:val="Emphasis"/>
          <w:highlight w:val="green"/>
        </w:rPr>
        <w:t>unavoidable</w:t>
      </w:r>
      <w:r w:rsidRPr="00A17C83">
        <w:rPr>
          <w:u w:val="single"/>
        </w:rPr>
        <w:t xml:space="preserve"> in the event of an </w:t>
      </w:r>
      <w:r w:rsidRPr="00A17C83">
        <w:rPr>
          <w:rStyle w:val="Emphasis"/>
          <w:sz w:val="24"/>
          <w:szCs w:val="24"/>
          <w:highlight w:val="green"/>
        </w:rPr>
        <w:t>unlimited nuclear war</w:t>
      </w:r>
      <w:r w:rsidRPr="00A17C83">
        <w:rPr>
          <w:sz w:val="24"/>
          <w:szCs w:val="24"/>
          <w:u w:val="single"/>
        </w:rPr>
        <w:t xml:space="preserve"> </w:t>
      </w:r>
      <w:r w:rsidRPr="00A17C83">
        <w:rPr>
          <w:u w:val="single"/>
        </w:rPr>
        <w:t xml:space="preserve">between America and Russia, making it </w:t>
      </w:r>
      <w:r w:rsidRPr="00A17C83">
        <w:rPr>
          <w:rStyle w:val="Emphasis"/>
        </w:rPr>
        <w:t>unwinnable</w:t>
      </w:r>
      <w:r w:rsidRPr="00A17C83">
        <w:rPr>
          <w:sz w:val="16"/>
        </w:rPr>
        <w:t xml:space="preserve"> for either. And that, as the mute hands of the ‘Doomsday Clock’ so eloquently admonish, is also </w:t>
      </w:r>
      <w:r w:rsidRPr="00A17C83">
        <w:rPr>
          <w:u w:val="single"/>
        </w:rPr>
        <w:t xml:space="preserve">the </w:t>
      </w:r>
      <w:r w:rsidRPr="00A17C83">
        <w:rPr>
          <w:rStyle w:val="Emphasis"/>
          <w:highlight w:val="green"/>
        </w:rPr>
        <w:t>most likely scenario</w:t>
      </w:r>
      <w:r w:rsidRPr="00A17C83">
        <w:rPr>
          <w:highlight w:val="green"/>
          <w:u w:val="single"/>
        </w:rPr>
        <w:t xml:space="preserve"> </w:t>
      </w:r>
      <w:r w:rsidRPr="00650D97">
        <w:rPr>
          <w:u w:val="single"/>
        </w:rPr>
        <w:t xml:space="preserve">for the </w:t>
      </w:r>
      <w:r w:rsidRPr="00650D97">
        <w:rPr>
          <w:rStyle w:val="Emphasis"/>
        </w:rPr>
        <w:t>premature termination of the human species</w:t>
      </w:r>
      <w:r w:rsidRPr="00650D97">
        <w:rPr>
          <w:sz w:val="16"/>
        </w:rPr>
        <w:t>. Such</w:t>
      </w:r>
      <w:r w:rsidRPr="00A17C83">
        <w:rPr>
          <w:sz w:val="16"/>
        </w:rPr>
        <w:t xml:space="preserve">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w:t>
      </w:r>
      <w:r w:rsidRPr="00A17C83">
        <w:rPr>
          <w:sz w:val="16"/>
          <w:szCs w:val="16"/>
        </w:rPr>
        <w:t xml:space="preserve">Food Security </w:t>
      </w:r>
      <w:r w:rsidRPr="00A17C83">
        <w:rPr>
          <w:sz w:val="16"/>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A17C83">
        <w:rPr>
          <w:highlight w:val="green"/>
          <w:u w:val="single"/>
        </w:rPr>
        <w:t xml:space="preserve">food </w:t>
      </w:r>
      <w:r w:rsidRPr="00A17C83">
        <w:rPr>
          <w:u w:val="single"/>
        </w:rPr>
        <w:t xml:space="preserve">insecurity </w:t>
      </w:r>
      <w:r w:rsidRPr="00A17C83">
        <w:rPr>
          <w:highlight w:val="green"/>
          <w:u w:val="single"/>
        </w:rPr>
        <w:t>is</w:t>
      </w:r>
      <w:r w:rsidRPr="00A17C83">
        <w:rPr>
          <w:u w:val="single"/>
        </w:rPr>
        <w:t xml:space="preserve"> an </w:t>
      </w:r>
      <w:r w:rsidRPr="00A17C83">
        <w:rPr>
          <w:rStyle w:val="Emphasis"/>
          <w:highlight w:val="green"/>
        </w:rPr>
        <w:t xml:space="preserve">existential </w:t>
      </w:r>
      <w:r w:rsidRPr="00650D97">
        <w:rPr>
          <w:rStyle w:val="Emphasis"/>
        </w:rPr>
        <w:t>threat</w:t>
      </w:r>
      <w:r w:rsidRPr="00A17C83">
        <w:rPr>
          <w:rStyle w:val="Emphasis"/>
        </w:rPr>
        <w:t xml:space="preserve"> to humanity</w:t>
      </w:r>
      <w:r w:rsidRPr="00A17C83">
        <w:rPr>
          <w:sz w:val="16"/>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w:t>
      </w:r>
      <w:r w:rsidRPr="00650D97">
        <w:rPr>
          <w:sz w:val="16"/>
        </w:rPr>
        <w:t>thing</w:t>
      </w:r>
      <w:r w:rsidRPr="00A17C83">
        <w:rPr>
          <w:sz w:val="16"/>
        </w:rPr>
        <w:t xml:space="preserve"> to note in this chapter is that </w:t>
      </w:r>
      <w:r w:rsidRPr="00A17C83">
        <w:rPr>
          <w:u w:val="single"/>
        </w:rPr>
        <w:t xml:space="preserve">food insecurity plays into many, if not all, of the </w:t>
      </w:r>
      <w:r w:rsidRPr="00A17C83">
        <w:rPr>
          <w:rStyle w:val="Emphasis"/>
        </w:rPr>
        <w:t>other existential threats facing humanity</w:t>
      </w:r>
      <w:r w:rsidRPr="00A17C83">
        <w:rPr>
          <w:sz w:val="16"/>
        </w:rPr>
        <w:t xml:space="preserve">. The </w:t>
      </w:r>
      <w:r w:rsidRPr="00A17C83">
        <w:rPr>
          <w:rStyle w:val="Emphasis"/>
          <w:highlight w:val="green"/>
        </w:rPr>
        <w:t>food sector’s role</w:t>
      </w:r>
      <w:r w:rsidRPr="00A17C83">
        <w:rPr>
          <w:highlight w:val="green"/>
          <w:u w:val="single"/>
        </w:rPr>
        <w:t xml:space="preserve"> in </w:t>
      </w:r>
      <w:r w:rsidRPr="00A17C83">
        <w:rPr>
          <w:rStyle w:val="Emphasis"/>
          <w:sz w:val="24"/>
          <w:szCs w:val="24"/>
          <w:highlight w:val="green"/>
        </w:rPr>
        <w:t>extinction</w:t>
      </w:r>
      <w:r w:rsidRPr="00A17C83">
        <w:rPr>
          <w:rStyle w:val="Emphasis"/>
          <w:sz w:val="24"/>
          <w:szCs w:val="24"/>
        </w:rPr>
        <w:t xml:space="preserve">, resource </w:t>
      </w:r>
      <w:r w:rsidRPr="00A17C83">
        <w:rPr>
          <w:rStyle w:val="Emphasis"/>
          <w:sz w:val="24"/>
          <w:szCs w:val="24"/>
          <w:highlight w:val="green"/>
        </w:rPr>
        <w:t>scarcity</w:t>
      </w:r>
      <w:r w:rsidRPr="00A17C83">
        <w:rPr>
          <w:rStyle w:val="Emphasis"/>
          <w:sz w:val="24"/>
          <w:szCs w:val="24"/>
        </w:rPr>
        <w:t xml:space="preserve">, global </w:t>
      </w:r>
      <w:r w:rsidRPr="00A17C83">
        <w:rPr>
          <w:rStyle w:val="Emphasis"/>
          <w:sz w:val="24"/>
          <w:szCs w:val="24"/>
          <w:highlight w:val="green"/>
        </w:rPr>
        <w:t>toxicity and</w:t>
      </w:r>
      <w:r w:rsidRPr="00A17C83">
        <w:rPr>
          <w:rStyle w:val="Emphasis"/>
          <w:sz w:val="24"/>
          <w:szCs w:val="24"/>
        </w:rPr>
        <w:t xml:space="preserve"> potential </w:t>
      </w:r>
      <w:r w:rsidRPr="00A17C83">
        <w:rPr>
          <w:rStyle w:val="Emphasis"/>
          <w:sz w:val="24"/>
          <w:szCs w:val="24"/>
          <w:highlight w:val="green"/>
        </w:rPr>
        <w:t>nuclear war</w:t>
      </w:r>
      <w:r w:rsidRPr="00A17C83">
        <w:rPr>
          <w:sz w:val="24"/>
          <w:szCs w:val="24"/>
          <w:u w:val="single"/>
        </w:rPr>
        <w:t xml:space="preserve"> </w:t>
      </w:r>
      <w:r w:rsidRPr="00A17C83">
        <w:rPr>
          <w:u w:val="single"/>
        </w:rPr>
        <w:t xml:space="preserve">has </w:t>
      </w:r>
      <w:r w:rsidRPr="00A17C83">
        <w:rPr>
          <w:rStyle w:val="Emphasis"/>
        </w:rPr>
        <w:t>already been explained</w:t>
      </w:r>
      <w:r w:rsidRPr="00A17C83">
        <w:rPr>
          <w:sz w:val="16"/>
        </w:rPr>
        <w:t xml:space="preserve">. Its role in the suppression of conflict is discussed in the next chapter. Its role in securing the future of the megacities, and of a largely </w:t>
      </w:r>
      <w:proofErr w:type="spellStart"/>
      <w:r w:rsidRPr="00A17C83">
        <w:rPr>
          <w:sz w:val="16"/>
        </w:rPr>
        <w:t>urbanised</w:t>
      </w:r>
      <w:proofErr w:type="spellEnd"/>
      <w:r w:rsidRPr="00A17C83">
        <w:rPr>
          <w:sz w:val="16"/>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A17C83">
        <w:rPr>
          <w:u w:val="single"/>
        </w:rPr>
        <w:t xml:space="preserve">Food insecurity </w:t>
      </w:r>
      <w:r w:rsidRPr="00A17C83">
        <w:rPr>
          <w:highlight w:val="green"/>
          <w:u w:val="single"/>
        </w:rPr>
        <w:t>affects</w:t>
      </w:r>
      <w:r w:rsidRPr="00A17C83">
        <w:rPr>
          <w:u w:val="single"/>
        </w:rPr>
        <w:t xml:space="preserve"> the </w:t>
      </w:r>
      <w:r w:rsidRPr="00A17C83">
        <w:rPr>
          <w:rStyle w:val="Emphasis"/>
          <w:sz w:val="24"/>
          <w:szCs w:val="24"/>
        </w:rPr>
        <w:t xml:space="preserve">progression of </w:t>
      </w:r>
      <w:r w:rsidRPr="00A17C83">
        <w:rPr>
          <w:rStyle w:val="Emphasis"/>
          <w:sz w:val="24"/>
          <w:szCs w:val="24"/>
          <w:highlight w:val="green"/>
        </w:rPr>
        <w:t>pandemic diseases</w:t>
      </w:r>
      <w:r w:rsidRPr="00A17C83">
        <w:rPr>
          <w:sz w:val="16"/>
        </w:rPr>
        <w:t xml:space="preserve">, often in ways that are not entirely obvious. First, </w:t>
      </w:r>
      <w:r w:rsidRPr="00A17C83">
        <w:rPr>
          <w:u w:val="single"/>
        </w:rPr>
        <w:t>new pandemics</w:t>
      </w:r>
      <w:r w:rsidRPr="00A17C83">
        <w:rPr>
          <w:sz w:val="16"/>
        </w:rPr>
        <w:t xml:space="preserve"> of infectious disease tend to </w:t>
      </w:r>
      <w:r w:rsidRPr="00A17C83">
        <w:rPr>
          <w:u w:val="single"/>
        </w:rPr>
        <w:t xml:space="preserve">originate in developing regions </w:t>
      </w:r>
      <w:r w:rsidRPr="00A17C83">
        <w:rPr>
          <w:highlight w:val="green"/>
          <w:u w:val="single"/>
        </w:rPr>
        <w:t xml:space="preserve">where </w:t>
      </w:r>
      <w:r w:rsidRPr="00A17C83">
        <w:rPr>
          <w:rStyle w:val="Emphasis"/>
          <w:highlight w:val="green"/>
        </w:rPr>
        <w:t>nutritional levels are poor</w:t>
      </w:r>
      <w:r w:rsidRPr="00A17C83">
        <w:rPr>
          <w:sz w:val="16"/>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650D97">
        <w:rPr>
          <w:u w:val="single"/>
        </w:rPr>
        <w:t xml:space="preserve">totally </w:t>
      </w:r>
      <w:r w:rsidRPr="00650D97">
        <w:rPr>
          <w:rStyle w:val="Emphasis"/>
        </w:rPr>
        <w:t>unknown diseases</w:t>
      </w:r>
      <w:r w:rsidRPr="00650D97">
        <w:rPr>
          <w:u w:val="single"/>
        </w:rPr>
        <w:t xml:space="preserve"> tend to arise first in places where </w:t>
      </w:r>
      <w:r w:rsidRPr="00650D97">
        <w:rPr>
          <w:rStyle w:val="Emphasis"/>
        </w:rPr>
        <w:t>rainforests are being cut down for farming and viruses</w:t>
      </w:r>
      <w:r w:rsidRPr="00650D97">
        <w:rPr>
          <w:u w:val="single"/>
        </w:rPr>
        <w:t xml:space="preserve"> hitherto confined to </w:t>
      </w:r>
      <w:r w:rsidRPr="00650D97">
        <w:rPr>
          <w:rStyle w:val="Emphasis"/>
        </w:rPr>
        <w:t>wild animals and birds</w:t>
      </w:r>
      <w:r w:rsidRPr="00650D97">
        <w:rPr>
          <w:u w:val="single"/>
        </w:rPr>
        <w:t xml:space="preserve"> make an </w:t>
      </w:r>
      <w:r w:rsidRPr="00650D97">
        <w:rPr>
          <w:rStyle w:val="Emphasis"/>
        </w:rPr>
        <w:t>enforced transition into humans</w:t>
      </w:r>
      <w:r w:rsidRPr="00650D97">
        <w:rPr>
          <w:sz w:val="16"/>
        </w:rPr>
        <w:t xml:space="preserve">. Examples of novel human diseases escaping from the rainforest and tropical savannah in recent times include HIV/AIDS, Hendra, </w:t>
      </w:r>
      <w:proofErr w:type="spellStart"/>
      <w:r w:rsidRPr="00650D97">
        <w:rPr>
          <w:sz w:val="16"/>
        </w:rPr>
        <w:t>Nipah</w:t>
      </w:r>
      <w:proofErr w:type="spellEnd"/>
      <w:r w:rsidRPr="00650D97">
        <w:rPr>
          <w:sz w:val="16"/>
        </w:rPr>
        <w:t xml:space="preserve">, Ebola, Marburg, Lassa and </w:t>
      </w:r>
      <w:proofErr w:type="spellStart"/>
      <w:r w:rsidRPr="00650D97">
        <w:rPr>
          <w:sz w:val="16"/>
        </w:rPr>
        <w:t>Hanta</w:t>
      </w:r>
      <w:proofErr w:type="spellEnd"/>
      <w:r w:rsidRPr="00650D97">
        <w:rPr>
          <w:sz w:val="16"/>
        </w:rPr>
        <w:t xml:space="preserve">, </w:t>
      </w:r>
      <w:proofErr w:type="spellStart"/>
      <w:r w:rsidRPr="00650D97">
        <w:rPr>
          <w:sz w:val="16"/>
        </w:rPr>
        <w:t>Lujo</w:t>
      </w:r>
      <w:proofErr w:type="spellEnd"/>
      <w:r w:rsidRPr="00650D97">
        <w:rPr>
          <w:sz w:val="16"/>
        </w:rPr>
        <w:t xml:space="preserve">, </w:t>
      </w:r>
      <w:proofErr w:type="spellStart"/>
      <w:r w:rsidRPr="00650D97">
        <w:rPr>
          <w:sz w:val="16"/>
        </w:rPr>
        <w:t>Junin</w:t>
      </w:r>
      <w:proofErr w:type="spellEnd"/>
      <w:r w:rsidRPr="00650D97">
        <w:rPr>
          <w:sz w:val="16"/>
        </w:rPr>
        <w:t xml:space="preserve">, </w:t>
      </w:r>
      <w:proofErr w:type="spellStart"/>
      <w:r w:rsidRPr="00650D97">
        <w:rPr>
          <w:sz w:val="16"/>
        </w:rPr>
        <w:t>Machupo</w:t>
      </w:r>
      <w:proofErr w:type="spellEnd"/>
      <w:r w:rsidRPr="00650D97">
        <w:rPr>
          <w:sz w:val="16"/>
        </w:rPr>
        <w:t xml:space="preserve">, Rift Valley, Congo and Zika.29 And thirdly, because the </w:t>
      </w:r>
      <w:r w:rsidRPr="00650D97">
        <w:rPr>
          <w:u w:val="single"/>
        </w:rPr>
        <w:t xml:space="preserve">loss of </w:t>
      </w:r>
      <w:r w:rsidRPr="00650D97">
        <w:rPr>
          <w:rStyle w:val="Emphasis"/>
        </w:rPr>
        <w:t>vital micronutrients from</w:t>
      </w:r>
      <w:r w:rsidRPr="00A17C83">
        <w:rPr>
          <w:rStyle w:val="Emphasis"/>
        </w:rPr>
        <w:t xml:space="preserve"> heavily farmed soils</w:t>
      </w:r>
      <w:r w:rsidRPr="00A17C83">
        <w:rPr>
          <w:sz w:val="16"/>
        </w:rPr>
        <w:t xml:space="preserve"> and from food itself </w:t>
      </w:r>
      <w:r w:rsidRPr="00A17C83">
        <w:rPr>
          <w:u w:val="single"/>
        </w:rPr>
        <w:t>predisposes</w:t>
      </w:r>
      <w:r w:rsidRPr="00A17C83">
        <w:rPr>
          <w:sz w:val="16"/>
        </w:rPr>
        <w:t xml:space="preserve"> </w:t>
      </w:r>
      <w:r w:rsidRPr="00A17C83">
        <w:rPr>
          <w:u w:val="single"/>
        </w:rPr>
        <w:t xml:space="preserve">many populations to </w:t>
      </w:r>
      <w:r w:rsidRPr="00A17C83">
        <w:rPr>
          <w:rStyle w:val="Emphasis"/>
        </w:rPr>
        <w:t>various deficiency diseases</w:t>
      </w:r>
      <w:r w:rsidRPr="00A17C83">
        <w:rPr>
          <w:sz w:val="16"/>
        </w:rPr>
        <w:t xml:space="preserve"> – for example, a lack of selenium in the diet has been linked with increased risk from both HIV/AIDS and bowel cancer.30 A key synergy is the way </w:t>
      </w:r>
      <w:r w:rsidRPr="00A17C83">
        <w:rPr>
          <w:b/>
          <w:bCs/>
          <w:highlight w:val="green"/>
          <w:u w:val="single"/>
        </w:rPr>
        <w:t>hunger</w:t>
      </w:r>
      <w:r w:rsidRPr="00A17C83">
        <w:rPr>
          <w:highlight w:val="green"/>
          <w:u w:val="single"/>
        </w:rPr>
        <w:t xml:space="preserve"> and </w:t>
      </w:r>
      <w:r w:rsidRPr="00A17C83">
        <w:rPr>
          <w:b/>
          <w:bCs/>
          <w:highlight w:val="green"/>
          <w:u w:val="single"/>
        </w:rPr>
        <w:t>malnourishment</w:t>
      </w:r>
      <w:r w:rsidRPr="00A17C83">
        <w:rPr>
          <w:highlight w:val="green"/>
          <w:u w:val="single"/>
        </w:rPr>
        <w:t xml:space="preserve"> </w:t>
      </w:r>
      <w:r w:rsidRPr="00A17C83">
        <w:rPr>
          <w:b/>
          <w:bCs/>
          <w:highlight w:val="green"/>
          <w:u w:val="single"/>
        </w:rPr>
        <w:t>exacerbate</w:t>
      </w:r>
      <w:r w:rsidRPr="00A17C83">
        <w:rPr>
          <w:u w:val="single"/>
        </w:rPr>
        <w:t xml:space="preserve"> the </w:t>
      </w:r>
      <w:r w:rsidRPr="00A17C83">
        <w:rPr>
          <w:b/>
          <w:bCs/>
          <w:u w:val="single"/>
        </w:rPr>
        <w:t>spread</w:t>
      </w:r>
      <w:r w:rsidRPr="00A17C83">
        <w:rPr>
          <w:u w:val="single"/>
        </w:rPr>
        <w:t xml:space="preserve"> </w:t>
      </w:r>
      <w:r w:rsidRPr="00A17C83">
        <w:rPr>
          <w:b/>
          <w:bCs/>
          <w:u w:val="single"/>
        </w:rPr>
        <w:t>of</w:t>
      </w:r>
      <w:r w:rsidRPr="00A17C83">
        <w:rPr>
          <w:u w:val="single"/>
        </w:rPr>
        <w:t xml:space="preserve"> </w:t>
      </w:r>
      <w:r w:rsidRPr="00A17C83">
        <w:rPr>
          <w:b/>
          <w:bCs/>
          <w:highlight w:val="green"/>
          <w:u w:val="single"/>
        </w:rPr>
        <w:t>disease</w:t>
      </w:r>
      <w:r w:rsidRPr="00A17C83">
        <w:rPr>
          <w:sz w:val="16"/>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1A558911" w14:textId="77777777" w:rsidR="00650D97" w:rsidRDefault="00650D97" w:rsidP="00650D97"/>
    <w:p w14:paraId="7241CB71" w14:textId="77777777" w:rsidR="00650D97" w:rsidRPr="006836D1" w:rsidRDefault="00650D97" w:rsidP="00650D97">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61269D05" w14:textId="77777777" w:rsidR="00650D97" w:rsidRDefault="00650D97" w:rsidP="00650D97">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2162A31B" w14:textId="77777777" w:rsidR="00650D97" w:rsidRPr="002866F9" w:rsidRDefault="00650D97" w:rsidP="00650D97">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 xml:space="preserve">the world will </w:t>
      </w:r>
      <w:proofErr w:type="gramStart"/>
      <w:r w:rsidRPr="00111C20">
        <w:rPr>
          <w:rStyle w:val="StyleUnderline"/>
          <w:highlight w:val="cyan"/>
        </w:rPr>
        <w:t>take action</w:t>
      </w:r>
      <w:proofErr w:type="gramEnd"/>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w:t>
      </w:r>
      <w:proofErr w:type="gramStart"/>
      <w:r w:rsidRPr="002866F9">
        <w:rPr>
          <w:sz w:val="12"/>
        </w:rPr>
        <w:t>25 to 50 year</w:t>
      </w:r>
      <w:proofErr w:type="gramEnd"/>
      <w:r w:rsidRPr="002866F9">
        <w:rPr>
          <w:sz w:val="12"/>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5A62763" w14:textId="77777777" w:rsidR="00650D97" w:rsidRDefault="00650D97" w:rsidP="00650D97"/>
    <w:p w14:paraId="2398B7BC" w14:textId="669FF1A4" w:rsidR="00650D97" w:rsidRDefault="00650D97" w:rsidP="00650D97">
      <w:pPr>
        <w:pStyle w:val="Heading4"/>
      </w:pPr>
      <w:r>
        <w:t xml:space="preserve">Err against </w:t>
      </w:r>
      <w:proofErr w:type="spellStart"/>
      <w:r>
        <w:t>Specktor</w:t>
      </w:r>
      <w:proofErr w:type="spellEnd"/>
      <w:r>
        <w:t xml:space="preserve"> – it makes a lot of claims without </w:t>
      </w:r>
      <w:proofErr w:type="gramStart"/>
      <w:r>
        <w:t>good warranted</w:t>
      </w:r>
      <w:proofErr w:type="gramEnd"/>
      <w:r>
        <w:t xml:space="preserve"> evidence</w:t>
      </w:r>
      <w:r w:rsidR="00FA3C02">
        <w:t xml:space="preserve"> – cross was embarrassing.</w:t>
      </w:r>
    </w:p>
    <w:p w14:paraId="58424C7E" w14:textId="4E98B5A3" w:rsidR="00650D97" w:rsidRDefault="00650D97" w:rsidP="00650D97"/>
    <w:p w14:paraId="537CFF49" w14:textId="4ED79BBD" w:rsidR="00650D97" w:rsidRDefault="00650D97" w:rsidP="00650D97">
      <w:pPr>
        <w:pStyle w:val="Heading4"/>
      </w:pPr>
      <w:r>
        <w:t>Concludes lack of food will cause war – inserted below</w:t>
      </w:r>
    </w:p>
    <w:p w14:paraId="5BBB4B1C" w14:textId="77777777" w:rsidR="00650D97" w:rsidRDefault="00650D97" w:rsidP="00650D97">
      <w:pPr>
        <w:rPr>
          <w:rStyle w:val="Style13ptBold"/>
          <w:b w:val="0"/>
          <w:bCs w:val="0"/>
        </w:rPr>
      </w:pPr>
      <w:proofErr w:type="spellStart"/>
      <w:r>
        <w:rPr>
          <w:rStyle w:val="Style13ptBold"/>
        </w:rPr>
        <w:t>Specktor</w:t>
      </w:r>
      <w:proofErr w:type="spellEnd"/>
      <w:r>
        <w:rPr>
          <w:rStyle w:val="Style13ptBold"/>
        </w:rPr>
        <w:t xml:space="preserve"> ’19 – </w:t>
      </w:r>
      <w:r>
        <w:rPr>
          <w:rStyle w:val="Style13ptBold"/>
          <w:b w:val="0"/>
          <w:bCs w:val="0"/>
        </w:rPr>
        <w:t>Senior writer at Live Science, formerly a staff writer and editor at Reader’s Digest Magazine</w:t>
      </w:r>
    </w:p>
    <w:p w14:paraId="4AD4AB45" w14:textId="6A310B7C" w:rsidR="00650D97" w:rsidRPr="00650D97" w:rsidRDefault="00650D97" w:rsidP="00650D97">
      <w:pPr>
        <w:rPr>
          <w:sz w:val="26"/>
        </w:rPr>
      </w:pPr>
      <w:r>
        <w:rPr>
          <w:rStyle w:val="Style13ptBold"/>
          <w:b w:val="0"/>
          <w:bCs w:val="0"/>
        </w:rPr>
        <w:t xml:space="preserve">Brandon </w:t>
      </w:r>
      <w:proofErr w:type="spellStart"/>
      <w:r>
        <w:rPr>
          <w:rStyle w:val="Style13ptBold"/>
          <w:b w:val="0"/>
          <w:bCs w:val="0"/>
        </w:rPr>
        <w:t>Specktor</w:t>
      </w:r>
      <w:proofErr w:type="spellEnd"/>
      <w:r>
        <w:rPr>
          <w:rStyle w:val="Style13ptBold"/>
          <w:b w:val="0"/>
          <w:bCs w:val="0"/>
        </w:rPr>
        <w:t xml:space="preserve">, “Human Civilization Will Crumble by 2050 If We Don’t Stop Climate Change Now, New Paper Claims,” Live Science, June 4, 2019, </w:t>
      </w:r>
      <w:r w:rsidRPr="00E450A4">
        <w:rPr>
          <w:rStyle w:val="Style13ptBold"/>
          <w:b w:val="0"/>
          <w:bCs w:val="0"/>
        </w:rPr>
        <w:t>https://www.livescience.com/65633-climate-change-dooms-humans-by-2050.html</w:t>
      </w:r>
    </w:p>
    <w:p w14:paraId="02ED9F17" w14:textId="77777777" w:rsidR="00650D97" w:rsidRPr="009C5226" w:rsidRDefault="00650D97" w:rsidP="00650D97">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14"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48EB43B3" w14:textId="73D5413D" w:rsidR="00650D97" w:rsidRDefault="00650D97" w:rsidP="00650D97"/>
    <w:p w14:paraId="1DDD00E0" w14:textId="77777777" w:rsidR="00650D97" w:rsidRPr="00253D40" w:rsidRDefault="00650D97" w:rsidP="00650D97">
      <w:pPr>
        <w:rPr>
          <w:sz w:val="16"/>
        </w:rPr>
      </w:pPr>
    </w:p>
    <w:p w14:paraId="5734ADE2" w14:textId="77777777" w:rsidR="00650D97" w:rsidRPr="00650D97" w:rsidRDefault="00650D97" w:rsidP="00650D97"/>
    <w:p w14:paraId="64DB5B9C" w14:textId="2BA07FF9" w:rsidR="00650D97" w:rsidRDefault="00650D97" w:rsidP="00650D97">
      <w:pPr>
        <w:pStyle w:val="Heading3"/>
      </w:pPr>
      <w:r>
        <w:t>Adv – Democracy</w:t>
      </w:r>
    </w:p>
    <w:p w14:paraId="475A41D5" w14:textId="3527E435" w:rsidR="00650D97" w:rsidRDefault="00650D97" w:rsidP="00650D97">
      <w:pPr>
        <w:pStyle w:val="Heading4"/>
      </w:pPr>
      <w:r>
        <w:t xml:space="preserve">Decline of liberal order and emergence of US-Sino power competition is </w:t>
      </w:r>
      <w:r w:rsidRPr="00D73F16">
        <w:rPr>
          <w:u w:val="single"/>
        </w:rPr>
        <w:t>inevitable</w:t>
      </w:r>
      <w:r>
        <w:t xml:space="preserve"> </w:t>
      </w:r>
      <w:r>
        <w:t>–</w:t>
      </w:r>
      <w:r>
        <w:t xml:space="preserve"> </w:t>
      </w:r>
      <w:r>
        <w:t>i</w:t>
      </w:r>
      <w:r>
        <w:t xml:space="preserve">t will be peaceful. Preserving it causes </w:t>
      </w:r>
      <w:r w:rsidRPr="003008A8">
        <w:rPr>
          <w:u w:val="single"/>
        </w:rPr>
        <w:t>populism</w:t>
      </w:r>
      <w:r>
        <w:t xml:space="preserve"> </w:t>
      </w:r>
      <w:r>
        <w:t>and war.</w:t>
      </w:r>
    </w:p>
    <w:p w14:paraId="6C9C6211" w14:textId="77777777" w:rsidR="00650D97" w:rsidRPr="0072322F" w:rsidRDefault="00650D97" w:rsidP="00650D97">
      <w:r w:rsidRPr="0072322F">
        <w:rPr>
          <w:rStyle w:val="Style13ptBold"/>
        </w:rPr>
        <w:t>Mearsheimer</w:t>
      </w:r>
      <w:r>
        <w:rPr>
          <w:rStyle w:val="Style13ptBold"/>
        </w:rPr>
        <w:t xml:space="preserve"> 19</w:t>
      </w:r>
      <w:r w:rsidRPr="0072322F">
        <w:t>, John J. "Bound to fail: The rise and fall of the liberal international order." International Security 43.4 (2019): 7-50.</w:t>
      </w:r>
      <w:r>
        <w:t xml:space="preserve"> (President and Fellows of Harvard College)//Elmer</w:t>
      </w:r>
    </w:p>
    <w:p w14:paraId="466B1046" w14:textId="02F42A28" w:rsidR="00650D97" w:rsidRDefault="00650D97" w:rsidP="00650D97">
      <w:pPr>
        <w:rPr>
          <w:sz w:val="16"/>
          <w:szCs w:val="24"/>
        </w:rPr>
      </w:pPr>
      <w:r w:rsidRPr="004A5D8A">
        <w:rPr>
          <w:sz w:val="16"/>
          <w:szCs w:val="24"/>
        </w:rPr>
        <w:t xml:space="preserve">SUMMARY The various causal processes described above have all played an important role in subverting the liberal international order. Although each one has a distinct logic, they have often operated synergistically. For example, </w:t>
      </w:r>
      <w:r w:rsidRPr="004A5D8A">
        <w:rPr>
          <w:rStyle w:val="StyleUnderline"/>
          <w:sz w:val="24"/>
          <w:szCs w:val="24"/>
        </w:rPr>
        <w:t xml:space="preserve">the negative effects of </w:t>
      </w:r>
      <w:proofErr w:type="spellStart"/>
      <w:r w:rsidRPr="00FD14F3">
        <w:rPr>
          <w:rStyle w:val="Emphasis"/>
          <w:sz w:val="24"/>
          <w:szCs w:val="24"/>
          <w:highlight w:val="green"/>
        </w:rPr>
        <w:t>hyperglobalization</w:t>
      </w:r>
      <w:proofErr w:type="spellEnd"/>
      <w:r w:rsidRPr="004A5D8A">
        <w:rPr>
          <w:sz w:val="16"/>
          <w:szCs w:val="24"/>
        </w:rPr>
        <w:t xml:space="preserve"> on the lower and middle classes </w:t>
      </w:r>
      <w:r w:rsidRPr="004A5D8A">
        <w:rPr>
          <w:rStyle w:val="StyleUnderline"/>
          <w:sz w:val="24"/>
          <w:szCs w:val="24"/>
        </w:rPr>
        <w:t>have combined with</w:t>
      </w:r>
      <w:r w:rsidRPr="004A5D8A">
        <w:rPr>
          <w:sz w:val="16"/>
          <w:szCs w:val="24"/>
        </w:rPr>
        <w:t xml:space="preserve"> the </w:t>
      </w:r>
      <w:r w:rsidRPr="004A5D8A">
        <w:rPr>
          <w:rStyle w:val="Emphasis"/>
          <w:sz w:val="24"/>
          <w:szCs w:val="24"/>
        </w:rPr>
        <w:t>nationalist resentment</w:t>
      </w:r>
      <w:r w:rsidRPr="004A5D8A">
        <w:rPr>
          <w:sz w:val="16"/>
          <w:szCs w:val="24"/>
        </w:rPr>
        <w:t xml:space="preserve"> over immigration </w:t>
      </w:r>
      <w:r w:rsidRPr="00FD14F3">
        <w:rPr>
          <w:rStyle w:val="StyleUnderline"/>
          <w:sz w:val="24"/>
          <w:szCs w:val="24"/>
          <w:highlight w:val="green"/>
        </w:rPr>
        <w:t>and</w:t>
      </w:r>
      <w:r w:rsidRPr="004A5D8A">
        <w:rPr>
          <w:rStyle w:val="StyleUnderline"/>
          <w:sz w:val="24"/>
          <w:szCs w:val="24"/>
        </w:rPr>
        <w:t xml:space="preserve"> the sense of </w:t>
      </w:r>
      <w:r w:rsidRPr="00FD14F3">
        <w:rPr>
          <w:rStyle w:val="Emphasis"/>
          <w:sz w:val="24"/>
          <w:szCs w:val="24"/>
          <w:highlight w:val="green"/>
        </w:rPr>
        <w:t>lost sovereignty</w:t>
      </w:r>
      <w:r w:rsidRPr="004A5D8A">
        <w:rPr>
          <w:rStyle w:val="StyleUnderline"/>
          <w:sz w:val="24"/>
          <w:szCs w:val="24"/>
        </w:rPr>
        <w:t xml:space="preserve"> to </w:t>
      </w:r>
      <w:r w:rsidRPr="00FD14F3">
        <w:rPr>
          <w:rStyle w:val="StyleUnderline"/>
          <w:sz w:val="24"/>
          <w:szCs w:val="24"/>
          <w:highlight w:val="green"/>
        </w:rPr>
        <w:t>fuel</w:t>
      </w:r>
      <w:r w:rsidRPr="004A5D8A">
        <w:rPr>
          <w:rStyle w:val="StyleUnderline"/>
          <w:sz w:val="24"/>
          <w:szCs w:val="24"/>
        </w:rPr>
        <w:t xml:space="preserve"> a strong </w:t>
      </w:r>
      <w:r w:rsidRPr="00FD14F3">
        <w:rPr>
          <w:rStyle w:val="Emphasis"/>
          <w:sz w:val="24"/>
          <w:szCs w:val="24"/>
          <w:highlight w:val="green"/>
          <w:bdr w:val="single" w:sz="4" w:space="0" w:color="auto"/>
        </w:rPr>
        <w:t>populist backlash</w:t>
      </w:r>
      <w:r w:rsidRPr="004A5D8A">
        <w:rPr>
          <w:rStyle w:val="StyleUnderline"/>
          <w:sz w:val="24"/>
          <w:szCs w:val="24"/>
        </w:rPr>
        <w:t xml:space="preserve"> against</w:t>
      </w:r>
      <w:r w:rsidRPr="004A5D8A">
        <w:rPr>
          <w:sz w:val="16"/>
          <w:szCs w:val="24"/>
        </w:rPr>
        <w:t xml:space="preserve"> the principles and practices of the </w:t>
      </w:r>
      <w:r w:rsidRPr="004A5D8A">
        <w:rPr>
          <w:rStyle w:val="StyleUnderline"/>
          <w:sz w:val="24"/>
          <w:szCs w:val="24"/>
        </w:rPr>
        <w:t>liberal order</w:t>
      </w:r>
      <w:r w:rsidRPr="004A5D8A">
        <w:rPr>
          <w:sz w:val="16"/>
          <w:szCs w:val="24"/>
        </w:rPr>
        <w:t xml:space="preserve">. Indeed, that anger has often been directed at the liberal elites who have benefited from the order and who vigorously defend it. </w:t>
      </w:r>
      <w:r w:rsidRPr="00FD14F3">
        <w:rPr>
          <w:rStyle w:val="StyleUnderline"/>
          <w:sz w:val="24"/>
          <w:szCs w:val="24"/>
          <w:highlight w:val="green"/>
        </w:rPr>
        <w:t>That</w:t>
      </w:r>
      <w:r w:rsidRPr="004A5D8A">
        <w:rPr>
          <w:rStyle w:val="StyleUnderline"/>
          <w:sz w:val="24"/>
          <w:szCs w:val="24"/>
        </w:rPr>
        <w:t xml:space="preserve"> resentment</w:t>
      </w:r>
      <w:r w:rsidRPr="004A5D8A">
        <w:rPr>
          <w:sz w:val="16"/>
          <w:szCs w:val="24"/>
        </w:rPr>
        <w:t xml:space="preserve">, of course, has had significant political consequences. It </w:t>
      </w:r>
      <w:r w:rsidRPr="004A5D8A">
        <w:rPr>
          <w:rStyle w:val="StyleUnderline"/>
          <w:sz w:val="24"/>
          <w:szCs w:val="24"/>
        </w:rPr>
        <w:t xml:space="preserve">has </w:t>
      </w:r>
      <w:r w:rsidRPr="00FD14F3">
        <w:rPr>
          <w:rStyle w:val="StyleUnderline"/>
          <w:sz w:val="24"/>
          <w:szCs w:val="24"/>
          <w:highlight w:val="green"/>
        </w:rPr>
        <w:t>caused deep political divisions</w:t>
      </w:r>
      <w:r w:rsidRPr="004A5D8A">
        <w:rPr>
          <w:sz w:val="16"/>
          <w:szCs w:val="24"/>
        </w:rPr>
        <w:t xml:space="preserve"> </w:t>
      </w:r>
      <w:r w:rsidRPr="004A5D8A">
        <w:rPr>
          <w:rStyle w:val="StyleUnderline"/>
          <w:sz w:val="24"/>
          <w:szCs w:val="24"/>
        </w:rPr>
        <w:t>in the U</w:t>
      </w:r>
      <w:r w:rsidRPr="004A5D8A">
        <w:rPr>
          <w:sz w:val="16"/>
          <w:szCs w:val="24"/>
        </w:rPr>
        <w:t xml:space="preserve">nited </w:t>
      </w:r>
      <w:r w:rsidRPr="004A5D8A">
        <w:rPr>
          <w:rStyle w:val="StyleUnderline"/>
          <w:sz w:val="24"/>
          <w:szCs w:val="24"/>
        </w:rPr>
        <w:t>S</w:t>
      </w:r>
      <w:r w:rsidRPr="004A5D8A">
        <w:rPr>
          <w:sz w:val="16"/>
          <w:szCs w:val="24"/>
        </w:rPr>
        <w:t xml:space="preserve">tates </w:t>
      </w:r>
      <w:r w:rsidRPr="004A5D8A">
        <w:rPr>
          <w:rStyle w:val="StyleUnderline"/>
          <w:sz w:val="24"/>
          <w:szCs w:val="24"/>
        </w:rPr>
        <w:t xml:space="preserve">and other Western democracies, led to </w:t>
      </w:r>
      <w:r w:rsidRPr="00FD14F3">
        <w:rPr>
          <w:rStyle w:val="StyleUnderline"/>
          <w:sz w:val="24"/>
          <w:szCs w:val="24"/>
          <w:highlight w:val="green"/>
        </w:rPr>
        <w:t>Brexit</w:t>
      </w:r>
      <w:r w:rsidRPr="004A5D8A">
        <w:rPr>
          <w:rStyle w:val="StyleUnderline"/>
          <w:sz w:val="24"/>
          <w:szCs w:val="24"/>
        </w:rPr>
        <w:t xml:space="preserve">, helped put </w:t>
      </w:r>
      <w:r w:rsidRPr="00FD14F3">
        <w:rPr>
          <w:rStyle w:val="StyleUnderline"/>
          <w:sz w:val="24"/>
          <w:szCs w:val="24"/>
          <w:highlight w:val="green"/>
        </w:rPr>
        <w:t>Trump</w:t>
      </w:r>
      <w:r w:rsidRPr="004A5D8A">
        <w:rPr>
          <w:rStyle w:val="StyleUnderline"/>
          <w:sz w:val="24"/>
          <w:szCs w:val="24"/>
        </w:rPr>
        <w:t xml:space="preserve"> in the White House, </w:t>
      </w:r>
      <w:r w:rsidRPr="00FD14F3">
        <w:rPr>
          <w:rStyle w:val="StyleUnderline"/>
          <w:b/>
          <w:bCs/>
          <w:sz w:val="24"/>
          <w:szCs w:val="24"/>
          <w:highlight w:val="green"/>
        </w:rPr>
        <w:t>and</w:t>
      </w:r>
      <w:r w:rsidRPr="004A5D8A">
        <w:rPr>
          <w:rStyle w:val="StyleUnderline"/>
          <w:b/>
          <w:bCs/>
          <w:sz w:val="24"/>
          <w:szCs w:val="24"/>
        </w:rPr>
        <w:t xml:space="preserve"> fueled support for </w:t>
      </w:r>
      <w:r w:rsidRPr="00FD14F3">
        <w:rPr>
          <w:rStyle w:val="StyleUnderline"/>
          <w:b/>
          <w:bCs/>
          <w:sz w:val="24"/>
          <w:szCs w:val="24"/>
          <w:highlight w:val="green"/>
        </w:rPr>
        <w:t>nationalist leaders</w:t>
      </w:r>
      <w:r w:rsidRPr="004A5D8A">
        <w:rPr>
          <w:rStyle w:val="StyleUnderline"/>
          <w:sz w:val="24"/>
          <w:szCs w:val="24"/>
        </w:rPr>
        <w:t xml:space="preserve"> around the world</w:t>
      </w:r>
      <w:r w:rsidRPr="004A5D8A">
        <w:rPr>
          <w:sz w:val="16"/>
          <w:szCs w:val="24"/>
        </w:rPr>
        <w:t xml:space="preserve">. Where Are We Headed? One might acknowledge that </w:t>
      </w:r>
      <w:r w:rsidRPr="004A5D8A">
        <w:rPr>
          <w:rStyle w:val="StyleUnderline"/>
          <w:sz w:val="24"/>
          <w:szCs w:val="24"/>
        </w:rPr>
        <w:t xml:space="preserve">the </w:t>
      </w:r>
      <w:r w:rsidRPr="00FD14F3">
        <w:rPr>
          <w:rStyle w:val="StyleUnderline"/>
          <w:sz w:val="24"/>
          <w:szCs w:val="24"/>
          <w:highlight w:val="green"/>
        </w:rPr>
        <w:t>l</w:t>
      </w:r>
      <w:r w:rsidRPr="004A5D8A">
        <w:rPr>
          <w:szCs w:val="24"/>
          <w:u w:val="single"/>
        </w:rPr>
        <w:t xml:space="preserve">iberal </w:t>
      </w:r>
      <w:r w:rsidRPr="00FD14F3">
        <w:rPr>
          <w:rStyle w:val="StyleUnderline"/>
          <w:sz w:val="24"/>
          <w:szCs w:val="24"/>
          <w:highlight w:val="green"/>
        </w:rPr>
        <w:t>i</w:t>
      </w:r>
      <w:r w:rsidRPr="004A5D8A">
        <w:rPr>
          <w:szCs w:val="24"/>
          <w:u w:val="single"/>
        </w:rPr>
        <w:t>nternational</w:t>
      </w:r>
      <w:r w:rsidRPr="00FD14F3">
        <w:rPr>
          <w:szCs w:val="24"/>
          <w:highlight w:val="green"/>
          <w:u w:val="single"/>
        </w:rPr>
        <w:t xml:space="preserve"> </w:t>
      </w:r>
      <w:r w:rsidRPr="00FD14F3">
        <w:rPr>
          <w:rStyle w:val="StyleUnderline"/>
          <w:sz w:val="24"/>
          <w:szCs w:val="24"/>
          <w:highlight w:val="green"/>
        </w:rPr>
        <w:t>o</w:t>
      </w:r>
      <w:r w:rsidRPr="004A5D8A">
        <w:rPr>
          <w:szCs w:val="24"/>
          <w:u w:val="single"/>
        </w:rPr>
        <w:t>rder</w:t>
      </w:r>
      <w:r w:rsidRPr="00FD14F3">
        <w:rPr>
          <w:szCs w:val="24"/>
          <w:highlight w:val="green"/>
          <w:u w:val="single"/>
        </w:rPr>
        <w:t xml:space="preserve"> </w:t>
      </w:r>
      <w:r w:rsidRPr="00FD14F3">
        <w:rPr>
          <w:rStyle w:val="StyleUnderline"/>
          <w:sz w:val="24"/>
          <w:szCs w:val="24"/>
          <w:highlight w:val="green"/>
        </w:rPr>
        <w:t xml:space="preserve">is in </w:t>
      </w:r>
      <w:r w:rsidRPr="00C0469A">
        <w:rPr>
          <w:rStyle w:val="Emphasis"/>
          <w:sz w:val="24"/>
          <w:szCs w:val="24"/>
        </w:rPr>
        <w:t xml:space="preserve">terminal </w:t>
      </w:r>
      <w:r w:rsidRPr="00FD14F3">
        <w:rPr>
          <w:rStyle w:val="Emphasis"/>
          <w:sz w:val="24"/>
          <w:szCs w:val="24"/>
          <w:highlight w:val="green"/>
        </w:rPr>
        <w:t>decline</w:t>
      </w:r>
      <w:r w:rsidRPr="004A5D8A">
        <w:rPr>
          <w:sz w:val="16"/>
          <w:szCs w:val="24"/>
        </w:rPr>
        <w:t xml:space="preserve">, but argue that it can be replaced with a more pragmatic version, one that avoids the excesses of the post–Cold War order.85 This more modest liberal order would pursue a more nuanced, less aggressive approach to spreading liberal democracy, rein in </w:t>
      </w:r>
      <w:proofErr w:type="spellStart"/>
      <w:r w:rsidRPr="004A5D8A">
        <w:rPr>
          <w:sz w:val="16"/>
          <w:szCs w:val="24"/>
        </w:rPr>
        <w:t>hyperglobalization</w:t>
      </w:r>
      <w:proofErr w:type="spellEnd"/>
      <w:r w:rsidRPr="004A5D8A">
        <w:rPr>
          <w:sz w:val="16"/>
          <w:szCs w:val="24"/>
        </w:rPr>
        <w:t xml:space="preserve">,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because </w:t>
      </w:r>
      <w:r w:rsidRPr="004A5D8A">
        <w:rPr>
          <w:rStyle w:val="Emphasis"/>
          <w:sz w:val="24"/>
          <w:szCs w:val="24"/>
        </w:rPr>
        <w:t>the unipolar moment is over</w:t>
      </w:r>
      <w:r w:rsidRPr="004A5D8A">
        <w:rPr>
          <w:sz w:val="16"/>
          <w:szCs w:val="24"/>
        </w:rPr>
        <w:t xml:space="preserve">, </w:t>
      </w:r>
      <w:r w:rsidRPr="004A5D8A">
        <w:rPr>
          <w:rStyle w:val="StyleUnderline"/>
          <w:sz w:val="24"/>
          <w:szCs w:val="24"/>
        </w:rPr>
        <w:t xml:space="preserve">which means there is </w:t>
      </w:r>
      <w:r w:rsidRPr="004A5D8A">
        <w:rPr>
          <w:rStyle w:val="Emphasis"/>
          <w:sz w:val="24"/>
          <w:szCs w:val="24"/>
        </w:rPr>
        <w:t>no chance</w:t>
      </w:r>
      <w:r w:rsidRPr="004A5D8A">
        <w:rPr>
          <w:rStyle w:val="StyleUnderline"/>
          <w:sz w:val="24"/>
          <w:szCs w:val="24"/>
        </w:rPr>
        <w:t xml:space="preserve"> of maintaining </w:t>
      </w:r>
      <w:r w:rsidRPr="004A5D8A">
        <w:rPr>
          <w:rStyle w:val="Emphasis"/>
          <w:sz w:val="24"/>
          <w:szCs w:val="24"/>
        </w:rPr>
        <w:t>any kind</w:t>
      </w:r>
      <w:r w:rsidRPr="004A5D8A">
        <w:rPr>
          <w:rStyle w:val="StyleUnderline"/>
          <w:sz w:val="24"/>
          <w:szCs w:val="24"/>
        </w:rPr>
        <w:t xml:space="preserve"> of liberal international order</w:t>
      </w:r>
      <w:r w:rsidRPr="004A5D8A">
        <w:rPr>
          <w:sz w:val="16"/>
          <w:szCs w:val="24"/>
        </w:rPr>
        <w:t xml:space="preserve"> for the foreseeable future. Furthermore, President </w:t>
      </w:r>
      <w:r w:rsidRPr="004A5D8A">
        <w:rPr>
          <w:rStyle w:val="StyleUnderline"/>
          <w:sz w:val="24"/>
          <w:szCs w:val="24"/>
        </w:rPr>
        <w:t>Trump has no intention of pursuing a "liberal-lite" world order, and without his support, that option is a nonstarter</w:t>
      </w:r>
      <w:r w:rsidRPr="004A5D8A">
        <w:rPr>
          <w:sz w:val="16"/>
          <w:szCs w:val="24"/>
        </w:rPr>
        <w:t xml:space="preserve">. But </w:t>
      </w:r>
      <w:r w:rsidRPr="004A5D8A">
        <w:rPr>
          <w:rStyle w:val="Emphasis"/>
          <w:sz w:val="24"/>
          <w:szCs w:val="24"/>
        </w:rPr>
        <w:t>even if Trump were not an obstacle</w:t>
      </w:r>
      <w:r w:rsidRPr="004A5D8A">
        <w:rPr>
          <w:sz w:val="16"/>
          <w:szCs w:val="24"/>
        </w:rPr>
        <w:t xml:space="preserve"> and the international system were to remain unipolar, </w:t>
      </w:r>
      <w:r w:rsidRPr="004A5D8A">
        <w:rPr>
          <w:rStyle w:val="StyleUnderline"/>
          <w:sz w:val="24"/>
          <w:szCs w:val="24"/>
        </w:rPr>
        <w:t>the U</w:t>
      </w:r>
      <w:r w:rsidRPr="004A5D8A">
        <w:rPr>
          <w:sz w:val="16"/>
          <w:szCs w:val="24"/>
        </w:rPr>
        <w:t xml:space="preserve">nited </w:t>
      </w:r>
      <w:r w:rsidRPr="004A5D8A">
        <w:rPr>
          <w:rStyle w:val="StyleUnderline"/>
          <w:sz w:val="24"/>
          <w:szCs w:val="24"/>
        </w:rPr>
        <w:t>S</w:t>
      </w:r>
      <w:r w:rsidRPr="004A5D8A">
        <w:rPr>
          <w:sz w:val="16"/>
          <w:szCs w:val="24"/>
        </w:rPr>
        <w:t xml:space="preserve">tates </w:t>
      </w:r>
      <w:r w:rsidRPr="004A5D8A">
        <w:rPr>
          <w:rStyle w:val="StyleUnderline"/>
          <w:sz w:val="24"/>
          <w:szCs w:val="24"/>
        </w:rPr>
        <w:t xml:space="preserve">would </w:t>
      </w:r>
      <w:r w:rsidRPr="004A5D8A">
        <w:rPr>
          <w:rStyle w:val="Emphasis"/>
          <w:sz w:val="24"/>
          <w:szCs w:val="24"/>
        </w:rPr>
        <w:t>fail</w:t>
      </w:r>
      <w:r w:rsidRPr="004A5D8A">
        <w:rPr>
          <w:sz w:val="16"/>
          <w:szCs w:val="24"/>
        </w:rPr>
        <w:t xml:space="preserve"> </w:t>
      </w:r>
      <w:r w:rsidRPr="004A5D8A">
        <w:rPr>
          <w:rStyle w:val="StyleUnderline"/>
          <w:sz w:val="24"/>
          <w:szCs w:val="24"/>
        </w:rPr>
        <w:t>if it lowered its sights and attempted to construct a less ambitious liberal order</w:t>
      </w:r>
      <w:r w:rsidRPr="004A5D8A">
        <w:rPr>
          <w:sz w:val="16"/>
          <w:szCs w:val="24"/>
        </w:rPr>
        <w:t xml:space="preserve">. Indeed, </w:t>
      </w:r>
      <w:r w:rsidRPr="004A5D8A">
        <w:rPr>
          <w:rStyle w:val="StyleUnderline"/>
          <w:sz w:val="24"/>
          <w:szCs w:val="24"/>
        </w:rPr>
        <w:t xml:space="preserve">it would end up building an </w:t>
      </w:r>
      <w:r w:rsidRPr="004A5D8A">
        <w:rPr>
          <w:rStyle w:val="Emphasis"/>
          <w:sz w:val="24"/>
          <w:szCs w:val="24"/>
        </w:rPr>
        <w:t>agnostic</w:t>
      </w:r>
      <w:r w:rsidRPr="004A5D8A">
        <w:rPr>
          <w:rStyle w:val="StyleUnderline"/>
          <w:sz w:val="24"/>
          <w:szCs w:val="24"/>
        </w:rPr>
        <w:t xml:space="preserve"> international order instead.</w:t>
      </w:r>
      <w:r w:rsidRPr="004A5D8A">
        <w:rPr>
          <w:szCs w:val="24"/>
          <w:u w:val="single"/>
        </w:rPr>
        <w:t xml:space="preserve"> </w:t>
      </w:r>
      <w:r w:rsidRPr="004A5D8A">
        <w:rPr>
          <w:rStyle w:val="StyleUnderline"/>
          <w:sz w:val="24"/>
          <w:szCs w:val="24"/>
        </w:rPr>
        <w:t xml:space="preserve">It is </w:t>
      </w:r>
      <w:r w:rsidRPr="004A5D8A">
        <w:rPr>
          <w:rStyle w:val="Emphasis"/>
          <w:sz w:val="24"/>
          <w:szCs w:val="24"/>
        </w:rPr>
        <w:t>impossible</w:t>
      </w:r>
      <w:r w:rsidRPr="004A5D8A">
        <w:rPr>
          <w:rStyle w:val="StyleUnderline"/>
          <w:sz w:val="24"/>
          <w:szCs w:val="24"/>
        </w:rPr>
        <w:t xml:space="preserve"> to build </w:t>
      </w:r>
      <w:r w:rsidRPr="00FD14F3">
        <w:rPr>
          <w:rStyle w:val="StyleUnderline"/>
          <w:b/>
          <w:bCs/>
          <w:sz w:val="24"/>
          <w:szCs w:val="24"/>
          <w:highlight w:val="green"/>
        </w:rPr>
        <w:t xml:space="preserve">a </w:t>
      </w:r>
      <w:r w:rsidRPr="00C0469A">
        <w:rPr>
          <w:rStyle w:val="StyleUnderline"/>
          <w:b/>
          <w:bCs/>
          <w:sz w:val="24"/>
          <w:szCs w:val="24"/>
        </w:rPr>
        <w:t xml:space="preserve">meaningful </w:t>
      </w:r>
      <w:r w:rsidRPr="00FD14F3">
        <w:rPr>
          <w:rStyle w:val="StyleUnderline"/>
          <w:b/>
          <w:bCs/>
          <w:sz w:val="24"/>
          <w:szCs w:val="24"/>
          <w:highlight w:val="green"/>
        </w:rPr>
        <w:t>liberal global order</w:t>
      </w:r>
      <w:r w:rsidRPr="004A5D8A">
        <w:rPr>
          <w:rStyle w:val="StyleUnderline"/>
          <w:sz w:val="24"/>
          <w:szCs w:val="24"/>
        </w:rPr>
        <w:t xml:space="preserve"> with modest or more passive policies</w:t>
      </w:r>
      <w:r w:rsidRPr="004A5D8A">
        <w:rPr>
          <w:sz w:val="16"/>
          <w:szCs w:val="24"/>
        </w:rPr>
        <w:t xml:space="preserve">. </w:t>
      </w:r>
      <w:r w:rsidRPr="004A5D8A">
        <w:rPr>
          <w:rStyle w:val="StyleUnderline"/>
          <w:sz w:val="24"/>
          <w:szCs w:val="24"/>
        </w:rPr>
        <w:t xml:space="preserve">The enterprise </w:t>
      </w:r>
      <w:r w:rsidRPr="00FD14F3">
        <w:rPr>
          <w:rStyle w:val="StyleUnderline"/>
          <w:sz w:val="24"/>
          <w:szCs w:val="24"/>
          <w:highlight w:val="green"/>
        </w:rPr>
        <w:t xml:space="preserve">requires </w:t>
      </w:r>
      <w:r w:rsidRPr="00FD14F3">
        <w:rPr>
          <w:rStyle w:val="Emphasis"/>
          <w:sz w:val="24"/>
          <w:szCs w:val="24"/>
          <w:highlight w:val="green"/>
        </w:rPr>
        <w:t>too much social engineering</w:t>
      </w:r>
      <w:r w:rsidRPr="00FD14F3">
        <w:rPr>
          <w:rStyle w:val="StyleUnderline"/>
          <w:sz w:val="24"/>
          <w:szCs w:val="24"/>
          <w:highlight w:val="green"/>
        </w:rPr>
        <w:t xml:space="preserve"> in </w:t>
      </w:r>
      <w:r w:rsidRPr="00FD14F3">
        <w:rPr>
          <w:rStyle w:val="Emphasis"/>
          <w:sz w:val="24"/>
          <w:szCs w:val="24"/>
          <w:highlight w:val="green"/>
        </w:rPr>
        <w:t>too many places</w:t>
      </w:r>
      <w:r w:rsidRPr="004A5D8A">
        <w:rPr>
          <w:sz w:val="16"/>
          <w:szCs w:val="24"/>
        </w:rPr>
        <w:t xml:space="preserve">. </w:t>
      </w:r>
      <w:r w:rsidRPr="004A5D8A">
        <w:rPr>
          <w:rStyle w:val="StyleUnderline"/>
          <w:sz w:val="24"/>
          <w:szCs w:val="24"/>
        </w:rPr>
        <w:t>If it has any chance of succeeding</w:t>
      </w:r>
      <w:r w:rsidRPr="004A5D8A">
        <w:rPr>
          <w:sz w:val="16"/>
          <w:szCs w:val="24"/>
        </w:rPr>
        <w:t xml:space="preserve"> (I think it has none), </w:t>
      </w:r>
      <w:r w:rsidRPr="004A5D8A">
        <w:rPr>
          <w:rStyle w:val="StyleUnderline"/>
          <w:sz w:val="24"/>
          <w:szCs w:val="24"/>
        </w:rPr>
        <w:t xml:space="preserve">the liberal </w:t>
      </w:r>
      <w:proofErr w:type="spellStart"/>
      <w:r w:rsidRPr="004A5D8A">
        <w:rPr>
          <w:rStyle w:val="StyleUnderline"/>
          <w:sz w:val="24"/>
          <w:szCs w:val="24"/>
        </w:rPr>
        <w:t>unipole</w:t>
      </w:r>
      <w:proofErr w:type="spellEnd"/>
      <w:r w:rsidRPr="004A5D8A">
        <w:rPr>
          <w:rStyle w:val="StyleUnderline"/>
          <w:sz w:val="24"/>
          <w:szCs w:val="24"/>
        </w:rPr>
        <w:t xml:space="preserve"> and its allies must relentlessly pursue highly ambitious global policies</w:t>
      </w:r>
      <w:r w:rsidRPr="004A5D8A">
        <w:rPr>
          <w:sz w:val="16"/>
          <w:szCs w:val="24"/>
        </w:rPr>
        <w:t xml:space="preserve">, which is why the United States and its liberal partners acted the way they did in the wake of the Cold War. </w:t>
      </w:r>
      <w:r w:rsidRPr="004A5D8A">
        <w:rPr>
          <w:rStyle w:val="StyleUnderline"/>
          <w:sz w:val="24"/>
          <w:szCs w:val="24"/>
        </w:rPr>
        <w:t>That approach</w:t>
      </w:r>
      <w:r w:rsidRPr="004A5D8A">
        <w:rPr>
          <w:sz w:val="16"/>
          <w:szCs w:val="24"/>
        </w:rPr>
        <w:t xml:space="preserve">, however, </w:t>
      </w:r>
      <w:r w:rsidRPr="004A5D8A">
        <w:rPr>
          <w:rStyle w:val="StyleUnderline"/>
          <w:sz w:val="24"/>
          <w:szCs w:val="24"/>
        </w:rPr>
        <w:t xml:space="preserve">is now </w:t>
      </w:r>
      <w:r w:rsidRPr="004A5D8A">
        <w:rPr>
          <w:rStyle w:val="Emphasis"/>
          <w:sz w:val="24"/>
          <w:szCs w:val="24"/>
        </w:rPr>
        <w:t xml:space="preserve">politically </w:t>
      </w:r>
      <w:r w:rsidRPr="00FD14F3">
        <w:rPr>
          <w:rStyle w:val="Emphasis"/>
          <w:sz w:val="24"/>
          <w:szCs w:val="24"/>
          <w:highlight w:val="green"/>
        </w:rPr>
        <w:t>infeasible</w:t>
      </w:r>
      <w:r w:rsidRPr="00FD14F3">
        <w:rPr>
          <w:rStyle w:val="StyleUnderline"/>
          <w:sz w:val="24"/>
          <w:szCs w:val="24"/>
          <w:highlight w:val="green"/>
        </w:rPr>
        <w:t xml:space="preserve"> because of </w:t>
      </w:r>
      <w:r w:rsidRPr="00C0469A">
        <w:rPr>
          <w:rStyle w:val="StyleUnderline"/>
          <w:sz w:val="24"/>
          <w:szCs w:val="24"/>
        </w:rPr>
        <w:t xml:space="preserve">past </w:t>
      </w:r>
      <w:r w:rsidRPr="00FD14F3">
        <w:rPr>
          <w:rStyle w:val="StyleUnderline"/>
          <w:sz w:val="24"/>
          <w:szCs w:val="24"/>
          <w:highlight w:val="green"/>
        </w:rPr>
        <w:t>failures</w:t>
      </w:r>
      <w:r w:rsidRPr="004A5D8A">
        <w:rPr>
          <w:sz w:val="16"/>
          <w:szCs w:val="24"/>
        </w:rPr>
        <w:t xml:space="preserve">. Consequently, the </w:t>
      </w:r>
      <w:r w:rsidRPr="00FD14F3">
        <w:rPr>
          <w:b/>
          <w:bCs/>
          <w:szCs w:val="24"/>
          <w:highlight w:val="green"/>
          <w:u w:val="single"/>
        </w:rPr>
        <w:t>liberal democracies have no choice</w:t>
      </w:r>
      <w:r w:rsidRPr="004A5D8A">
        <w:rPr>
          <w:sz w:val="16"/>
          <w:szCs w:val="24"/>
        </w:rPr>
        <w:t xml:space="preserve"> but to take small steps here and there to remake the world in their own image, while adopting a live and let live approach toward most countries in the world. That humble approach would effectively produce an agnostic order. </w:t>
      </w:r>
      <w:r w:rsidRPr="00C0469A">
        <w:rPr>
          <w:szCs w:val="24"/>
          <w:u w:val="single"/>
        </w:rPr>
        <w:t xml:space="preserve">But that is not going to happen, because </w:t>
      </w:r>
      <w:r w:rsidRPr="00FD14F3">
        <w:rPr>
          <w:szCs w:val="24"/>
          <w:highlight w:val="green"/>
          <w:u w:val="single"/>
        </w:rPr>
        <w:t>the system is multipolar</w:t>
      </w:r>
      <w:r w:rsidRPr="00FD14F3">
        <w:rPr>
          <w:sz w:val="16"/>
          <w:szCs w:val="24"/>
          <w:highlight w:val="green"/>
        </w:rPr>
        <w:t xml:space="preserve"> </w:t>
      </w:r>
      <w:r w:rsidRPr="004A5D8A">
        <w:rPr>
          <w:sz w:val="16"/>
          <w:szCs w:val="24"/>
        </w:rPr>
        <w:t xml:space="preserve">and great power politics are once again at play. Thus, the key question is: What kinds of realist orders will dominate the landscape in the new multipolar world? THE NEW REALIST ORDERS </w:t>
      </w:r>
      <w:r w:rsidRPr="004A5D8A">
        <w:rPr>
          <w:rStyle w:val="StyleUnderline"/>
          <w:sz w:val="24"/>
          <w:szCs w:val="24"/>
        </w:rPr>
        <w:t>There are likely to be three</w:t>
      </w:r>
      <w:r w:rsidRPr="004A5D8A">
        <w:rPr>
          <w:sz w:val="16"/>
          <w:szCs w:val="24"/>
        </w:rPr>
        <w:t xml:space="preserve"> different </w:t>
      </w:r>
      <w:r w:rsidRPr="004A5D8A">
        <w:rPr>
          <w:rStyle w:val="StyleUnderline"/>
          <w:sz w:val="24"/>
          <w:szCs w:val="24"/>
        </w:rPr>
        <w:t>realist orders in the</w:t>
      </w:r>
      <w:r w:rsidRPr="004A5D8A">
        <w:rPr>
          <w:sz w:val="16"/>
          <w:szCs w:val="24"/>
        </w:rPr>
        <w:t xml:space="preserve"> foreseeable </w:t>
      </w:r>
      <w:r w:rsidRPr="004A5D8A">
        <w:rPr>
          <w:rStyle w:val="StyleUnderline"/>
          <w:sz w:val="24"/>
          <w:szCs w:val="24"/>
        </w:rPr>
        <w:t>future: a thin international order and</w:t>
      </w:r>
      <w:r w:rsidRPr="004A5D8A">
        <w:rPr>
          <w:sz w:val="16"/>
          <w:szCs w:val="24"/>
        </w:rPr>
        <w:t xml:space="preserve"> two thick bounded orders—</w:t>
      </w:r>
      <w:r w:rsidRPr="004A5D8A">
        <w:rPr>
          <w:rStyle w:val="StyleUnderline"/>
          <w:sz w:val="24"/>
          <w:szCs w:val="24"/>
        </w:rPr>
        <w:t xml:space="preserve">one </w:t>
      </w:r>
      <w:r w:rsidRPr="00FD14F3">
        <w:rPr>
          <w:rStyle w:val="StyleUnderline"/>
          <w:sz w:val="24"/>
          <w:szCs w:val="24"/>
          <w:highlight w:val="green"/>
        </w:rPr>
        <w:t>led by China</w:t>
      </w:r>
      <w:r w:rsidRPr="004A5D8A">
        <w:rPr>
          <w:rStyle w:val="StyleUnderline"/>
          <w:sz w:val="24"/>
          <w:szCs w:val="24"/>
        </w:rPr>
        <w:t xml:space="preserve">, </w:t>
      </w:r>
      <w:r w:rsidRPr="00FD14F3">
        <w:rPr>
          <w:rStyle w:val="StyleUnderline"/>
          <w:sz w:val="24"/>
          <w:szCs w:val="24"/>
          <w:highlight w:val="green"/>
        </w:rPr>
        <w:t>the other by the U</w:t>
      </w:r>
      <w:r w:rsidRPr="004A5D8A">
        <w:rPr>
          <w:szCs w:val="24"/>
          <w:u w:val="single"/>
        </w:rPr>
        <w:t xml:space="preserve">nited </w:t>
      </w:r>
      <w:r w:rsidRPr="00FD14F3">
        <w:rPr>
          <w:rStyle w:val="StyleUnderline"/>
          <w:sz w:val="24"/>
          <w:szCs w:val="24"/>
          <w:highlight w:val="green"/>
        </w:rPr>
        <w:t>S</w:t>
      </w:r>
      <w:r w:rsidRPr="004A5D8A">
        <w:rPr>
          <w:szCs w:val="24"/>
          <w:u w:val="single"/>
        </w:rPr>
        <w:t>tates</w:t>
      </w:r>
      <w:r w:rsidRPr="004A5D8A">
        <w:rPr>
          <w:sz w:val="16"/>
          <w:szCs w:val="24"/>
        </w:rPr>
        <w:t xml:space="preserve">. </w:t>
      </w:r>
      <w:r w:rsidRPr="004A5D8A">
        <w:rPr>
          <w:rStyle w:val="StyleUnderline"/>
          <w:sz w:val="24"/>
          <w:szCs w:val="24"/>
        </w:rPr>
        <w:t>The</w:t>
      </w:r>
      <w:r w:rsidRPr="004A5D8A">
        <w:rPr>
          <w:sz w:val="16"/>
          <w:szCs w:val="24"/>
        </w:rPr>
        <w:t xml:space="preserve"> emerging </w:t>
      </w:r>
      <w:r w:rsidRPr="004A5D8A">
        <w:rPr>
          <w:rStyle w:val="StyleUnderline"/>
          <w:sz w:val="24"/>
          <w:szCs w:val="24"/>
        </w:rPr>
        <w:t>thin international order will be concerned</w:t>
      </w:r>
      <w:r w:rsidRPr="004A5D8A">
        <w:rPr>
          <w:sz w:val="16"/>
          <w:szCs w:val="24"/>
        </w:rPr>
        <w:t xml:space="preserve"> mainly </w:t>
      </w:r>
      <w:r w:rsidRPr="004A5D8A">
        <w:rPr>
          <w:rStyle w:val="StyleUnderline"/>
          <w:sz w:val="24"/>
          <w:szCs w:val="24"/>
        </w:rPr>
        <w:t>with overseeing arms control</w:t>
      </w:r>
      <w:r w:rsidRPr="004A5D8A">
        <w:rPr>
          <w:sz w:val="16"/>
          <w:szCs w:val="24"/>
        </w:rPr>
        <w:t xml:space="preserve"> agreements </w:t>
      </w:r>
      <w:r w:rsidRPr="004A5D8A">
        <w:rPr>
          <w:rStyle w:val="StyleUnderline"/>
          <w:sz w:val="24"/>
          <w:szCs w:val="24"/>
        </w:rPr>
        <w:t>and making the global economy work</w:t>
      </w:r>
      <w:r w:rsidRPr="004A5D8A">
        <w:rPr>
          <w:sz w:val="16"/>
          <w:szCs w:val="24"/>
        </w:rPr>
        <w:t xml:space="preserve"> efficiently. </w:t>
      </w:r>
      <w:r w:rsidRPr="004A5D8A">
        <w:rPr>
          <w:rStyle w:val="StyleUnderline"/>
          <w:sz w:val="24"/>
          <w:szCs w:val="24"/>
        </w:rPr>
        <w:t>It is</w:t>
      </w:r>
      <w:r w:rsidRPr="004A5D8A">
        <w:rPr>
          <w:sz w:val="16"/>
          <w:szCs w:val="24"/>
        </w:rPr>
        <w:t xml:space="preserve"> also </w:t>
      </w:r>
      <w:r w:rsidRPr="004A5D8A">
        <w:rPr>
          <w:rStyle w:val="StyleUnderline"/>
          <w:sz w:val="24"/>
          <w:szCs w:val="24"/>
        </w:rPr>
        <w:t>likely to pay more serious attention</w:t>
      </w:r>
      <w:r w:rsidRPr="004A5D8A">
        <w:rPr>
          <w:sz w:val="16"/>
          <w:szCs w:val="24"/>
        </w:rPr>
        <w:t xml:space="preserve"> than in the past </w:t>
      </w:r>
      <w:r w:rsidRPr="004A5D8A">
        <w:rPr>
          <w:rStyle w:val="StyleUnderline"/>
          <w:sz w:val="24"/>
          <w:szCs w:val="24"/>
        </w:rPr>
        <w:t>to</w:t>
      </w:r>
      <w:r w:rsidRPr="004A5D8A">
        <w:rPr>
          <w:sz w:val="16"/>
          <w:szCs w:val="24"/>
        </w:rPr>
        <w:t xml:space="preserve"> problems relating to </w:t>
      </w:r>
      <w:r w:rsidRPr="004A5D8A">
        <w:rPr>
          <w:rStyle w:val="StyleUnderline"/>
          <w:sz w:val="24"/>
          <w:szCs w:val="24"/>
        </w:rPr>
        <w:t>climate change</w:t>
      </w:r>
      <w:r w:rsidRPr="004A5D8A">
        <w:rPr>
          <w:sz w:val="16"/>
          <w:szCs w:val="24"/>
        </w:rPr>
        <w:t xml:space="preserve">. In essence, the institutions that make up the international order will focus on facilitating interstate cooperation. </w:t>
      </w:r>
      <w:r w:rsidRPr="004A5D8A">
        <w:rPr>
          <w:rStyle w:val="StyleUnderline"/>
          <w:sz w:val="24"/>
          <w:szCs w:val="24"/>
        </w:rPr>
        <w:t>The two bounded orders</w:t>
      </w:r>
      <w:r w:rsidRPr="004A5D8A">
        <w:rPr>
          <w:sz w:val="16"/>
          <w:szCs w:val="24"/>
        </w:rPr>
        <w:t xml:space="preserve">, in contrast, </w:t>
      </w:r>
      <w:r w:rsidRPr="004A5D8A">
        <w:rPr>
          <w:rStyle w:val="StyleUnderline"/>
          <w:sz w:val="24"/>
          <w:szCs w:val="24"/>
        </w:rPr>
        <w:t>will be</w:t>
      </w:r>
      <w:r w:rsidRPr="004A5D8A">
        <w:rPr>
          <w:sz w:val="16"/>
          <w:szCs w:val="24"/>
        </w:rPr>
        <w:t xml:space="preserve"> concerned principally with </w:t>
      </w:r>
      <w:r w:rsidRPr="004A5D8A">
        <w:rPr>
          <w:rStyle w:val="StyleUnderline"/>
          <w:sz w:val="24"/>
          <w:szCs w:val="24"/>
        </w:rPr>
        <w:t>waging security competition</w:t>
      </w:r>
      <w:r w:rsidRPr="004A5D8A">
        <w:rPr>
          <w:sz w:val="16"/>
          <w:szCs w:val="24"/>
        </w:rPr>
        <w:t xml:space="preserve"> against each other, </w:t>
      </w:r>
      <w:r w:rsidRPr="004A5D8A">
        <w:rPr>
          <w:rStyle w:val="Emphasis"/>
          <w:sz w:val="24"/>
          <w:szCs w:val="24"/>
        </w:rPr>
        <w:t>although</w:t>
      </w:r>
      <w:r w:rsidRPr="004A5D8A">
        <w:rPr>
          <w:sz w:val="16"/>
          <w:szCs w:val="24"/>
        </w:rPr>
        <w:t xml:space="preserve"> </w:t>
      </w:r>
      <w:r w:rsidRPr="004A5D8A">
        <w:rPr>
          <w:rStyle w:val="StyleUnderline"/>
          <w:sz w:val="24"/>
          <w:szCs w:val="24"/>
        </w:rPr>
        <w:t>that will call for</w:t>
      </w:r>
      <w:r w:rsidRPr="004A5D8A">
        <w:rPr>
          <w:sz w:val="16"/>
          <w:szCs w:val="24"/>
        </w:rPr>
        <w:t xml:space="preserve"> promoting </w:t>
      </w:r>
      <w:r w:rsidRPr="004A5D8A">
        <w:rPr>
          <w:rStyle w:val="Emphasis"/>
          <w:sz w:val="24"/>
          <w:szCs w:val="24"/>
        </w:rPr>
        <w:t>cooperation</w:t>
      </w:r>
      <w:r w:rsidRPr="004A5D8A">
        <w:rPr>
          <w:sz w:val="16"/>
          <w:szCs w:val="24"/>
        </w:rPr>
        <w:t xml:space="preserve"> </w:t>
      </w:r>
      <w:r w:rsidRPr="004A5D8A">
        <w:rPr>
          <w:rStyle w:val="StyleUnderline"/>
          <w:sz w:val="24"/>
          <w:szCs w:val="24"/>
        </w:rPr>
        <w:t>among the members of each order</w:t>
      </w:r>
      <w:r w:rsidRPr="004A5D8A">
        <w:rPr>
          <w:sz w:val="16"/>
          <w:szCs w:val="24"/>
        </w:rPr>
        <w:t xml:space="preserve">. There will be significant economic and military </w:t>
      </w:r>
      <w:r w:rsidRPr="004A5D8A">
        <w:rPr>
          <w:rStyle w:val="StyleUnderline"/>
          <w:sz w:val="24"/>
          <w:szCs w:val="24"/>
        </w:rPr>
        <w:t>competition</w:t>
      </w:r>
      <w:r w:rsidRPr="004A5D8A">
        <w:rPr>
          <w:sz w:val="16"/>
          <w:szCs w:val="24"/>
        </w:rPr>
        <w:t xml:space="preserve"> between those two orders that </w:t>
      </w:r>
      <w:r w:rsidRPr="00FD14F3">
        <w:rPr>
          <w:rStyle w:val="StyleUnderline"/>
          <w:sz w:val="24"/>
          <w:szCs w:val="24"/>
          <w:highlight w:val="green"/>
        </w:rPr>
        <w:t xml:space="preserve">will need to be </w:t>
      </w:r>
      <w:r w:rsidRPr="00FD14F3">
        <w:rPr>
          <w:rStyle w:val="Emphasis"/>
          <w:sz w:val="24"/>
          <w:szCs w:val="24"/>
          <w:highlight w:val="green"/>
        </w:rPr>
        <w:t>managed</w:t>
      </w:r>
      <w:r w:rsidRPr="004A5D8A">
        <w:rPr>
          <w:rStyle w:val="StyleUnderline"/>
          <w:sz w:val="24"/>
          <w:szCs w:val="24"/>
        </w:rPr>
        <w:t xml:space="preserve">, which is why </w:t>
      </w:r>
      <w:r w:rsidRPr="004A5D8A">
        <w:rPr>
          <w:rStyle w:val="Emphasis"/>
          <w:sz w:val="24"/>
          <w:szCs w:val="24"/>
        </w:rPr>
        <w:t>they will be thick orders</w:t>
      </w:r>
      <w:r w:rsidRPr="004A5D8A">
        <w:rPr>
          <w:sz w:val="16"/>
          <w:szCs w:val="24"/>
        </w:rPr>
        <w:t xml:space="preserve">. Two key features of the new multipolar world will profoundly shape the emerging orders. First, assuming that China continues its impressive rise, it will be involved in an intense </w:t>
      </w:r>
      <w:r w:rsidRPr="004A5D8A">
        <w:rPr>
          <w:rStyle w:val="StyleUnderline"/>
          <w:sz w:val="24"/>
          <w:szCs w:val="24"/>
        </w:rPr>
        <w:t>security competition</w:t>
      </w:r>
      <w:r w:rsidRPr="004A5D8A">
        <w:rPr>
          <w:sz w:val="16"/>
          <w:szCs w:val="24"/>
        </w:rPr>
        <w:t xml:space="preserve"> with the United States that will be the central feature of international politics over the course of the twenty-first century. That rivalry </w:t>
      </w:r>
      <w:r w:rsidRPr="004A5D8A">
        <w:rPr>
          <w:rStyle w:val="StyleUnderline"/>
          <w:sz w:val="24"/>
          <w:szCs w:val="24"/>
        </w:rPr>
        <w:t>will lead to the creation of bounded orders dominated by China and the U</w:t>
      </w:r>
      <w:r w:rsidRPr="004A5D8A">
        <w:rPr>
          <w:sz w:val="16"/>
          <w:szCs w:val="24"/>
        </w:rPr>
        <w:t xml:space="preserve">nited </w:t>
      </w:r>
      <w:r w:rsidRPr="004A5D8A">
        <w:rPr>
          <w:rStyle w:val="StyleUnderline"/>
          <w:sz w:val="24"/>
          <w:szCs w:val="24"/>
        </w:rPr>
        <w:t>S</w:t>
      </w:r>
      <w:r w:rsidRPr="004A5D8A">
        <w:rPr>
          <w:sz w:val="16"/>
          <w:szCs w:val="24"/>
        </w:rPr>
        <w:t xml:space="preserve">tates. Military alliances will be core components of those two orders, which are now beginning to form and will resemble the Soviet-led and U.S.-led orders in the Cold War. </w:t>
      </w:r>
      <w:r w:rsidRPr="00FD14F3">
        <w:rPr>
          <w:rStyle w:val="StyleUnderline"/>
          <w:sz w:val="24"/>
          <w:szCs w:val="24"/>
          <w:highlight w:val="green"/>
        </w:rPr>
        <w:t>Beijing and Washington</w:t>
      </w:r>
      <w:r w:rsidRPr="004A5D8A">
        <w:rPr>
          <w:rStyle w:val="StyleUnderline"/>
          <w:sz w:val="24"/>
          <w:szCs w:val="24"/>
        </w:rPr>
        <w:t xml:space="preserve">, however, </w:t>
      </w:r>
      <w:r w:rsidRPr="00FD14F3">
        <w:rPr>
          <w:rStyle w:val="Emphasis"/>
          <w:sz w:val="24"/>
          <w:szCs w:val="24"/>
          <w:highlight w:val="green"/>
        </w:rPr>
        <w:t>will</w:t>
      </w:r>
      <w:r w:rsidRPr="004A5D8A">
        <w:rPr>
          <w:rStyle w:val="StyleUnderline"/>
          <w:sz w:val="24"/>
          <w:szCs w:val="24"/>
        </w:rPr>
        <w:t xml:space="preserve"> </w:t>
      </w:r>
      <w:r w:rsidRPr="004A5D8A">
        <w:rPr>
          <w:sz w:val="16"/>
          <w:szCs w:val="24"/>
        </w:rPr>
        <w:t xml:space="preserve">sometimes </w:t>
      </w:r>
      <w:r w:rsidRPr="00FD14F3">
        <w:rPr>
          <w:rStyle w:val="Emphasis"/>
          <w:sz w:val="24"/>
          <w:szCs w:val="24"/>
          <w:highlight w:val="green"/>
        </w:rPr>
        <w:t>have reasons to cooperate</w:t>
      </w:r>
      <w:r w:rsidRPr="00FD14F3">
        <w:rPr>
          <w:sz w:val="16"/>
          <w:szCs w:val="24"/>
          <w:highlight w:val="green"/>
        </w:rPr>
        <w:t xml:space="preserve"> </w:t>
      </w:r>
      <w:r w:rsidRPr="00FD14F3">
        <w:rPr>
          <w:rStyle w:val="StyleUnderline"/>
          <w:sz w:val="24"/>
          <w:szCs w:val="24"/>
          <w:highlight w:val="green"/>
        </w:rPr>
        <w:t>on</w:t>
      </w:r>
      <w:r w:rsidRPr="004A5D8A">
        <w:rPr>
          <w:rStyle w:val="StyleUnderline"/>
          <w:sz w:val="24"/>
          <w:szCs w:val="24"/>
        </w:rPr>
        <w:t xml:space="preserve"> select military issues</w:t>
      </w:r>
      <w:r w:rsidRPr="004A5D8A">
        <w:rPr>
          <w:sz w:val="16"/>
          <w:szCs w:val="24"/>
        </w:rPr>
        <w:t xml:space="preserve">, an endeavor that will fall within the purview of the international order, as it did during the Cold War. Again, the focus will be principally on </w:t>
      </w:r>
      <w:r w:rsidRPr="00FD14F3">
        <w:rPr>
          <w:rStyle w:val="StyleUnderline"/>
          <w:sz w:val="24"/>
          <w:szCs w:val="24"/>
          <w:highlight w:val="green"/>
        </w:rPr>
        <w:t>arms control</w:t>
      </w:r>
      <w:r w:rsidRPr="00FD14F3">
        <w:rPr>
          <w:sz w:val="16"/>
          <w:szCs w:val="24"/>
          <w:highlight w:val="green"/>
        </w:rPr>
        <w:t xml:space="preserve"> </w:t>
      </w:r>
      <w:r w:rsidRPr="004A5D8A">
        <w:rPr>
          <w:sz w:val="16"/>
          <w:szCs w:val="24"/>
        </w:rPr>
        <w:t>agreements and will involve Russia as well as China and the United States. The existing</w:t>
      </w:r>
      <w:r w:rsidRPr="004A5D8A">
        <w:rPr>
          <w:rStyle w:val="StyleUnderline"/>
          <w:sz w:val="24"/>
          <w:szCs w:val="24"/>
        </w:rPr>
        <w:t xml:space="preserve"> treaties and agreements</w:t>
      </w:r>
      <w:r w:rsidRPr="004A5D8A">
        <w:rPr>
          <w:sz w:val="16"/>
          <w:szCs w:val="24"/>
        </w:rPr>
        <w:t xml:space="preserve"> dealing with proliferation </w:t>
      </w:r>
      <w:r w:rsidRPr="004A5D8A">
        <w:rPr>
          <w:rStyle w:val="StyleUnderline"/>
          <w:sz w:val="24"/>
          <w:szCs w:val="24"/>
        </w:rPr>
        <w:t xml:space="preserve">are likely to remain in place, because all three great powers will want </w:t>
      </w:r>
      <w:r w:rsidRPr="00FD14F3">
        <w:rPr>
          <w:rStyle w:val="StyleUnderline"/>
          <w:sz w:val="24"/>
          <w:szCs w:val="24"/>
          <w:highlight w:val="green"/>
        </w:rPr>
        <w:t>to limit the spread of nuclear weapons</w:t>
      </w:r>
      <w:r w:rsidRPr="004A5D8A">
        <w:rPr>
          <w:sz w:val="16"/>
          <w:szCs w:val="24"/>
        </w:rPr>
        <w:t>. But Beijing, Moscow, and Washington will have to negotiate new treaties limiting their arsenals, as the superpowers did during the Cold War.86 Nevertheless, the U.S.-led and Chinese-led bounded orders will be largely responsible for dealing with core security matters.</w:t>
      </w:r>
    </w:p>
    <w:p w14:paraId="18A0B7E2" w14:textId="77777777" w:rsidR="00650D97" w:rsidRDefault="00650D97" w:rsidP="00650D97">
      <w:pPr>
        <w:pStyle w:val="Heading4"/>
      </w:pPr>
      <w:r>
        <w:t xml:space="preserve">The Yulis Ev – </w:t>
      </w:r>
    </w:p>
    <w:p w14:paraId="68BB0DB3" w14:textId="08F7F2D7" w:rsidR="000C536F" w:rsidRPr="00650D97" w:rsidRDefault="00650D97" w:rsidP="000C536F">
      <w:pPr>
        <w:pStyle w:val="Heading4"/>
      </w:pPr>
      <w:r>
        <w:t xml:space="preserve">1] Yulis is a college </w:t>
      </w:r>
      <w:r w:rsidRPr="008D6C02">
        <w:rPr>
          <w:u w:val="single"/>
        </w:rPr>
        <w:t>undergraduate</w:t>
      </w:r>
      <w:r>
        <w:t xml:space="preserve"> w/ </w:t>
      </w:r>
      <w:r w:rsidRPr="008D6C02">
        <w:rPr>
          <w:u w:val="single"/>
        </w:rPr>
        <w:t>no degree in IR</w:t>
      </w:r>
      <w:r>
        <w:t xml:space="preserve"> </w:t>
      </w:r>
    </w:p>
    <w:p w14:paraId="5E8E1FE9" w14:textId="1CDF66DF" w:rsidR="00650D97" w:rsidRPr="00650D97" w:rsidRDefault="00650D97" w:rsidP="00FA3C02"/>
    <w:sectPr w:rsidR="00650D97" w:rsidRPr="00650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BF5"/>
    <w:rsid w:val="000C536F"/>
    <w:rsid w:val="002952CD"/>
    <w:rsid w:val="00425AB6"/>
    <w:rsid w:val="00650D97"/>
    <w:rsid w:val="00693BF5"/>
    <w:rsid w:val="006C6CAB"/>
    <w:rsid w:val="008A4865"/>
    <w:rsid w:val="009B00A7"/>
    <w:rsid w:val="00C0469A"/>
    <w:rsid w:val="00E94680"/>
    <w:rsid w:val="00FA3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45624"/>
  <w15:chartTrackingRefBased/>
  <w15:docId w15:val="{421F520E-49E5-4605-A54C-8185DCFD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3BF5"/>
    <w:rPr>
      <w:rFonts w:ascii="Calibri" w:eastAsiaTheme="minorHAnsi" w:hAnsi="Calibri" w:cs="Calibri"/>
      <w:lang w:eastAsia="en-US"/>
    </w:rPr>
  </w:style>
  <w:style w:type="paragraph" w:styleId="Heading1">
    <w:name w:val="heading 1"/>
    <w:aliases w:val="Pocket"/>
    <w:basedOn w:val="Normal"/>
    <w:next w:val="Normal"/>
    <w:link w:val="Heading1Char"/>
    <w:qFormat/>
    <w:rsid w:val="00693B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3B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3B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93BF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93B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BF5"/>
  </w:style>
  <w:style w:type="character" w:customStyle="1" w:styleId="Heading1Char">
    <w:name w:val="Heading 1 Char"/>
    <w:aliases w:val="Pocket Char"/>
    <w:basedOn w:val="DefaultParagraphFont"/>
    <w:link w:val="Heading1"/>
    <w:rsid w:val="00693BF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93BF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93BF5"/>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93BF5"/>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693BF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93BF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S"/>
    <w:basedOn w:val="DefaultParagraphFont"/>
    <w:uiPriority w:val="6"/>
    <w:qFormat/>
    <w:rsid w:val="00693BF5"/>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693BF5"/>
    <w:rPr>
      <w:color w:val="auto"/>
      <w:u w:val="none"/>
    </w:rPr>
  </w:style>
  <w:style w:type="character" w:styleId="FollowedHyperlink">
    <w:name w:val="FollowedHyperlink"/>
    <w:basedOn w:val="DefaultParagraphFont"/>
    <w:uiPriority w:val="99"/>
    <w:semiHidden/>
    <w:unhideWhenUsed/>
    <w:rsid w:val="00693BF5"/>
    <w:rPr>
      <w:color w:val="auto"/>
      <w:u w:val="none"/>
    </w:rPr>
  </w:style>
  <w:style w:type="paragraph" w:customStyle="1" w:styleId="textbold">
    <w:name w:val="text bold"/>
    <w:basedOn w:val="Normal"/>
    <w:link w:val="Emphasis"/>
    <w:uiPriority w:val="7"/>
    <w:qFormat/>
    <w:rsid w:val="00693BF5"/>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6"/>
    <w:qFormat/>
    <w:rsid w:val="00693B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50D97"/>
    <w:pPr>
      <w:spacing w:after="0" w:line="240" w:lineRule="auto"/>
    </w:pPr>
    <w:rPr>
      <w:rFonts w:eastAsiaTheme="minorHAnsi"/>
      <w:u w:val="single"/>
      <w:lang w:eastAsia="en-US"/>
    </w:rPr>
  </w:style>
  <w:style w:type="character" w:styleId="IntenseEmphasis">
    <w:name w:val="Intense Emphasis"/>
    <w:aliases w:val="Title Char,Citation Char Char Char"/>
    <w:basedOn w:val="DefaultParagraphFont"/>
    <w:uiPriority w:val="6"/>
    <w:qFormat/>
    <w:rsid w:val="00650D97"/>
    <w:rPr>
      <w:b w:val="0"/>
      <w:sz w:val="22"/>
      <w:u w:val="single"/>
    </w:rPr>
  </w:style>
  <w:style w:type="character" w:customStyle="1" w:styleId="underline">
    <w:name w:val="underline"/>
    <w:uiPriority w:val="99"/>
    <w:locked/>
    <w:rsid w:val="00650D9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week.com/what-freud-got-right-142575" TargetMode="External"/><Relationship Id="rId13" Type="http://schemas.openxmlformats.org/officeDocument/2006/relationships/hyperlink" Target="https://www.cambridge.org/core/books/food-or-war/food-as-an-existential-risk/8C45279588CD572FE805B7E240DE7368" TargetMode="External"/><Relationship Id="rId3" Type="http://schemas.openxmlformats.org/officeDocument/2006/relationships/settings" Target="settings.xml"/><Relationship Id="rId7" Type="http://schemas.openxmlformats.org/officeDocument/2006/relationships/hyperlink" Target="https://soniakral.files.wordpress.com/2011/04/information_overload.jpg?w=281" TargetMode="External"/><Relationship Id="rId12" Type="http://schemas.openxmlformats.org/officeDocument/2006/relationships/hyperlink" Target="http://www.co2science.org/articles/V5/N42/EDIT.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easefiremagazine.co.uk/in-theory-baudrillard-9/" TargetMode="External"/><Relationship Id="rId11" Type="http://schemas.openxmlformats.org/officeDocument/2006/relationships/hyperlink" Target="https://fcpp.org/sites/default/files/documents/Moore%20-%20Positive%20Impact%20of%20Human%20CO2%20Emissions.pdf" TargetMode="External"/><Relationship Id="rId5" Type="http://schemas.openxmlformats.org/officeDocument/2006/relationships/hyperlink" Target="https://sci-hub.se/10.1177/1350508410363123" TargetMode="External"/><Relationship Id="rId15" Type="http://schemas.openxmlformats.org/officeDocument/2006/relationships/fontTable" Target="fontTable.xml"/><Relationship Id="rId10" Type="http://schemas.openxmlformats.org/officeDocument/2006/relationships/hyperlink" Target="https://plato.stanford.edu/entries/generics/" TargetMode="External"/><Relationship Id="rId4" Type="http://schemas.openxmlformats.org/officeDocument/2006/relationships/webSettings" Target="webSettings.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41</TotalTime>
  <Pages>1</Pages>
  <Words>21496</Words>
  <Characters>122528</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8</cp:revision>
  <dcterms:created xsi:type="dcterms:W3CDTF">2021-10-30T13:36:00Z</dcterms:created>
  <dcterms:modified xsi:type="dcterms:W3CDTF">2021-10-30T17:26:00Z</dcterms:modified>
</cp:coreProperties>
</file>