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5A8DB" w14:textId="77777777" w:rsidR="00F06A1F" w:rsidRDefault="00F06A1F" w:rsidP="00C52A1A">
      <w:pPr>
        <w:pStyle w:val="Heading3"/>
        <w:rPr>
          <w:rFonts w:cs="Calibri"/>
        </w:rPr>
      </w:pPr>
    </w:p>
    <w:p w14:paraId="59BC77D4" w14:textId="5CB48596" w:rsidR="00C52A1A" w:rsidRPr="00976E44" w:rsidRDefault="00C52A1A" w:rsidP="00C52A1A">
      <w:pPr>
        <w:pStyle w:val="Heading3"/>
        <w:rPr>
          <w:rFonts w:cs="Calibri"/>
        </w:rPr>
      </w:pPr>
      <w:r w:rsidRPr="00976E44">
        <w:rPr>
          <w:rFonts w:cs="Calibri"/>
        </w:rPr>
        <w:lastRenderedPageBreak/>
        <w:t>1AC – Adv – Vaccine Diplomacy</w:t>
      </w:r>
    </w:p>
    <w:p w14:paraId="2E4DDBE1" w14:textId="77777777" w:rsidR="00C52A1A" w:rsidRPr="00976E44" w:rsidRDefault="00C52A1A" w:rsidP="00C52A1A">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7BF914BC" w14:textId="77777777" w:rsidR="00C52A1A" w:rsidRPr="00976E44" w:rsidRDefault="00C52A1A" w:rsidP="00C52A1A">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6" w:history="1">
        <w:r w:rsidRPr="00976E44">
          <w:rPr>
            <w:rStyle w:val="Hyperlink"/>
          </w:rPr>
          <w:t>https://theglobalamericans.org/2021/06/a-u-s-vaccine-diplomacy-strategy-for-latin-america-and-the-caribbean/</w:t>
        </w:r>
      </w:hyperlink>
      <w:r w:rsidRPr="00976E44">
        <w:t xml:space="preserve">] Justin </w:t>
      </w:r>
    </w:p>
    <w:p w14:paraId="1D9D73E0" w14:textId="77777777" w:rsidR="00C52A1A" w:rsidRPr="00976E44" w:rsidRDefault="00C52A1A" w:rsidP="00C52A1A">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3C730A5A" w14:textId="77777777" w:rsidR="00C52A1A" w:rsidRPr="00976E44" w:rsidRDefault="00C52A1A" w:rsidP="00C52A1A">
      <w:pPr>
        <w:rPr>
          <w:sz w:val="16"/>
        </w:rPr>
      </w:pP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2460FE75" w14:textId="77777777" w:rsidR="00C52A1A" w:rsidRPr="00976E44" w:rsidRDefault="00C52A1A" w:rsidP="00C52A1A">
      <w:pPr>
        <w:rPr>
          <w:sz w:val="16"/>
        </w:rPr>
      </w:pPr>
      <w:r w:rsidRPr="00976E44">
        <w:rPr>
          <w:sz w:val="16"/>
        </w:rPr>
        <w:t>History repeats itself</w:t>
      </w:r>
    </w:p>
    <w:p w14:paraId="380E873A" w14:textId="77777777" w:rsidR="00C52A1A" w:rsidRPr="00976E44" w:rsidRDefault="00C52A1A" w:rsidP="00C52A1A">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206682CE" w14:textId="77777777" w:rsidR="00C52A1A" w:rsidRPr="00976E44" w:rsidRDefault="00C52A1A" w:rsidP="00C52A1A">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17B4DE4C" w14:textId="77777777" w:rsidR="00C52A1A" w:rsidRPr="00976E44" w:rsidRDefault="00C52A1A" w:rsidP="00C52A1A">
      <w:pPr>
        <w:rPr>
          <w:sz w:val="16"/>
        </w:rPr>
      </w:pP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10C0CBB3" w14:textId="77777777" w:rsidR="00C52A1A" w:rsidRPr="00976E44" w:rsidRDefault="00C52A1A" w:rsidP="00C52A1A">
      <w:pPr>
        <w:rPr>
          <w:sz w:val="16"/>
        </w:rPr>
      </w:pPr>
      <w:r w:rsidRPr="00976E44">
        <w:rPr>
          <w:sz w:val="16"/>
        </w:rPr>
        <w:t xml:space="preserve">When pricing a drug, a pharmaceutical company needs to factor-in several costs: 1) the cost of R&amp;D for drugs that never enter the market; 2) clinical trials necessary to comply with regulatory requirements; 3) and the marketing cost of promoting the new drug. While the original price </w:t>
      </w:r>
      <w:r w:rsidRPr="00976E44">
        <w:rPr>
          <w:sz w:val="16"/>
        </w:rPr>
        <w:lastRenderedPageBreak/>
        <w:t>of the patented ARV was USD $10,000 per patient per year, the price of the generic version, manufactured by the Indian pharmaceutical company Cipla, was only USD $1.00 per day.</w:t>
      </w:r>
    </w:p>
    <w:p w14:paraId="4F534D72" w14:textId="77777777" w:rsidR="00C52A1A" w:rsidRPr="00976E44" w:rsidRDefault="00C52A1A" w:rsidP="00C52A1A">
      <w:pPr>
        <w:rPr>
          <w:sz w:val="16"/>
        </w:rPr>
      </w:pPr>
      <w:r w:rsidRPr="00976E44">
        <w:rPr>
          <w:sz w:val="16"/>
        </w:rPr>
        <w:t xml:space="preserve">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p>
    <w:p w14:paraId="49CEE9D4" w14:textId="77777777" w:rsidR="00C52A1A" w:rsidRPr="00976E44" w:rsidRDefault="00C52A1A" w:rsidP="00C52A1A">
      <w:pPr>
        <w:rPr>
          <w:sz w:val="16"/>
        </w:rPr>
      </w:pPr>
      <w:r w:rsidRPr="00976E44">
        <w:rPr>
          <w:sz w:val="16"/>
        </w:rPr>
        <w:t xml:space="preserve">Drug companies eventually sued to keep lifesaving therapies out of the hands of dying AIDS-sufferers in Africa, a </w:t>
      </w:r>
      <w:proofErr w:type="gramStart"/>
      <w:r w:rsidRPr="00976E44">
        <w:rPr>
          <w:sz w:val="16"/>
        </w:rPr>
        <w:t>state of affairs</w:t>
      </w:r>
      <w:proofErr w:type="gramEnd"/>
      <w:r w:rsidRPr="00976E44">
        <w:rPr>
          <w:sz w:val="16"/>
        </w:rPr>
        <w:t xml:space="preserve">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21ED3492" w14:textId="77777777" w:rsidR="00C52A1A" w:rsidRPr="00976E44" w:rsidRDefault="00C52A1A" w:rsidP="00C52A1A">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w:t>
      </w:r>
      <w:proofErr w:type="gramStart"/>
      <w:r w:rsidRPr="00976E44">
        <w:rPr>
          <w:sz w:val="16"/>
        </w:rPr>
        <w:t>Similar to</w:t>
      </w:r>
      <w:proofErr w:type="gramEnd"/>
      <w:r w:rsidRPr="00976E44">
        <w:rPr>
          <w:sz w:val="16"/>
        </w:rPr>
        <w:t xml:space="preserve">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w:t>
      </w:r>
      <w:proofErr w:type="spellStart"/>
      <w:r w:rsidRPr="00976E44">
        <w:rPr>
          <w:rStyle w:val="Emphasis"/>
        </w:rPr>
        <w:t>en</w:t>
      </w:r>
      <w:proofErr w:type="spellEnd"/>
      <w:r w:rsidRPr="00976E44">
        <w:rPr>
          <w:rStyle w:val="Emphasis"/>
        </w:rPr>
        <w:t xml:space="preserve">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2406949D" w14:textId="77777777" w:rsidR="00C52A1A" w:rsidRPr="00976E44" w:rsidRDefault="00C52A1A" w:rsidP="00C52A1A">
      <w:pPr>
        <w:rPr>
          <w:sz w:val="16"/>
        </w:rPr>
      </w:pP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2B802121" w14:textId="77777777" w:rsidR="00C52A1A" w:rsidRPr="00976E44" w:rsidRDefault="00C52A1A" w:rsidP="00C52A1A">
      <w:pPr>
        <w:rPr>
          <w:sz w:val="16"/>
        </w:rPr>
      </w:pP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w:t>
      </w:r>
      <w:proofErr w:type="gramStart"/>
      <w:r w:rsidRPr="00976E44">
        <w:rPr>
          <w:sz w:val="16"/>
        </w:rPr>
        <w:t>in order for</w:t>
      </w:r>
      <w:proofErr w:type="gramEnd"/>
      <w:r w:rsidRPr="00976E44">
        <w:rPr>
          <w:sz w:val="16"/>
        </w:rPr>
        <w:t xml:space="preserve"> it to be accepted, there must be unanimous consent among WTO members).</w:t>
      </w:r>
    </w:p>
    <w:p w14:paraId="6D83BD83" w14:textId="77777777" w:rsidR="00C52A1A" w:rsidRPr="00976E44" w:rsidRDefault="00C52A1A" w:rsidP="00C52A1A">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720A3237" w14:textId="77777777" w:rsidR="00C52A1A" w:rsidRPr="00976E44" w:rsidRDefault="00C52A1A" w:rsidP="00C52A1A">
      <w:pPr>
        <w:rPr>
          <w:u w:val="single"/>
        </w:rPr>
      </w:pP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0C3549EA" w14:textId="77777777" w:rsidR="00C52A1A" w:rsidRPr="00976E44" w:rsidRDefault="00C52A1A" w:rsidP="00C52A1A">
      <w:pPr>
        <w:rPr>
          <w:sz w:val="16"/>
        </w:rPr>
      </w:pPr>
      <w:r w:rsidRPr="00976E44">
        <w:rPr>
          <w:sz w:val="16"/>
        </w:rPr>
        <w:lastRenderedPageBreak/>
        <w:t>A lack of strategy and political will</w:t>
      </w:r>
    </w:p>
    <w:p w14:paraId="73615911" w14:textId="77777777" w:rsidR="00C52A1A" w:rsidRPr="00976E44" w:rsidRDefault="00C52A1A" w:rsidP="00C52A1A">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78A2D0D1" w14:textId="77777777" w:rsidR="00C52A1A" w:rsidRPr="00976E44" w:rsidRDefault="00C52A1A" w:rsidP="00C52A1A">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1931D4A5" w14:textId="77777777" w:rsidR="00C52A1A" w:rsidRPr="00976E44" w:rsidRDefault="00C52A1A" w:rsidP="00C52A1A">
      <w:pPr>
        <w:rPr>
          <w:sz w:val="16"/>
        </w:rPr>
      </w:pP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w:t>
      </w:r>
      <w:proofErr w:type="gramStart"/>
      <w:r w:rsidRPr="00976E44">
        <w:rPr>
          <w:sz w:val="16"/>
        </w:rPr>
        <w:t>despite the fact that</w:t>
      </w:r>
      <w:proofErr w:type="gramEnd"/>
      <w:r w:rsidRPr="00976E44">
        <w:rPr>
          <w:sz w:val="16"/>
        </w:rPr>
        <w:t xml:space="preserve">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27B77504" w14:textId="77777777" w:rsidR="00C52A1A" w:rsidRPr="00976E44" w:rsidRDefault="00C52A1A" w:rsidP="00C52A1A">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4410E156" w14:textId="77777777" w:rsidR="00C52A1A" w:rsidRPr="00976E44" w:rsidRDefault="00C52A1A" w:rsidP="00C52A1A">
      <w:pPr>
        <w:rPr>
          <w:sz w:val="16"/>
        </w:rPr>
      </w:pPr>
      <w:r w:rsidRPr="00976E44">
        <w:rPr>
          <w:u w:val="single"/>
        </w:rPr>
        <w:t xml:space="preserve">Brazil remains one of the countries </w:t>
      </w:r>
      <w:r w:rsidRPr="00976E44">
        <w:rPr>
          <w:rStyle w:val="Emphasis"/>
        </w:rPr>
        <w:t>hardest hit by the COVID-19 pandemic</w:t>
      </w:r>
      <w:r w:rsidRPr="00976E44">
        <w:rPr>
          <w:sz w:val="16"/>
        </w:rPr>
        <w:t xml:space="preserve">. Despite President Jair </w:t>
      </w:r>
      <w:proofErr w:type="spellStart"/>
      <w:r w:rsidRPr="00976E44">
        <w:rPr>
          <w:sz w:val="16"/>
        </w:rPr>
        <w:t>Bolsanaro’s</w:t>
      </w:r>
      <w:proofErr w:type="spellEnd"/>
      <w:r w:rsidRPr="00976E44">
        <w:rPr>
          <w:sz w:val="16"/>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Fábio Faria, traveled to Beijing to meet with Huawei executives. Recounting his trip, Faria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56A173A3" w14:textId="77777777" w:rsidR="00C52A1A" w:rsidRPr="00976E44" w:rsidRDefault="00C52A1A" w:rsidP="00C52A1A">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xml:space="preserve">,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w:t>
      </w:r>
      <w:proofErr w:type="gramStart"/>
      <w:r w:rsidRPr="00976E44">
        <w:rPr>
          <w:sz w:val="16"/>
        </w:rPr>
        <w:t>considering the fact that</w:t>
      </w:r>
      <w:proofErr w:type="gramEnd"/>
      <w:r w:rsidRPr="00976E44">
        <w:rPr>
          <w:sz w:val="16"/>
        </w:rPr>
        <w:t xml:space="preserve">, before </w:t>
      </w:r>
      <w:r w:rsidRPr="00976E44">
        <w:rPr>
          <w:sz w:val="16"/>
        </w:rPr>
        <w:lastRenderedPageBreak/>
        <w:t>President Biden announced the sharing of the U.S. supply of AstraZeneca vaccines with Mexico, he had initially rejected AMLO’s call for assistance.</w:t>
      </w:r>
    </w:p>
    <w:p w14:paraId="0ADE146D" w14:textId="77777777" w:rsidR="00C52A1A" w:rsidRPr="00976E44" w:rsidRDefault="00C52A1A" w:rsidP="00C52A1A">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04C255C5" w14:textId="77777777" w:rsidR="00C52A1A" w:rsidRPr="00976E44" w:rsidRDefault="00C52A1A" w:rsidP="00C52A1A">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xml:space="preserve">, Russia has continued to sign vaccine deals </w:t>
      </w:r>
      <w:proofErr w:type="gramStart"/>
      <w:r w:rsidRPr="00976E44">
        <w:rPr>
          <w:sz w:val="16"/>
        </w:rPr>
        <w:t>in an effort to</w:t>
      </w:r>
      <w:proofErr w:type="gramEnd"/>
      <w:r w:rsidRPr="00976E44">
        <w:rPr>
          <w:sz w:val="16"/>
        </w:rPr>
        <w:t xml:space="preserve">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2E611493" w14:textId="77777777" w:rsidR="00C52A1A" w:rsidRPr="00976E44" w:rsidRDefault="00C52A1A" w:rsidP="00C52A1A">
      <w:pPr>
        <w:rPr>
          <w:sz w:val="16"/>
        </w:rPr>
      </w:pP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5D5F131B" w14:textId="77777777" w:rsidR="00C52A1A" w:rsidRPr="00976E44" w:rsidRDefault="00C52A1A" w:rsidP="00C52A1A">
      <w:pPr>
        <w:rPr>
          <w:sz w:val="16"/>
        </w:rPr>
      </w:pPr>
      <w:r w:rsidRPr="00976E44">
        <w:rPr>
          <w:sz w:val="16"/>
        </w:rPr>
        <w:t>A forward-thinking strategy</w:t>
      </w:r>
    </w:p>
    <w:p w14:paraId="236CEC7F" w14:textId="77777777" w:rsidR="00C52A1A" w:rsidRPr="00976E44" w:rsidRDefault="00C52A1A" w:rsidP="00C52A1A">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more readily extend a helping hand.</w:t>
      </w:r>
    </w:p>
    <w:p w14:paraId="24B97704" w14:textId="77777777" w:rsidR="00C52A1A" w:rsidRPr="00976E44" w:rsidRDefault="00C52A1A" w:rsidP="00C52A1A">
      <w:pPr>
        <w:rPr>
          <w:sz w:val="16"/>
        </w:rPr>
      </w:pPr>
      <w:r w:rsidRPr="00976E44">
        <w:rPr>
          <w:sz w:val="16"/>
        </w:rPr>
        <w:t xml:space="preserve">As the war against COVID-19 reaches a détente in the U.S., </w:t>
      </w:r>
      <w:r w:rsidRPr="00976E44">
        <w:rPr>
          <w:rStyle w:val="Emphasis"/>
        </w:rPr>
        <w:t>the Biden administration should make this issue a top priority</w:t>
      </w:r>
      <w:r w:rsidRPr="00976E44">
        <w:rPr>
          <w:sz w:val="16"/>
        </w:rPr>
        <w:t xml:space="preserve">. First, the U.S. needs to aggressively push its Western partners to </w:t>
      </w:r>
      <w:r w:rsidRPr="00976E44">
        <w:rPr>
          <w:u w:val="single"/>
        </w:rPr>
        <w:t xml:space="preserve">back the </w:t>
      </w:r>
      <w:r w:rsidRPr="00976E44">
        <w:rPr>
          <w:highlight w:val="green"/>
          <w:u w:val="single"/>
        </w:rPr>
        <w:t xml:space="preserve">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patent proposal that will </w:t>
      </w:r>
      <w:r w:rsidRPr="00976E44">
        <w:rPr>
          <w:highlight w:val="green"/>
          <w:u w:val="single"/>
        </w:rPr>
        <w:t>help</w:t>
      </w:r>
      <w:r w:rsidRPr="00976E44">
        <w:rPr>
          <w:u w:val="single"/>
        </w:rPr>
        <w:t xml:space="preserve"> increase </w:t>
      </w:r>
      <w:r w:rsidRPr="00976E44">
        <w:rPr>
          <w:highlight w:val="green"/>
          <w:u w:val="single"/>
        </w:rPr>
        <w:t>vaccine production</w:t>
      </w:r>
      <w:r w:rsidRPr="00976E44">
        <w:rPr>
          <w:u w:val="single"/>
        </w:rPr>
        <w:t xml:space="preserve"> capacity worldwide. Doing so will </w:t>
      </w:r>
      <w:r w:rsidRPr="00976E44">
        <w:rPr>
          <w:rStyle w:val="Emphasis"/>
          <w:highlight w:val="green"/>
        </w:rPr>
        <w:t>demonstrate</w:t>
      </w:r>
      <w:r w:rsidRPr="00976E44">
        <w:rPr>
          <w:rStyle w:val="Emphasis"/>
        </w:rPr>
        <w:t xml:space="preserve"> to the world that Washington has the </w:t>
      </w:r>
      <w:r w:rsidRPr="00976E44">
        <w:rPr>
          <w:rStyle w:val="Emphasis"/>
          <w:highlight w:val="green"/>
        </w:rPr>
        <w:t>political will</w:t>
      </w:r>
      <w:r w:rsidRPr="00976E44">
        <w:rPr>
          <w:u w:val="single"/>
        </w:rPr>
        <w:t xml:space="preserve"> to defy the wishes of the powerful pharmaceutical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p>
    <w:p w14:paraId="7A1794BD" w14:textId="77777777" w:rsidR="00C52A1A" w:rsidRPr="00976E44" w:rsidRDefault="00C52A1A" w:rsidP="00C52A1A">
      <w:pPr>
        <w:rPr>
          <w:sz w:val="16"/>
        </w:rPr>
      </w:pPr>
      <w:r w:rsidRPr="00976E44">
        <w:rPr>
          <w:sz w:val="16"/>
        </w:rPr>
        <w:t xml:space="preserve">Second, in order to counter its geopolitical rivals and restore its moral standing, </w:t>
      </w:r>
      <w:r w:rsidRPr="00976E44">
        <w:rPr>
          <w:u w:val="single"/>
        </w:rPr>
        <w:t xml:space="preserve">the Biden administration will </w:t>
      </w:r>
      <w:r w:rsidRPr="00976E44">
        <w:rPr>
          <w:rStyle w:val="Emphasis"/>
        </w:rPr>
        <w:t>need to be more “present”</w:t>
      </w:r>
      <w:r w:rsidRPr="00976E44">
        <w:rPr>
          <w:sz w:val="16"/>
        </w:rPr>
        <w:t xml:space="preserve"> in regional vaccine distribution, demonstrated through a vigorous campaign of public diplomacy.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Adopting this strategy would help convey the message that vaccines are coming from the American people, rather than from faceless multinational corporations, and help rebuild moral standing for the U.S. among Latin American and Caribbean citizenries. Public-private partnerships with these companies would allow the U.S. to obtain more accountability with respect to international vaccine distribution; previous agreements have proven successful in achieving similar public perceptions of transparency and accountability.</w:t>
      </w:r>
    </w:p>
    <w:p w14:paraId="75B21104" w14:textId="77777777" w:rsidR="00C52A1A" w:rsidRPr="00976E44" w:rsidRDefault="00C52A1A" w:rsidP="00C52A1A"/>
    <w:p w14:paraId="4B43B81E" w14:textId="77777777" w:rsidR="00C52A1A" w:rsidRPr="00976E44" w:rsidRDefault="00C52A1A" w:rsidP="00C52A1A">
      <w:pPr>
        <w:pStyle w:val="Heading4"/>
        <w:jc w:val="both"/>
        <w:rPr>
          <w:rFonts w:cs="Calibri"/>
        </w:rPr>
      </w:pPr>
      <w:r w:rsidRPr="00976E44">
        <w:rPr>
          <w:rFonts w:cs="Calibri"/>
        </w:rPr>
        <w:t xml:space="preserve">It's </w:t>
      </w:r>
      <w:r w:rsidRPr="00976E44">
        <w:rPr>
          <w:rFonts w:cs="Calibri"/>
          <w:u w:val="single"/>
        </w:rPr>
        <w:t>not over</w:t>
      </w:r>
      <w:r w:rsidRPr="00976E44">
        <w:rPr>
          <w:rFonts w:cs="Calibri"/>
        </w:rPr>
        <w:t xml:space="preserve"> – Latin America is still </w:t>
      </w:r>
      <w:r w:rsidRPr="00976E44">
        <w:rPr>
          <w:rFonts w:cs="Calibri"/>
          <w:u w:val="single"/>
        </w:rPr>
        <w:t xml:space="preserve">skeptical of Chinese </w:t>
      </w:r>
      <w:proofErr w:type="gramStart"/>
      <w:r w:rsidRPr="00976E44">
        <w:rPr>
          <w:rFonts w:cs="Calibri"/>
          <w:u w:val="single"/>
        </w:rPr>
        <w:t>aid</w:t>
      </w:r>
      <w:proofErr w:type="gramEnd"/>
      <w:r w:rsidRPr="00976E44">
        <w:rPr>
          <w:rFonts w:cs="Calibri"/>
        </w:rPr>
        <w:t xml:space="preserve"> but lack of US presence means it’s the </w:t>
      </w:r>
      <w:r w:rsidRPr="00976E44">
        <w:rPr>
          <w:rFonts w:cs="Calibri"/>
          <w:u w:val="single"/>
        </w:rPr>
        <w:t>only choice</w:t>
      </w:r>
      <w:r w:rsidRPr="00976E44">
        <w:rPr>
          <w:rFonts w:cs="Calibri"/>
        </w:rPr>
        <w:t xml:space="preserve"> – try or die to </w:t>
      </w:r>
      <w:r w:rsidRPr="00976E44">
        <w:rPr>
          <w:rFonts w:cs="Calibri"/>
          <w:u w:val="single"/>
        </w:rPr>
        <w:t>capitalize</w:t>
      </w:r>
      <w:r w:rsidRPr="00976E44">
        <w:rPr>
          <w:rFonts w:cs="Calibri"/>
        </w:rPr>
        <w:t xml:space="preserve"> on this weakness.</w:t>
      </w:r>
    </w:p>
    <w:p w14:paraId="7FFB45DD" w14:textId="77777777" w:rsidR="00C52A1A" w:rsidRPr="00976E44" w:rsidRDefault="00C52A1A" w:rsidP="00C52A1A">
      <w:r w:rsidRPr="00976E44">
        <w:rPr>
          <w:rStyle w:val="Style13ptBold"/>
        </w:rPr>
        <w:t>Kneip 8/10</w:t>
      </w:r>
      <w:r w:rsidRPr="00976E44">
        <w:t xml:space="preserve"> [Lucie; Student at the University of Notre Dame studying Political Science and Global Affairs. Her research interests include U.S. foreign policy and democratization, civil and criminal warfare, </w:t>
      </w:r>
      <w:r w:rsidRPr="00976E44">
        <w:lastRenderedPageBreak/>
        <w:t xml:space="preserve">and the intersection of religion and politics; “China’s Vaccine Diplomacy in Latin America,” The Diplomat; 8/10/21; </w:t>
      </w:r>
      <w:hyperlink r:id="rId7" w:history="1">
        <w:r w:rsidRPr="00976E44">
          <w:rPr>
            <w:rStyle w:val="Hyperlink"/>
          </w:rPr>
          <w:t>https://thediplomat.com/2021/08/chinas-vaccine-diplomacy-in-latin-america/</w:t>
        </w:r>
      </w:hyperlink>
      <w:r w:rsidRPr="00976E44">
        <w:t>] Justin</w:t>
      </w:r>
    </w:p>
    <w:p w14:paraId="65B42FDC" w14:textId="77777777" w:rsidR="00C52A1A" w:rsidRPr="00976E44" w:rsidRDefault="00C52A1A" w:rsidP="00C52A1A">
      <w:pPr>
        <w:rPr>
          <w:sz w:val="16"/>
        </w:rPr>
      </w:pPr>
      <w:r w:rsidRPr="00976E44">
        <w:rPr>
          <w:u w:val="single"/>
        </w:rPr>
        <w:t xml:space="preserve">Chinese </w:t>
      </w:r>
      <w:r w:rsidRPr="00976E44">
        <w:rPr>
          <w:rStyle w:val="Emphasis"/>
        </w:rPr>
        <w:t>vaccine diplomacy in Latin America has skyrocketed in recent months</w:t>
      </w:r>
      <w:r w:rsidRPr="00976E44">
        <w:rPr>
          <w:u w:val="single"/>
        </w:rPr>
        <w:t xml:space="preserve">. In </w:t>
      </w:r>
      <w:r w:rsidRPr="00976E44">
        <w:rPr>
          <w:rStyle w:val="Emphasis"/>
        </w:rPr>
        <w:t>preparation</w:t>
      </w:r>
      <w:r w:rsidRPr="00976E44">
        <w:rPr>
          <w:u w:val="single"/>
        </w:rPr>
        <w:t xml:space="preserve"> for the Copa America tournament, Sinovac donated 50,000 vaccines to the South American football governing body</w:t>
      </w:r>
      <w:r w:rsidRPr="00976E44">
        <w:rPr>
          <w:sz w:val="16"/>
        </w:rPr>
        <w:t xml:space="preserve"> CONMEBOL. </w:t>
      </w:r>
      <w:r w:rsidRPr="00976E44">
        <w:rPr>
          <w:u w:val="single"/>
        </w:rPr>
        <w:t xml:space="preserve">Beijing is investing in vaccine diplomacy to enhance its </w:t>
      </w:r>
      <w:r w:rsidRPr="00976E44">
        <w:rPr>
          <w:rStyle w:val="Emphasis"/>
        </w:rPr>
        <w:t>regional soft power</w:t>
      </w:r>
      <w:r w:rsidRPr="00976E44">
        <w:rPr>
          <w:sz w:val="16"/>
        </w:rPr>
        <w:t>. It’s time for the United States to pay more attention to a region that it often takes for granted.</w:t>
      </w:r>
    </w:p>
    <w:p w14:paraId="4C9CFF6F" w14:textId="77777777" w:rsidR="00C52A1A" w:rsidRPr="00976E44" w:rsidRDefault="00C52A1A" w:rsidP="00C52A1A">
      <w:pPr>
        <w:rPr>
          <w:u w:val="single"/>
        </w:rPr>
      </w:pPr>
      <w:r w:rsidRPr="00976E44">
        <w:rPr>
          <w:u w:val="single"/>
        </w:rPr>
        <w:t>Latin America and the Caribbean have registered over a million deaths from COVID-19, and new variants continue to drive economic shutdowns</w:t>
      </w:r>
      <w:r w:rsidRPr="00976E44">
        <w:rPr>
          <w:sz w:val="16"/>
        </w:rPr>
        <w:t xml:space="preserve"> in Colombia and Trinidad and Tobago. While the United States’ $4 billion commitment to the World Health Organization’s COVAX initiative outstrips every other international donor, </w:t>
      </w:r>
      <w:r w:rsidRPr="00976E44">
        <w:rPr>
          <w:u w:val="single"/>
        </w:rPr>
        <w:t>logistical obstacles and Western pharmaceutical companies’ need to prioritize U.S. government contracts have slowed down vaccine distribution.</w:t>
      </w:r>
    </w:p>
    <w:p w14:paraId="3E003079" w14:textId="77777777" w:rsidR="00C52A1A" w:rsidRPr="00976E44" w:rsidRDefault="00C52A1A" w:rsidP="00C52A1A">
      <w:pPr>
        <w:rPr>
          <w:rStyle w:val="Emphasis"/>
        </w:rPr>
      </w:pPr>
      <w:r w:rsidRPr="00976E44">
        <w:rPr>
          <w:sz w:val="16"/>
        </w:rPr>
        <w:t xml:space="preserve">Meanwhile, China </w:t>
      </w:r>
      <w:r w:rsidRPr="00976E44">
        <w:rPr>
          <w:u w:val="single"/>
        </w:rPr>
        <w:t>has raced to fill the vaccine gap, and they’ve been successful</w:t>
      </w:r>
      <w:r w:rsidRPr="00976E44">
        <w:rPr>
          <w:sz w:val="16"/>
        </w:rPr>
        <w:t xml:space="preserve">. According to the Council of Americas, </w:t>
      </w:r>
      <w:proofErr w:type="gramStart"/>
      <w:r w:rsidRPr="00976E44">
        <w:rPr>
          <w:u w:val="single"/>
        </w:rPr>
        <w:t>the majority of</w:t>
      </w:r>
      <w:proofErr w:type="gramEnd"/>
      <w:r w:rsidRPr="00976E44">
        <w:rPr>
          <w:u w:val="single"/>
        </w:rPr>
        <w:t xml:space="preserve"> all vaccines administered in </w:t>
      </w:r>
      <w:r w:rsidRPr="00976E44">
        <w:rPr>
          <w:highlight w:val="green"/>
          <w:u w:val="single"/>
        </w:rPr>
        <w:t>Latin America</w:t>
      </w:r>
      <w:r w:rsidRPr="00976E44">
        <w:rPr>
          <w:u w:val="single"/>
        </w:rPr>
        <w:t xml:space="preserve"> are sourced from Beijing. True, </w:t>
      </w:r>
      <w:r w:rsidRPr="00976E44">
        <w:rPr>
          <w:rStyle w:val="Emphasis"/>
        </w:rPr>
        <w:t>Uruguay, Costa Rica, and the Dominican Republic</w:t>
      </w:r>
      <w:r w:rsidRPr="00976E44">
        <w:rPr>
          <w:u w:val="single"/>
        </w:rPr>
        <w:t xml:space="preserve"> have </w:t>
      </w:r>
      <w:r w:rsidRPr="00976E44">
        <w:rPr>
          <w:highlight w:val="green"/>
          <w:u w:val="single"/>
        </w:rPr>
        <w:t>questioned</w:t>
      </w:r>
      <w:r w:rsidRPr="00976E44">
        <w:rPr>
          <w:u w:val="single"/>
        </w:rPr>
        <w:t xml:space="preserve"> the </w:t>
      </w:r>
      <w:r w:rsidRPr="00976E44">
        <w:rPr>
          <w:rStyle w:val="Emphasis"/>
          <w:highlight w:val="green"/>
        </w:rPr>
        <w:t xml:space="preserve">efficacy </w:t>
      </w:r>
      <w:r w:rsidRPr="00976E44">
        <w:rPr>
          <w:rStyle w:val="Emphasis"/>
        </w:rPr>
        <w:t>of Chinese Sinovac inoculations</w:t>
      </w:r>
      <w:r w:rsidRPr="00976E44">
        <w:rPr>
          <w:u w:val="single"/>
        </w:rPr>
        <w:t>, and a Chilean study found that Sinovac was only 54 percent effective</w:t>
      </w:r>
      <w:r w:rsidRPr="00976E44">
        <w:rPr>
          <w:sz w:val="16"/>
        </w:rPr>
        <w:t xml:space="preserve"> in preventing contagion, </w:t>
      </w:r>
      <w:r w:rsidRPr="00976E44">
        <w:rPr>
          <w:u w:val="single"/>
        </w:rPr>
        <w:t xml:space="preserve">while </w:t>
      </w:r>
      <w:r w:rsidRPr="00976E44">
        <w:rPr>
          <w:highlight w:val="green"/>
          <w:u w:val="single"/>
        </w:rPr>
        <w:t>Pfizer and Moderna</w:t>
      </w:r>
      <w:r w:rsidRPr="00976E44">
        <w:rPr>
          <w:u w:val="single"/>
        </w:rPr>
        <w:t xml:space="preserve"> record </w:t>
      </w:r>
      <w:r w:rsidRPr="00976E44">
        <w:rPr>
          <w:highlight w:val="green"/>
          <w:u w:val="single"/>
        </w:rPr>
        <w:t>much higher efficacy. Yet</w:t>
      </w:r>
      <w:r w:rsidRPr="00976E44">
        <w:rPr>
          <w:u w:val="single"/>
        </w:rPr>
        <w:t xml:space="preserve"> the speed and scale of Beijing’s vaccine campaign has forced governments to </w:t>
      </w:r>
      <w:r w:rsidRPr="00976E44">
        <w:rPr>
          <w:rStyle w:val="Emphasis"/>
        </w:rPr>
        <w:t>accept</w:t>
      </w:r>
      <w:r w:rsidRPr="00976E44">
        <w:rPr>
          <w:u w:val="single"/>
        </w:rPr>
        <w:t xml:space="preserve"> the less-effective Chinese vaccine; </w:t>
      </w:r>
      <w:r w:rsidRPr="00976E44">
        <w:rPr>
          <w:highlight w:val="green"/>
          <w:u w:val="single"/>
        </w:rPr>
        <w:t xml:space="preserve">there are </w:t>
      </w:r>
      <w:r w:rsidRPr="00976E44">
        <w:rPr>
          <w:rStyle w:val="Emphasis"/>
          <w:highlight w:val="green"/>
        </w:rPr>
        <w:t xml:space="preserve">few alternatives </w:t>
      </w:r>
      <w:r w:rsidRPr="00976E44">
        <w:rPr>
          <w:rStyle w:val="Emphasis"/>
        </w:rPr>
        <w:t>on offer.</w:t>
      </w:r>
    </w:p>
    <w:p w14:paraId="2850620F" w14:textId="77777777" w:rsidR="00C52A1A" w:rsidRPr="00976E44" w:rsidRDefault="00C52A1A" w:rsidP="00C52A1A">
      <w:pPr>
        <w:rPr>
          <w:u w:val="single"/>
        </w:rPr>
      </w:pPr>
      <w:r w:rsidRPr="00976E44">
        <w:rPr>
          <w:u w:val="single"/>
        </w:rPr>
        <w:t xml:space="preserve">President Xi Jinping is already using </w:t>
      </w:r>
      <w:r w:rsidRPr="00976E44">
        <w:rPr>
          <w:highlight w:val="green"/>
          <w:u w:val="single"/>
        </w:rPr>
        <w:t>vaccine diplomacy</w:t>
      </w:r>
      <w:r w:rsidRPr="00976E44">
        <w:rPr>
          <w:u w:val="single"/>
        </w:rPr>
        <w:t xml:space="preserve"> to </w:t>
      </w:r>
      <w:r w:rsidRPr="00976E44">
        <w:rPr>
          <w:rStyle w:val="Emphasis"/>
          <w:highlight w:val="green"/>
        </w:rPr>
        <w:t>advance</w:t>
      </w:r>
      <w:r w:rsidRPr="00976E44">
        <w:rPr>
          <w:rStyle w:val="Emphasis"/>
        </w:rPr>
        <w:t xml:space="preserve"> other Chinese </w:t>
      </w:r>
      <w:r w:rsidRPr="00976E44">
        <w:rPr>
          <w:rStyle w:val="Emphasis"/>
          <w:highlight w:val="green"/>
        </w:rPr>
        <w:t>interests</w:t>
      </w:r>
      <w:r w:rsidRPr="00976E44">
        <w:rPr>
          <w:highlight w:val="green"/>
          <w:u w:val="single"/>
        </w:rPr>
        <w:t xml:space="preserve">. China has pressured </w:t>
      </w:r>
      <w:r w:rsidRPr="00976E44">
        <w:rPr>
          <w:rStyle w:val="Emphasis"/>
          <w:highlight w:val="green"/>
        </w:rPr>
        <w:t>Honduras</w:t>
      </w:r>
      <w:r w:rsidRPr="00976E44">
        <w:rPr>
          <w:highlight w:val="green"/>
          <w:u w:val="single"/>
        </w:rPr>
        <w:t xml:space="preserve"> and </w:t>
      </w:r>
      <w:r w:rsidRPr="00976E44">
        <w:rPr>
          <w:rStyle w:val="Emphasis"/>
          <w:highlight w:val="green"/>
        </w:rPr>
        <w:t>Paraguay</w:t>
      </w:r>
      <w:r w:rsidRPr="00976E44">
        <w:rPr>
          <w:u w:val="single"/>
        </w:rPr>
        <w:t xml:space="preserve"> to sever diplomatic ties with Taiwan in order to receive Chinese vaccines, and successfully </w:t>
      </w:r>
      <w:r w:rsidRPr="00976E44">
        <w:rPr>
          <w:highlight w:val="green"/>
          <w:u w:val="single"/>
        </w:rPr>
        <w:t xml:space="preserve">pushed </w:t>
      </w:r>
      <w:r w:rsidRPr="00976E44">
        <w:rPr>
          <w:rStyle w:val="Emphasis"/>
          <w:highlight w:val="green"/>
        </w:rPr>
        <w:t>Brazil</w:t>
      </w:r>
      <w:r w:rsidRPr="00976E44">
        <w:rPr>
          <w:highlight w:val="green"/>
          <w:u w:val="single"/>
        </w:rPr>
        <w:t xml:space="preserve"> </w:t>
      </w:r>
      <w:r w:rsidRPr="00976E44">
        <w:rPr>
          <w:u w:val="single"/>
        </w:rPr>
        <w:t>to reverse its ban on telecom giant Huawei’s 5G network project.</w:t>
      </w:r>
    </w:p>
    <w:p w14:paraId="2ECE9398" w14:textId="77777777" w:rsidR="00C52A1A" w:rsidRPr="00976E44" w:rsidRDefault="00C52A1A" w:rsidP="00C52A1A">
      <w:pPr>
        <w:rPr>
          <w:sz w:val="16"/>
        </w:rPr>
      </w:pPr>
      <w:r w:rsidRPr="00976E44">
        <w:rPr>
          <w:sz w:val="16"/>
        </w:rPr>
        <w:t xml:space="preserve">Vaccine diplomacy is only the newest instance of increased Chinese trade and investment in Latin America. Meanwhile, </w:t>
      </w:r>
      <w:r w:rsidRPr="00976E44">
        <w:rPr>
          <w:u w:val="single"/>
        </w:rPr>
        <w:t>Washington continues to entangle itself in exploits in distant regions rather than prioritizing ties</w:t>
      </w:r>
      <w:r w:rsidRPr="00976E44">
        <w:rPr>
          <w:sz w:val="16"/>
        </w:rPr>
        <w:t xml:space="preserve"> in its own neighborhood. </w:t>
      </w:r>
      <w:r w:rsidRPr="00976E44">
        <w:rPr>
          <w:rStyle w:val="Emphasis"/>
          <w:highlight w:val="green"/>
        </w:rPr>
        <w:t>Latin America</w:t>
      </w:r>
      <w:r w:rsidRPr="00976E44">
        <w:rPr>
          <w:rStyle w:val="Emphasis"/>
        </w:rPr>
        <w:t xml:space="preserve">n policymakers are growing increasingly </w:t>
      </w:r>
      <w:r w:rsidRPr="00976E44">
        <w:rPr>
          <w:rStyle w:val="Emphasis"/>
          <w:highlight w:val="green"/>
        </w:rPr>
        <w:t>disillusioned with Washington</w:t>
      </w:r>
      <w:r w:rsidRPr="00976E44">
        <w:rPr>
          <w:rStyle w:val="Emphasis"/>
        </w:rPr>
        <w:t>’s</w:t>
      </w:r>
      <w:r w:rsidRPr="00976E44">
        <w:rPr>
          <w:u w:val="single"/>
        </w:rPr>
        <w:t xml:space="preserve"> inattention to regional development and progress</w:t>
      </w:r>
      <w:r w:rsidRPr="00976E44">
        <w:rPr>
          <w:sz w:val="16"/>
        </w:rPr>
        <w:t>. Honduran chief cabinet coordinator Carlos Alberto Madero sums up the increasing frustration: “</w:t>
      </w:r>
      <w:r w:rsidRPr="00976E44">
        <w:rPr>
          <w:u w:val="single"/>
        </w:rPr>
        <w:t xml:space="preserve">The Honduran people… see that China is helping its allies and we start to ask ourselves why </w:t>
      </w:r>
      <w:r w:rsidRPr="00976E44">
        <w:rPr>
          <w:rStyle w:val="Emphasis"/>
        </w:rPr>
        <w:t>ours are not helping us</w:t>
      </w:r>
      <w:r w:rsidRPr="00976E44">
        <w:rPr>
          <w:sz w:val="16"/>
        </w:rPr>
        <w:t>.” The pandemic is still raging in the region, and Washington has an opportunity to rebound by increasing the pace of vaccine donations.</w:t>
      </w:r>
    </w:p>
    <w:p w14:paraId="46010642" w14:textId="77777777" w:rsidR="00C52A1A" w:rsidRPr="00976E44" w:rsidRDefault="00C52A1A" w:rsidP="00C52A1A"/>
    <w:p w14:paraId="3059FC3A" w14:textId="77777777" w:rsidR="00C52A1A" w:rsidRPr="00976E44" w:rsidRDefault="00C52A1A" w:rsidP="00C52A1A">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072E0647" w14:textId="77777777" w:rsidR="00C52A1A" w:rsidRPr="00976E44" w:rsidRDefault="00C52A1A" w:rsidP="00C52A1A">
      <w:r w:rsidRPr="00976E44">
        <w:rPr>
          <w:rStyle w:val="Style13ptBold"/>
        </w:rPr>
        <w:t>Cossu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8" w:history="1">
        <w:r w:rsidRPr="00976E44">
          <w:rPr>
            <w:rStyle w:val="Hyperlink"/>
          </w:rPr>
          <w:t>https://scroll.in/article/1000114/in-latin-america-chinese-vaccine-diplomacy-is-directly-challenging-uss-declining-authority</w:t>
        </w:r>
      </w:hyperlink>
      <w:r w:rsidRPr="00976E44">
        <w:t>] Justin</w:t>
      </w:r>
    </w:p>
    <w:p w14:paraId="0BB39708" w14:textId="77777777" w:rsidR="00C52A1A" w:rsidRPr="00976E44" w:rsidRDefault="00C52A1A" w:rsidP="00C52A1A">
      <w:pPr>
        <w:rPr>
          <w:rStyle w:val="Emphasis"/>
        </w:rPr>
      </w:pPr>
      <w:r w:rsidRPr="00976E44">
        <w:rPr>
          <w:sz w:val="16"/>
        </w:rPr>
        <w:lastRenderedPageBreak/>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03B5BB18" w14:textId="77777777" w:rsidR="00C52A1A" w:rsidRPr="00976E44" w:rsidRDefault="00C52A1A" w:rsidP="00C52A1A">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6DD72922" w14:textId="77777777" w:rsidR="00C52A1A" w:rsidRPr="00976E44" w:rsidRDefault="00C52A1A" w:rsidP="00C52A1A">
      <w:pPr>
        <w:rPr>
          <w:sz w:val="16"/>
        </w:rPr>
      </w:pPr>
      <w:r w:rsidRPr="00976E44">
        <w:rPr>
          <w:sz w:val="16"/>
        </w:rPr>
        <w:t xml:space="preserve">During a global vaccine shortage, China has been able to provide 252 million doses to the world. This includes </w:t>
      </w:r>
      <w:proofErr w:type="gramStart"/>
      <w:r w:rsidRPr="00976E44">
        <w:rPr>
          <w:sz w:val="16"/>
        </w:rPr>
        <w:t>the majority of</w:t>
      </w:r>
      <w:proofErr w:type="gramEnd"/>
      <w:r w:rsidRPr="00976E44">
        <w:rPr>
          <w:sz w:val="16"/>
        </w:rPr>
        <w:t xml:space="preserve"> total doses made available to Latin American countries.</w:t>
      </w:r>
    </w:p>
    <w:p w14:paraId="7251FE00" w14:textId="77777777" w:rsidR="00C52A1A" w:rsidRPr="00976E44" w:rsidRDefault="00C52A1A" w:rsidP="00C52A1A">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4E8A418E" w14:textId="77777777" w:rsidR="00C52A1A" w:rsidRPr="00976E44" w:rsidRDefault="00C52A1A" w:rsidP="00C52A1A">
      <w:pPr>
        <w:rPr>
          <w:sz w:val="16"/>
        </w:rPr>
      </w:pPr>
      <w:r w:rsidRPr="00976E44">
        <w:rPr>
          <w:sz w:val="16"/>
        </w:rPr>
        <w:t>As of May, no other country can match this figure. Most countries are focused primarily on achieving their own herd immunity first.</w:t>
      </w:r>
    </w:p>
    <w:p w14:paraId="2901D2A8" w14:textId="77777777" w:rsidR="00C52A1A" w:rsidRPr="00976E44" w:rsidRDefault="00C52A1A" w:rsidP="00C52A1A">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45FB4A5A" w14:textId="77777777" w:rsidR="00C52A1A" w:rsidRPr="00976E44" w:rsidRDefault="00C52A1A" w:rsidP="00C52A1A">
      <w:pPr>
        <w:rPr>
          <w:u w:val="single"/>
        </w:rPr>
      </w:pPr>
      <w:r w:rsidRPr="00976E44">
        <w:rPr>
          <w:u w:val="single"/>
        </w:rPr>
        <w:t xml:space="preserve">Declining </w:t>
      </w:r>
      <w:r w:rsidRPr="00976E44">
        <w:rPr>
          <w:rStyle w:val="Emphasis"/>
        </w:rPr>
        <w:t>‘Washington Consensus’</w:t>
      </w:r>
    </w:p>
    <w:p w14:paraId="546037EF" w14:textId="77777777" w:rsidR="00C52A1A" w:rsidRPr="00976E44" w:rsidRDefault="00C52A1A" w:rsidP="00C52A1A">
      <w:pPr>
        <w:rPr>
          <w:u w:val="single"/>
        </w:rPr>
      </w:pPr>
      <w:r w:rsidRPr="00976E44">
        <w:rPr>
          <w:sz w:val="16"/>
        </w:rPr>
        <w:t xml:space="preserve">The rationale behind American policy towards Latin America has long been that unstable </w:t>
      </w:r>
      <w:proofErr w:type="spellStart"/>
      <w:r w:rsidRPr="00976E44">
        <w:rPr>
          <w:sz w:val="16"/>
        </w:rPr>
        <w:t>neighbours</w:t>
      </w:r>
      <w:proofErr w:type="spellEnd"/>
      <w:r w:rsidRPr="00976E44">
        <w:rPr>
          <w:sz w:val="16"/>
        </w:rPr>
        <w:t xml:space="preserve"> (especially Communist ones) </w:t>
      </w:r>
      <w:proofErr w:type="spellStart"/>
      <w:r w:rsidRPr="00976E44">
        <w:rPr>
          <w:sz w:val="16"/>
        </w:rPr>
        <w:t>destabilise</w:t>
      </w:r>
      <w:proofErr w:type="spellEnd"/>
      <w:r w:rsidRPr="00976E44">
        <w:rPr>
          <w:sz w:val="16"/>
        </w:rPr>
        <w:t xml:space="preserv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0A4EB27B" w14:textId="77777777" w:rsidR="00C52A1A" w:rsidRPr="00976E44" w:rsidRDefault="00C52A1A" w:rsidP="00C52A1A">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0821C652" w14:textId="77777777" w:rsidR="00C52A1A" w:rsidRPr="00976E44" w:rsidRDefault="00C52A1A" w:rsidP="00C52A1A">
      <w:pPr>
        <w:rPr>
          <w:sz w:val="16"/>
        </w:rPr>
      </w:pPr>
      <w:r w:rsidRPr="00976E44">
        <w:rPr>
          <w:sz w:val="16"/>
        </w:rPr>
        <w:t xml:space="preserve">Despite good intentions, the International Monetary Fund and World Bank </w:t>
      </w:r>
      <w:proofErr w:type="spellStart"/>
      <w:r w:rsidRPr="00976E44">
        <w:rPr>
          <w:sz w:val="16"/>
        </w:rPr>
        <w:t>programmes</w:t>
      </w:r>
      <w:proofErr w:type="spellEnd"/>
      <w:r w:rsidRPr="00976E44">
        <w:rPr>
          <w:sz w:val="16"/>
        </w:rPr>
        <w:t xml:space="preserve"> did not alleviate Latin America’s problems. On the contrary, the Washington Consensus is often cited as having </w:t>
      </w:r>
      <w:proofErr w:type="spellStart"/>
      <w:r w:rsidRPr="00976E44">
        <w:rPr>
          <w:sz w:val="16"/>
        </w:rPr>
        <w:t>fuelled</w:t>
      </w:r>
      <w:proofErr w:type="spellEnd"/>
      <w:r w:rsidRPr="00976E44">
        <w:rPr>
          <w:sz w:val="16"/>
        </w:rPr>
        <w:t xml:space="preserve"> a resurgence of populism in Latin America. It is also held responsible for the succession of left-wing governments in the 1990s known as the Pink Tide.</w:t>
      </w:r>
    </w:p>
    <w:p w14:paraId="12C1DCA8" w14:textId="77777777" w:rsidR="00C52A1A" w:rsidRPr="00976E44" w:rsidRDefault="00C52A1A" w:rsidP="00C52A1A">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323ADA98" w14:textId="77777777" w:rsidR="00C52A1A" w:rsidRPr="00976E44" w:rsidRDefault="00C52A1A" w:rsidP="00C52A1A">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16E0D097" w14:textId="77777777" w:rsidR="00C52A1A" w:rsidRPr="00976E44" w:rsidRDefault="00C52A1A" w:rsidP="00C52A1A">
      <w:pPr>
        <w:rPr>
          <w:sz w:val="16"/>
        </w:rPr>
      </w:pPr>
      <w:r w:rsidRPr="00976E44">
        <w:rPr>
          <w:sz w:val="16"/>
        </w:rPr>
        <w:t>Rising Chinese power</w:t>
      </w:r>
    </w:p>
    <w:p w14:paraId="49AEDC63" w14:textId="77777777" w:rsidR="00C52A1A" w:rsidRPr="00976E44" w:rsidRDefault="00C52A1A" w:rsidP="00C52A1A">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5449B042" w14:textId="77777777" w:rsidR="00C52A1A" w:rsidRPr="00976E44" w:rsidRDefault="00C52A1A" w:rsidP="00C52A1A">
      <w:pPr>
        <w:rPr>
          <w:sz w:val="16"/>
        </w:rPr>
      </w:pPr>
      <w:r w:rsidRPr="00976E44">
        <w:rPr>
          <w:sz w:val="16"/>
        </w:rPr>
        <w:t xml:space="preserve">A scheduled $8 trillion for project infrastructure in sixty-eight countries through the New Silk Road </w:t>
      </w:r>
      <w:proofErr w:type="spellStart"/>
      <w:r w:rsidRPr="00976E44">
        <w:rPr>
          <w:sz w:val="16"/>
        </w:rPr>
        <w:t>programme</w:t>
      </w:r>
      <w:proofErr w:type="spellEnd"/>
      <w:r w:rsidRPr="00976E44">
        <w:rPr>
          <w:sz w:val="16"/>
        </w:rPr>
        <w:t xml:space="preserve"> vividly captures its approach. Brazil, Venezuela, Ecuador and Bolivia already have partnership projects with China and Mexico is considering joining one.</w:t>
      </w:r>
    </w:p>
    <w:p w14:paraId="29FBBC34" w14:textId="77777777" w:rsidR="00C52A1A" w:rsidRPr="00976E44" w:rsidRDefault="00C52A1A" w:rsidP="00C52A1A">
      <w:pPr>
        <w:rPr>
          <w:sz w:val="16"/>
        </w:rPr>
      </w:pPr>
      <w:r w:rsidRPr="00976E44">
        <w:rPr>
          <w:sz w:val="16"/>
        </w:rPr>
        <w:t>The US and Chinese tools for economic diplomacy are very similar in practice, yet fundamentally different in philosophy.</w:t>
      </w:r>
    </w:p>
    <w:p w14:paraId="396FE3C5" w14:textId="77777777" w:rsidR="00C52A1A" w:rsidRPr="00976E44" w:rsidRDefault="00C52A1A" w:rsidP="00C52A1A">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 xml:space="preserve">economically successful by working hard to </w:t>
      </w:r>
      <w:proofErr w:type="spellStart"/>
      <w:r w:rsidRPr="00976E44">
        <w:rPr>
          <w:rStyle w:val="Emphasis"/>
        </w:rPr>
        <w:t>realise</w:t>
      </w:r>
      <w:proofErr w:type="spellEnd"/>
      <w:r w:rsidRPr="00976E44">
        <w:rPr>
          <w:rStyle w:val="Emphasis"/>
        </w:rPr>
        <w:t xml:space="preserve"> our individuality</w:t>
      </w:r>
      <w:r w:rsidRPr="00976E44">
        <w:rPr>
          <w:u w:val="single"/>
        </w:rPr>
        <w:t>... We will export the idea that this is the best possible system through soft power and economic cooperation.</w:t>
      </w:r>
    </w:p>
    <w:p w14:paraId="1481BDFB" w14:textId="77777777" w:rsidR="00C52A1A" w:rsidRPr="00976E44" w:rsidRDefault="00C52A1A" w:rsidP="00C52A1A">
      <w:pPr>
        <w:rPr>
          <w:sz w:val="16"/>
        </w:rPr>
      </w:pPr>
      <w:r w:rsidRPr="00976E44">
        <w:rPr>
          <w:sz w:val="16"/>
        </w:rPr>
        <w:t xml:space="preserve">In contrast, </w:t>
      </w:r>
      <w:r w:rsidRPr="00976E44">
        <w:rPr>
          <w:u w:val="single"/>
        </w:rPr>
        <w:t xml:space="preserve">Chinese economic diplomacy is an extension of a collective dream where individuals work hard to </w:t>
      </w:r>
      <w:proofErr w:type="spellStart"/>
      <w:r w:rsidRPr="00976E44">
        <w:rPr>
          <w:rStyle w:val="Emphasis"/>
        </w:rPr>
        <w:t>realise</w:t>
      </w:r>
      <w:proofErr w:type="spellEnd"/>
      <w:r w:rsidRPr="00976E44">
        <w:rPr>
          <w:rStyle w:val="Emphasis"/>
        </w:rPr>
        <w:t xml:space="preserve"> the success of the collectivity: everybody in their community and the world.</w:t>
      </w:r>
    </w:p>
    <w:p w14:paraId="50620F9D" w14:textId="77777777" w:rsidR="00C52A1A" w:rsidRPr="00976E44" w:rsidRDefault="00C52A1A" w:rsidP="00C52A1A">
      <w:pPr>
        <w:rPr>
          <w:u w:val="single"/>
        </w:rPr>
      </w:pPr>
      <w:r w:rsidRPr="00976E44">
        <w:rPr>
          <w:u w:val="single"/>
        </w:rPr>
        <w:lastRenderedPageBreak/>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proofErr w:type="spellStart"/>
      <w:r w:rsidRPr="00976E44">
        <w:rPr>
          <w:rStyle w:val="Emphasis"/>
          <w:highlight w:val="green"/>
        </w:rPr>
        <w:t>favour</w:t>
      </w:r>
      <w:proofErr w:type="spellEnd"/>
      <w:r w:rsidRPr="00976E44">
        <w:rPr>
          <w:rStyle w:val="Emphasis"/>
          <w:highlight w:val="green"/>
        </w:rPr>
        <w:t xml:space="preserve">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5CFDD42C" w14:textId="77777777" w:rsidR="00C52A1A" w:rsidRPr="00976E44" w:rsidRDefault="00C52A1A" w:rsidP="00C52A1A">
      <w:pPr>
        <w:rPr>
          <w:sz w:val="16"/>
        </w:rPr>
      </w:pPr>
      <w:r w:rsidRPr="00976E44">
        <w:rPr>
          <w:sz w:val="16"/>
        </w:rPr>
        <w:t>Old international order</w:t>
      </w:r>
    </w:p>
    <w:p w14:paraId="10C18988" w14:textId="77777777" w:rsidR="00C52A1A" w:rsidRPr="00976E44" w:rsidRDefault="00C52A1A" w:rsidP="00C52A1A">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w:t>
      </w:r>
      <w:proofErr w:type="gramStart"/>
      <w:r w:rsidRPr="00976E44">
        <w:rPr>
          <w:rStyle w:val="Emphasis"/>
        </w:rPr>
        <w:t>a crisis situation</w:t>
      </w:r>
      <w:proofErr w:type="gramEnd"/>
      <w:r w:rsidRPr="00976E44">
        <w:rPr>
          <w:rStyle w:val="Emphasis"/>
        </w:rPr>
        <w:t xml:space="preserve">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6BC5EF4F" w14:textId="77777777" w:rsidR="00C52A1A" w:rsidRPr="00976E44" w:rsidRDefault="00C52A1A" w:rsidP="00C52A1A">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237A9FCA" w14:textId="77777777" w:rsidR="00C52A1A" w:rsidRPr="00976E44" w:rsidRDefault="00C52A1A" w:rsidP="00C52A1A">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3250C60D" w14:textId="77777777" w:rsidR="00C52A1A" w:rsidRPr="00976E44" w:rsidRDefault="00C52A1A" w:rsidP="00C52A1A"/>
    <w:p w14:paraId="5FCAA701" w14:textId="77777777" w:rsidR="00C52A1A" w:rsidRPr="00976E44" w:rsidRDefault="00C52A1A" w:rsidP="00C52A1A">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7C75B9BC" w14:textId="77777777" w:rsidR="00C52A1A" w:rsidRPr="00976E44" w:rsidRDefault="00C52A1A" w:rsidP="00C52A1A">
      <w:r w:rsidRPr="00976E44">
        <w:rPr>
          <w:rStyle w:val="Style13ptBold"/>
        </w:rPr>
        <w:t>Yulis 17</w:t>
      </w:r>
      <w:r w:rsidRPr="00976E44">
        <w:t xml:space="preserve"> [Max; Major in </w:t>
      </w:r>
      <w:proofErr w:type="spellStart"/>
      <w:r w:rsidRPr="00976E44">
        <w:t>PoliSci</w:t>
      </w:r>
      <w:proofErr w:type="spellEnd"/>
      <w:r w:rsidRPr="00976E44">
        <w:t xml:space="preserve">, Penn Political Review; “In Defense of Liberal Internationalism,” Penn Political Review; 4/8/17; </w:t>
      </w:r>
      <w:hyperlink r:id="rId9" w:history="1">
        <w:r w:rsidRPr="00976E44">
          <w:rPr>
            <w:rStyle w:val="Hyperlink"/>
          </w:rPr>
          <w:t>http://pennpoliticalreview.org/2017/04/in-defense-of-liberal-internationalism/</w:t>
        </w:r>
      </w:hyperlink>
      <w:r w:rsidRPr="00976E44">
        <w:t>] // Re-Cut Justin</w:t>
      </w:r>
    </w:p>
    <w:p w14:paraId="4B636279" w14:textId="77777777" w:rsidR="00C52A1A" w:rsidRPr="00976E44" w:rsidRDefault="00C52A1A" w:rsidP="00C52A1A">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w:t>
      </w:r>
      <w:proofErr w:type="gramStart"/>
      <w:r w:rsidRPr="00976E44">
        <w:rPr>
          <w:u w:val="single"/>
        </w:rPr>
        <w:t>has the ability to</w:t>
      </w:r>
      <w:proofErr w:type="gramEnd"/>
      <w:r w:rsidRPr="00976E44">
        <w:rPr>
          <w:u w:val="single"/>
        </w:rPr>
        <w:t xml:space="preserve"> revive the world order and traditionally hallmarked human rights, peace, and democracy. </w:t>
      </w:r>
      <w:r w:rsidRPr="00976E44">
        <w:rPr>
          <w:rStyle w:val="Emphasis"/>
        </w:rPr>
        <w:t>The United States</w:t>
      </w:r>
      <w:r w:rsidRPr="00976E44">
        <w:rPr>
          <w:sz w:val="16"/>
        </w:rPr>
        <w:t xml:space="preserve">, with </w:t>
      </w:r>
      <w:proofErr w:type="gramStart"/>
      <w:r w:rsidRPr="00976E44">
        <w:rPr>
          <w:sz w:val="16"/>
        </w:rPr>
        <w:t>all of</w:t>
      </w:r>
      <w:proofErr w:type="gramEnd"/>
      <w:r w:rsidRPr="00976E44">
        <w:rPr>
          <w:sz w:val="16"/>
        </w:rPr>
        <w:t xml:space="preserve">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w:t>
      </w:r>
      <w:proofErr w:type="gramStart"/>
      <w:r w:rsidRPr="00976E44">
        <w:rPr>
          <w:u w:val="single"/>
        </w:rPr>
        <w:t>in an effort to</w:t>
      </w:r>
      <w:proofErr w:type="gramEnd"/>
      <w:r w:rsidRPr="00976E44">
        <w:rPr>
          <w:u w:val="single"/>
        </w:rPr>
        <w:t xml:space="preserve">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976E44">
        <w:rPr>
          <w:sz w:val="16"/>
        </w:rPr>
        <w:t>protectionism, and</w:t>
      </w:r>
      <w:proofErr w:type="gramEnd"/>
      <w:r w:rsidRPr="00976E44">
        <w:rPr>
          <w:sz w:val="16"/>
        </w:rPr>
        <w:t xml:space="preserve"> come to grips with the newly transnational nature of problems ranging from climate change to international terrorism. </w:t>
      </w:r>
    </w:p>
    <w:p w14:paraId="3EC59B7E" w14:textId="77777777" w:rsidR="00C52A1A" w:rsidRPr="00976E44" w:rsidRDefault="00C52A1A" w:rsidP="00C52A1A">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w:t>
      </w:r>
      <w:r w:rsidRPr="00976E44">
        <w:rPr>
          <w:sz w:val="16"/>
        </w:rPr>
        <w:lastRenderedPageBreak/>
        <w:t xml:space="preserve">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3DEAFAF4" w14:textId="77777777" w:rsidR="00C52A1A" w:rsidRPr="00976E44" w:rsidRDefault="00C52A1A" w:rsidP="00C52A1A">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7AAA35BC" w14:textId="77777777" w:rsidR="00C52A1A" w:rsidRPr="00976E44" w:rsidRDefault="00C52A1A" w:rsidP="00C52A1A"/>
    <w:p w14:paraId="6EDC57FE" w14:textId="77777777" w:rsidR="00C52A1A" w:rsidRPr="00976E44" w:rsidRDefault="00C52A1A" w:rsidP="00C52A1A">
      <w:pPr>
        <w:pStyle w:val="Heading4"/>
        <w:rPr>
          <w:rFonts w:cs="Calibri"/>
        </w:rPr>
      </w:pPr>
      <w:proofErr w:type="gramStart"/>
      <w:r w:rsidRPr="00976E44">
        <w:rPr>
          <w:rFonts w:cs="Calibri"/>
        </w:rPr>
        <w:t>Yes</w:t>
      </w:r>
      <w:proofErr w:type="gramEnd"/>
      <w:r w:rsidRPr="00976E44">
        <w:rPr>
          <w:rFonts w:cs="Calibri"/>
        </w:rPr>
        <w:t xml:space="preserve"> transition wars---both sides </w:t>
      </w:r>
      <w:r w:rsidRPr="00976E44">
        <w:rPr>
          <w:rFonts w:cs="Calibri"/>
          <w:u w:val="single"/>
        </w:rPr>
        <w:t>miscalculate</w:t>
      </w:r>
      <w:r w:rsidRPr="00976E44">
        <w:rPr>
          <w:rFonts w:cs="Calibri"/>
        </w:rPr>
        <w:t>.</w:t>
      </w:r>
    </w:p>
    <w:p w14:paraId="16289E4B" w14:textId="77777777" w:rsidR="00C52A1A" w:rsidRPr="00976E44" w:rsidRDefault="00C52A1A" w:rsidP="00C52A1A">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w:t>
      </w:r>
      <w:proofErr w:type="spellStart"/>
      <w:r w:rsidRPr="00976E44">
        <w:t>Hee</w:t>
      </w:r>
      <w:proofErr w:type="spellEnd"/>
      <w:r w:rsidRPr="00976E44">
        <w:t xml:space="preserve"> University, Seoul, South Korea. “A real driver of US–China trade conflict: The Sino–US competition for global hegemony and its implications for the future” Emerald Insight. 02-04-2019. </w:t>
      </w:r>
      <w:hyperlink r:id="rId10" w:history="1">
        <w:r w:rsidRPr="00976E44">
          <w:rPr>
            <w:rStyle w:val="Hyperlink"/>
          </w:rPr>
          <w:t>https://www.emerald.com/insight/content/doi/10.1108/ITPD-02-2019-003/full/html</w:t>
        </w:r>
      </w:hyperlink>
      <w:r w:rsidRPr="00976E44">
        <w:rPr>
          <w:rStyle w:val="Hyperlink"/>
        </w:rPr>
        <w:t xml:space="preserve"> // Re-Cut Justin</w:t>
      </w:r>
    </w:p>
    <w:p w14:paraId="2F4D4FD4" w14:textId="77777777" w:rsidR="00C52A1A" w:rsidRPr="00976E44" w:rsidRDefault="00C52A1A" w:rsidP="00C52A1A">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w:t>
      </w:r>
      <w:proofErr w:type="gramStart"/>
      <w:r w:rsidRPr="00976E44">
        <w:rPr>
          <w:u w:val="single"/>
        </w:rPr>
        <w:t>i.e.</w:t>
      </w:r>
      <w:proofErr w:type="gramEnd"/>
      <w:r w:rsidRPr="00976E44">
        <w:rPr>
          <w:u w:val="single"/>
        </w:rPr>
        <w:t xml:space="preserv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w:t>
      </w:r>
      <w:proofErr w:type="spellStart"/>
      <w:r w:rsidRPr="00976E44">
        <w:rPr>
          <w:sz w:val="14"/>
        </w:rPr>
        <w:t>Organski</w:t>
      </w:r>
      <w:proofErr w:type="spellEnd"/>
      <w:r w:rsidRPr="00976E44">
        <w:rPr>
          <w:sz w:val="14"/>
        </w:rPr>
        <w:t xml:space="preserve"> and Kugler, 1980, pp. 19-</w:t>
      </w:r>
      <w:proofErr w:type="gramStart"/>
      <w:r w:rsidRPr="00976E44">
        <w:rPr>
          <w:sz w:val="14"/>
        </w:rPr>
        <w:t>20)[</w:t>
      </w:r>
      <w:proofErr w:type="gramEnd"/>
      <w:r w:rsidRPr="00976E44">
        <w:rPr>
          <w:sz w:val="14"/>
        </w:rPr>
        <w:t xml:space="preserve">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w:t>
      </w:r>
      <w:proofErr w:type="gramStart"/>
      <w:r w:rsidRPr="00976E44">
        <w:rPr>
          <w:sz w:val="14"/>
        </w:rPr>
        <w:t>Shirk</w:t>
      </w:r>
      <w:proofErr w:type="gramEnd"/>
      <w:r w:rsidRPr="00976E44">
        <w:rPr>
          <w:sz w:val="14"/>
        </w:rPr>
        <w:t xml:space="preserve"> (2007, p. 4), China </w:t>
      </w:r>
      <w:r w:rsidRPr="00976E44">
        <w:rPr>
          <w:sz w:val="14"/>
        </w:rPr>
        <w:lastRenderedPageBreak/>
        <w:t xml:space="preserve">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w:t>
      </w:r>
      <w:proofErr w:type="gramStart"/>
      <w:r w:rsidRPr="00976E44">
        <w:rPr>
          <w:u w:val="single"/>
        </w:rPr>
        <w:t>in the near future</w:t>
      </w:r>
      <w:proofErr w:type="gramEnd"/>
      <w:r w:rsidRPr="00976E44">
        <w:rPr>
          <w:u w:val="single"/>
        </w:rPr>
        <w:t xml:space="preserv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43FC54C7" w14:textId="77777777" w:rsidR="00C52A1A" w:rsidRPr="00976E44" w:rsidRDefault="00C52A1A" w:rsidP="00C52A1A"/>
    <w:p w14:paraId="424D2B30" w14:textId="77777777" w:rsidR="00C52A1A" w:rsidRPr="00976E44" w:rsidRDefault="00C52A1A" w:rsidP="00C52A1A">
      <w:pPr>
        <w:pStyle w:val="Heading4"/>
        <w:rPr>
          <w:rFonts w:cs="Calibri"/>
          <w:u w:val="single"/>
        </w:rPr>
      </w:pPr>
      <w:r w:rsidRPr="00976E44">
        <w:rPr>
          <w:rFonts w:cs="Calibri"/>
        </w:rPr>
        <w:t xml:space="preserve">Chinese diplomatic influence </w:t>
      </w:r>
      <w:r w:rsidRPr="00976E44">
        <w:rPr>
          <w:rFonts w:cs="Calibri"/>
          <w:u w:val="single"/>
        </w:rPr>
        <w:t>escalates</w:t>
      </w:r>
      <w:r w:rsidRPr="00976E44">
        <w:rPr>
          <w:rFonts w:cs="Calibri"/>
        </w:rPr>
        <w:t>.</w:t>
      </w:r>
    </w:p>
    <w:p w14:paraId="257EA290" w14:textId="77777777" w:rsidR="00C52A1A" w:rsidRPr="00976E44" w:rsidRDefault="00C52A1A" w:rsidP="00C52A1A">
      <w:r w:rsidRPr="00976E44">
        <w:rPr>
          <w:rStyle w:val="Style13ptBold"/>
        </w:rPr>
        <w:t>Brands 20</w:t>
      </w:r>
      <w:r w:rsidRPr="00976E44">
        <w:t xml:space="preserve"> [Hal; Henry A. Kissinger Distinguished Professor of Global Affairs at the Johns Hopkins School of Advanced International Studies (SAIS), a resident scholar at the American Enterprise Institute, and a Bloomberg Opinion columnist; “Don’t Let Great Powers Carve Up the World Spheres of Influence Are Unnecessary and Dangerous,” Foreign Affairs; 4/20/20; https://www.foreignaffairs.com/articles/china/2020-04-20/dont-let-great-powers-carve-world] Justin </w:t>
      </w:r>
    </w:p>
    <w:p w14:paraId="062F24CA" w14:textId="77777777" w:rsidR="00C52A1A" w:rsidRPr="00976E44" w:rsidRDefault="00C52A1A" w:rsidP="00C52A1A">
      <w:pPr>
        <w:rPr>
          <w:sz w:val="16"/>
        </w:rPr>
      </w:pPr>
      <w:r w:rsidRPr="00976E44">
        <w:rPr>
          <w:rStyle w:val="Emphasis"/>
        </w:rPr>
        <w:t>Opposition to spheres of influence</w:t>
      </w:r>
      <w:r w:rsidRPr="00976E44">
        <w:rPr>
          <w:u w:val="single"/>
        </w:rPr>
        <w:t xml:space="preserve">, in other words, is a part of </w:t>
      </w:r>
      <w:r w:rsidRPr="00976E44">
        <w:rPr>
          <w:rStyle w:val="Emphasis"/>
        </w:rPr>
        <w:t>U.S. diplomatic DNA</w:t>
      </w:r>
      <w:r w:rsidRPr="00976E44">
        <w:rPr>
          <w:u w:val="single"/>
        </w:rPr>
        <w:t xml:space="preserve">. The reason for this, Charles Edel and I argued in 2018, is that </w:t>
      </w:r>
      <w:r w:rsidRPr="00976E44">
        <w:rPr>
          <w:rStyle w:val="Emphasis"/>
        </w:rPr>
        <w:t>spheres of influence clash with fundamental tenets</w:t>
      </w:r>
      <w:r w:rsidRPr="00976E44">
        <w:rPr>
          <w:u w:val="single"/>
        </w:rPr>
        <w:t xml:space="preserve"> of U.S. </w:t>
      </w:r>
      <w:r w:rsidRPr="00976E44">
        <w:rPr>
          <w:rStyle w:val="Emphasis"/>
        </w:rPr>
        <w:t>foreign policy</w:t>
      </w:r>
      <w:r w:rsidRPr="00976E44">
        <w:rPr>
          <w:u w:val="single"/>
        </w:rPr>
        <w:t>.</w:t>
      </w:r>
      <w:r w:rsidRPr="00976E44">
        <w:rPr>
          <w:sz w:val="16"/>
        </w:rPr>
        <w:t xml:space="preserve"> Among them is the United States’ approach to security, which holds that safeguarding the country’s vital interests and physical well-being requires preventing rival powers from establishing a foothold in the Western Hemisphere or dominating strategically important regions overseas. Likewise, the United States’ emphasis on promoting liberty and free trade translates to a concern that spheres of influence—particularly those dominated by authoritarian powers—would impede the spread of U.S. values and allow hostile powers to block American trade and investment. Finally, spheres of influence do not mesh well with American exceptionalism—the notion that the United States should transcend the old, corrupt ways of balance-of-power diplomacy and establish a more humane, democratic system of international relations.</w:t>
      </w:r>
    </w:p>
    <w:p w14:paraId="59A30EE1" w14:textId="77777777" w:rsidR="00C52A1A" w:rsidRPr="00976E44" w:rsidRDefault="00C52A1A" w:rsidP="00C52A1A">
      <w:pPr>
        <w:rPr>
          <w:sz w:val="16"/>
        </w:rPr>
      </w:pPr>
      <w:r w:rsidRPr="00976E44">
        <w:rPr>
          <w:sz w:val="16"/>
        </w:rPr>
        <w:t xml:space="preserve">Of course, that intellectual tradition did not stop </w:t>
      </w:r>
      <w:r w:rsidRPr="00976E44">
        <w:rPr>
          <w:u w:val="single"/>
        </w:rPr>
        <w:t xml:space="preserve">the </w:t>
      </w:r>
      <w:r w:rsidRPr="00976E44">
        <w:rPr>
          <w:highlight w:val="green"/>
          <w:u w:val="single"/>
        </w:rPr>
        <w:t>United States</w:t>
      </w:r>
      <w:r w:rsidRPr="00976E44">
        <w:rPr>
          <w:u w:val="single"/>
        </w:rPr>
        <w:t xml:space="preserve"> from </w:t>
      </w:r>
      <w:r w:rsidRPr="00976E44">
        <w:rPr>
          <w:rStyle w:val="Emphasis"/>
        </w:rPr>
        <w:t xml:space="preserve">building its own </w:t>
      </w:r>
      <w:r w:rsidRPr="00976E44">
        <w:rPr>
          <w:rStyle w:val="Emphasis"/>
          <w:highlight w:val="green"/>
        </w:rPr>
        <w:t>sphere of influence in Latin America</w:t>
      </w:r>
      <w:r w:rsidRPr="00976E44">
        <w:rPr>
          <w:rStyle w:val="Emphasis"/>
        </w:rPr>
        <w:t xml:space="preserve"> from the early nineteenth century</w:t>
      </w:r>
      <w:r w:rsidRPr="00976E44">
        <w:rPr>
          <w:sz w:val="16"/>
        </w:rPr>
        <w:t xml:space="preserve"> onward, nor did it prevent it from drawing large chunks of Europe, East Asia, and the Middle East into a global sphere of influence after World War II. Yet the same tradition has led the United States to run its sphere of influence far more progressively than past great powers, which is why far more countries have sought to join that sphere than to leave it. And since hypocrisy is another venerable tradition in global affairs, it is not surprising that Americans would establish their own, relatively enlightened sphere of influence while denying the legitimacy of everyone else’s.</w:t>
      </w:r>
    </w:p>
    <w:p w14:paraId="5F7EC21A" w14:textId="77777777" w:rsidR="00C52A1A" w:rsidRPr="00976E44" w:rsidRDefault="00C52A1A" w:rsidP="00C52A1A">
      <w:pPr>
        <w:rPr>
          <w:rStyle w:val="Emphasis"/>
        </w:rPr>
      </w:pPr>
      <w:r w:rsidRPr="00976E44">
        <w:rPr>
          <w:sz w:val="16"/>
        </w:rPr>
        <w:t xml:space="preserve">That endeavor reached its zenith in the post–Cold War era, when the collapse of the Soviet bloc made it possible to envision a world in which </w:t>
      </w:r>
      <w:r w:rsidRPr="00976E44">
        <w:rPr>
          <w:rStyle w:val="Emphasis"/>
        </w:rPr>
        <w:t>Washington’s sphere of influence</w:t>
      </w:r>
      <w:r w:rsidRPr="00976E44">
        <w:rPr>
          <w:u w:val="single"/>
        </w:rPr>
        <w:t xml:space="preserve">—also known as the </w:t>
      </w:r>
      <w:r w:rsidRPr="00976E44">
        <w:rPr>
          <w:rStyle w:val="Emphasis"/>
        </w:rPr>
        <w:t>liberal international order</w:t>
      </w:r>
      <w:r w:rsidRPr="00976E44">
        <w:rPr>
          <w:u w:val="single"/>
        </w:rPr>
        <w:t xml:space="preserve">—was the only </w:t>
      </w:r>
      <w:r w:rsidRPr="00976E44">
        <w:rPr>
          <w:rStyle w:val="Emphasis"/>
        </w:rPr>
        <w:t>game in town</w:t>
      </w:r>
      <w:r w:rsidRPr="00976E44">
        <w:rPr>
          <w:u w:val="single"/>
        </w:rPr>
        <w:t xml:space="preserve">. The United States maintained a world-beating military that could intervene around the globe; </w:t>
      </w:r>
      <w:r w:rsidRPr="00976E44">
        <w:rPr>
          <w:rStyle w:val="Emphasis"/>
          <w:highlight w:val="green"/>
        </w:rPr>
        <w:t>preserved</w:t>
      </w:r>
      <w:r w:rsidRPr="00976E44">
        <w:rPr>
          <w:rStyle w:val="Emphasis"/>
        </w:rPr>
        <w:t xml:space="preserve"> and expanded a </w:t>
      </w:r>
      <w:r w:rsidRPr="00976E44">
        <w:rPr>
          <w:rStyle w:val="Emphasis"/>
          <w:highlight w:val="green"/>
        </w:rPr>
        <w:t xml:space="preserve">global </w:t>
      </w:r>
      <w:r w:rsidRPr="00976E44">
        <w:rPr>
          <w:rStyle w:val="Emphasis"/>
        </w:rPr>
        <w:t xml:space="preserve">alliance </w:t>
      </w:r>
      <w:r w:rsidRPr="00976E44">
        <w:rPr>
          <w:rStyle w:val="Emphasis"/>
          <w:highlight w:val="green"/>
        </w:rPr>
        <w:t>structure</w:t>
      </w:r>
      <w:r w:rsidRPr="00976E44">
        <w:rPr>
          <w:rStyle w:val="Emphasis"/>
        </w:rPr>
        <w:t xml:space="preserve"> as a </w:t>
      </w:r>
      <w:r w:rsidRPr="00976E44">
        <w:rPr>
          <w:rStyle w:val="Emphasis"/>
          <w:highlight w:val="green"/>
        </w:rPr>
        <w:t xml:space="preserve">check </w:t>
      </w:r>
      <w:r w:rsidRPr="00976E44">
        <w:rPr>
          <w:rStyle w:val="Emphasis"/>
        </w:rPr>
        <w:t xml:space="preserve">on </w:t>
      </w:r>
      <w:r w:rsidRPr="00976E44">
        <w:rPr>
          <w:rStyle w:val="Emphasis"/>
          <w:highlight w:val="green"/>
        </w:rPr>
        <w:t>aggression</w:t>
      </w:r>
      <w:r w:rsidRPr="00976E44">
        <w:rPr>
          <w:sz w:val="16"/>
        </w:rPr>
        <w:t xml:space="preserve">; and sought to integrate potential challengers, namely Beijing and Moscow, into a U.S.-led system. It was a remarkably ambitious project, as Allison rightly notes, but </w:t>
      </w:r>
      <w:r w:rsidRPr="00976E44">
        <w:rPr>
          <w:u w:val="single"/>
        </w:rPr>
        <w:t xml:space="preserve">it was the culmination of, rather than a departure from, a </w:t>
      </w:r>
      <w:r w:rsidRPr="00976E44">
        <w:rPr>
          <w:rStyle w:val="Emphasis"/>
        </w:rPr>
        <w:t>diplomatic tradition reaching back two centuries.</w:t>
      </w:r>
    </w:p>
    <w:p w14:paraId="1CE93CA9" w14:textId="77777777" w:rsidR="00C52A1A" w:rsidRPr="00976E44" w:rsidRDefault="00C52A1A" w:rsidP="00C52A1A">
      <w:pPr>
        <w:rPr>
          <w:sz w:val="16"/>
        </w:rPr>
      </w:pPr>
      <w:r w:rsidRPr="00976E44">
        <w:rPr>
          <w:sz w:val="16"/>
        </w:rPr>
        <w:t>GIVE THEM AN INCH…</w:t>
      </w:r>
    </w:p>
    <w:p w14:paraId="3AC8D15F" w14:textId="77777777" w:rsidR="00C52A1A" w:rsidRPr="00976E44" w:rsidRDefault="00C52A1A" w:rsidP="00C52A1A">
      <w:pPr>
        <w:rPr>
          <w:u w:val="single"/>
        </w:rPr>
      </w:pPr>
      <w:r w:rsidRPr="00976E44">
        <w:rPr>
          <w:sz w:val="16"/>
        </w:rPr>
        <w:t xml:space="preserve">The post–Cold War moment is over, and </w:t>
      </w:r>
      <w:r w:rsidRPr="00976E44">
        <w:rPr>
          <w:rStyle w:val="Emphasis"/>
        </w:rPr>
        <w:t xml:space="preserve">the prospect of a </w:t>
      </w:r>
      <w:r w:rsidRPr="00976E44">
        <w:rPr>
          <w:rStyle w:val="Emphasis"/>
          <w:highlight w:val="green"/>
        </w:rPr>
        <w:t>divided world</w:t>
      </w:r>
      <w:r w:rsidRPr="00976E44">
        <w:rPr>
          <w:rStyle w:val="Emphasis"/>
        </w:rPr>
        <w:t xml:space="preserve"> has </w:t>
      </w:r>
      <w:r w:rsidRPr="00976E44">
        <w:rPr>
          <w:rStyle w:val="Emphasis"/>
          <w:highlight w:val="green"/>
        </w:rPr>
        <w:t>returned</w:t>
      </w:r>
      <w:r w:rsidRPr="00976E44">
        <w:rPr>
          <w:sz w:val="16"/>
          <w:highlight w:val="green"/>
        </w:rPr>
        <w:t>.</w:t>
      </w:r>
      <w:r w:rsidRPr="00976E44">
        <w:rPr>
          <w:sz w:val="16"/>
        </w:rPr>
        <w:t xml:space="preserve"> Russia is projecting power in the Middle East and staking a claim to dominance in its “near abroad.” </w:t>
      </w:r>
      <w:r w:rsidRPr="00976E44">
        <w:rPr>
          <w:highlight w:val="green"/>
          <w:u w:val="single"/>
        </w:rPr>
        <w:t>China</w:t>
      </w:r>
      <w:r w:rsidRPr="00976E44">
        <w:rPr>
          <w:u w:val="single"/>
        </w:rPr>
        <w:t xml:space="preserve"> is </w:t>
      </w:r>
      <w:r w:rsidRPr="00976E44">
        <w:rPr>
          <w:rStyle w:val="Emphasis"/>
          <w:highlight w:val="green"/>
        </w:rPr>
        <w:t>seeking primacy</w:t>
      </w:r>
      <w:r w:rsidRPr="00976E44">
        <w:rPr>
          <w:rStyle w:val="Emphasis"/>
        </w:rPr>
        <w:t xml:space="preserve"> in the western Pacific</w:t>
      </w:r>
      <w:r w:rsidRPr="00976E44">
        <w:rPr>
          <w:u w:val="single"/>
        </w:rPr>
        <w:t xml:space="preserve"> and Southeast Asia and </w:t>
      </w:r>
      <w:r w:rsidRPr="00976E44">
        <w:rPr>
          <w:highlight w:val="green"/>
          <w:u w:val="single"/>
        </w:rPr>
        <w:t>using</w:t>
      </w:r>
      <w:r w:rsidRPr="00976E44">
        <w:rPr>
          <w:u w:val="single"/>
        </w:rPr>
        <w:t xml:space="preserve"> its </w:t>
      </w:r>
      <w:r w:rsidRPr="00976E44">
        <w:rPr>
          <w:highlight w:val="green"/>
          <w:u w:val="single"/>
        </w:rPr>
        <w:t>diplomatic</w:t>
      </w:r>
      <w:r w:rsidRPr="00976E44">
        <w:rPr>
          <w:u w:val="single"/>
        </w:rPr>
        <w:t xml:space="preserve"> and economic </w:t>
      </w:r>
      <w:r w:rsidRPr="00976E44">
        <w:rPr>
          <w:highlight w:val="green"/>
          <w:u w:val="single"/>
        </w:rPr>
        <w:t xml:space="preserve">influence </w:t>
      </w:r>
      <w:r w:rsidRPr="00976E44">
        <w:rPr>
          <w:u w:val="single"/>
        </w:rPr>
        <w:t xml:space="preserve">to </w:t>
      </w:r>
      <w:r w:rsidRPr="00976E44">
        <w:rPr>
          <w:highlight w:val="green"/>
          <w:u w:val="single"/>
        </w:rPr>
        <w:t xml:space="preserve">draw </w:t>
      </w:r>
      <w:r w:rsidRPr="00976E44">
        <w:rPr>
          <w:rStyle w:val="Emphasis"/>
          <w:highlight w:val="green"/>
        </w:rPr>
        <w:t>countries</w:t>
      </w:r>
      <w:r w:rsidRPr="00976E44">
        <w:rPr>
          <w:rStyle w:val="Emphasis"/>
        </w:rPr>
        <w:t xml:space="preserve"> around the world more tightly </w:t>
      </w:r>
      <w:r w:rsidRPr="00976E44">
        <w:rPr>
          <w:rStyle w:val="Emphasis"/>
          <w:highlight w:val="green"/>
        </w:rPr>
        <w:t>into its orbit</w:t>
      </w:r>
      <w:r w:rsidRPr="00976E44">
        <w:rPr>
          <w:rStyle w:val="Emphasis"/>
        </w:rPr>
        <w:t>.</w:t>
      </w:r>
      <w:r w:rsidRPr="00976E44">
        <w:rPr>
          <w:u w:val="single"/>
        </w:rPr>
        <w:t xml:space="preserve"> Both have developed the tools needed to coerce their neighbors and keep U.S. forces at bay.</w:t>
      </w:r>
    </w:p>
    <w:p w14:paraId="45150945" w14:textId="77777777" w:rsidR="00C52A1A" w:rsidRPr="00976E44" w:rsidRDefault="00C52A1A" w:rsidP="00C52A1A">
      <w:pPr>
        <w:rPr>
          <w:sz w:val="16"/>
        </w:rPr>
      </w:pPr>
      <w:r w:rsidRPr="00976E44">
        <w:rPr>
          <w:sz w:val="16"/>
        </w:rPr>
        <w:lastRenderedPageBreak/>
        <w:t xml:space="preserve">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w:t>
      </w:r>
      <w:proofErr w:type="gramStart"/>
      <w:r w:rsidRPr="00976E44">
        <w:rPr>
          <w:sz w:val="16"/>
        </w:rPr>
        <w:t>other’s</w:t>
      </w:r>
      <w:proofErr w:type="gramEnd"/>
      <w:r w:rsidRPr="00976E44">
        <w:rPr>
          <w:sz w:val="16"/>
        </w:rPr>
        <w:t xml:space="preserve">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w:t>
      </w:r>
      <w:proofErr w:type="gramStart"/>
      <w:r w:rsidRPr="00976E44">
        <w:rPr>
          <w:sz w:val="16"/>
        </w:rPr>
        <w:t>Yet in reality, a</w:t>
      </w:r>
      <w:proofErr w:type="gramEnd"/>
      <w:r w:rsidRPr="00976E44">
        <w:rPr>
          <w:sz w:val="16"/>
        </w:rPr>
        <w:t xml:space="preserve"> spheres-of-influence world would bring more peril than safety.</w:t>
      </w:r>
    </w:p>
    <w:p w14:paraId="53117B26" w14:textId="77777777" w:rsidR="00C52A1A" w:rsidRPr="00976E44" w:rsidRDefault="00C52A1A" w:rsidP="00C52A1A">
      <w:pPr>
        <w:rPr>
          <w:sz w:val="16"/>
        </w:rPr>
      </w:pPr>
      <w:r w:rsidRPr="00976E44">
        <w:rPr>
          <w:rStyle w:val="Emphasis"/>
        </w:rPr>
        <w:t>Russia’s and China’s spheres of influence</w:t>
      </w:r>
      <w:r w:rsidRPr="00976E44">
        <w:rPr>
          <w:u w:val="single"/>
        </w:rPr>
        <w:t xml:space="preserve"> would inevitably be </w:t>
      </w:r>
      <w:r w:rsidRPr="00976E44">
        <w:rPr>
          <w:rStyle w:val="Emphasis"/>
        </w:rPr>
        <w:t>domains of coercion and authoritarianism</w:t>
      </w:r>
      <w:r w:rsidRPr="00976E44">
        <w:rPr>
          <w:u w:val="single"/>
        </w:rPr>
        <w:t>.</w:t>
      </w:r>
      <w:r w:rsidRPr="00976E44">
        <w:rPr>
          <w:sz w:val="16"/>
        </w:rPr>
        <w:t xml:space="preserve"> Both countries are </w:t>
      </w:r>
      <w:r w:rsidRPr="00976E44">
        <w:rPr>
          <w:u w:val="single"/>
        </w:rPr>
        <w:t xml:space="preserve">run by </w:t>
      </w:r>
      <w:r w:rsidRPr="00976E44">
        <w:rPr>
          <w:rStyle w:val="Emphasis"/>
        </w:rPr>
        <w:t>illiberal, autocratic regimes</w:t>
      </w:r>
      <w:r w:rsidRPr="00976E44">
        <w:rPr>
          <w:u w:val="single"/>
        </w:rPr>
        <w:t>; their leaders see democratic values as profoundly threatening</w:t>
      </w:r>
      <w:r w:rsidRPr="00976E44">
        <w:rPr>
          <w:sz w:val="16"/>
        </w:rPr>
        <w:t xml:space="preserve"> to their political survival. </w:t>
      </w:r>
      <w:r w:rsidRPr="00976E44">
        <w:rPr>
          <w:u w:val="single"/>
        </w:rPr>
        <w:t xml:space="preserve">If </w:t>
      </w:r>
      <w:r w:rsidRPr="00976E44">
        <w:rPr>
          <w:rStyle w:val="Emphasis"/>
        </w:rPr>
        <w:t>Moscow and Beijing dominated their respective neighborhoods</w:t>
      </w:r>
      <w:r w:rsidRPr="00976E44">
        <w:rPr>
          <w:u w:val="single"/>
        </w:rPr>
        <w:t xml:space="preserve">, they would naturally seek to </w:t>
      </w:r>
      <w:r w:rsidRPr="00976E44">
        <w:rPr>
          <w:rStyle w:val="Emphasis"/>
          <w:highlight w:val="green"/>
        </w:rPr>
        <w:t>undermine</w:t>
      </w:r>
      <w:r w:rsidRPr="00976E44">
        <w:rPr>
          <w:rStyle w:val="Emphasis"/>
        </w:rPr>
        <w:t xml:space="preserve"> democratic </w:t>
      </w:r>
      <w:r w:rsidRPr="00976E44">
        <w:rPr>
          <w:rStyle w:val="Emphasis"/>
          <w:highlight w:val="green"/>
        </w:rPr>
        <w:t>governments</w:t>
      </w:r>
      <w:r w:rsidRPr="00976E44">
        <w:rPr>
          <w:rStyle w:val="Emphasis"/>
        </w:rPr>
        <w:t xml:space="preserve"> that </w:t>
      </w:r>
      <w:r w:rsidRPr="00976E44">
        <w:rPr>
          <w:rStyle w:val="Emphasis"/>
          <w:highlight w:val="green"/>
        </w:rPr>
        <w:t>resist their control</w:t>
      </w:r>
      <w:r w:rsidRPr="00976E44">
        <w:rPr>
          <w:u w:val="single"/>
        </w:rPr>
        <w:t>—as China is already doing in Taiwan and as Russia is doing in Ukraine</w:t>
      </w:r>
      <w:r w:rsidRPr="00976E44">
        <w:rPr>
          <w:sz w:val="16"/>
        </w:rPr>
        <w:t>—or that challenge, through their very existence, the legitimacy of authoritarian rule. The practical consequence of acceding to authoritarian spheres of influence would be to intensify the crisis of democracy that afflicts the world today.</w:t>
      </w:r>
    </w:p>
    <w:p w14:paraId="60AE4DE6" w14:textId="77777777" w:rsidR="00C52A1A" w:rsidRPr="00976E44" w:rsidRDefault="00C52A1A" w:rsidP="00C52A1A">
      <w:pPr>
        <w:rPr>
          <w:sz w:val="16"/>
        </w:rPr>
      </w:pPr>
      <w:r w:rsidRPr="00976E44">
        <w:rPr>
          <w:u w:val="single"/>
        </w:rPr>
        <w:t>The United States would suffer economically, too. China</w:t>
      </w:r>
      <w:proofErr w:type="gramStart"/>
      <w:r w:rsidRPr="00976E44">
        <w:rPr>
          <w:u w:val="single"/>
        </w:rPr>
        <w:t>, in particular, is</w:t>
      </w:r>
      <w:proofErr w:type="gramEnd"/>
      <w:r w:rsidRPr="00976E44">
        <w:rPr>
          <w:u w:val="single"/>
        </w:rPr>
        <w:t xml:space="preserve"> a mercantilist power already working to turn Asian economies toward Beijing and could one day put the United States at a severe disadvantage on the world’s most economically dynamic continent. Washington should not concede a Chinese sphere of influence</w:t>
      </w:r>
      <w:r w:rsidRPr="00976E44">
        <w:rPr>
          <w:sz w:val="16"/>
        </w:rPr>
        <w:t xml:space="preserve"> unless it is also willing to compromise the “Open Door” principles that have animated its statecraft for over a century.</w:t>
      </w:r>
    </w:p>
    <w:p w14:paraId="19EF5C61" w14:textId="77777777" w:rsidR="00C52A1A" w:rsidRPr="00976E44" w:rsidRDefault="00C52A1A" w:rsidP="00C52A1A">
      <w:pPr>
        <w:rPr>
          <w:sz w:val="16"/>
        </w:rPr>
      </w:pPr>
      <w:r w:rsidRPr="00976E44">
        <w:rPr>
          <w:sz w:val="16"/>
        </w:rPr>
        <w:t xml:space="preserve">Such costs might be acceptable in exchange for peace and security. </w:t>
      </w:r>
      <w:r w:rsidRPr="00976E44">
        <w:rPr>
          <w:u w:val="single"/>
        </w:rPr>
        <w:t xml:space="preserve">But </w:t>
      </w:r>
      <w:r w:rsidRPr="00976E44">
        <w:rPr>
          <w:highlight w:val="green"/>
          <w:u w:val="single"/>
        </w:rPr>
        <w:t>spheres of influence</w:t>
      </w:r>
      <w:r w:rsidRPr="00976E44">
        <w:rPr>
          <w:u w:val="single"/>
        </w:rPr>
        <w:t xml:space="preserve"> during the Cold War </w:t>
      </w:r>
      <w:r w:rsidRPr="00976E44">
        <w:rPr>
          <w:rStyle w:val="Emphasis"/>
          <w:highlight w:val="green"/>
        </w:rPr>
        <w:t>did not prevent</w:t>
      </w:r>
      <w:r w:rsidRPr="00976E44">
        <w:rPr>
          <w:rStyle w:val="Emphasis"/>
        </w:rPr>
        <w:t xml:space="preserve"> the Soviets from repeatedly </w:t>
      </w:r>
      <w:r w:rsidRPr="00976E44">
        <w:rPr>
          <w:rStyle w:val="Emphasis"/>
          <w:highlight w:val="green"/>
        </w:rPr>
        <w:t>testing</w:t>
      </w:r>
      <w:r w:rsidRPr="00976E44">
        <w:rPr>
          <w:rStyle w:val="Emphasis"/>
        </w:rPr>
        <w:t xml:space="preserve"> American </w:t>
      </w:r>
      <w:r w:rsidRPr="00976E44">
        <w:rPr>
          <w:rStyle w:val="Emphasis"/>
          <w:highlight w:val="green"/>
        </w:rPr>
        <w:t>redlines</w:t>
      </w:r>
      <w:r w:rsidRPr="00976E44">
        <w:rPr>
          <w:u w:val="single"/>
        </w:rPr>
        <w:t xml:space="preserve"> in Berlin, causing </w:t>
      </w:r>
      <w:r w:rsidRPr="00976E44">
        <w:rPr>
          <w:rStyle w:val="Emphasis"/>
          <w:highlight w:val="green"/>
        </w:rPr>
        <w:t>high-stakes crises</w:t>
      </w:r>
      <w:r w:rsidRPr="00976E44">
        <w:rPr>
          <w:rStyle w:val="Emphasis"/>
        </w:rPr>
        <w:t xml:space="preserve"> in which </w:t>
      </w:r>
      <w:r w:rsidRPr="00976E44">
        <w:rPr>
          <w:rStyle w:val="Emphasis"/>
          <w:highlight w:val="green"/>
        </w:rPr>
        <w:t>nuclear war</w:t>
      </w:r>
      <w:r w:rsidRPr="00976E44">
        <w:rPr>
          <w:rStyle w:val="Emphasis"/>
        </w:rPr>
        <w:t xml:space="preserve"> was a real possibility.</w:t>
      </w:r>
      <w:r w:rsidRPr="00976E44">
        <w:rPr>
          <w:u w:val="single"/>
        </w:rPr>
        <w:t xml:space="preserve"> Nor did those spheres prevent the two sides from </w:t>
      </w:r>
      <w:r w:rsidRPr="00976E44">
        <w:rPr>
          <w:highlight w:val="green"/>
          <w:u w:val="single"/>
        </w:rPr>
        <w:t>competing</w:t>
      </w:r>
      <w:r w:rsidRPr="00976E44">
        <w:rPr>
          <w:u w:val="single"/>
        </w:rPr>
        <w:t xml:space="preserve"> sharply, and sometimes </w:t>
      </w:r>
      <w:r w:rsidRPr="00976E44">
        <w:rPr>
          <w:highlight w:val="green"/>
          <w:u w:val="single"/>
        </w:rPr>
        <w:t>violently</w:t>
      </w:r>
      <w:r w:rsidRPr="00976E44">
        <w:rPr>
          <w:u w:val="single"/>
        </w:rPr>
        <w:t>, throughout the “Third World.”</w:t>
      </w:r>
      <w:r w:rsidRPr="00976E44">
        <w:rPr>
          <w:sz w:val="16"/>
        </w:rPr>
        <w:t xml:space="preserve"> Throughout history, spheres-of-influence settlements, from the Thirty Years’ Peace between Athens and Sparta to the Peace of Amiens between the United Kingdom and Napoleonic France have often ended, sooner or later, in war.</w:t>
      </w:r>
    </w:p>
    <w:p w14:paraId="0EB7B754" w14:textId="77777777" w:rsidR="00C52A1A" w:rsidRPr="00976E44" w:rsidRDefault="00C52A1A" w:rsidP="00C52A1A">
      <w:pPr>
        <w:rPr>
          <w:sz w:val="16"/>
        </w:rPr>
      </w:pPr>
    </w:p>
    <w:p w14:paraId="3900CCEF" w14:textId="77777777" w:rsidR="00C52A1A" w:rsidRPr="00976E44" w:rsidRDefault="00C52A1A" w:rsidP="00C52A1A">
      <w:pPr>
        <w:pStyle w:val="Heading3"/>
        <w:rPr>
          <w:rFonts w:cs="Calibri"/>
        </w:rPr>
      </w:pPr>
      <w:r w:rsidRPr="00976E44">
        <w:rPr>
          <w:rFonts w:cs="Calibri"/>
        </w:rPr>
        <w:lastRenderedPageBreak/>
        <w:t>1AC – Adv – Pandemics</w:t>
      </w:r>
    </w:p>
    <w:p w14:paraId="6EC2C83C" w14:textId="77777777" w:rsidR="00C52A1A" w:rsidRPr="00976E44" w:rsidRDefault="00C52A1A" w:rsidP="00C52A1A">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418896B7" w14:textId="77777777" w:rsidR="00C52A1A" w:rsidRPr="00976E44" w:rsidRDefault="00C52A1A" w:rsidP="00C52A1A">
      <w:r w:rsidRPr="00976E44">
        <w:rPr>
          <w:rStyle w:val="Style13ptBold"/>
        </w:rPr>
        <w:t>Kumar 21</w:t>
      </w:r>
      <w:r w:rsidRPr="00976E44">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1" w:history="1">
        <w:r w:rsidRPr="00976E44">
          <w:rPr>
            <w:rStyle w:val="Hyperlink"/>
          </w:rPr>
          <w:t>https://idsa.in/issuebrief/wto-trips-waiver-covid-vaccine-rkumar-120721</w:t>
        </w:r>
      </w:hyperlink>
      <w:r w:rsidRPr="00976E44">
        <w:t>] Justin</w:t>
      </w:r>
    </w:p>
    <w:p w14:paraId="300ABA21" w14:textId="77777777" w:rsidR="00C52A1A" w:rsidRPr="00976E44" w:rsidRDefault="00C52A1A" w:rsidP="00C52A1A">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2693610D" w14:textId="77777777" w:rsidR="00C52A1A" w:rsidRPr="00976E44" w:rsidRDefault="00C52A1A" w:rsidP="00C52A1A">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7EFEFA1F" w14:textId="77777777" w:rsidR="00C52A1A" w:rsidRPr="00976E44" w:rsidRDefault="00C52A1A" w:rsidP="00C52A1A">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16CE85A1" w14:textId="77777777" w:rsidR="00C52A1A" w:rsidRPr="00976E44" w:rsidRDefault="00C52A1A" w:rsidP="00C52A1A">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0BE92977" w14:textId="77777777" w:rsidR="00C52A1A" w:rsidRPr="00976E44" w:rsidRDefault="00C52A1A" w:rsidP="00C52A1A">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w:t>
      </w:r>
      <w:r w:rsidRPr="00976E44">
        <w:rPr>
          <w:sz w:val="16"/>
        </w:rPr>
        <w:lastRenderedPageBreak/>
        <w:t xml:space="preserve">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0AE861A5" w14:textId="77777777" w:rsidR="00C52A1A" w:rsidRPr="00976E44" w:rsidRDefault="00C52A1A" w:rsidP="00C52A1A">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0FF6BF40" w14:textId="77777777" w:rsidR="00C52A1A" w:rsidRPr="00976E44" w:rsidRDefault="00C52A1A" w:rsidP="00C52A1A">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0813B898" w14:textId="77777777" w:rsidR="00C52A1A" w:rsidRPr="00976E44" w:rsidRDefault="00C52A1A" w:rsidP="00C52A1A">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779D577D" w14:textId="77777777" w:rsidR="00C52A1A" w:rsidRPr="00976E44" w:rsidRDefault="00C52A1A" w:rsidP="00C52A1A">
      <w:pPr>
        <w:rPr>
          <w:sz w:val="16"/>
        </w:rPr>
      </w:pPr>
      <w:r w:rsidRPr="00976E44">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6A32400F" w14:textId="77777777" w:rsidR="00C52A1A" w:rsidRPr="00976E44" w:rsidRDefault="00C52A1A" w:rsidP="00C52A1A">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24D05DC9" w14:textId="77777777" w:rsidR="00C52A1A" w:rsidRPr="00976E44" w:rsidRDefault="00C52A1A" w:rsidP="00C52A1A">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68AAB5CB" w14:textId="77777777" w:rsidR="00C52A1A" w:rsidRPr="00976E44" w:rsidRDefault="00C52A1A" w:rsidP="00C52A1A">
      <w:pPr>
        <w:rPr>
          <w:u w:val="single"/>
        </w:rPr>
      </w:pPr>
      <w:r w:rsidRPr="00976E44">
        <w:rPr>
          <w:sz w:val="16"/>
        </w:rPr>
        <w:lastRenderedPageBreak/>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76E44">
        <w:rPr>
          <w:u w:val="single"/>
        </w:rPr>
        <w:t xml:space="preserve">Shantha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Shantha sold over 120 million doses of vaccines globally.</w:t>
      </w:r>
    </w:p>
    <w:p w14:paraId="780D1B69" w14:textId="77777777" w:rsidR="00C52A1A" w:rsidRPr="00976E44" w:rsidRDefault="00C52A1A" w:rsidP="00C52A1A">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29E19637" w14:textId="77777777" w:rsidR="00C52A1A" w:rsidRPr="00976E44" w:rsidRDefault="00C52A1A" w:rsidP="00C52A1A">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4E4C7440" w14:textId="77777777" w:rsidR="00C52A1A" w:rsidRPr="00976E44" w:rsidRDefault="00C52A1A" w:rsidP="00C52A1A">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w:t>
      </w:r>
      <w:proofErr w:type="gramStart"/>
      <w:r w:rsidRPr="00976E44">
        <w:rPr>
          <w:sz w:val="16"/>
          <w:szCs w:val="16"/>
        </w:rPr>
        <w:t>opens up</w:t>
      </w:r>
      <w:proofErr w:type="gramEnd"/>
      <w:r w:rsidRPr="00976E44">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6614A4E6" w14:textId="77777777" w:rsidR="00C52A1A" w:rsidRPr="00976E44" w:rsidRDefault="00C52A1A" w:rsidP="00C52A1A">
      <w:pPr>
        <w:pStyle w:val="Heading4"/>
        <w:rPr>
          <w:rFonts w:cs="Calibri"/>
        </w:rPr>
      </w:pPr>
      <w:r w:rsidRPr="00976E44">
        <w:rPr>
          <w:rFonts w:cs="Calibri"/>
        </w:rPr>
        <w:lastRenderedPageBreak/>
        <w:t xml:space="preserve">Yes </w:t>
      </w:r>
      <w:r w:rsidRPr="00976E44">
        <w:rPr>
          <w:rFonts w:cs="Calibri"/>
          <w:u w:val="single"/>
        </w:rPr>
        <w:t>scale-up</w:t>
      </w:r>
      <w:r w:rsidRPr="00976E44">
        <w:rPr>
          <w:rFonts w:cs="Calibri"/>
        </w:rPr>
        <w:t xml:space="preserve"> for covid.</w:t>
      </w:r>
    </w:p>
    <w:p w14:paraId="4106E9BD" w14:textId="77777777" w:rsidR="00C52A1A" w:rsidRPr="00976E44" w:rsidRDefault="00C52A1A" w:rsidP="00C52A1A">
      <w:r w:rsidRPr="00976E44">
        <w:rPr>
          <w:rStyle w:val="Style13ptBold"/>
        </w:rPr>
        <w:t>Erfani et al 21</w:t>
      </w:r>
      <w:r w:rsidRPr="00976E44">
        <w:t xml:space="preserve"> [Parsa; Lawrence </w:t>
      </w:r>
      <w:proofErr w:type="spellStart"/>
      <w:r w:rsidRPr="00976E44">
        <w:t>Gostin</w:t>
      </w:r>
      <w:proofErr w:type="spellEnd"/>
      <w:r w:rsidRPr="00976E44">
        <w:t xml:space="preserve">; Vanessa Kerry; Parsa Erfani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2" w:history="1">
        <w:r w:rsidRPr="00976E44">
          <w:rPr>
            <w:rStyle w:val="Hyperlink"/>
          </w:rPr>
          <w:t>https://www.statnews.com/2021/05/19/beyond-a-symbolic-gesture-whats-needed-to-turn-the-ip-waiver-into-covid-19-vaccines/</w:t>
        </w:r>
      </w:hyperlink>
      <w:r w:rsidRPr="00976E44">
        <w:t>] Justin</w:t>
      </w:r>
    </w:p>
    <w:p w14:paraId="4141DDDD" w14:textId="77777777" w:rsidR="00C52A1A" w:rsidRPr="00976E44" w:rsidRDefault="00C52A1A" w:rsidP="00C52A1A">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16E937D6" w14:textId="77777777" w:rsidR="00C52A1A" w:rsidRPr="00976E44" w:rsidRDefault="00C52A1A" w:rsidP="00C52A1A">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0C0FCA56" w14:textId="77777777" w:rsidR="00C52A1A" w:rsidRPr="00976E44" w:rsidRDefault="00C52A1A" w:rsidP="00C52A1A">
      <w:pPr>
        <w:rPr>
          <w:rStyle w:val="Emphasis"/>
        </w:rPr>
      </w:pPr>
      <w:r w:rsidRPr="00976E44">
        <w:rPr>
          <w:u w:val="single"/>
        </w:rPr>
        <w:t xml:space="preserve">Both truths suggest that we </w:t>
      </w:r>
      <w:r w:rsidRPr="00976E44">
        <w:rPr>
          <w:rStyle w:val="Emphasis"/>
        </w:rPr>
        <w:t>pass the blueprint and build the kitchen.</w:t>
      </w:r>
    </w:p>
    <w:p w14:paraId="54D2048E" w14:textId="77777777" w:rsidR="00C52A1A" w:rsidRPr="00976E44" w:rsidRDefault="00C52A1A" w:rsidP="00C52A1A">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1805A816" w14:textId="77777777" w:rsidR="00C52A1A" w:rsidRPr="00976E44" w:rsidRDefault="00C52A1A" w:rsidP="00C52A1A"/>
    <w:p w14:paraId="2C0E0812" w14:textId="77777777" w:rsidR="00C52A1A" w:rsidRPr="00976E44" w:rsidRDefault="00C52A1A" w:rsidP="00C52A1A">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3158573B" w14:textId="77777777" w:rsidR="00C52A1A" w:rsidRPr="00976E44" w:rsidRDefault="00C52A1A" w:rsidP="00C52A1A">
      <w:proofErr w:type="spellStart"/>
      <w:r w:rsidRPr="00976E44">
        <w:rPr>
          <w:rStyle w:val="Style13ptBold"/>
        </w:rPr>
        <w:t>Gurgula</w:t>
      </w:r>
      <w:proofErr w:type="spellEnd"/>
      <w:r w:rsidRPr="00976E44">
        <w:rPr>
          <w:rStyle w:val="Style13ptBold"/>
        </w:rPr>
        <w:t xml:space="preserve"> 20</w:t>
      </w:r>
      <w:r w:rsidRPr="00976E44">
        <w:t xml:space="preserve"> [Olga; Lecturer in Intellectual Property Law at Brunel Law School, Brunel University London. She is also a Visiting Fellow at the Oxford Martin </w:t>
      </w:r>
      <w:proofErr w:type="spellStart"/>
      <w:r w:rsidRPr="00976E44">
        <w:t>Programme</w:t>
      </w:r>
      <w:proofErr w:type="spellEnd"/>
      <w:r w:rsidRPr="00976E44">
        <w:t xml:space="preserve"> on Affordable Medicines, University of Oxford; “Strategic Patenting by Pharmaceutical Companies – Should Competition Law Intervene?” Springer Link; 10/28/20; </w:t>
      </w:r>
      <w:hyperlink r:id="rId13" w:anchor="Sec4" w:history="1">
        <w:r w:rsidRPr="00976E44">
          <w:rPr>
            <w:rStyle w:val="Hyperlink"/>
          </w:rPr>
          <w:t>https://link.springer.com/article/10.1007/s40319-020-00985-0#Sec4</w:t>
        </w:r>
      </w:hyperlink>
      <w:r w:rsidRPr="00976E44">
        <w:t>] Justin</w:t>
      </w:r>
    </w:p>
    <w:p w14:paraId="25175138" w14:textId="77777777" w:rsidR="00C52A1A" w:rsidRPr="00976E44" w:rsidRDefault="00C52A1A" w:rsidP="00C52A1A">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proofErr w:type="gramStart"/>
      <w:r w:rsidRPr="00976E44">
        <w:rPr>
          <w:rStyle w:val="Emphasis"/>
        </w:rPr>
        <w:t>past experience</w:t>
      </w:r>
      <w:proofErr w:type="gramEnd"/>
      <w:r w:rsidRPr="00976E44">
        <w:rPr>
          <w:rStyle w:val="Emphasis"/>
        </w:rPr>
        <w:t xml:space="preserv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xml:space="preserve">, leading to </w:t>
      </w:r>
      <w:proofErr w:type="spellStart"/>
      <w:r w:rsidRPr="00976E44">
        <w:rPr>
          <w:u w:val="single"/>
        </w:rPr>
        <w:t>unaffordably</w:t>
      </w:r>
      <w:proofErr w:type="spellEnd"/>
      <w:r w:rsidRPr="00976E44">
        <w:rPr>
          <w:u w:val="single"/>
        </w:rPr>
        <w:t xml:space="preserve">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w:t>
      </w:r>
      <w:r w:rsidRPr="00976E44">
        <w:rPr>
          <w:u w:val="single"/>
        </w:rPr>
        <w:lastRenderedPageBreak/>
        <w:t xml:space="preserve">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76E44">
        <w:rPr>
          <w:sz w:val="16"/>
        </w:rPr>
        <w:t>fuelled</w:t>
      </w:r>
      <w:proofErr w:type="spellEnd"/>
      <w:r w:rsidRPr="00976E44">
        <w:rPr>
          <w:sz w:val="16"/>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0A93A292" w14:textId="77777777" w:rsidR="00C52A1A" w:rsidRPr="00976E44" w:rsidRDefault="00C52A1A" w:rsidP="00C52A1A">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76E44">
        <w:rPr>
          <w:sz w:val="16"/>
        </w:rPr>
        <w:t>literature,Footnote</w:t>
      </w:r>
      <w:proofErr w:type="gramEnd"/>
      <w:r w:rsidRPr="00976E44">
        <w:rPr>
          <w:sz w:val="16"/>
        </w:rPr>
        <w:t xml:space="preserv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w:t>
      </w:r>
      <w:proofErr w:type="gramStart"/>
      <w:r w:rsidRPr="00976E44">
        <w:rPr>
          <w:u w:val="single"/>
        </w:rPr>
        <w:t>originators, but</w:t>
      </w:r>
      <w:proofErr w:type="gramEnd"/>
      <w:r w:rsidRPr="00976E44">
        <w:rPr>
          <w:u w:val="single"/>
        </w:rPr>
        <w:t xml:space="preserve">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w:t>
      </w:r>
      <w:proofErr w:type="gramStart"/>
      <w:r w:rsidRPr="00976E44">
        <w:rPr>
          <w:sz w:val="16"/>
        </w:rPr>
        <w:t>lawful, and</w:t>
      </w:r>
      <w:proofErr w:type="gramEnd"/>
      <w:r w:rsidRPr="00976E44">
        <w:rPr>
          <w:sz w:val="16"/>
        </w:rPr>
        <w:t xml:space="preserve"> will provide arguments for the intervention of competition law. </w:t>
      </w:r>
      <w:r w:rsidRPr="00976E44">
        <w:rPr>
          <w:u w:val="single"/>
        </w:rPr>
        <w:t xml:space="preserve">This, in turn, will open the </w:t>
      </w:r>
      <w:r w:rsidRPr="00976E44">
        <w:rPr>
          <w:rStyle w:val="Emphasis"/>
        </w:rPr>
        <w:t>possibility for competition authorities to investigate this practice in order to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w:t>
      </w:r>
      <w:proofErr w:type="gramStart"/>
      <w:r w:rsidRPr="00976E44">
        <w:rPr>
          <w:sz w:val="16"/>
        </w:rPr>
        <w:t>inventions,Footnote</w:t>
      </w:r>
      <w:proofErr w:type="gramEnd"/>
      <w:r w:rsidRPr="00976E44">
        <w:rPr>
          <w:sz w:val="16"/>
        </w:rPr>
        <w:t xml:space="preserve">13 </w:t>
      </w:r>
      <w:r w:rsidRPr="00976E44">
        <w:rPr>
          <w:u w:val="single"/>
        </w:rPr>
        <w:t>these tools may not be effective in all cases</w:t>
      </w:r>
      <w:r w:rsidRPr="00976E44">
        <w:rPr>
          <w:sz w:val="16"/>
        </w:rPr>
        <w:t xml:space="preserve">. Therefore, as will be explained further, competition law may be a more suitable tool to address the negative effects of strategic </w:t>
      </w:r>
      <w:proofErr w:type="gramStart"/>
      <w:r w:rsidRPr="00976E44">
        <w:rPr>
          <w:sz w:val="16"/>
        </w:rPr>
        <w:t>patenting.Footnote</w:t>
      </w:r>
      <w:proofErr w:type="gramEnd"/>
      <w:r w:rsidRPr="00976E44">
        <w:rPr>
          <w:sz w:val="16"/>
        </w:rPr>
        <w:t>14</w:t>
      </w:r>
    </w:p>
    <w:p w14:paraId="5CD06A9E" w14:textId="77777777" w:rsidR="00C52A1A" w:rsidRPr="00976E44" w:rsidRDefault="00C52A1A" w:rsidP="00C52A1A">
      <w:pPr>
        <w:rPr>
          <w:sz w:val="16"/>
        </w:rPr>
      </w:pPr>
      <w:r w:rsidRPr="00976E44">
        <w:rPr>
          <w:sz w:val="16"/>
        </w:rPr>
        <w:t xml:space="preserve">The article will be </w:t>
      </w:r>
      <w:proofErr w:type="spellStart"/>
      <w:r w:rsidRPr="00976E44">
        <w:rPr>
          <w:sz w:val="16"/>
        </w:rPr>
        <w:t>organised</w:t>
      </w:r>
      <w:proofErr w:type="spellEnd"/>
      <w:r w:rsidRPr="00976E44">
        <w:rPr>
          <w:sz w:val="16"/>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76E44">
        <w:rPr>
          <w:sz w:val="16"/>
        </w:rPr>
        <w:t>lawful, and</w:t>
      </w:r>
      <w:proofErr w:type="gramEnd"/>
      <w:r w:rsidRPr="00976E44">
        <w:rPr>
          <w:sz w:val="16"/>
        </w:rPr>
        <w:t xml:space="preserve"> will argue that it should be subject to scrutiny under the rules of competition law, to address its negative effects.</w:t>
      </w:r>
    </w:p>
    <w:p w14:paraId="4297165A" w14:textId="77777777" w:rsidR="00C52A1A" w:rsidRPr="00976E44" w:rsidRDefault="00C52A1A" w:rsidP="00C52A1A">
      <w:pPr>
        <w:rPr>
          <w:sz w:val="16"/>
        </w:rPr>
      </w:pPr>
      <w:r w:rsidRPr="00976E44">
        <w:rPr>
          <w:sz w:val="16"/>
        </w:rPr>
        <w:t>Pharmaceutical Innovation and Generic Competition in the Pharmaceutical Industry</w:t>
      </w:r>
    </w:p>
    <w:p w14:paraId="39414433" w14:textId="77777777" w:rsidR="00C52A1A" w:rsidRPr="00976E44" w:rsidRDefault="00C52A1A" w:rsidP="00C52A1A">
      <w:pPr>
        <w:rPr>
          <w:sz w:val="16"/>
        </w:rPr>
      </w:pPr>
      <w:r w:rsidRPr="00976E44">
        <w:rPr>
          <w:sz w:val="16"/>
        </w:rPr>
        <w:t xml:space="preserve">The pharmaceutical industry is unique in its complexity. It is </w:t>
      </w:r>
      <w:proofErr w:type="spellStart"/>
      <w:r w:rsidRPr="00976E44">
        <w:rPr>
          <w:sz w:val="16"/>
        </w:rPr>
        <w:t>characterised</w:t>
      </w:r>
      <w:proofErr w:type="spellEnd"/>
      <w:r w:rsidRPr="00976E44">
        <w:rPr>
          <w:sz w:val="16"/>
        </w:rPr>
        <w:t xml:space="preserve"> by heavy state regulation and, sometimes, by the competing interests of the pharmaceutical business and society. It also involves multiple actors, including </w:t>
      </w:r>
      <w:proofErr w:type="gramStart"/>
      <w:r w:rsidRPr="00976E44">
        <w:rPr>
          <w:sz w:val="16"/>
        </w:rPr>
        <w:t>originators,Footnote</w:t>
      </w:r>
      <w:proofErr w:type="gramEnd"/>
      <w:r w:rsidRPr="00976E44">
        <w:rPr>
          <w:sz w:val="16"/>
        </w:rPr>
        <w:t xml:space="preserve">15 marketing </w:t>
      </w:r>
      <w:proofErr w:type="spellStart"/>
      <w:r w:rsidRPr="00976E44">
        <w:rPr>
          <w:sz w:val="16"/>
        </w:rPr>
        <w:t>authorisation</w:t>
      </w:r>
      <w:proofErr w:type="spellEnd"/>
      <w:r w:rsidRPr="00976E44">
        <w:rPr>
          <w:sz w:val="16"/>
        </w:rPr>
        <w:t xml:space="preserve">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76E44">
        <w:rPr>
          <w:sz w:val="16"/>
        </w:rPr>
        <w:t>maximised</w:t>
      </w:r>
      <w:proofErr w:type="spellEnd"/>
      <w:r w:rsidRPr="00976E44">
        <w:rPr>
          <w:sz w:val="16"/>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76E44">
        <w:rPr>
          <w:sz w:val="16"/>
        </w:rPr>
        <w:t>incentivised</w:t>
      </w:r>
      <w:proofErr w:type="spellEnd"/>
      <w:r w:rsidRPr="00976E44">
        <w:rPr>
          <w:sz w:val="16"/>
        </w:rPr>
        <w:t xml:space="preserve"> and protected.</w:t>
      </w:r>
    </w:p>
    <w:p w14:paraId="17E239A3" w14:textId="77777777" w:rsidR="00C52A1A" w:rsidRPr="00976E44" w:rsidRDefault="00C52A1A" w:rsidP="00C52A1A">
      <w:pPr>
        <w:rPr>
          <w:sz w:val="16"/>
        </w:rPr>
      </w:pPr>
      <w:r w:rsidRPr="00976E44">
        <w:rPr>
          <w:sz w:val="16"/>
        </w:rPr>
        <w:t xml:space="preserve">Moreover, these two elements of the pharmaceutical industry are constantly interacting and have a profound impact on each other. </w:t>
      </w:r>
      <w:proofErr w:type="gramStart"/>
      <w:r w:rsidRPr="00976E44">
        <w:rPr>
          <w:sz w:val="16"/>
        </w:rPr>
        <w:t>In particular, pharmaceutical</w:t>
      </w:r>
      <w:proofErr w:type="gramEnd"/>
      <w:r w:rsidRPr="00976E44">
        <w:rPr>
          <w:sz w:val="16"/>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976E44">
        <w:rPr>
          <w:sz w:val="16"/>
        </w:rPr>
        <w:t>risks.Footnote</w:t>
      </w:r>
      <w:proofErr w:type="gramEnd"/>
      <w:r w:rsidRPr="00976E44">
        <w:rPr>
          <w:sz w:val="16"/>
        </w:rPr>
        <w:t xml:space="preserve">17 It is also highly regulated, including, among other things, the requirement for originators to obtain a special </w:t>
      </w:r>
      <w:proofErr w:type="spellStart"/>
      <w:r w:rsidRPr="00976E44">
        <w:rPr>
          <w:sz w:val="16"/>
        </w:rPr>
        <w:t>authorisation</w:t>
      </w:r>
      <w:proofErr w:type="spellEnd"/>
      <w:r w:rsidRPr="00976E44">
        <w:rPr>
          <w:sz w:val="16"/>
        </w:rPr>
        <w:t xml:space="preserve"> from a designated state </w:t>
      </w:r>
      <w:r w:rsidRPr="00976E44">
        <w:rPr>
          <w:sz w:val="16"/>
        </w:rPr>
        <w:lastRenderedPageBreak/>
        <w:t xml:space="preserve">authority to market a drug. Such marketing </w:t>
      </w:r>
      <w:proofErr w:type="spellStart"/>
      <w:r w:rsidRPr="00976E44">
        <w:rPr>
          <w:sz w:val="16"/>
        </w:rPr>
        <w:t>authorisations</w:t>
      </w:r>
      <w:proofErr w:type="spellEnd"/>
      <w:r w:rsidRPr="00976E44">
        <w:rPr>
          <w:sz w:val="16"/>
        </w:rPr>
        <w:t xml:space="preserve"> are granted to the originators only if they can prove that the drug is safe and effective, which typically requires lengthy and expensive clinical </w:t>
      </w:r>
      <w:proofErr w:type="gramStart"/>
      <w:r w:rsidRPr="00976E44">
        <w:rPr>
          <w:sz w:val="16"/>
        </w:rPr>
        <w:t>trials.Footnote</w:t>
      </w:r>
      <w:proofErr w:type="gramEnd"/>
      <w:r w:rsidRPr="00976E44">
        <w:rPr>
          <w:sz w:val="16"/>
        </w:rPr>
        <w:t>18</w:t>
      </w:r>
    </w:p>
    <w:p w14:paraId="5CC9E546" w14:textId="77777777" w:rsidR="00C52A1A" w:rsidRPr="00976E44" w:rsidRDefault="00C52A1A" w:rsidP="00C52A1A">
      <w:pPr>
        <w:rPr>
          <w:sz w:val="16"/>
        </w:rPr>
      </w:pPr>
      <w:r w:rsidRPr="00976E44">
        <w:rPr>
          <w:sz w:val="16"/>
        </w:rPr>
        <w:t xml:space="preserve">In order to protect these significant efforts and investments, pharmaceutical companies rely heavily on the exclusivity granted by intellectual property rights, and in particular, </w:t>
      </w:r>
      <w:proofErr w:type="gramStart"/>
      <w:r w:rsidRPr="00976E44">
        <w:rPr>
          <w:sz w:val="16"/>
        </w:rPr>
        <w:t>patents.Footnote</w:t>
      </w:r>
      <w:proofErr w:type="gramEnd"/>
      <w:r w:rsidRPr="00976E44">
        <w:rPr>
          <w:sz w:val="16"/>
        </w:rPr>
        <w:t xml:space="preserv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76E44">
        <w:rPr>
          <w:sz w:val="16"/>
        </w:rPr>
        <w:t>incentivise</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76E44">
        <w:rPr>
          <w:sz w:val="16"/>
        </w:rPr>
        <w:t>sales.Footnote</w:t>
      </w:r>
      <w:proofErr w:type="gramEnd"/>
      <w:r w:rsidRPr="00976E44">
        <w:rPr>
          <w:sz w:val="16"/>
        </w:rPr>
        <w:t>24 This effect of generic competition is beneficial for society, as it reduces the financial pressure on healthcare budgets and increases the accessibility of drugs.</w:t>
      </w:r>
    </w:p>
    <w:p w14:paraId="486D9E13" w14:textId="77777777" w:rsidR="00C52A1A" w:rsidRPr="00976E44" w:rsidRDefault="00C52A1A" w:rsidP="00C52A1A">
      <w:pPr>
        <w:rPr>
          <w:sz w:val="16"/>
        </w:rPr>
      </w:pPr>
      <w:r w:rsidRPr="00976E44">
        <w:rPr>
          <w:sz w:val="16"/>
        </w:rPr>
        <w:t>Patenting Practices by Pharmaceutical Companies</w:t>
      </w:r>
    </w:p>
    <w:p w14:paraId="30560B1B" w14:textId="77777777" w:rsidR="00C52A1A" w:rsidRPr="00976E44" w:rsidRDefault="00C52A1A" w:rsidP="00C52A1A">
      <w:pPr>
        <w:rPr>
          <w:sz w:val="16"/>
        </w:rPr>
      </w:pPr>
      <w:r w:rsidRPr="00976E44">
        <w:rPr>
          <w:sz w:val="16"/>
        </w:rPr>
        <w:t>As was mentioned above, generic competition is prevented during the life of a patent protecting an active compound of a drug (a so-called “basic” or “primary” patent</w:t>
      </w:r>
      <w:proofErr w:type="gramStart"/>
      <w:r w:rsidRPr="00976E44">
        <w:rPr>
          <w:sz w:val="16"/>
        </w:rPr>
        <w:t>).Footnote</w:t>
      </w:r>
      <w:proofErr w:type="gramEnd"/>
      <w:r w:rsidRPr="00976E44">
        <w:rPr>
          <w:sz w:val="16"/>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w:t>
      </w:r>
      <w:proofErr w:type="gramStart"/>
      <w:r w:rsidRPr="00976E44">
        <w:rPr>
          <w:sz w:val="16"/>
        </w:rPr>
        <w:t>company.Footnote</w:t>
      </w:r>
      <w:proofErr w:type="gramEnd"/>
      <w:r w:rsidRPr="00976E44">
        <w:rPr>
          <w:sz w:val="16"/>
        </w:rPr>
        <w:t xml:space="preserv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w:t>
      </w:r>
      <w:proofErr w:type="gramStart"/>
      <w:r w:rsidRPr="00976E44">
        <w:rPr>
          <w:rStyle w:val="Emphasis"/>
        </w:rPr>
        <w:t>monopoly</w:t>
      </w:r>
      <w:r w:rsidRPr="00976E44">
        <w:rPr>
          <w:sz w:val="16"/>
        </w:rPr>
        <w:t>.Footnote</w:t>
      </w:r>
      <w:proofErr w:type="gramEnd"/>
      <w:r w:rsidRPr="00976E44">
        <w:rPr>
          <w:sz w:val="16"/>
        </w:rPr>
        <w:t>34</w:t>
      </w:r>
    </w:p>
    <w:p w14:paraId="6FF4DA3B" w14:textId="77777777" w:rsidR="00C52A1A" w:rsidRPr="00976E44" w:rsidRDefault="00C52A1A" w:rsidP="00C52A1A">
      <w:pPr>
        <w:rPr>
          <w:sz w:val="16"/>
        </w:rPr>
      </w:pPr>
      <w:r w:rsidRPr="00976E44">
        <w:rPr>
          <w:sz w:val="16"/>
        </w:rPr>
        <w:t>Defining Strategic Patenting</w:t>
      </w:r>
    </w:p>
    <w:p w14:paraId="1F64F7F5" w14:textId="77777777" w:rsidR="00C52A1A" w:rsidRPr="00976E44" w:rsidRDefault="00C52A1A" w:rsidP="00C52A1A">
      <w:pPr>
        <w:rPr>
          <w:sz w:val="16"/>
        </w:rPr>
      </w:pPr>
      <w:r w:rsidRPr="00976E44">
        <w:rPr>
          <w:sz w:val="16"/>
        </w:rPr>
        <w:t>In its Sector Inquiry Report, the European Commission explained that the drug development process consists of three main stages: (</w:t>
      </w:r>
      <w:proofErr w:type="spellStart"/>
      <w:r w:rsidRPr="00976E44">
        <w:rPr>
          <w:sz w:val="16"/>
        </w:rPr>
        <w:t>i</w:t>
      </w:r>
      <w:proofErr w:type="spellEnd"/>
      <w:r w:rsidRPr="00976E44">
        <w:rPr>
          <w:sz w:val="16"/>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76E44">
        <w:rPr>
          <w:sz w:val="16"/>
        </w:rPr>
        <w:t>maximise</w:t>
      </w:r>
      <w:proofErr w:type="spellEnd"/>
      <w:r w:rsidRPr="00976E44">
        <w:rPr>
          <w:sz w:val="16"/>
        </w:rPr>
        <w:t xml:space="preserve"> their income from the product in order to recoup their R&amp;D investments and earn profits before the commencement of generic competition.Footnote36 It is also during this stage that pharmaceutical companies seek to prolong their market exclusivity.</w:t>
      </w:r>
    </w:p>
    <w:p w14:paraId="7F89227B" w14:textId="77777777" w:rsidR="00C52A1A" w:rsidRPr="00976E44" w:rsidRDefault="00C52A1A" w:rsidP="00C52A1A">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t>
      </w:r>
      <w:r w:rsidRPr="00976E44">
        <w:rPr>
          <w:sz w:val="16"/>
        </w:rPr>
        <w:lastRenderedPageBreak/>
        <w:t xml:space="preserve">which are effective to keep generics off the market”.Footnote37 However, </w:t>
      </w:r>
      <w:r w:rsidRPr="00976E44">
        <w:rPr>
          <w:u w:val="single"/>
        </w:rPr>
        <w:t xml:space="preserve">critics have </w:t>
      </w:r>
      <w:proofErr w:type="spellStart"/>
      <w:r w:rsidRPr="00976E44">
        <w:rPr>
          <w:u w:val="single"/>
        </w:rPr>
        <w:t>characterised</w:t>
      </w:r>
      <w:proofErr w:type="spellEnd"/>
      <w:r w:rsidRPr="00976E44">
        <w:rPr>
          <w:u w:val="single"/>
        </w:rPr>
        <w:t xml:space="preserve">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4AFCB687" w14:textId="77777777" w:rsidR="00C52A1A" w:rsidRPr="00976E44" w:rsidRDefault="00C52A1A" w:rsidP="00C52A1A">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w:t>
      </w:r>
      <w:proofErr w:type="spellStart"/>
      <w:r w:rsidRPr="00976E44">
        <w:rPr>
          <w:u w:val="single"/>
        </w:rPr>
        <w:t>maximising</w:t>
      </w:r>
      <w:proofErr w:type="spellEnd"/>
      <w:r w:rsidRPr="00976E44">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5BF33DF8" w14:textId="77777777" w:rsidR="00C52A1A" w:rsidRPr="00976E44" w:rsidRDefault="00C52A1A" w:rsidP="00C52A1A">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1D9D46A3" w14:textId="77777777" w:rsidR="00C52A1A" w:rsidRPr="00976E44" w:rsidRDefault="00C52A1A" w:rsidP="00C52A1A">
      <w:pPr>
        <w:rPr>
          <w:sz w:val="16"/>
        </w:rPr>
      </w:pPr>
      <w:r w:rsidRPr="00976E44">
        <w:rPr>
          <w:sz w:val="16"/>
        </w:rPr>
        <w:t xml:space="preserve">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76E44">
        <w:rPr>
          <w:sz w:val="16"/>
        </w:rPr>
        <w:t>innovate, and</w:t>
      </w:r>
      <w:proofErr w:type="gramEnd"/>
      <w:r w:rsidRPr="00976E44">
        <w:rPr>
          <w:sz w:val="16"/>
        </w:rPr>
        <w:t xml:space="preserve"> affecting generics’ ability to develop alternative generic products. Strategic patenting, therefore, may enable originators to avoid competitive pressures by preventing generic competition without a need to engage in genuine innovation.</w:t>
      </w:r>
    </w:p>
    <w:p w14:paraId="35AB9223" w14:textId="77777777" w:rsidR="00C52A1A" w:rsidRPr="00976E44" w:rsidRDefault="00C52A1A" w:rsidP="00C52A1A">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12122807" w14:textId="77777777" w:rsidR="00C52A1A" w:rsidRPr="00976E44" w:rsidRDefault="00C52A1A" w:rsidP="00C52A1A">
      <w:pPr>
        <w:rPr>
          <w:sz w:val="16"/>
        </w:rPr>
      </w:pPr>
      <w:r w:rsidRPr="00976E44">
        <w:rPr>
          <w:sz w:val="16"/>
        </w:rPr>
        <w:t xml:space="preserve">In the competitive markets, </w:t>
      </w:r>
      <w:r w:rsidRPr="00976E44">
        <w:rPr>
          <w:u w:val="single"/>
        </w:rPr>
        <w:t xml:space="preserve">the success of a company is based on its business </w:t>
      </w:r>
      <w:proofErr w:type="gramStart"/>
      <w:r w:rsidRPr="00976E44">
        <w:rPr>
          <w:u w:val="single"/>
        </w:rPr>
        <w:t>performance</w:t>
      </w:r>
      <w:r w:rsidRPr="00976E44">
        <w:rPr>
          <w:sz w:val="16"/>
        </w:rPr>
        <w:t>.Footnote</w:t>
      </w:r>
      <w:proofErr w:type="gramEnd"/>
      <w:r w:rsidRPr="00976E44">
        <w:rPr>
          <w:sz w:val="16"/>
        </w:rPr>
        <w:t xml:space="preserv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 xml:space="preserve">firms must innovate. </w:t>
      </w:r>
      <w:proofErr w:type="spellStart"/>
      <w:r w:rsidRPr="00976E44">
        <w:rPr>
          <w:u w:val="single"/>
        </w:rPr>
        <w:t>Realising</w:t>
      </w:r>
      <w:proofErr w:type="spellEnd"/>
      <w:r w:rsidRPr="00976E44">
        <w:rPr>
          <w:u w:val="single"/>
        </w:rPr>
        <w:t xml:space="preserve"> the importance of protecting innovation, which is considered to be the main driver of economic </w:t>
      </w:r>
      <w:proofErr w:type="gramStart"/>
      <w:r w:rsidRPr="00976E44">
        <w:rPr>
          <w:u w:val="single"/>
        </w:rPr>
        <w:t>growth</w:t>
      </w:r>
      <w:r w:rsidRPr="00976E44">
        <w:rPr>
          <w:sz w:val="16"/>
        </w:rPr>
        <w:t>,Footnote</w:t>
      </w:r>
      <w:proofErr w:type="gramEnd"/>
      <w:r w:rsidRPr="00976E44">
        <w:rPr>
          <w:sz w:val="16"/>
        </w:rPr>
        <w:t xml:space="preserv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w:t>
      </w:r>
      <w:proofErr w:type="gramStart"/>
      <w:r w:rsidRPr="00976E44">
        <w:rPr>
          <w:sz w:val="16"/>
        </w:rPr>
        <w:t>competition.Footnote</w:t>
      </w:r>
      <w:proofErr w:type="gramEnd"/>
      <w:r w:rsidRPr="00976E44">
        <w:rPr>
          <w:sz w:val="16"/>
        </w:rPr>
        <w:t>55</w:t>
      </w:r>
    </w:p>
    <w:p w14:paraId="5D9649D1" w14:textId="77777777" w:rsidR="00C52A1A" w:rsidRPr="00976E44" w:rsidRDefault="00C52A1A" w:rsidP="00C52A1A">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 xml:space="preserve">essential element of undistorted competition on the </w:t>
      </w:r>
      <w:r w:rsidRPr="00976E44">
        <w:rPr>
          <w:rStyle w:val="Emphasis"/>
        </w:rPr>
        <w:lastRenderedPageBreak/>
        <w:t>internal market</w:t>
      </w:r>
      <w:r w:rsidRPr="00976E44">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699AB662" w14:textId="77777777" w:rsidR="00C52A1A" w:rsidRPr="00976E44" w:rsidRDefault="00C52A1A" w:rsidP="00C52A1A">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6F53B72C" w14:textId="77777777" w:rsidR="00C52A1A" w:rsidRPr="00976E44" w:rsidRDefault="00C52A1A" w:rsidP="00C52A1A">
      <w:pPr>
        <w:rPr>
          <w:sz w:val="16"/>
        </w:rPr>
      </w:pPr>
      <w:r w:rsidRPr="00976E44">
        <w:rPr>
          <w:sz w:val="16"/>
        </w:rPr>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 xml:space="preserve">in AstraZeneca the General Court considered that the company’s practice of misusing the patent system had the potential of reducing its incentives to innovate and was </w:t>
      </w:r>
      <w:proofErr w:type="gramStart"/>
      <w:r w:rsidRPr="00976E44">
        <w:rPr>
          <w:u w:val="single"/>
        </w:rPr>
        <w:t>anticompetitive</w:t>
      </w:r>
      <w:r w:rsidRPr="00976E44">
        <w:rPr>
          <w:sz w:val="16"/>
        </w:rPr>
        <w:t>.Footnote</w:t>
      </w:r>
      <w:proofErr w:type="gramEnd"/>
      <w:r w:rsidRPr="00976E44">
        <w:rPr>
          <w:sz w:val="16"/>
        </w:rPr>
        <w:t xml:space="preserv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xml:space="preserve">. More recently, several decisions by the European Commission also </w:t>
      </w:r>
      <w:proofErr w:type="spellStart"/>
      <w:r w:rsidRPr="00976E44">
        <w:rPr>
          <w:sz w:val="16"/>
        </w:rPr>
        <w:t>emphasised</w:t>
      </w:r>
      <w:proofErr w:type="spellEnd"/>
      <w:r w:rsidRPr="00976E44">
        <w:rPr>
          <w:sz w:val="16"/>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79A71090" w14:textId="77777777" w:rsidR="00C52A1A" w:rsidRPr="00976E44" w:rsidRDefault="00C52A1A" w:rsidP="00C52A1A">
      <w:pPr>
        <w:rPr>
          <w:sz w:val="16"/>
        </w:rPr>
      </w:pPr>
      <w:r w:rsidRPr="00976E44">
        <w:rPr>
          <w:sz w:val="16"/>
        </w:rPr>
        <w:t xml:space="preserve">These decisions demonstrate that the European Commission </w:t>
      </w:r>
      <w:proofErr w:type="spellStart"/>
      <w:r w:rsidRPr="00976E44">
        <w:rPr>
          <w:sz w:val="16"/>
        </w:rPr>
        <w:t>recognises</w:t>
      </w:r>
      <w:proofErr w:type="spellEnd"/>
      <w:r w:rsidRPr="00976E44">
        <w:rPr>
          <w:sz w:val="16"/>
        </w:rPr>
        <w:t xml:space="preserve"> the fundamental importance of protecting innovation. They confirm that strategies that </w:t>
      </w:r>
      <w:proofErr w:type="gramStart"/>
      <w:r w:rsidRPr="00976E44">
        <w:rPr>
          <w:sz w:val="16"/>
        </w:rPr>
        <w:t>are capable of stifling</w:t>
      </w:r>
      <w:proofErr w:type="gramEnd"/>
      <w:r w:rsidRPr="00976E44">
        <w:rPr>
          <w:sz w:val="16"/>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19334EA3" w14:textId="77777777" w:rsidR="00C52A1A" w:rsidRPr="00976E44" w:rsidRDefault="00C52A1A" w:rsidP="00C52A1A">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605C9376" w14:textId="77777777" w:rsidR="00C52A1A" w:rsidRPr="00976E44" w:rsidRDefault="00C52A1A" w:rsidP="00C52A1A">
      <w:pPr>
        <w:rPr>
          <w:u w:val="single"/>
        </w:rPr>
      </w:pPr>
      <w:r w:rsidRPr="00976E44">
        <w:rPr>
          <w:sz w:val="16"/>
        </w:rPr>
        <w:t xml:space="preserve">While originator companies typically argue that the competition law intervention into their patenting practices will reduce their incentives to </w:t>
      </w:r>
      <w:proofErr w:type="gramStart"/>
      <w:r w:rsidRPr="00976E44">
        <w:rPr>
          <w:sz w:val="16"/>
        </w:rPr>
        <w:t>innovate,Footnote</w:t>
      </w:r>
      <w:proofErr w:type="gramEnd"/>
      <w:r w:rsidRPr="00976E44">
        <w:rPr>
          <w:sz w:val="16"/>
        </w:rPr>
        <w:t xml:space="preserv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in order to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5A92044F" w14:textId="77777777" w:rsidR="00C52A1A" w:rsidRPr="00976E44" w:rsidRDefault="00C52A1A" w:rsidP="00C52A1A">
      <w:pPr>
        <w:rPr>
          <w:sz w:val="16"/>
        </w:rPr>
      </w:pPr>
      <w:r w:rsidRPr="00976E44">
        <w:rPr>
          <w:sz w:val="16"/>
        </w:rPr>
        <w:t xml:space="preserve">Maintaining that this practice is lawful, originators argue that strong patent protection is essential for recouping their investments, as well as for </w:t>
      </w:r>
      <w:proofErr w:type="spellStart"/>
      <w:r w:rsidRPr="00976E44">
        <w:rPr>
          <w:sz w:val="16"/>
        </w:rPr>
        <w:t>incentivising</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 xml:space="preserve">82 Such a position may find some support in the arguments put forward by </w:t>
      </w:r>
      <w:r w:rsidRPr="00976E44">
        <w:rPr>
          <w:sz w:val="16"/>
        </w:rPr>
        <w:lastRenderedPageBreak/>
        <w:t>Joseph Schumpeter and his followers, who claimed that since monopoly increases the reward of the innovator, monopolists are more prone to innovation.Footnote83 However, as Lowe noted:Footnote84</w:t>
      </w:r>
    </w:p>
    <w:p w14:paraId="2EBC40DD" w14:textId="77777777" w:rsidR="00C52A1A" w:rsidRPr="00976E44" w:rsidRDefault="00C52A1A" w:rsidP="00C52A1A">
      <w:pPr>
        <w:rPr>
          <w:u w:val="single"/>
        </w:rPr>
      </w:pPr>
      <w:r w:rsidRPr="00976E44">
        <w:rPr>
          <w:sz w:val="16"/>
        </w:rPr>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071122EC" w14:textId="77777777" w:rsidR="00C52A1A" w:rsidRPr="00976E44" w:rsidRDefault="00C52A1A" w:rsidP="00C52A1A">
      <w:pPr>
        <w:rPr>
          <w:sz w:val="16"/>
        </w:rPr>
      </w:pPr>
      <w:r w:rsidRPr="00976E44">
        <w:rPr>
          <w:sz w:val="16"/>
        </w:rPr>
        <w:t xml:space="preserve">In the same vein, the Commission </w:t>
      </w:r>
      <w:proofErr w:type="spellStart"/>
      <w:r w:rsidRPr="00976E44">
        <w:rPr>
          <w:sz w:val="16"/>
        </w:rPr>
        <w:t>emphasises</w:t>
      </w:r>
      <w:proofErr w:type="spellEnd"/>
      <w:r w:rsidRPr="00976E44">
        <w:rPr>
          <w:sz w:val="16"/>
        </w:rPr>
        <w:t xml:space="preserve"> the importance of competition for the incentives to innovate, stating that: “[r]</w:t>
      </w:r>
      <w:proofErr w:type="spellStart"/>
      <w:r w:rsidRPr="00976E44">
        <w:rPr>
          <w:sz w:val="16"/>
        </w:rPr>
        <w:t>ivalry</w:t>
      </w:r>
      <w:proofErr w:type="spellEnd"/>
      <w:r w:rsidRPr="00976E44">
        <w:rPr>
          <w:sz w:val="16"/>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76E44">
        <w:rPr>
          <w:sz w:val="16"/>
        </w:rPr>
        <w:t>.”Footnote</w:t>
      </w:r>
      <w:proofErr w:type="gramEnd"/>
      <w:r w:rsidRPr="00976E44">
        <w:rPr>
          <w:sz w:val="16"/>
        </w:rPr>
        <w:t>85</w:t>
      </w:r>
    </w:p>
    <w:p w14:paraId="377579E6" w14:textId="77777777" w:rsidR="00C52A1A" w:rsidRPr="00976E44" w:rsidRDefault="00C52A1A" w:rsidP="00C52A1A">
      <w:pPr>
        <w:rPr>
          <w:sz w:val="16"/>
        </w:rPr>
      </w:pPr>
      <w:r w:rsidRPr="00976E44">
        <w:rPr>
          <w:sz w:val="16"/>
        </w:rPr>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76E44">
        <w:rPr>
          <w:sz w:val="16"/>
        </w:rPr>
        <w:t>ile</w:t>
      </w:r>
      <w:proofErr w:type="spellEnd"/>
      <w:r w:rsidRPr="00976E44">
        <w:rPr>
          <w:sz w:val="16"/>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30D22EF1" w14:textId="77777777" w:rsidR="00C52A1A" w:rsidRPr="00976E44" w:rsidRDefault="00C52A1A" w:rsidP="00C52A1A">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rPr>
          <w:sz w:val="16"/>
        </w:rPr>
        <w:t xml:space="preserve">. As Ullrich </w:t>
      </w:r>
      <w:proofErr w:type="gramStart"/>
      <w:r w:rsidRPr="00976E44">
        <w:rPr>
          <w:sz w:val="16"/>
        </w:rPr>
        <w:t>argues:Footnote</w:t>
      </w:r>
      <w:proofErr w:type="gramEnd"/>
      <w:r w:rsidRPr="00976E44">
        <w:rPr>
          <w:sz w:val="16"/>
        </w:rPr>
        <w:t>93</w:t>
      </w:r>
    </w:p>
    <w:p w14:paraId="0A5FAAD9" w14:textId="77777777" w:rsidR="00C52A1A" w:rsidRPr="00976E44" w:rsidRDefault="00C52A1A" w:rsidP="00C52A1A">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1329EB66" w14:textId="77777777" w:rsidR="00C52A1A" w:rsidRPr="00976E44" w:rsidRDefault="00C52A1A" w:rsidP="00C52A1A">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4A38741B" w14:textId="77777777" w:rsidR="00C52A1A" w:rsidRPr="00976E44" w:rsidRDefault="00C52A1A" w:rsidP="00C52A1A">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72CB17A8" w14:textId="77777777" w:rsidR="00C52A1A" w:rsidRPr="00976E44" w:rsidRDefault="00C52A1A" w:rsidP="00C52A1A">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w:t>
      </w:r>
      <w:r w:rsidRPr="00976E44">
        <w:rPr>
          <w:rStyle w:val="Emphasis"/>
        </w:rPr>
        <w:lastRenderedPageBreak/>
        <w:t xml:space="preserve">uncertainty about the patent protection and a fear of infringing on one of the numerous </w:t>
      </w:r>
      <w:proofErr w:type="gramStart"/>
      <w:r w:rsidRPr="00976E44">
        <w:rPr>
          <w:rStyle w:val="Emphasis"/>
        </w:rPr>
        <w:t>patents</w:t>
      </w:r>
      <w:r w:rsidRPr="00976E44">
        <w:rPr>
          <w:sz w:val="16"/>
        </w:rPr>
        <w:t>.Footnote</w:t>
      </w:r>
      <w:proofErr w:type="gramEnd"/>
      <w:r w:rsidRPr="00976E44">
        <w:rPr>
          <w:sz w:val="16"/>
        </w:rPr>
        <w:t>96 In its Sector Inquiry Report, the Commission cited the following quote from one of the originators:</w:t>
      </w:r>
    </w:p>
    <w:p w14:paraId="74577ECA" w14:textId="77777777" w:rsidR="00C52A1A" w:rsidRPr="00976E44" w:rsidRDefault="00C52A1A" w:rsidP="00C52A1A">
      <w:pPr>
        <w:rPr>
          <w:sz w:val="16"/>
        </w:rPr>
      </w:pPr>
      <w:r w:rsidRPr="00976E44">
        <w:rPr>
          <w:sz w:val="16"/>
        </w:rPr>
        <w:t xml:space="preserve">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76E44">
        <w:rPr>
          <w:sz w:val="16"/>
        </w:rPr>
        <w:t>injunction.Footnote</w:t>
      </w:r>
      <w:proofErr w:type="gramEnd"/>
      <w:r w:rsidRPr="00976E44">
        <w:rPr>
          <w:sz w:val="16"/>
        </w:rPr>
        <w:t>97</w:t>
      </w:r>
    </w:p>
    <w:p w14:paraId="5BA807D6" w14:textId="77777777" w:rsidR="00C52A1A" w:rsidRPr="00976E44" w:rsidRDefault="00C52A1A" w:rsidP="00C52A1A">
      <w:pPr>
        <w:rPr>
          <w:sz w:val="16"/>
        </w:rPr>
      </w:pPr>
      <w:r w:rsidRPr="00976E44">
        <w:rPr>
          <w:sz w:val="16"/>
        </w:rPr>
        <w:t xml:space="preserve">Therefore, as a result of creating an impenetrable ring of patent protection by the </w:t>
      </w:r>
      <w:proofErr w:type="gramStart"/>
      <w:r w:rsidRPr="00976E44">
        <w:rPr>
          <w:sz w:val="16"/>
        </w:rPr>
        <w:t>originator,Footnote</w:t>
      </w:r>
      <w:proofErr w:type="gramEnd"/>
      <w:r w:rsidRPr="00976E44">
        <w:rPr>
          <w:sz w:val="16"/>
        </w:rPr>
        <w:t>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584191B4" w14:textId="77777777" w:rsidR="00C52A1A" w:rsidRPr="00976E44" w:rsidRDefault="00C52A1A" w:rsidP="00C52A1A">
      <w:pPr>
        <w:rPr>
          <w:sz w:val="16"/>
        </w:rPr>
      </w:pPr>
      <w:r w:rsidRPr="00976E44">
        <w:rPr>
          <w:sz w:val="16"/>
        </w:rPr>
        <w:t xml:space="preserve">As a result, in addition to the already high barriers to entry into the pharmaceutical market due to patents that protect an existing product and the need to obtain a marketing </w:t>
      </w:r>
      <w:proofErr w:type="spellStart"/>
      <w:r w:rsidRPr="00976E44">
        <w:rPr>
          <w:sz w:val="16"/>
        </w:rPr>
        <w:t>authorisation</w:t>
      </w:r>
      <w:proofErr w:type="spellEnd"/>
      <w:r w:rsidRPr="00976E44">
        <w:rPr>
          <w:sz w:val="16"/>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76E44">
        <w:rPr>
          <w:sz w:val="16"/>
        </w:rPr>
        <w:t>”.Footnote</w:t>
      </w:r>
      <w:proofErr w:type="gramEnd"/>
      <w:r w:rsidRPr="00976E44">
        <w:rPr>
          <w:sz w:val="16"/>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76E44">
        <w:rPr>
          <w:sz w:val="16"/>
        </w:rPr>
        <w:t>Maggiolino</w:t>
      </w:r>
      <w:proofErr w:type="spellEnd"/>
      <w:r w:rsidRPr="00976E44">
        <w:rPr>
          <w:sz w:val="16"/>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667F94FC" w14:textId="77777777" w:rsidR="00C52A1A" w:rsidRPr="00976E44" w:rsidRDefault="00C52A1A" w:rsidP="00C52A1A"/>
    <w:p w14:paraId="47836548" w14:textId="77777777" w:rsidR="00C52A1A" w:rsidRPr="00976E44" w:rsidRDefault="00C52A1A" w:rsidP="00C52A1A">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16D15DEA" w14:textId="77777777" w:rsidR="00C52A1A" w:rsidRPr="00976E44" w:rsidRDefault="00C52A1A" w:rsidP="00C52A1A">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4" w:history="1">
        <w:r w:rsidRPr="00976E44">
          <w:rPr>
            <w:rStyle w:val="Hyperlink"/>
          </w:rPr>
          <w:t>https://www.tandfonline.com/doi/full/10.1080/25751654.2021.1890867</w:t>
        </w:r>
      </w:hyperlink>
      <w:r w:rsidRPr="00976E44">
        <w:t>] Justin</w:t>
      </w:r>
    </w:p>
    <w:p w14:paraId="790C9CEA" w14:textId="77777777" w:rsidR="00C52A1A" w:rsidRPr="00976E44" w:rsidRDefault="00C52A1A" w:rsidP="00C52A1A">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73ECC513" w14:textId="77777777" w:rsidR="00C52A1A" w:rsidRPr="00976E44" w:rsidRDefault="00C52A1A" w:rsidP="00C52A1A">
      <w:pPr>
        <w:rPr>
          <w:sz w:val="16"/>
        </w:rPr>
      </w:pPr>
      <w:r w:rsidRPr="00976E44">
        <w:rPr>
          <w:sz w:val="16"/>
        </w:rPr>
        <w:t xml:space="preserve">The relationship between pandemics and war is </w:t>
      </w:r>
      <w:proofErr w:type="gramStart"/>
      <w:r w:rsidRPr="00976E44">
        <w:rPr>
          <w:sz w:val="16"/>
        </w:rPr>
        <w:t>as long as</w:t>
      </w:r>
      <w:proofErr w:type="gramEnd"/>
      <w:r w:rsidRPr="00976E44">
        <w:rPr>
          <w:sz w:val="16"/>
        </w:rPr>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5D5164B5" w14:textId="77777777" w:rsidR="00C52A1A" w:rsidRPr="00976E44" w:rsidRDefault="00C52A1A" w:rsidP="00C52A1A">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169168DF" w14:textId="77777777" w:rsidR="00C52A1A" w:rsidRPr="00976E44" w:rsidRDefault="00C52A1A" w:rsidP="00C52A1A">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lastRenderedPageBreak/>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6370E2D0" w14:textId="77777777" w:rsidR="00C52A1A" w:rsidRPr="00976E44" w:rsidRDefault="00C52A1A" w:rsidP="00C52A1A">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7CBA416A" w14:textId="77777777" w:rsidR="00C52A1A" w:rsidRPr="00976E44" w:rsidRDefault="00C52A1A" w:rsidP="00C52A1A">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106C8961" w14:textId="77777777" w:rsidR="00C52A1A" w:rsidRPr="00976E44" w:rsidRDefault="00C52A1A" w:rsidP="00C52A1A">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2EDF0A1B" w14:textId="77777777" w:rsidR="00C52A1A" w:rsidRPr="00976E44" w:rsidRDefault="00C52A1A" w:rsidP="00C52A1A">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3D938CAB" w14:textId="77777777" w:rsidR="00C52A1A" w:rsidRPr="00976E44" w:rsidRDefault="00C52A1A" w:rsidP="00C52A1A">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iCs w:val="0"/>
          <w:sz w:val="32"/>
        </w:rPr>
        <w:t>cascading effects on the risk of nuclear war.</w:t>
      </w:r>
    </w:p>
    <w:p w14:paraId="6088544F" w14:textId="77777777" w:rsidR="00C52A1A" w:rsidRPr="00976E44" w:rsidRDefault="00C52A1A" w:rsidP="00C52A1A">
      <w:pPr>
        <w:pStyle w:val="Heading3"/>
        <w:rPr>
          <w:rFonts w:cs="Calibri"/>
        </w:rPr>
      </w:pPr>
      <w:r w:rsidRPr="00976E44">
        <w:rPr>
          <w:rFonts w:cs="Calibri"/>
        </w:rPr>
        <w:lastRenderedPageBreak/>
        <w:t xml:space="preserve">1AC – Plan </w:t>
      </w:r>
    </w:p>
    <w:p w14:paraId="691752E2" w14:textId="77777777" w:rsidR="00C52A1A" w:rsidRPr="00976E44" w:rsidRDefault="00C52A1A" w:rsidP="00C52A1A">
      <w:pPr>
        <w:pStyle w:val="Heading4"/>
        <w:rPr>
          <w:rFonts w:cs="Calibri"/>
        </w:rPr>
      </w:pPr>
      <w:r w:rsidRPr="00976E44">
        <w:rPr>
          <w:rFonts w:cs="Calibri"/>
        </w:rPr>
        <w:t>Plan text: The member nations of the World Trade Organization ought to reduce intellectual property protections for medicines during pandemics.</w:t>
      </w:r>
    </w:p>
    <w:p w14:paraId="3ED38F6E" w14:textId="77777777" w:rsidR="00C52A1A" w:rsidRPr="00976E44" w:rsidRDefault="00C52A1A" w:rsidP="00C52A1A"/>
    <w:p w14:paraId="553234F1" w14:textId="77777777" w:rsidR="00C52A1A" w:rsidRPr="00976E44" w:rsidRDefault="00C52A1A" w:rsidP="00C52A1A">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0225F46C" w14:textId="77777777" w:rsidR="00C52A1A" w:rsidRPr="00976E44" w:rsidRDefault="00C52A1A" w:rsidP="00C52A1A">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5" w:history="1">
        <w:r w:rsidRPr="00976E44">
          <w:rPr>
            <w:rStyle w:val="Hyperlink"/>
          </w:rPr>
          <w:t>https://www.ipwatchdog.com/2021/07/21/third-option-limited-ip-waiver-solve-pandemic-vaccine-problems/id=135732/</w:t>
        </w:r>
      </w:hyperlink>
      <w:r w:rsidRPr="00976E44">
        <w:t>] Justin</w:t>
      </w:r>
    </w:p>
    <w:p w14:paraId="051E71CF" w14:textId="77777777" w:rsidR="00C52A1A" w:rsidRPr="00976E44" w:rsidRDefault="00C52A1A" w:rsidP="00C52A1A">
      <w:pPr>
        <w:rPr>
          <w:u w:val="single"/>
        </w:rPr>
      </w:pPr>
      <w:r w:rsidRPr="00976E44">
        <w:rPr>
          <w:highlight w:val="green"/>
          <w:u w:val="single"/>
        </w:rPr>
        <w:t>Limited Waiver</w:t>
      </w:r>
      <w:r w:rsidRPr="00976E44">
        <w:rPr>
          <w:u w:val="single"/>
        </w:rPr>
        <w:t xml:space="preserve"> Approach</w:t>
      </w:r>
    </w:p>
    <w:p w14:paraId="7C00C9DF" w14:textId="77777777" w:rsidR="00C52A1A" w:rsidRPr="00976E44" w:rsidRDefault="00C52A1A" w:rsidP="00C52A1A">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454D5F45" w14:textId="77777777" w:rsidR="00C52A1A" w:rsidRPr="00976E44" w:rsidRDefault="00C52A1A" w:rsidP="00C52A1A">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444CC0F1" w14:textId="77777777" w:rsidR="00C52A1A" w:rsidRPr="00976E44" w:rsidRDefault="00C52A1A" w:rsidP="00C52A1A">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4F92C673" w14:textId="77777777" w:rsidR="00C52A1A" w:rsidRPr="00976E44" w:rsidRDefault="00C52A1A" w:rsidP="00C52A1A">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w:t>
      </w:r>
      <w:r w:rsidRPr="00976E44">
        <w:rPr>
          <w:u w:val="single"/>
        </w:rPr>
        <w:lastRenderedPageBreak/>
        <w:t xml:space="preserve">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4CD40F01" w14:textId="77777777" w:rsidR="00C52A1A" w:rsidRPr="00976E44" w:rsidRDefault="00C52A1A" w:rsidP="00C52A1A">
      <w:pPr>
        <w:rPr>
          <w:sz w:val="16"/>
        </w:rPr>
      </w:pPr>
      <w:r w:rsidRPr="00976E44">
        <w:rPr>
          <w:sz w:val="16"/>
        </w:rPr>
        <w:t>Let’s Not Repeat Past Mistakes</w:t>
      </w:r>
    </w:p>
    <w:p w14:paraId="7E508269" w14:textId="77777777" w:rsidR="00C52A1A" w:rsidRPr="00976E44" w:rsidRDefault="00C52A1A" w:rsidP="00C52A1A">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71A7E94E" w14:textId="77777777" w:rsidR="00C52A1A" w:rsidRPr="00976E44" w:rsidRDefault="00C52A1A" w:rsidP="00C52A1A"/>
    <w:p w14:paraId="51AE5C95" w14:textId="77777777" w:rsidR="00C52A1A" w:rsidRPr="00976E44" w:rsidRDefault="00C52A1A" w:rsidP="00C52A1A">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292294BA" w14:textId="77777777" w:rsidR="00C52A1A" w:rsidRPr="00976E44" w:rsidRDefault="00C52A1A" w:rsidP="00C52A1A">
      <w:r w:rsidRPr="00976E44">
        <w:rPr>
          <w:rStyle w:val="Style13ptBold"/>
        </w:rPr>
        <w:t>Navnit 21</w:t>
      </w:r>
      <w:r w:rsidRPr="00976E44">
        <w:t xml:space="preserve"> [Brajendra; Ambassador and Permanent Representative of India to WTO; “Science has delivered, will the WTO deliver?” Helsinki Times; 1/18/21; </w:t>
      </w:r>
      <w:hyperlink r:id="rId16" w:history="1">
        <w:r w:rsidRPr="00976E44">
          <w:rPr>
            <w:rStyle w:val="Hyperlink"/>
          </w:rPr>
          <w:t>https://www.helsinkitimes.fi/columns/columns/viewpoint/18561-science-has-delivered-will-the-wto-deliver.html</w:t>
        </w:r>
      </w:hyperlink>
      <w:r w:rsidRPr="00976E44">
        <w:t>] Justin</w:t>
      </w:r>
    </w:p>
    <w:p w14:paraId="2EB059D2" w14:textId="77777777" w:rsidR="00C52A1A" w:rsidRPr="00976E44" w:rsidRDefault="00C52A1A" w:rsidP="00C52A1A">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p>
    <w:p w14:paraId="3E72943F" w14:textId="77777777" w:rsidR="00C52A1A" w:rsidRPr="00976E44" w:rsidRDefault="00C52A1A" w:rsidP="00C52A1A">
      <w:pPr>
        <w:rPr>
          <w:u w:val="single"/>
        </w:rPr>
      </w:pPr>
      <w:r w:rsidRPr="00976E44">
        <w:rPr>
          <w:u w:val="single"/>
        </w:rPr>
        <w:t xml:space="preserve">A proposal by India, South Africa and eight other countries calls on the World Trade </w:t>
      </w:r>
      <w:proofErr w:type="spellStart"/>
      <w:r w:rsidRPr="00976E44">
        <w:rPr>
          <w:u w:val="single"/>
        </w:rPr>
        <w:t>Organisation</w:t>
      </w:r>
      <w:proofErr w:type="spellEnd"/>
      <w:r w:rsidRPr="00976E44">
        <w:rPr>
          <w:u w:val="single"/>
        </w:rPr>
        <w:t xml:space="preserve">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xml:space="preserve">, known as TRIPS, for a limited </w:t>
      </w:r>
      <w:proofErr w:type="gramStart"/>
      <w:r w:rsidRPr="00976E44">
        <w:rPr>
          <w:u w:val="single"/>
        </w:rPr>
        <w:t>period of time</w:t>
      </w:r>
      <w:proofErr w:type="gramEnd"/>
      <w:r w:rsidRPr="00976E44">
        <w:rPr>
          <w:u w:val="single"/>
        </w:rPr>
        <w:t>.</w:t>
      </w:r>
    </w:p>
    <w:p w14:paraId="4CAE0F40" w14:textId="77777777" w:rsidR="00C52A1A" w:rsidRPr="00976E44" w:rsidRDefault="00C52A1A" w:rsidP="00C52A1A">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p>
    <w:p w14:paraId="4C8BE656" w14:textId="77777777" w:rsidR="00C52A1A" w:rsidRPr="00976E44" w:rsidRDefault="00C52A1A" w:rsidP="00C52A1A">
      <w:pPr>
        <w:rPr>
          <w:sz w:val="16"/>
        </w:rPr>
      </w:pPr>
      <w:r w:rsidRPr="00976E44">
        <w:rPr>
          <w:sz w:val="16"/>
        </w:rPr>
        <w:t xml:space="preserve">Unprecedented times call for unorthodox measures. We saw this in the efficacy of strict lockdowns for a limited period, as a policy intervention, in curtailing the spread of the </w:t>
      </w:r>
      <w:proofErr w:type="spellStart"/>
      <w:proofErr w:type="gramStart"/>
      <w:r w:rsidRPr="00976E44">
        <w:rPr>
          <w:sz w:val="16"/>
        </w:rPr>
        <w:t>pandemic.International</w:t>
      </w:r>
      <w:proofErr w:type="spellEnd"/>
      <w:proofErr w:type="gram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2E105426" w14:textId="77777777" w:rsidR="00C52A1A" w:rsidRPr="00976E44" w:rsidRDefault="00C52A1A" w:rsidP="00C52A1A">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437906A7" w14:textId="77777777" w:rsidR="00C52A1A" w:rsidRPr="00976E44" w:rsidRDefault="00C52A1A" w:rsidP="00C52A1A">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w:t>
      </w:r>
      <w:proofErr w:type="gramStart"/>
      <w:r w:rsidRPr="00976E44">
        <w:rPr>
          <w:sz w:val="16"/>
        </w:rPr>
        <w:t>the majority of</w:t>
      </w:r>
      <w:proofErr w:type="gramEnd"/>
      <w:r w:rsidRPr="00976E44">
        <w:rPr>
          <w:sz w:val="16"/>
        </w:rPr>
        <w:t xml:space="preserve">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15010E23" w14:textId="77777777" w:rsidR="00C52A1A" w:rsidRPr="00976E44" w:rsidRDefault="00C52A1A" w:rsidP="00C52A1A">
      <w:pPr>
        <w:rPr>
          <w:sz w:val="16"/>
        </w:rPr>
      </w:pPr>
      <w:r w:rsidRPr="00976E44">
        <w:rPr>
          <w:sz w:val="16"/>
        </w:rPr>
        <w:lastRenderedPageBreak/>
        <w:t>Why existing flexibilities under the TRIPS Agreement are not enough</w:t>
      </w:r>
    </w:p>
    <w:p w14:paraId="6488038B" w14:textId="77777777" w:rsidR="00C52A1A" w:rsidRPr="00976E44" w:rsidRDefault="00C52A1A" w:rsidP="00C52A1A">
      <w:pPr>
        <w:rPr>
          <w:sz w:val="16"/>
        </w:rPr>
      </w:pP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50FCD97D" w14:textId="77777777" w:rsidR="00C52A1A" w:rsidRPr="00976E44" w:rsidRDefault="00C52A1A" w:rsidP="00C52A1A">
      <w:pPr>
        <w:rPr>
          <w:sz w:val="16"/>
        </w:rPr>
      </w:pPr>
      <w:r w:rsidRPr="00976E44">
        <w:rPr>
          <w:sz w:val="16"/>
        </w:rPr>
        <w:t>Why is there a need to go beyond existing global cooperation initiatives?</w:t>
      </w:r>
    </w:p>
    <w:p w14:paraId="0F308321" w14:textId="77777777" w:rsidR="00C52A1A" w:rsidRPr="00976E44" w:rsidRDefault="00C52A1A" w:rsidP="00C52A1A">
      <w:pPr>
        <w:rPr>
          <w:sz w:val="16"/>
        </w:rPr>
      </w:pPr>
      <w:r w:rsidRPr="00976E44">
        <w:rPr>
          <w:sz w:val="16"/>
        </w:rPr>
        <w:t xml:space="preserve">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w:t>
      </w:r>
      <w:proofErr w:type="gramStart"/>
      <w:r w:rsidRPr="00976E44">
        <w:rPr>
          <w:sz w:val="16"/>
        </w:rPr>
        <w:t>the majority of</w:t>
      </w:r>
      <w:proofErr w:type="gramEnd"/>
      <w:r w:rsidRPr="00976E44">
        <w:rPr>
          <w:sz w:val="16"/>
        </w:rPr>
        <w:t xml:space="preserve"> the global population.</w:t>
      </w:r>
    </w:p>
    <w:p w14:paraId="53233FFC" w14:textId="77777777" w:rsidR="00C52A1A" w:rsidRPr="00976E44" w:rsidRDefault="00C52A1A" w:rsidP="00C52A1A">
      <w:pPr>
        <w:rPr>
          <w:sz w:val="16"/>
        </w:rPr>
      </w:pPr>
      <w:proofErr w:type="gramStart"/>
      <w:r w:rsidRPr="00976E44">
        <w:rPr>
          <w:sz w:val="16"/>
        </w:rPr>
        <w:t>Past experience</w:t>
      </w:r>
      <w:proofErr w:type="gramEnd"/>
    </w:p>
    <w:p w14:paraId="0A5A8CD4" w14:textId="77777777" w:rsidR="00C52A1A" w:rsidRPr="00976E44" w:rsidRDefault="00C52A1A" w:rsidP="00C52A1A">
      <w:pPr>
        <w:rPr>
          <w:u w:val="single"/>
        </w:rPr>
      </w:pP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4ED9522B" w14:textId="77777777" w:rsidR="00C52A1A" w:rsidRPr="00976E44" w:rsidRDefault="00C52A1A" w:rsidP="00C52A1A">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02321B75" w14:textId="77777777" w:rsidR="00C52A1A" w:rsidRPr="00976E44" w:rsidRDefault="00C52A1A" w:rsidP="00C52A1A">
      <w:pPr>
        <w:rPr>
          <w:sz w:val="16"/>
        </w:rPr>
      </w:pPr>
      <w:r w:rsidRPr="00976E44">
        <w:rPr>
          <w:sz w:val="16"/>
        </w:rPr>
        <w:t>Way forward</w:t>
      </w:r>
    </w:p>
    <w:p w14:paraId="57541731" w14:textId="77777777" w:rsidR="00C52A1A" w:rsidRPr="00976E44" w:rsidRDefault="00C52A1A" w:rsidP="00C52A1A">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500A9BC7" w14:textId="77777777" w:rsidR="00C52A1A" w:rsidRPr="00976E44" w:rsidRDefault="00C52A1A" w:rsidP="00C52A1A">
      <w:pPr>
        <w:rPr>
          <w:sz w:val="16"/>
        </w:rPr>
      </w:pPr>
      <w:r w:rsidRPr="00976E44">
        <w:rPr>
          <w:sz w:val="16"/>
        </w:rPr>
        <w:t xml:space="preserve">While making the vaccines available was a test of science, making them accessible and affordable is going to be a test of humanity. History should remember us for the “AAA rating” </w:t>
      </w:r>
      <w:proofErr w:type="gramStart"/>
      <w:r w:rsidRPr="00976E44">
        <w:rPr>
          <w:sz w:val="16"/>
        </w:rPr>
        <w:t>i.e.</w:t>
      </w:r>
      <w:proofErr w:type="gramEnd"/>
      <w:r w:rsidRPr="00976E44">
        <w:rPr>
          <w:sz w:val="16"/>
        </w:rPr>
        <w:t xml:space="preserve"> for Availability, Accessibility and Affordability of Covid19 vaccines and treatments and not for a single “A rating” for Availability only. Our future generations deserve nothing less.</w:t>
      </w:r>
    </w:p>
    <w:p w14:paraId="4206FE21" w14:textId="77777777" w:rsidR="00C52A1A" w:rsidRPr="00976E44" w:rsidRDefault="00C52A1A" w:rsidP="00C52A1A">
      <w:pPr>
        <w:rPr>
          <w:sz w:val="16"/>
        </w:rPr>
      </w:pPr>
    </w:p>
    <w:p w14:paraId="215013DA" w14:textId="77777777" w:rsidR="00C52A1A" w:rsidRPr="00976E44" w:rsidRDefault="00C52A1A" w:rsidP="00C52A1A">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18166033" w14:textId="77777777" w:rsidR="00C52A1A" w:rsidRPr="00976E44" w:rsidRDefault="00C52A1A" w:rsidP="00C52A1A">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2D753B60" w14:textId="77777777" w:rsidR="00C52A1A" w:rsidRPr="00976E44" w:rsidRDefault="00C52A1A" w:rsidP="00C52A1A">
      <w:pPr>
        <w:rPr>
          <w:sz w:val="16"/>
        </w:rPr>
      </w:pPr>
      <w:r w:rsidRPr="00976E44">
        <w:rPr>
          <w:sz w:val="16"/>
        </w:rPr>
        <w:t>Both Antigua and the U.S. claimed the resolution of the arbitration as a victory.</w:t>
      </w:r>
      <w:proofErr w:type="gramStart"/>
      <w:r w:rsidRPr="00976E44">
        <w:rPr>
          <w:sz w:val="16"/>
        </w:rPr>
        <w:t>99 In reality, the</w:t>
      </w:r>
      <w:proofErr w:type="gramEnd"/>
      <w:r w:rsidRPr="00976E44">
        <w:rPr>
          <w:sz w:val="16"/>
        </w:rPr>
        <w:t xml:space="preserv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w:t>
      </w:r>
      <w:r w:rsidRPr="00976E44">
        <w:rPr>
          <w:u w:val="single"/>
        </w:rPr>
        <w:lastRenderedPageBreak/>
        <w:t xml:space="preserve">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0573AA38" w14:textId="77777777" w:rsidR="00C52A1A" w:rsidRDefault="00C52A1A" w:rsidP="00C52A1A">
      <w:pPr>
        <w:pStyle w:val="Heading3"/>
        <w:rPr>
          <w:rFonts w:cs="Calibri"/>
        </w:rPr>
      </w:pPr>
      <w:r w:rsidRPr="00976E44">
        <w:rPr>
          <w:rFonts w:cs="Calibri"/>
        </w:rPr>
        <w:lastRenderedPageBreak/>
        <w:t>1AC – Framing</w:t>
      </w:r>
    </w:p>
    <w:p w14:paraId="4155DFBD" w14:textId="77777777" w:rsidR="00C52A1A" w:rsidRDefault="00C52A1A" w:rsidP="00C52A1A">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167534BF" w14:textId="77777777" w:rsidR="00C52A1A" w:rsidRDefault="00C52A1A" w:rsidP="00C52A1A">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29754A1F" w14:textId="77777777" w:rsidR="00C52A1A" w:rsidRDefault="00C52A1A" w:rsidP="00C52A1A">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13A94CB9" w14:textId="77777777" w:rsidR="00C52A1A" w:rsidRPr="00611177" w:rsidRDefault="00C52A1A" w:rsidP="00C52A1A">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60F1174B" w14:textId="77777777" w:rsidR="00C52A1A" w:rsidRPr="00611177" w:rsidRDefault="00C52A1A" w:rsidP="00C52A1A">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1C177A08" w14:textId="77777777" w:rsidR="00C52A1A" w:rsidRPr="00484031" w:rsidRDefault="00C52A1A" w:rsidP="00C52A1A">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w:t>
      </w:r>
      <w:r w:rsidRPr="00611177">
        <w:rPr>
          <w:sz w:val="12"/>
        </w:rPr>
        <w:lastRenderedPageBreak/>
        <w:t xml:space="preserve">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4BB139F5" w14:textId="77777777" w:rsidR="00C52A1A" w:rsidRDefault="00C52A1A" w:rsidP="00C52A1A">
      <w:pPr>
        <w:pStyle w:val="Heading4"/>
      </w:pPr>
      <w:r>
        <w:t>4] Extinction outweighs</w:t>
      </w:r>
    </w:p>
    <w:p w14:paraId="6909368E" w14:textId="77777777" w:rsidR="00C52A1A" w:rsidRPr="00166CFF" w:rsidRDefault="00C52A1A" w:rsidP="00C52A1A">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217EDB86" w14:textId="77777777" w:rsidR="00C52A1A" w:rsidRDefault="00C52A1A" w:rsidP="00C52A1A">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1AB879C6" w14:textId="77777777" w:rsidR="00C52A1A" w:rsidRPr="00976E44" w:rsidRDefault="00C52A1A" w:rsidP="00C52A1A">
      <w:pPr>
        <w:pStyle w:val="Heading4"/>
        <w:rPr>
          <w:rFonts w:cs="Calibri"/>
        </w:rPr>
      </w:pPr>
      <w:r>
        <w:rPr>
          <w:sz w:val="14"/>
          <w:szCs w:val="26"/>
        </w:rPr>
        <w:t xml:space="preserve">5] </w:t>
      </w:r>
      <w:r w:rsidRPr="00976E44">
        <w:rPr>
          <w:rFonts w:cs="Calibri"/>
        </w:rPr>
        <w:t xml:space="preserve">Util is key to </w:t>
      </w:r>
      <w:r w:rsidRPr="00976E44">
        <w:rPr>
          <w:rFonts w:cs="Calibri"/>
          <w:u w:val="single"/>
        </w:rPr>
        <w:t>debates about IP</w:t>
      </w:r>
      <w:r w:rsidRPr="00976E44">
        <w:rPr>
          <w:rFonts w:cs="Calibri"/>
        </w:rPr>
        <w:t>.</w:t>
      </w:r>
    </w:p>
    <w:p w14:paraId="32246F75" w14:textId="77777777" w:rsidR="00C52A1A" w:rsidRPr="00976E44" w:rsidRDefault="00C52A1A" w:rsidP="00C52A1A">
      <w:r w:rsidRPr="00976E44">
        <w:rPr>
          <w:rStyle w:val="Style13ptBold"/>
        </w:rPr>
        <w:t>Kar 19</w:t>
      </w:r>
      <w:r w:rsidRPr="00976E44">
        <w:t xml:space="preserve"> [Mohit; Writer at the Original Position; “Utilitarianism in the Context of Intellectual Property,” The Original Position; 9/18/19; </w:t>
      </w:r>
      <w:hyperlink r:id="rId17" w:history="1">
        <w:r w:rsidRPr="00976E44">
          <w:rPr>
            <w:rStyle w:val="Hyperlink"/>
          </w:rPr>
          <w:t>https://originalpositionnluj.wordpress.com/2019/09/18/utilitarianism-in-the-context-of-intellectual-property/</w:t>
        </w:r>
      </w:hyperlink>
      <w:r w:rsidRPr="00976E44">
        <w:t>] Justin</w:t>
      </w:r>
    </w:p>
    <w:p w14:paraId="3AD49CC4" w14:textId="77777777" w:rsidR="00C52A1A" w:rsidRPr="00976E44" w:rsidRDefault="00C52A1A" w:rsidP="00C52A1A">
      <w:pPr>
        <w:rPr>
          <w:rStyle w:val="Emphasis"/>
        </w:rPr>
      </w:pPr>
      <w:r w:rsidRPr="00976E44">
        <w:rPr>
          <w:sz w:val="16"/>
        </w:rPr>
        <w:lastRenderedPageBreak/>
        <w:t xml:space="preserve">Jeremy Bentham is known as the founder of modern utilitarianism. He believed in </w:t>
      </w:r>
      <w:r w:rsidRPr="00976E44">
        <w:rPr>
          <w:u w:val="single"/>
        </w:rPr>
        <w:t xml:space="preserve">production of the </w:t>
      </w:r>
      <w:r w:rsidRPr="00976E44">
        <w:rPr>
          <w:rStyle w:val="Emphasis"/>
        </w:rPr>
        <w:t>greatest possible quantity of happiness</w:t>
      </w:r>
      <w:r w:rsidRPr="00976E44">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976E44">
        <w:rPr>
          <w:u w:val="single"/>
        </w:rPr>
        <w:t xml:space="preserve">analysis of the </w:t>
      </w:r>
      <w:r w:rsidRPr="00976E44">
        <w:rPr>
          <w:highlight w:val="green"/>
          <w:u w:val="single"/>
        </w:rPr>
        <w:t>utilitarian theory</w:t>
      </w:r>
      <w:r w:rsidRPr="00976E44">
        <w:rPr>
          <w:u w:val="single"/>
        </w:rPr>
        <w:t xml:space="preserve"> as proposed by Jeremy Bentham and its </w:t>
      </w:r>
      <w:r w:rsidRPr="00976E44">
        <w:rPr>
          <w:rStyle w:val="Emphasis"/>
          <w:highlight w:val="green"/>
        </w:rPr>
        <w:t>interplay with Intellectual Property.</w:t>
      </w:r>
    </w:p>
    <w:p w14:paraId="098EED10" w14:textId="77777777" w:rsidR="00C52A1A" w:rsidRPr="00976E44" w:rsidRDefault="00C52A1A" w:rsidP="00C52A1A">
      <w:pPr>
        <w:rPr>
          <w:sz w:val="16"/>
        </w:rPr>
      </w:pPr>
      <w:r w:rsidRPr="00976E44">
        <w:rPr>
          <w:sz w:val="16"/>
        </w:rPr>
        <w:t xml:space="preserve">According to </w:t>
      </w:r>
      <w:proofErr w:type="spellStart"/>
      <w:r w:rsidRPr="00976E44">
        <w:rPr>
          <w:sz w:val="16"/>
        </w:rPr>
        <w:t>utilitarians</w:t>
      </w:r>
      <w:proofErr w:type="spellEnd"/>
      <w:r w:rsidRPr="00976E44">
        <w:rPr>
          <w:sz w:val="16"/>
        </w:rPr>
        <w:t xml:space="preserve">, </w:t>
      </w:r>
      <w:r w:rsidRPr="00976E44">
        <w:rPr>
          <w:u w:val="single"/>
        </w:rPr>
        <w:t xml:space="preserve">the main </w:t>
      </w:r>
      <w:r w:rsidRPr="00976E44">
        <w:rPr>
          <w:highlight w:val="green"/>
          <w:u w:val="single"/>
        </w:rPr>
        <w:t>purpose of property rights is</w:t>
      </w:r>
      <w:r w:rsidRPr="00976E44">
        <w:rPr>
          <w:u w:val="single"/>
        </w:rPr>
        <w:t xml:space="preserve"> the </w:t>
      </w:r>
      <w:r w:rsidRPr="00976E44">
        <w:rPr>
          <w:rStyle w:val="Emphasis"/>
          <w:highlight w:val="green"/>
        </w:rPr>
        <w:t>maximization of</w:t>
      </w:r>
      <w:r w:rsidRPr="00976E44">
        <w:rPr>
          <w:rStyle w:val="Emphasis"/>
        </w:rPr>
        <w:t xml:space="preserve"> common </w:t>
      </w:r>
      <w:r w:rsidRPr="00976E44">
        <w:rPr>
          <w:rStyle w:val="Emphasis"/>
          <w:highlight w:val="green"/>
        </w:rPr>
        <w:t>well-</w:t>
      </w:r>
      <w:proofErr w:type="gramStart"/>
      <w:r w:rsidRPr="00976E44">
        <w:rPr>
          <w:rStyle w:val="Emphasis"/>
          <w:highlight w:val="green"/>
        </w:rPr>
        <w:t>being</w:t>
      </w:r>
      <w:r w:rsidRPr="00976E44">
        <w:rPr>
          <w:sz w:val="16"/>
        </w:rPr>
        <w:t>.[</w:t>
      </w:r>
      <w:proofErr w:type="spellStart"/>
      <w:proofErr w:type="gramEnd"/>
      <w:r w:rsidRPr="00976E44">
        <w:rPr>
          <w:sz w:val="16"/>
        </w:rPr>
        <w:t>i</w:t>
      </w:r>
      <w:proofErr w:type="spellEnd"/>
      <w:r w:rsidRPr="00976E44">
        <w:rPr>
          <w:sz w:val="16"/>
        </w:rPr>
        <w:t xml:space="preserve">] According to Jeremy Bentham, the common well-being here mentioned is the good for the greatest number of people in a population. He defined the principle of </w:t>
      </w:r>
      <w:r w:rsidRPr="00976E44">
        <w:rPr>
          <w:highlight w:val="green"/>
          <w:u w:val="single"/>
        </w:rPr>
        <w:t>utility</w:t>
      </w:r>
      <w:r w:rsidRPr="00976E44">
        <w:rPr>
          <w:u w:val="single"/>
        </w:rPr>
        <w:t xml:space="preserve"> as carrying an </w:t>
      </w:r>
      <w:r w:rsidRPr="00976E44">
        <w:rPr>
          <w:rStyle w:val="Emphasis"/>
        </w:rPr>
        <w:t>object of production</w:t>
      </w:r>
      <w:r w:rsidRPr="00976E44">
        <w:rPr>
          <w:u w:val="single"/>
        </w:rPr>
        <w:t xml:space="preserve"> of maximum happiness in a given time in a particular </w:t>
      </w:r>
      <w:proofErr w:type="gramStart"/>
      <w:r w:rsidRPr="00976E44">
        <w:rPr>
          <w:u w:val="single"/>
        </w:rPr>
        <w:t>society</w:t>
      </w:r>
      <w:r w:rsidRPr="00976E44">
        <w:rPr>
          <w:sz w:val="16"/>
        </w:rPr>
        <w:t>.[</w:t>
      </w:r>
      <w:proofErr w:type="gramEnd"/>
      <w:r w:rsidRPr="00976E44">
        <w:rPr>
          <w:sz w:val="16"/>
        </w:rPr>
        <w:t>ii]</w:t>
      </w:r>
    </w:p>
    <w:p w14:paraId="4B293AD4" w14:textId="77777777" w:rsidR="00C52A1A" w:rsidRPr="00976E44" w:rsidRDefault="00C52A1A" w:rsidP="00C52A1A">
      <w:pPr>
        <w:rPr>
          <w:sz w:val="16"/>
        </w:rPr>
      </w:pPr>
      <w:r w:rsidRPr="00976E44">
        <w:rPr>
          <w:sz w:val="16"/>
        </w:rPr>
        <w:t xml:space="preserve">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w:t>
      </w:r>
      <w:proofErr w:type="gramStart"/>
      <w:r w:rsidRPr="00976E44">
        <w:rPr>
          <w:sz w:val="16"/>
        </w:rPr>
        <w:t>pain.[</w:t>
      </w:r>
      <w:proofErr w:type="gramEnd"/>
      <w:r w:rsidRPr="00976E44">
        <w:rPr>
          <w:sz w:val="16"/>
        </w:rPr>
        <w:t>iii] Thus, Bentham put stress on the happiness and wealth of individuals in a society.</w:t>
      </w:r>
    </w:p>
    <w:p w14:paraId="07C2C3D1" w14:textId="77777777" w:rsidR="00C52A1A" w:rsidRPr="00976E44" w:rsidRDefault="00C52A1A" w:rsidP="00C52A1A">
      <w:pPr>
        <w:rPr>
          <w:sz w:val="16"/>
        </w:rPr>
      </w:pPr>
      <w:r w:rsidRPr="00976E44">
        <w:rPr>
          <w:sz w:val="16"/>
        </w:rPr>
        <w:t xml:space="preserve">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w:t>
      </w:r>
      <w:proofErr w:type="gramStart"/>
      <w:r w:rsidRPr="00976E44">
        <w:rPr>
          <w:sz w:val="16"/>
        </w:rPr>
        <w:t>resources.[</w:t>
      </w:r>
      <w:proofErr w:type="gramEnd"/>
      <w:r w:rsidRPr="00976E44">
        <w:rPr>
          <w:sz w:val="16"/>
        </w:rPr>
        <w:t>iv] Bentham believed that trade barriers to foreign imports cannot increase trade and commerce in a particular country.[v] He termed it as a necessary evil which would give rise to monopolies and lower the quality of production.[vi]</w:t>
      </w:r>
    </w:p>
    <w:p w14:paraId="55DED283" w14:textId="77777777" w:rsidR="00C52A1A" w:rsidRPr="00976E44" w:rsidRDefault="00C52A1A" w:rsidP="00C52A1A">
      <w:pPr>
        <w:rPr>
          <w:sz w:val="16"/>
        </w:rPr>
      </w:pPr>
      <w:r w:rsidRPr="00976E44">
        <w:rPr>
          <w:sz w:val="16"/>
        </w:rPr>
        <w:t xml:space="preserve">Transposing this theory to intellectual property rights, for the maximization of common welfare to be made, </w:t>
      </w:r>
      <w:r w:rsidRPr="00976E44">
        <w:rPr>
          <w:u w:val="single"/>
        </w:rPr>
        <w:t xml:space="preserve">the </w:t>
      </w:r>
      <w:r w:rsidRPr="00976E44">
        <w:rPr>
          <w:highlight w:val="green"/>
          <w:u w:val="single"/>
        </w:rPr>
        <w:t>legislators</w:t>
      </w:r>
      <w:r w:rsidRPr="00976E44">
        <w:rPr>
          <w:u w:val="single"/>
        </w:rPr>
        <w:t xml:space="preserve"> should </w:t>
      </w:r>
      <w:r w:rsidRPr="00976E44">
        <w:rPr>
          <w:rStyle w:val="Emphasis"/>
          <w:highlight w:val="green"/>
        </w:rPr>
        <w:t>strike a balance between</w:t>
      </w:r>
      <w:r w:rsidRPr="00976E44">
        <w:rPr>
          <w:rStyle w:val="Emphasis"/>
        </w:rPr>
        <w:t xml:space="preserve">, the </w:t>
      </w:r>
      <w:r w:rsidRPr="00976E44">
        <w:rPr>
          <w:rStyle w:val="Emphasis"/>
          <w:highlight w:val="green"/>
        </w:rPr>
        <w:t>monopoly</w:t>
      </w:r>
      <w:r w:rsidRPr="00976E44">
        <w:rPr>
          <w:rStyle w:val="Emphasis"/>
        </w:rPr>
        <w:t xml:space="preserve"> of rights to stimulate creation </w:t>
      </w:r>
      <w:r w:rsidRPr="00976E44">
        <w:rPr>
          <w:rStyle w:val="Emphasis"/>
          <w:highlight w:val="green"/>
        </w:rPr>
        <w:t>and giving access</w:t>
      </w:r>
      <w:r w:rsidRPr="00976E44">
        <w:rPr>
          <w:rStyle w:val="Emphasis"/>
        </w:rPr>
        <w:t xml:space="preserve"> to the population to inventions</w:t>
      </w:r>
      <w:r w:rsidRPr="00976E44">
        <w:rPr>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w:t>
      </w:r>
      <w:proofErr w:type="gramStart"/>
      <w:r w:rsidRPr="00976E44">
        <w:rPr>
          <w:sz w:val="16"/>
        </w:rPr>
        <w:t>activity.[</w:t>
      </w:r>
      <w:proofErr w:type="gramEnd"/>
      <w:r w:rsidRPr="00976E44">
        <w:rPr>
          <w:sz w:val="16"/>
        </w:rPr>
        <w:t xml:space="preserve">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w:t>
      </w:r>
      <w:proofErr w:type="gramStart"/>
      <w:r w:rsidRPr="00976E44">
        <w:rPr>
          <w:sz w:val="16"/>
        </w:rPr>
        <w:t>inventors.[</w:t>
      </w:r>
      <w:proofErr w:type="gramEnd"/>
      <w:r w:rsidRPr="00976E44">
        <w:rPr>
          <w:sz w:val="16"/>
        </w:rPr>
        <w:t>viii]</w:t>
      </w:r>
    </w:p>
    <w:p w14:paraId="603EBE29" w14:textId="77777777" w:rsidR="00C52A1A" w:rsidRPr="00976E44" w:rsidRDefault="00C52A1A" w:rsidP="00C52A1A">
      <w:pPr>
        <w:rPr>
          <w:rStyle w:val="Emphasis"/>
        </w:rPr>
      </w:pPr>
      <w:r w:rsidRPr="00976E44">
        <w:rPr>
          <w:sz w:val="16"/>
        </w:rPr>
        <w:t xml:space="preserve">The contemporary version of this theory has been presented to us by William Landes and Richard Posner in two separate works, one on copyright and the other on trademark </w:t>
      </w:r>
      <w:proofErr w:type="gramStart"/>
      <w:r w:rsidRPr="00976E44">
        <w:rPr>
          <w:sz w:val="16"/>
        </w:rPr>
        <w:t>law.[</w:t>
      </w:r>
      <w:proofErr w:type="gramEnd"/>
      <w:r w:rsidRPr="00976E44">
        <w:rPr>
          <w:sz w:val="16"/>
        </w:rPr>
        <w:t xml:space="preserve">ix] </w:t>
      </w:r>
      <w:r w:rsidRPr="00976E44">
        <w:rPr>
          <w:rStyle w:val="Emphasis"/>
        </w:rPr>
        <w:t xml:space="preserve">Economic </w:t>
      </w:r>
      <w:r w:rsidRPr="00976E44">
        <w:rPr>
          <w:rStyle w:val="Emphasis"/>
          <w:highlight w:val="green"/>
        </w:rPr>
        <w:t>analysis</w:t>
      </w:r>
      <w:r w:rsidRPr="00976E44">
        <w:rPr>
          <w:rStyle w:val="Emphasis"/>
        </w:rPr>
        <w:t xml:space="preserve"> of intellectual property rights presented by these two authors </w:t>
      </w:r>
      <w:r w:rsidRPr="00976E44">
        <w:rPr>
          <w:rStyle w:val="Emphasis"/>
          <w:highlight w:val="green"/>
        </w:rPr>
        <w:t>demonstrates</w:t>
      </w:r>
      <w:r w:rsidRPr="00976E44">
        <w:rPr>
          <w:rStyle w:val="Emphasis"/>
        </w:rPr>
        <w:t xml:space="preserve"> that the protection of </w:t>
      </w:r>
      <w:r w:rsidRPr="00976E44">
        <w:rPr>
          <w:rStyle w:val="Emphasis"/>
          <w:highlight w:val="green"/>
        </w:rPr>
        <w:t>intellectual property</w:t>
      </w:r>
      <w:r w:rsidRPr="00976E44">
        <w:rPr>
          <w:rStyle w:val="Emphasis"/>
        </w:rPr>
        <w:t xml:space="preserve"> may be </w:t>
      </w:r>
      <w:r w:rsidRPr="00976E44">
        <w:rPr>
          <w:rStyle w:val="Emphasis"/>
          <w:highlight w:val="green"/>
        </w:rPr>
        <w:t>too expensive</w:t>
      </w:r>
      <w:r w:rsidRPr="00976E44">
        <w:rPr>
          <w:u w:val="single"/>
        </w:rPr>
        <w:t xml:space="preserve"> for society and it limits the use of products</w:t>
      </w:r>
      <w:r w:rsidRPr="00976E44">
        <w:rPr>
          <w:sz w:val="16"/>
        </w:rPr>
        <w:t xml:space="preserve">. If we extrapolate a little, this contemporary </w:t>
      </w:r>
      <w:r w:rsidRPr="00976E44">
        <w:rPr>
          <w:u w:val="single"/>
        </w:rPr>
        <w:t xml:space="preserve">utilitarian vision can assert that the products by intellectuals should be easily copied since the copies of a product do not prevent the use of the </w:t>
      </w:r>
      <w:r w:rsidRPr="00976E44">
        <w:rPr>
          <w:rStyle w:val="Emphasis"/>
        </w:rPr>
        <w:t>same product by several people.</w:t>
      </w:r>
    </w:p>
    <w:p w14:paraId="62120B2D" w14:textId="77777777" w:rsidR="00C52A1A" w:rsidRPr="00976E44" w:rsidRDefault="00C52A1A" w:rsidP="00C52A1A">
      <w:pPr>
        <w:rPr>
          <w:sz w:val="16"/>
        </w:rPr>
      </w:pPr>
      <w:r w:rsidRPr="00976E44">
        <w:rPr>
          <w:sz w:val="16"/>
        </w:rPr>
        <w:t xml:space="preserve">William Landes and Richard Posner consider the creative process as divided into two </w:t>
      </w:r>
      <w:proofErr w:type="gramStart"/>
      <w:r w:rsidRPr="00976E44">
        <w:rPr>
          <w:sz w:val="16"/>
        </w:rPr>
        <w:t>parts.[</w:t>
      </w:r>
      <w:proofErr w:type="gramEnd"/>
      <w:r w:rsidRPr="00976E44">
        <w:rPr>
          <w:sz w:val="16"/>
        </w:rPr>
        <w:t xml:space="preserve">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w:t>
      </w:r>
      <w:proofErr w:type="gramStart"/>
      <w:r w:rsidRPr="00976E44">
        <w:rPr>
          <w:sz w:val="16"/>
        </w:rPr>
        <w:t>law.[</w:t>
      </w:r>
      <w:proofErr w:type="gramEnd"/>
      <w:r w:rsidRPr="00976E44">
        <w:rPr>
          <w:sz w:val="16"/>
        </w:rPr>
        <w:t xml:space="preserve">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Landes and Posner believe that the brands create new words that end up being incorporated in the lexicon of the </w:t>
      </w:r>
      <w:proofErr w:type="gramStart"/>
      <w:r w:rsidRPr="00976E44">
        <w:rPr>
          <w:sz w:val="16"/>
        </w:rPr>
        <w:t>language.[</w:t>
      </w:r>
      <w:proofErr w:type="gramEnd"/>
      <w:r w:rsidRPr="00976E44">
        <w:rPr>
          <w:sz w:val="16"/>
        </w:rPr>
        <w:t>xii]</w:t>
      </w:r>
    </w:p>
    <w:p w14:paraId="6943A6D8" w14:textId="77777777" w:rsidR="00C52A1A" w:rsidRPr="00976E44" w:rsidRDefault="00C52A1A" w:rsidP="00C52A1A">
      <w:pPr>
        <w:rPr>
          <w:sz w:val="16"/>
        </w:rPr>
      </w:pPr>
      <w:r w:rsidRPr="00976E44">
        <w:rPr>
          <w:u w:val="single"/>
        </w:rPr>
        <w:lastRenderedPageBreak/>
        <w:t xml:space="preserve">Suppose the utilitarian theory – that of Bentham, or Posner’ and Landes’ – would be applied to intellectual property as it stands today: the </w:t>
      </w:r>
      <w:r w:rsidRPr="00976E44">
        <w:rPr>
          <w:rStyle w:val="Emphasis"/>
          <w:highlight w:val="green"/>
        </w:rPr>
        <w:t>benefits</w:t>
      </w:r>
      <w:r w:rsidRPr="00976E44">
        <w:rPr>
          <w:u w:val="single"/>
        </w:rPr>
        <w:t xml:space="preserve"> that </w:t>
      </w:r>
      <w:r w:rsidRPr="00976E44">
        <w:rPr>
          <w:highlight w:val="green"/>
          <w:u w:val="single"/>
        </w:rPr>
        <w:t>would be</w:t>
      </w:r>
      <w:r w:rsidRPr="00976E44">
        <w:rPr>
          <w:u w:val="single"/>
        </w:rPr>
        <w:t xml:space="preserve"> brought to society by this analysis would be the </w:t>
      </w:r>
      <w:r w:rsidRPr="00976E44">
        <w:rPr>
          <w:rStyle w:val="Emphasis"/>
        </w:rPr>
        <w:t xml:space="preserve">incentive for </w:t>
      </w:r>
      <w:r w:rsidRPr="00976E44">
        <w:rPr>
          <w:rStyle w:val="Emphasis"/>
          <w:highlight w:val="green"/>
        </w:rPr>
        <w:t>creativity</w:t>
      </w:r>
      <w:r w:rsidRPr="00976E44">
        <w:rPr>
          <w:u w:val="single"/>
        </w:rPr>
        <w:t xml:space="preserve">, the </w:t>
      </w:r>
      <w:r w:rsidRPr="00976E44">
        <w:rPr>
          <w:rStyle w:val="Emphasis"/>
          <w:highlight w:val="green"/>
        </w:rPr>
        <w:t>optimization</w:t>
      </w:r>
      <w:r w:rsidRPr="00976E44">
        <w:rPr>
          <w:rStyle w:val="Emphasis"/>
        </w:rPr>
        <w:t xml:space="preserve"> of production</w:t>
      </w:r>
      <w:r w:rsidRPr="00976E44">
        <w:rPr>
          <w:u w:val="single"/>
        </w:rPr>
        <w:t xml:space="preserve"> and </w:t>
      </w:r>
      <w:r w:rsidRPr="00976E44">
        <w:rPr>
          <w:highlight w:val="green"/>
          <w:u w:val="single"/>
        </w:rPr>
        <w:t>the</w:t>
      </w:r>
      <w:r w:rsidRPr="00976E44">
        <w:rPr>
          <w:u w:val="single"/>
        </w:rPr>
        <w:t xml:space="preserve"> </w:t>
      </w:r>
      <w:r w:rsidRPr="00976E44">
        <w:rPr>
          <w:rStyle w:val="Emphasis"/>
          <w:highlight w:val="green"/>
        </w:rPr>
        <w:t>disappearance</w:t>
      </w:r>
      <w:r w:rsidRPr="00976E44">
        <w:rPr>
          <w:rStyle w:val="Emphasis"/>
        </w:rPr>
        <w:t xml:space="preserve"> or diminution of similar inventions</w:t>
      </w:r>
      <w:r w:rsidRPr="00976E44">
        <w:rPr>
          <w:sz w:val="16"/>
        </w:rPr>
        <w:t xml:space="preserve"> made by different individuals.</w:t>
      </w:r>
    </w:p>
    <w:p w14:paraId="6364A314" w14:textId="77777777" w:rsidR="00C52A1A" w:rsidRPr="00976E44" w:rsidRDefault="00C52A1A" w:rsidP="00C52A1A">
      <w:pPr>
        <w:rPr>
          <w:sz w:val="16"/>
        </w:rPr>
      </w:pPr>
      <w:r w:rsidRPr="00976E44">
        <w:rPr>
          <w:sz w:val="16"/>
        </w:rPr>
        <w:t xml:space="preserve">Among these three advantages, we can consider the incentive to creation as the most important. In this case, the monopoly guaranteed by intellectual property stimulates creation in a society and, especially </w:t>
      </w:r>
      <w:proofErr w:type="gramStart"/>
      <w:r w:rsidRPr="00976E44">
        <w:rPr>
          <w:sz w:val="16"/>
        </w:rPr>
        <w:t>with regard to</w:t>
      </w:r>
      <w:proofErr w:type="gramEnd"/>
      <w:r w:rsidRPr="00976E44">
        <w:rPr>
          <w:sz w:val="16"/>
        </w:rPr>
        <w:t xml:space="preserve"> patents; inventions will bring more happiness and pleasure to society in general. This justifying argument is in harmony with Bentham’s utilitarianism. The problem here is that no one really knows what kind of invention would bring </w:t>
      </w:r>
      <w:proofErr w:type="gramStart"/>
      <w:r w:rsidRPr="00976E44">
        <w:rPr>
          <w:sz w:val="16"/>
        </w:rPr>
        <w:t>more or less happiness</w:t>
      </w:r>
      <w:proofErr w:type="gramEnd"/>
      <w:r w:rsidRPr="00976E44">
        <w:rPr>
          <w:sz w:val="16"/>
        </w:rPr>
        <w:t xml:space="preserve"> or pleasure to the society. Moreover, the term “monopoly concession” for patents, trademarks and copyright is not based on any empirical or objective study and is rather random.</w:t>
      </w:r>
    </w:p>
    <w:p w14:paraId="26D124B6" w14:textId="77777777" w:rsidR="00C52A1A" w:rsidRPr="00976E44" w:rsidRDefault="00C52A1A" w:rsidP="00C52A1A">
      <w:pPr>
        <w:rPr>
          <w:sz w:val="16"/>
        </w:rPr>
      </w:pPr>
      <w:r w:rsidRPr="00976E44">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407A29EB" w14:textId="77777777" w:rsidR="00C52A1A" w:rsidRPr="00976E44" w:rsidRDefault="00C52A1A" w:rsidP="00C52A1A">
      <w:pPr>
        <w:rPr>
          <w:sz w:val="16"/>
        </w:rPr>
      </w:pPr>
      <w:r w:rsidRPr="00976E44">
        <w:rPr>
          <w:sz w:val="16"/>
        </w:rPr>
        <w:t>CONCLUSION</w:t>
      </w:r>
    </w:p>
    <w:p w14:paraId="29A6E102" w14:textId="77777777" w:rsidR="00C52A1A" w:rsidRPr="00976E44" w:rsidRDefault="00C52A1A" w:rsidP="00C52A1A">
      <w:r w:rsidRPr="00976E44">
        <w:rPr>
          <w:highlight w:val="green"/>
          <w:u w:val="single"/>
        </w:rPr>
        <w:t>Utilitarianism</w:t>
      </w:r>
      <w:r w:rsidRPr="00976E44">
        <w:rPr>
          <w:u w:val="single"/>
        </w:rPr>
        <w:t xml:space="preserve">, as it stands today, is </w:t>
      </w:r>
      <w:r w:rsidRPr="00976E44">
        <w:rPr>
          <w:rStyle w:val="Emphasis"/>
          <w:highlight w:val="green"/>
        </w:rPr>
        <w:t>intimately linked to</w:t>
      </w:r>
      <w:r w:rsidRPr="00976E44">
        <w:rPr>
          <w:rStyle w:val="Emphasis"/>
        </w:rPr>
        <w:t xml:space="preserve"> the information obtained from the use of </w:t>
      </w:r>
      <w:r w:rsidRPr="00976E44">
        <w:rPr>
          <w:rStyle w:val="Emphasis"/>
          <w:highlight w:val="green"/>
        </w:rPr>
        <w:t>intellectual</w:t>
      </w:r>
      <w:r w:rsidRPr="00976E44">
        <w:rPr>
          <w:rStyle w:val="Emphasis"/>
        </w:rPr>
        <w:t xml:space="preserve"> property </w:t>
      </w:r>
      <w:r w:rsidRPr="00976E44">
        <w:rPr>
          <w:rStyle w:val="Emphasis"/>
          <w:highlight w:val="green"/>
        </w:rPr>
        <w:t>monopolies</w:t>
      </w:r>
      <w:r w:rsidRPr="00976E44">
        <w:rPr>
          <w:sz w:val="16"/>
        </w:rPr>
        <w:t xml:space="preserve">. The goal is to avoid duplication of production. The problem in this case is that in a society which values ​​and encourages the production of new patents and new technologies, the plethora of patents complicates the process. This finding is </w:t>
      </w:r>
      <w:proofErr w:type="gramStart"/>
      <w:r w:rsidRPr="00976E44">
        <w:rPr>
          <w:sz w:val="16"/>
        </w:rPr>
        <w:t>based on the fact that</w:t>
      </w:r>
      <w:proofErr w:type="gramEnd"/>
      <w:r w:rsidRPr="00976E44">
        <w:rPr>
          <w:sz w:val="16"/>
        </w:rPr>
        <w:t xml:space="preserve">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0212CBE4" w14:textId="77777777" w:rsidR="00C52A1A" w:rsidRPr="00976E44" w:rsidRDefault="00C52A1A" w:rsidP="00C52A1A">
      <w:pPr>
        <w:pStyle w:val="Heading4"/>
        <w:rPr>
          <w:rFonts w:cs="Calibri"/>
          <w:color w:val="000000" w:themeColor="text1"/>
        </w:rPr>
      </w:pPr>
      <w:r w:rsidRPr="00976E44">
        <w:rPr>
          <w:rFonts w:cs="Calibri"/>
          <w:color w:val="000000" w:themeColor="text1"/>
        </w:rPr>
        <w:t xml:space="preserve">Outweighs – </w:t>
      </w:r>
    </w:p>
    <w:p w14:paraId="2624AC37" w14:textId="77777777" w:rsidR="00C52A1A" w:rsidRPr="00976E44" w:rsidRDefault="00C52A1A" w:rsidP="00C52A1A">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67EF9146" w14:textId="77777777" w:rsidR="00C52A1A" w:rsidRPr="00976E44" w:rsidRDefault="00C52A1A" w:rsidP="00C52A1A">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6CA50C5C" w14:textId="77777777" w:rsidR="00C52A1A" w:rsidRPr="00947060" w:rsidRDefault="00C52A1A" w:rsidP="00C52A1A">
      <w:pPr>
        <w:rPr>
          <w:sz w:val="14"/>
          <w:szCs w:val="26"/>
        </w:rPr>
      </w:pPr>
    </w:p>
    <w:p w14:paraId="12D80EC6" w14:textId="77777777" w:rsidR="00C52A1A" w:rsidRDefault="00C52A1A" w:rsidP="00C52A1A">
      <w:pPr>
        <w:pStyle w:val="Heading3"/>
      </w:pPr>
      <w:proofErr w:type="spellStart"/>
      <w:r>
        <w:lastRenderedPageBreak/>
        <w:t>Underview</w:t>
      </w:r>
      <w:proofErr w:type="spellEnd"/>
    </w:p>
    <w:p w14:paraId="05BB8465" w14:textId="77777777" w:rsidR="00C52A1A" w:rsidRPr="00394AF8" w:rsidRDefault="00C52A1A" w:rsidP="00C52A1A">
      <w:pPr>
        <w:pStyle w:val="Heading4"/>
        <w:rPr>
          <w:b w:val="0"/>
          <w:bCs/>
        </w:rPr>
      </w:pPr>
      <w:r>
        <w:t xml:space="preserve">1] </w:t>
      </w:r>
      <w:r w:rsidRPr="00394AF8">
        <w:rPr>
          <w:rFonts w:cs="Calibri"/>
        </w:rPr>
        <w:t xml:space="preserve">Aff gets </w:t>
      </w:r>
      <w:r w:rsidRPr="00394AF8">
        <w:t xml:space="preserve">1AR theory since the neg can be infinitely abusive and I can’t check back. It’s </w:t>
      </w:r>
      <w:proofErr w:type="gramStart"/>
      <w:r w:rsidRPr="00394AF8">
        <w:t>drop</w:t>
      </w:r>
      <w:proofErr w:type="gramEnd"/>
      <w:r w:rsidRPr="00394AF8">
        <w:t xml:space="preserve"> the debater since the 1ar is too short to win both theory and substance. No RVI or 2NR paradigm issues since they’d dump on it for 6 minutes and my 3-minute 2AR is spread too thin. Competing </w:t>
      </w:r>
      <w:proofErr w:type="spellStart"/>
      <w:r w:rsidRPr="00394AF8">
        <w:t>interps</w:t>
      </w:r>
      <w:proofErr w:type="spellEnd"/>
      <w:r w:rsidRPr="00394AF8">
        <w:t xml:space="preserve"> since reasonability is arbitrary and bites judge intervention.</w:t>
      </w:r>
    </w:p>
    <w:p w14:paraId="05D2CE97" w14:textId="77777777" w:rsidR="00C52A1A" w:rsidRPr="00100679" w:rsidRDefault="00C52A1A" w:rsidP="00C52A1A">
      <w:pPr>
        <w:pStyle w:val="Heading4"/>
        <w:rPr>
          <w:rFonts w:cs="Arial"/>
        </w:rPr>
      </w:pPr>
      <w:r>
        <w:t>2</w:t>
      </w:r>
      <w:r>
        <w:rPr>
          <w:rFonts w:cs="Arial"/>
        </w:rPr>
        <w:t xml:space="preserve">] </w:t>
      </w:r>
      <w:r w:rsidRPr="00292257">
        <w:rPr>
          <w:rFonts w:cs="Arial"/>
        </w:rPr>
        <w:t>Apocalyptic images challenge</w:t>
      </w:r>
      <w:r>
        <w:rPr>
          <w:rFonts w:cs="Arial"/>
        </w:rPr>
        <w:t xml:space="preserve"> dominant power structures to create futures of social justice </w:t>
      </w:r>
    </w:p>
    <w:p w14:paraId="034C3DAB" w14:textId="77777777" w:rsidR="00C52A1A" w:rsidRPr="00292257" w:rsidRDefault="00C52A1A" w:rsidP="00C52A1A">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1EE66F30" w14:textId="77777777" w:rsidR="00C52A1A" w:rsidRPr="00635624" w:rsidRDefault="00C52A1A" w:rsidP="00C52A1A">
      <w:pPr>
        <w:rPr>
          <w:b/>
          <w:u w:val="single"/>
        </w:rPr>
      </w:pPr>
      <w:r w:rsidRPr="00292257">
        <w:t xml:space="preserve">If contemporary ecocriticism has a shared premise about environmental </w:t>
      </w:r>
      <w:proofErr w:type="gramStart"/>
      <w:r w:rsidRPr="00292257">
        <w:t>risk</w:t>
      </w:r>
      <w:proofErr w:type="gramEnd"/>
      <w:r w:rsidRPr="00292257">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Buell offers his suggestion for the appropriate literary mode for life lived within a crisis that is both unceasing and inescapable: new voices, “if wise enough</w:t>
      </w:r>
      <w:proofErr w:type="gramStart"/>
      <w:r w:rsidRPr="00292257">
        <w:rPr>
          <w:rStyle w:val="StyleUnderline"/>
        </w:rPr>
        <w:t>….will</w:t>
      </w:r>
      <w:proofErr w:type="gramEnd"/>
      <w:r w:rsidRPr="00292257">
        <w:rPr>
          <w:rStyle w:val="StyleUnderline"/>
        </w:rPr>
        <w:t xml:space="preserve">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 xml:space="preserve">but also revolutionary forms of social </w:t>
      </w:r>
      <w:r w:rsidRPr="006564FC">
        <w:rPr>
          <w:rStyle w:val="StyleUnderline"/>
          <w:highlight w:val="green"/>
        </w:rPr>
        <w:lastRenderedPageBreak/>
        <w:t>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 xml:space="preserve">to move beyond the </w:t>
      </w:r>
      <w:r w:rsidRPr="002E195D">
        <w:rPr>
          <w:rStyle w:val="StyleUnderline"/>
        </w:rPr>
        <w:t xml:space="preserve">paranoid </w:t>
      </w:r>
      <w:r w:rsidRPr="006F0686">
        <w:rPr>
          <w:rStyle w:val="StyleUnderline"/>
          <w:highlight w:val="green"/>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xml:space="preserve">. The end of capitalism may yet become more thinkable than the end of the world. Just wait long enough. Stranger things will </w:t>
      </w:r>
      <w:proofErr w:type="gramStart"/>
      <w:r w:rsidRPr="00292257">
        <w:t>happen.</w:t>
      </w:r>
      <w:r w:rsidRPr="00292257">
        <w:rPr>
          <w:sz w:val="12"/>
        </w:rPr>
        <w:t>¶</w:t>
      </w:r>
      <w:proofErr w:type="gramEnd"/>
      <w:r w:rsidRPr="00292257">
        <w:rPr>
          <w:sz w:val="12"/>
        </w:rPr>
        <w:t xml:space="preserve"> </w:t>
      </w:r>
    </w:p>
    <w:p w14:paraId="09444269" w14:textId="77777777" w:rsidR="00C52A1A" w:rsidRPr="002C4482" w:rsidRDefault="00C52A1A" w:rsidP="00C52A1A">
      <w:pPr>
        <w:pStyle w:val="Heading4"/>
      </w:pPr>
      <w:r>
        <w:t>3</w:t>
      </w:r>
      <w:r w:rsidRPr="002C4482">
        <w:t xml:space="preserve">] Policy education is key to advocacy – that outweighs on portable skills. </w:t>
      </w:r>
    </w:p>
    <w:p w14:paraId="1AB46294" w14:textId="77777777" w:rsidR="00C52A1A" w:rsidRPr="00394AF8" w:rsidRDefault="00C52A1A" w:rsidP="00C52A1A">
      <w:pPr>
        <w:pStyle w:val="Body"/>
        <w:widowControl w:val="0"/>
        <w:suppressAutoHyphens/>
        <w:rPr>
          <w:rFonts w:ascii="Calibri" w:eastAsia="Arial" w:hAnsi="Calibri" w:cstheme="minorHAnsi"/>
          <w:b/>
          <w:bCs/>
          <w:color w:val="000000" w:themeColor="text1"/>
          <w:sz w:val="12"/>
          <w:szCs w:val="12"/>
        </w:rPr>
      </w:pPr>
      <w:r w:rsidRPr="00394AF8">
        <w:rPr>
          <w:rStyle w:val="Style13ptBold"/>
          <w:rFonts w:cstheme="minorHAnsi"/>
          <w:color w:val="000000" w:themeColor="text1"/>
        </w:rPr>
        <w:t>Nixon 2K</w:t>
      </w:r>
      <w:r w:rsidRPr="00394AF8">
        <w:rPr>
          <w:rFonts w:ascii="Calibri" w:hAnsi="Calibri" w:cstheme="minorHAnsi"/>
          <w:b/>
          <w:color w:val="000000" w:themeColor="text1"/>
          <w:sz w:val="28"/>
          <w:szCs w:val="26"/>
        </w:rPr>
        <w:t xml:space="preserve"> </w:t>
      </w:r>
      <w:r w:rsidRPr="00394AF8">
        <w:rPr>
          <w:rFonts w:ascii="Calibri" w:hAnsi="Calibri" w:cstheme="minorHAnsi"/>
          <w:color w:val="000000" w:themeColor="text1"/>
          <w:sz w:val="16"/>
          <w:szCs w:val="16"/>
        </w:rPr>
        <w:t xml:space="preserve">Makani Themba-Nixon, Executive Director of The Praxis Project. “Changing the Rules: What Public Policy Means for Organizing.” </w:t>
      </w:r>
      <w:proofErr w:type="spellStart"/>
      <w:r w:rsidRPr="00394AF8">
        <w:rPr>
          <w:rFonts w:ascii="Calibri" w:hAnsi="Calibri" w:cstheme="minorHAnsi"/>
          <w:color w:val="000000" w:themeColor="text1"/>
          <w:sz w:val="16"/>
          <w:szCs w:val="16"/>
          <w:lang w:val="fr-FR"/>
        </w:rPr>
        <w:t>Colorlines</w:t>
      </w:r>
      <w:proofErr w:type="spellEnd"/>
      <w:r w:rsidRPr="00394AF8">
        <w:rPr>
          <w:rFonts w:ascii="Calibri" w:hAnsi="Calibri" w:cstheme="minorHAnsi"/>
          <w:color w:val="000000" w:themeColor="text1"/>
          <w:sz w:val="16"/>
          <w:szCs w:val="16"/>
          <w:lang w:val="fr-FR"/>
        </w:rPr>
        <w:t xml:space="preserve"> 3.2</w:t>
      </w:r>
      <w:r w:rsidRPr="00394AF8">
        <w:rPr>
          <w:rFonts w:ascii="Calibri" w:hAnsi="Calibri" w:cstheme="minorHAnsi"/>
          <w:color w:val="000000" w:themeColor="text1"/>
          <w:sz w:val="16"/>
          <w:szCs w:val="16"/>
        </w:rPr>
        <w:t xml:space="preserve">, 2000. </w:t>
      </w:r>
    </w:p>
    <w:p w14:paraId="15369698" w14:textId="77777777" w:rsidR="00C52A1A" w:rsidRPr="00394AF8" w:rsidRDefault="00C52A1A" w:rsidP="00C52A1A">
      <w:pPr>
        <w:pStyle w:val="Body"/>
        <w:widowControl w:val="0"/>
        <w:suppressAutoHyphens/>
        <w:rPr>
          <w:rFonts w:ascii="Calibri" w:hAnsi="Calibri" w:cstheme="minorHAnsi"/>
          <w:color w:val="000000" w:themeColor="text1"/>
          <w:sz w:val="18"/>
          <w:szCs w:val="16"/>
        </w:rPr>
      </w:pPr>
    </w:p>
    <w:p w14:paraId="6A3BFBFD" w14:textId="77777777" w:rsidR="00C52A1A" w:rsidRPr="00394AF8" w:rsidRDefault="00C52A1A" w:rsidP="00C52A1A">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Getting It in Writing Much of the work of framing what we stand for takes place in the shaping of demands.</w:t>
      </w:r>
      <w:r w:rsidRPr="00394AF8">
        <w:rPr>
          <w:rFonts w:ascii="Calibri" w:hAnsi="Calibri" w:cstheme="minorHAnsi"/>
          <w:color w:val="000000" w:themeColor="text1"/>
          <w:sz w:val="18"/>
        </w:rPr>
        <w:t xml:space="preserve"> </w:t>
      </w:r>
      <w:r w:rsidRPr="00394AF8">
        <w:rPr>
          <w:rStyle w:val="Emphasis"/>
          <w:color w:val="000000" w:themeColor="text1"/>
          <w:highlight w:val="green"/>
        </w:rPr>
        <w:t xml:space="preserve">By getting into </w:t>
      </w:r>
      <w:r w:rsidRPr="00394AF8">
        <w:rPr>
          <w:rFonts w:ascii="Calibri" w:hAnsi="Calibri"/>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rFonts w:ascii="Calibri" w:hAnsi="Calibri"/>
          <w:color w:val="000000" w:themeColor="text1"/>
          <w:sz w:val="12"/>
          <w:szCs w:val="12"/>
        </w:rPr>
        <w:t>,</w:t>
      </w:r>
      <w:r w:rsidRPr="00394AF8">
        <w:rPr>
          <w:rFonts w:ascii="Calibri" w:hAnsi="Calibri" w:cstheme="minorHAnsi"/>
          <w:color w:val="000000" w:themeColor="text1"/>
          <w:sz w:val="12"/>
          <w:szCs w:val="12"/>
        </w:rPr>
        <w:t xml:space="preserve"> we can take our demands to the next level.</w:t>
      </w:r>
      <w:r w:rsidRPr="00394AF8">
        <w:rPr>
          <w:rFonts w:ascii="Calibri" w:hAnsi="Calibri"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ascii="Calibri" w:hAnsi="Calibri"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ascii="Calibri" w:hAnsi="Calibri" w:cstheme="minorHAnsi"/>
          <w:color w:val="000000" w:themeColor="text1"/>
          <w:sz w:val="18"/>
        </w:rPr>
        <w:t xml:space="preserve"> </w:t>
      </w:r>
      <w:r w:rsidRPr="00394AF8">
        <w:rPr>
          <w:rFonts w:ascii="Calibri" w:hAnsi="Calibri" w:cstheme="minorHAnsi"/>
          <w:color w:val="000000" w:themeColor="text1"/>
          <w:sz w:val="12"/>
          <w:szCs w:val="12"/>
        </w:rPr>
        <w:t xml:space="preserve">a certain amount of </w:t>
      </w:r>
      <w:r w:rsidRPr="00394AF8">
        <w:rPr>
          <w:rFonts w:ascii="Calibri" w:hAnsi="Calibri" w:cstheme="minorHAnsi"/>
          <w:bCs/>
          <w:color w:val="000000" w:themeColor="text1"/>
          <w:sz w:val="12"/>
          <w:szCs w:val="12"/>
        </w:rPr>
        <w:t>interaction with "the suits,"</w:t>
      </w:r>
      <w:r w:rsidRPr="00394AF8">
        <w:rPr>
          <w:rFonts w:ascii="Calibri" w:hAnsi="Calibri"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Fonts w:ascii="Calibri" w:hAnsi="Calibri" w:cstheme="minorHAnsi"/>
          <w:color w:val="000000" w:themeColor="text1"/>
        </w:rPr>
        <w:t xml:space="preserve"> </w:t>
      </w:r>
      <w:r w:rsidRPr="00394AF8">
        <w:rPr>
          <w:rStyle w:val="Emphasis"/>
          <w:color w:val="000000" w:themeColor="text1"/>
          <w:highlight w:val="green"/>
        </w:rPr>
        <w:t>technical language, and</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 all-too-common</w:t>
      </w:r>
      <w:r w:rsidRPr="00394AF8">
        <w:rPr>
          <w:rFonts w:ascii="Calibri" w:hAnsi="Calibri" w:cstheme="minorHAnsi"/>
          <w:color w:val="000000" w:themeColor="text1"/>
        </w:rPr>
        <w:t xml:space="preserve"> </w:t>
      </w:r>
      <w:r w:rsidRPr="00394AF8">
        <w:rPr>
          <w:rStyle w:val="Emphasis"/>
          <w:color w:val="000000" w:themeColor="text1"/>
          <w:highlight w:val="green"/>
        </w:rPr>
        <w:t>resistance by decision makers</w:t>
      </w:r>
      <w:r w:rsidRPr="00394AF8">
        <w:rPr>
          <w:rFonts w:ascii="Calibri" w:hAnsi="Calibri"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ascii="Calibri" w:hAnsi="Calibri" w:cstheme="minorHAnsi"/>
          <w:color w:val="000000" w:themeColor="text1"/>
        </w:rPr>
        <w:t xml:space="preserve"> </w:t>
      </w:r>
      <w:r w:rsidRPr="00394AF8">
        <w:rPr>
          <w:rStyle w:val="Emphasis"/>
          <w:color w:val="000000" w:themeColor="text1"/>
          <w:highlight w:val="green"/>
        </w:rPr>
        <w:t>policy work</w:t>
      </w:r>
      <w:r w:rsidRPr="00394AF8">
        <w:rPr>
          <w:rFonts w:ascii="Calibri" w:hAnsi="Calibri"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simply </w:t>
      </w:r>
      <w:r w:rsidRPr="00394AF8">
        <w:rPr>
          <w:rStyle w:val="Emphasis"/>
          <w:color w:val="000000" w:themeColor="text1"/>
          <w:highlight w:val="green"/>
        </w:rPr>
        <w:t>can't</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afford to </w:t>
      </w:r>
      <w:r w:rsidRPr="00394AF8">
        <w:rPr>
          <w:rStyle w:val="Emphasis"/>
          <w:color w:val="000000" w:themeColor="text1"/>
          <w:highlight w:val="green"/>
        </w:rPr>
        <w:t>ignore</w:t>
      </w:r>
      <w:r w:rsidRPr="00394AF8">
        <w:rPr>
          <w:rFonts w:ascii="Calibri" w:hAnsi="Calibri"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ascii="Calibri" w:hAnsi="Calibri" w:cstheme="minorHAnsi"/>
          <w:color w:val="000000" w:themeColor="text1"/>
          <w:sz w:val="12"/>
          <w:szCs w:val="12"/>
        </w:rPr>
        <w:t xml:space="preserve"> will</w:t>
      </w:r>
      <w:r w:rsidRPr="00394AF8">
        <w:rPr>
          <w:rFonts w:ascii="Calibri" w:hAnsi="Calibri" w:cstheme="minorHAnsi"/>
          <w:color w:val="000000" w:themeColor="text1"/>
        </w:rPr>
        <w:t xml:space="preserve"> </w:t>
      </w:r>
      <w:r w:rsidRPr="00394AF8">
        <w:rPr>
          <w:rStyle w:val="Emphasis"/>
          <w:color w:val="000000" w:themeColor="text1"/>
          <w:highlight w:val="green"/>
        </w:rPr>
        <w:t>need</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our</w:t>
      </w:r>
      <w:r w:rsidRPr="00394AF8">
        <w:rPr>
          <w:rFonts w:ascii="Calibri" w:hAnsi="Calibri" w:cstheme="minorHAnsi"/>
          <w:color w:val="000000" w:themeColor="text1"/>
        </w:rPr>
        <w:t xml:space="preserve"> </w:t>
      </w:r>
      <w:r w:rsidRPr="00394AF8">
        <w:rPr>
          <w:rStyle w:val="Emphasis"/>
          <w:color w:val="000000" w:themeColor="text1"/>
          <w:highlight w:val="green"/>
        </w:rPr>
        <w:t>information</w:t>
      </w:r>
      <w:r w:rsidRPr="00394AF8">
        <w:rPr>
          <w:rFonts w:ascii="Calibri" w:hAnsi="Calibri" w:cstheme="minorHAnsi"/>
          <w:color w:val="000000" w:themeColor="text1"/>
          <w:sz w:val="12"/>
          <w:szCs w:val="12"/>
        </w:rPr>
        <w:t xml:space="preserve">, data, stories that are designed </w:t>
      </w:r>
      <w:r w:rsidRPr="00394AF8">
        <w:rPr>
          <w:rStyle w:val="Emphasis"/>
          <w:color w:val="000000" w:themeColor="text1"/>
          <w:highlight w:val="green"/>
        </w:rPr>
        <w:t>to affect the public conversation [and]</w:t>
      </w:r>
      <w:r w:rsidRPr="00394AF8">
        <w:rPr>
          <w:rFonts w:ascii="Calibri" w:hAnsi="Calibri"/>
          <w:color w:val="000000" w:themeColor="text1"/>
          <w:sz w:val="16"/>
          <w:szCs w:val="16"/>
        </w:rPr>
        <w:t>.</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that bring us closer to our vision </w:t>
      </w:r>
    </w:p>
    <w:p w14:paraId="1A3F10A6" w14:textId="77777777" w:rsidR="00C52A1A" w:rsidRPr="00B55AD5" w:rsidRDefault="00C52A1A" w:rsidP="00C52A1A"/>
    <w:p w14:paraId="006E6DD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ヒラギノ角ゴ Pro W3">
    <w:charset w:val="80"/>
    <w:family w:val="swiss"/>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1C59E6"/>
    <w:multiLevelType w:val="hybridMultilevel"/>
    <w:tmpl w:val="136C8526"/>
    <w:lvl w:ilvl="0" w:tplc="99B05DE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52A1A"/>
    <w:rsid w:val="000139A3"/>
    <w:rsid w:val="00100833"/>
    <w:rsid w:val="00104529"/>
    <w:rsid w:val="00105942"/>
    <w:rsid w:val="00107396"/>
    <w:rsid w:val="00144A4C"/>
    <w:rsid w:val="00171426"/>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0D7C"/>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2A1A"/>
    <w:rsid w:val="00C83417"/>
    <w:rsid w:val="00C84511"/>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06A1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8CCC5"/>
  <w15:chartTrackingRefBased/>
  <w15:docId w15:val="{3540EAA3-21A7-4945-A682-A869B7E1F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84511"/>
    <w:rPr>
      <w:rFonts w:ascii="Calibri" w:hAnsi="Calibri"/>
    </w:rPr>
  </w:style>
  <w:style w:type="paragraph" w:styleId="Heading1">
    <w:name w:val="heading 1"/>
    <w:aliases w:val="Pocket"/>
    <w:basedOn w:val="Normal"/>
    <w:next w:val="Normal"/>
    <w:link w:val="Heading1Char"/>
    <w:qFormat/>
    <w:rsid w:val="00C845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845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845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C8451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845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4511"/>
  </w:style>
  <w:style w:type="character" w:customStyle="1" w:styleId="Heading1Char">
    <w:name w:val="Heading 1 Char"/>
    <w:aliases w:val="Pocket Char"/>
    <w:basedOn w:val="DefaultParagraphFont"/>
    <w:link w:val="Heading1"/>
    <w:rsid w:val="00C8451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8451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84511"/>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C84511"/>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C8451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84511"/>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C84511"/>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C84511"/>
    <w:rPr>
      <w:color w:val="auto"/>
      <w:u w:val="none"/>
    </w:rPr>
  </w:style>
  <w:style w:type="character" w:styleId="FollowedHyperlink">
    <w:name w:val="FollowedHyperlink"/>
    <w:basedOn w:val="DefaultParagraphFont"/>
    <w:uiPriority w:val="99"/>
    <w:semiHidden/>
    <w:unhideWhenUsed/>
    <w:rsid w:val="00C84511"/>
    <w:rPr>
      <w:color w:val="auto"/>
      <w:u w:val="none"/>
    </w:rPr>
  </w:style>
  <w:style w:type="character" w:styleId="UnresolvedMention">
    <w:name w:val="Unresolved Mention"/>
    <w:basedOn w:val="DefaultParagraphFont"/>
    <w:uiPriority w:val="99"/>
    <w:semiHidden/>
    <w:unhideWhenUsed/>
    <w:rsid w:val="00C52A1A"/>
    <w:rPr>
      <w:color w:val="605E5C"/>
      <w:shd w:val="clear" w:color="auto" w:fill="E1DFDD"/>
    </w:rPr>
  </w:style>
  <w:style w:type="paragraph" w:customStyle="1" w:styleId="textbold">
    <w:name w:val="text bold"/>
    <w:basedOn w:val="Normal"/>
    <w:link w:val="Emphasis"/>
    <w:uiPriority w:val="7"/>
    <w:qFormat/>
    <w:rsid w:val="00C52A1A"/>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Emphasis1">
    <w:name w:val="Emphasis1"/>
    <w:basedOn w:val="Normal"/>
    <w:autoRedefine/>
    <w:uiPriority w:val="7"/>
    <w:qFormat/>
    <w:rsid w:val="00C52A1A"/>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C52A1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qFormat/>
    <w:rsid w:val="00C52A1A"/>
    <w:pPr>
      <w:ind w:left="720"/>
      <w:contextualSpacing/>
    </w:pPr>
  </w:style>
  <w:style w:type="paragraph" w:styleId="DocumentMap">
    <w:name w:val="Document Map"/>
    <w:basedOn w:val="Normal"/>
    <w:link w:val="DocumentMapChar"/>
    <w:uiPriority w:val="99"/>
    <w:semiHidden/>
    <w:unhideWhenUsed/>
    <w:rsid w:val="00C52A1A"/>
    <w:rPr>
      <w:rFonts w:ascii="Lucida Grande" w:hAnsi="Lucida Grande" w:cs="Lucida Grande"/>
    </w:rPr>
  </w:style>
  <w:style w:type="character" w:customStyle="1" w:styleId="DocumentMapChar">
    <w:name w:val="Document Map Char"/>
    <w:basedOn w:val="DefaultParagraphFont"/>
    <w:link w:val="DocumentMap"/>
    <w:uiPriority w:val="99"/>
    <w:semiHidden/>
    <w:rsid w:val="00C52A1A"/>
    <w:rPr>
      <w:rFonts w:ascii="Lucida Grande" w:hAnsi="Lucida Grande" w:cs="Lucida Grande"/>
    </w:rPr>
  </w:style>
  <w:style w:type="paragraph" w:styleId="Header">
    <w:name w:val="header"/>
    <w:basedOn w:val="Normal"/>
    <w:link w:val="HeaderChar"/>
    <w:uiPriority w:val="99"/>
    <w:unhideWhenUsed/>
    <w:rsid w:val="00C52A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2A1A"/>
    <w:rPr>
      <w:rFonts w:ascii="Calibri" w:hAnsi="Calibri"/>
    </w:rPr>
  </w:style>
  <w:style w:type="paragraph" w:styleId="Footer">
    <w:name w:val="footer"/>
    <w:basedOn w:val="Normal"/>
    <w:link w:val="FooterChar"/>
    <w:uiPriority w:val="99"/>
    <w:unhideWhenUsed/>
    <w:rsid w:val="00C52A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2A1A"/>
    <w:rPr>
      <w:rFonts w:ascii="Calibri" w:hAnsi="Calibri"/>
    </w:rPr>
  </w:style>
  <w:style w:type="character" w:customStyle="1" w:styleId="TitleChar">
    <w:name w:val="Title Char"/>
    <w:basedOn w:val="DefaultParagraphFont"/>
    <w:link w:val="Title"/>
    <w:uiPriority w:val="1"/>
    <w:qFormat/>
    <w:rsid w:val="00C52A1A"/>
    <w:rPr>
      <w:u w:val="single"/>
    </w:rPr>
  </w:style>
  <w:style w:type="paragraph" w:styleId="Title">
    <w:name w:val="Title"/>
    <w:basedOn w:val="Normal"/>
    <w:link w:val="TitleChar"/>
    <w:uiPriority w:val="1"/>
    <w:qFormat/>
    <w:rsid w:val="00C52A1A"/>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C52A1A"/>
    <w:rPr>
      <w:rFonts w:asciiTheme="majorHAnsi" w:eastAsiaTheme="majorEastAsia" w:hAnsiTheme="majorHAnsi" w:cstheme="majorBidi"/>
      <w:spacing w:val="-10"/>
      <w:kern w:val="28"/>
      <w:sz w:val="56"/>
      <w:szCs w:val="56"/>
    </w:rPr>
  </w:style>
  <w:style w:type="paragraph" w:customStyle="1" w:styleId="Body">
    <w:name w:val="Body"/>
    <w:autoRedefine/>
    <w:rsid w:val="00C52A1A"/>
    <w:pPr>
      <w:spacing w:after="0" w:line="240" w:lineRule="auto"/>
    </w:pPr>
    <w:rPr>
      <w:rFonts w:ascii="Times New Roman" w:eastAsia="ヒラギノ角ゴ Pro W3"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roll.in/article/1000114/in-latin-america-chinese-vaccine-diplomacy-is-directly-challenging-uss-declining-authority" TargetMode="External"/><Relationship Id="rId13" Type="http://schemas.openxmlformats.org/officeDocument/2006/relationships/hyperlink" Target="https://link.springer.com/article/10.1007/s40319-020-00985-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thediplomat.com/2021/08/chinas-vaccine-diplomacy-in-latin-america/" TargetMode="External"/><Relationship Id="rId12" Type="http://schemas.openxmlformats.org/officeDocument/2006/relationships/hyperlink" Target="https://www.statnews.com/2021/05/19/beyond-a-symbolic-gesture-whats-needed-to-turn-the-ip-waiver-into-covid-19-vaccines/" TargetMode="External"/><Relationship Id="rId17" Type="http://schemas.openxmlformats.org/officeDocument/2006/relationships/hyperlink" Target="https://originalpositionnluj.wordpress.com/2019/09/18/utilitarianism-in-the-context-of-intellectual-property/" TargetMode="External"/><Relationship Id="rId2" Type="http://schemas.openxmlformats.org/officeDocument/2006/relationships/numbering" Target="numbering.xml"/><Relationship Id="rId16" Type="http://schemas.openxmlformats.org/officeDocument/2006/relationships/hyperlink" Target="https://www.helsinkitimes.fi/columns/columns/viewpoint/18561-science-has-delivered-will-the-wto-deliver.html" TargetMode="External"/><Relationship Id="rId1" Type="http://schemas.openxmlformats.org/officeDocument/2006/relationships/customXml" Target="../customXml/item1.xml"/><Relationship Id="rId6" Type="http://schemas.openxmlformats.org/officeDocument/2006/relationships/hyperlink" Target="https://theglobalamericans.org/2021/06/a-u-s-vaccine-diplomacy-strategy-for-latin-america-and-the-caribbean/" TargetMode="External"/><Relationship Id="rId11" Type="http://schemas.openxmlformats.org/officeDocument/2006/relationships/hyperlink" Target="https://idsa.in/issuebrief/wto-trips-waiver-covid-vaccine-rkumar-120721" TargetMode="External"/><Relationship Id="rId5" Type="http://schemas.openxmlformats.org/officeDocument/2006/relationships/webSettings" Target="webSettings.xml"/><Relationship Id="rId15" Type="http://schemas.openxmlformats.org/officeDocument/2006/relationships/hyperlink" Target="https://www.ipwatchdog.com/2021/07/21/third-option-limited-ip-waiver-solve-pandemic-vaccine-problems/id=135732/" TargetMode="External"/><Relationship Id="rId10" Type="http://schemas.openxmlformats.org/officeDocument/2006/relationships/hyperlink" Target="https://www.emerald.com/insight/content/doi/10.1108/ITPD-02-2019-003/full/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pennpoliticalreview.org/2017/04/in-defense-of-liberal-internationalism/" TargetMode="External"/><Relationship Id="rId14" Type="http://schemas.openxmlformats.org/officeDocument/2006/relationships/hyperlink" Target="https://www.tandfonline.com/doi/full/10.1080/25751654.2021.18908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32</Pages>
  <Words>22281</Words>
  <Characters>127003</Characters>
  <Application>Microsoft Office Word</Application>
  <DocSecurity>0</DocSecurity>
  <Lines>1058</Lines>
  <Paragraphs>297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Rushil Chetty</cp:lastModifiedBy>
  <cp:revision>2</cp:revision>
  <dcterms:created xsi:type="dcterms:W3CDTF">2021-10-17T15:48:00Z</dcterms:created>
  <dcterms:modified xsi:type="dcterms:W3CDTF">2021-10-17T15:48:00Z</dcterms:modified>
</cp:coreProperties>
</file>