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FF114" w14:textId="510A50F3" w:rsidR="00ED75A4" w:rsidRDefault="00ED75A4" w:rsidP="00ED75A4">
      <w:pPr>
        <w:pStyle w:val="Heading2"/>
      </w:pPr>
      <w:r>
        <w:t>R4</w:t>
      </w:r>
    </w:p>
    <w:p w14:paraId="4A108846" w14:textId="77777777" w:rsidR="00ED75A4" w:rsidRPr="00866A6E" w:rsidRDefault="00ED75A4" w:rsidP="00ED75A4">
      <w:pPr>
        <w:pStyle w:val="Heading3"/>
      </w:pPr>
      <w:r>
        <w:t>1</w:t>
      </w:r>
      <w:r>
        <w:lastRenderedPageBreak/>
        <w:t>AC – Framing</w:t>
      </w:r>
    </w:p>
    <w:p w14:paraId="7748B081" w14:textId="77777777" w:rsidR="00ED75A4" w:rsidRPr="008F5337" w:rsidRDefault="00ED75A4" w:rsidP="00ED75A4">
      <w:pPr>
        <w:pStyle w:val="Heading4"/>
      </w:pPr>
      <w:r>
        <w:t xml:space="preserve">Extinction first --- moral uncertainty. </w:t>
      </w:r>
    </w:p>
    <w:p w14:paraId="3AA84537" w14:textId="77777777" w:rsidR="00ED75A4" w:rsidRPr="005F7BED" w:rsidRDefault="00ED75A4" w:rsidP="00ED75A4">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4742EA9" w14:textId="77777777" w:rsidR="00ED75A4" w:rsidRDefault="00ED75A4" w:rsidP="00ED75A4">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582F07DF" w14:textId="77777777" w:rsidR="00ED75A4" w:rsidRPr="00D74186" w:rsidRDefault="00ED75A4" w:rsidP="00ED75A4">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F4DE73B" w14:textId="77777777" w:rsidR="00ED75A4" w:rsidRPr="00716136" w:rsidRDefault="00ED75A4" w:rsidP="00ED75A4">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AAC8785" w14:textId="77777777" w:rsidR="00ED75A4" w:rsidRPr="00E47BED" w:rsidRDefault="00ED75A4" w:rsidP="00ED75A4">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17D7BEED" w14:textId="77777777" w:rsidR="00ED75A4" w:rsidRPr="009D7488" w:rsidRDefault="00ED75A4" w:rsidP="00ED75A4"/>
    <w:p w14:paraId="4AC45A1F" w14:textId="35A97BA9" w:rsidR="00ED75A4" w:rsidRDefault="00ED75A4" w:rsidP="00ED75A4">
      <w:pPr>
        <w:pStyle w:val="Heading3"/>
      </w:pPr>
      <w:r>
        <w:t>1AC – Monopolies</w:t>
      </w:r>
    </w:p>
    <w:p w14:paraId="69C230CC" w14:textId="40E86A72" w:rsidR="00ED75A4" w:rsidRPr="003B6F92" w:rsidRDefault="00ED75A4" w:rsidP="00ED75A4">
      <w:pPr>
        <w:pStyle w:val="Heading4"/>
      </w:pPr>
      <w:r>
        <w:t>The Advantage is Monopolies</w:t>
      </w:r>
    </w:p>
    <w:p w14:paraId="59D704A2" w14:textId="77777777" w:rsidR="00ED75A4" w:rsidRDefault="00ED75A4" w:rsidP="00ED75A4">
      <w:pPr>
        <w:pStyle w:val="Heading4"/>
      </w:pPr>
      <w:r>
        <w:t xml:space="preserve">The status quo of space commercialization is a permissionless system that threatens private sector innovation due to ambiguity and foreign hostility. Schaefer 17 </w:t>
      </w:r>
    </w:p>
    <w:p w14:paraId="28D9A4BA" w14:textId="77777777" w:rsidR="00ED75A4" w:rsidRPr="00AE00A7" w:rsidRDefault="00ED75A4" w:rsidP="00ED75A4">
      <w:pPr>
        <w:rPr>
          <w:rStyle w:val="Style13ptBold"/>
          <w:b w:val="0"/>
          <w:bCs/>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4091404C" w14:textId="77777777" w:rsidR="00ED75A4" w:rsidRDefault="00ED75A4" w:rsidP="00ED75A4"/>
    <w:p w14:paraId="1F5C7D73" w14:textId="77777777" w:rsidR="00ED75A4" w:rsidRPr="00FD435E" w:rsidRDefault="00ED75A4" w:rsidP="00ED75A4">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B00327">
        <w:rPr>
          <w:rStyle w:val="StyleUnderline"/>
          <w:highlight w:val="yellow"/>
        </w:rPr>
        <w:t>regulating</w:t>
      </w:r>
      <w:r w:rsidRPr="005A10FB">
        <w:rPr>
          <w:rStyle w:val="StyleUnderline"/>
        </w:rPr>
        <w:t xml:space="preserve"> new on</w:t>
      </w:r>
      <w:r w:rsidRPr="00B00327">
        <w:rPr>
          <w:rStyle w:val="StyleUnderline"/>
          <w:highlight w:val="yellow"/>
        </w:rPr>
        <w:t>-orbit space activities begins with a</w:t>
      </w:r>
      <w:r w:rsidRPr="005A10FB">
        <w:rPr>
          <w:rStyle w:val="StyleUnderline"/>
        </w:rPr>
        <w:t xml:space="preserve"> relatively </w:t>
      </w:r>
      <w:r w:rsidRPr="00B00327">
        <w:rPr>
          <w:rStyle w:val="StyleUnderline"/>
          <w:highlight w:val="yellow"/>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863811">
        <w:rPr>
          <w:rStyle w:val="Emphasis"/>
          <w:highlight w:val="yellow"/>
        </w:rPr>
        <w:t>companies are free to conduct new</w:t>
      </w:r>
      <w:r w:rsidRPr="005A10FB">
        <w:rPr>
          <w:rStyle w:val="Emphasis"/>
        </w:rPr>
        <w:t xml:space="preserve"> on-orbit </w:t>
      </w:r>
      <w:r w:rsidRPr="00863811">
        <w:rPr>
          <w:rStyle w:val="Emphasis"/>
          <w:highlight w:val="yellow"/>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state of affairs achieves (near) pure or unadulterated permissionless innovation. </w:t>
      </w:r>
      <w:r w:rsidRPr="00863811">
        <w:rPr>
          <w:rStyle w:val="Emphasis"/>
          <w:highlight w:val="yellow"/>
        </w:rPr>
        <w:t xml:space="preserve">However, the irony is that </w:t>
      </w:r>
      <w:r w:rsidRPr="00863811">
        <w:rPr>
          <w:rStyle w:val="Emphasis"/>
        </w:rPr>
        <w:t xml:space="preserve">the benefits of permissionless </w:t>
      </w:r>
      <w:r w:rsidRPr="00863811">
        <w:rPr>
          <w:rStyle w:val="Emphasis"/>
          <w:highlight w:val="yellow"/>
        </w:rPr>
        <w:t>innovation will not be achieved</w:t>
      </w:r>
      <w:r w:rsidRPr="005A10FB">
        <w:rPr>
          <w:rStyle w:val="Emphasis"/>
        </w:rPr>
        <w:t xml:space="preserve"> in</w:t>
      </w:r>
      <w:r w:rsidRPr="005A10FB">
        <w:rPr>
          <w:rStyle w:val="Emphasis"/>
        </w:rPr>
        <w:lastRenderedPageBreak/>
        <w:t xml:space="preserve">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863811">
        <w:rPr>
          <w:rStyle w:val="StyleUnderline"/>
          <w:highlight w:val="yellow"/>
        </w:rPr>
        <w:t xml:space="preserve">U.S. </w:t>
      </w:r>
      <w:r w:rsidRPr="00863811">
        <w:rPr>
          <w:rStyle w:val="StyleUnderline"/>
        </w:rPr>
        <w:t>international</w:t>
      </w:r>
      <w:r w:rsidRPr="005A10FB">
        <w:rPr>
          <w:rStyle w:val="StyleUnderline"/>
        </w:rPr>
        <w:t xml:space="preserve"> </w:t>
      </w:r>
      <w:r w:rsidRPr="00863811">
        <w:rPr>
          <w:rStyle w:val="StyleUnderline"/>
          <w:highlight w:val="yellow"/>
        </w:rPr>
        <w:t>obligations require “authorization</w:t>
      </w:r>
      <w:r w:rsidRPr="005A10FB">
        <w:rPr>
          <w:rStyle w:val="StyleUnderline"/>
        </w:rPr>
        <w:t xml:space="preserve">” of and the provision of “continuing” supervision, </w:t>
      </w:r>
      <w:r w:rsidRPr="00863811">
        <w:rPr>
          <w:rStyle w:val="StyleUnderline"/>
          <w:highlight w:val="yellow"/>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r w:rsidRPr="005A10FB">
        <w:rPr>
          <w:rStyle w:val="Emphasis"/>
        </w:rPr>
        <w:t xml:space="preserve">a large number of </w:t>
      </w:r>
      <w:r w:rsidRPr="00863811">
        <w:rPr>
          <w:rStyle w:val="Emphasis"/>
        </w:rPr>
        <w:t>businesses</w:t>
      </w:r>
      <w:r w:rsidRPr="005A10FB">
        <w:rPr>
          <w:rStyle w:val="Emphasis"/>
        </w:rPr>
        <w:t xml:space="preserve"> and investors </w:t>
      </w:r>
      <w:r w:rsidRPr="00863811">
        <w:rPr>
          <w:rStyle w:val="Emphasis"/>
        </w:rPr>
        <w:t xml:space="preserve">in </w:t>
      </w:r>
      <w:r w:rsidRPr="00863811">
        <w:rPr>
          <w:rStyle w:val="Emphasis"/>
          <w:highlight w:val="yellow"/>
        </w:rPr>
        <w:t xml:space="preserve">the space sector seek </w:t>
      </w:r>
      <w:r w:rsidRPr="00863811">
        <w:rPr>
          <w:rStyle w:val="Emphasis"/>
        </w:rPr>
        <w:t xml:space="preserve">a minimal amount of </w:t>
      </w:r>
      <w:r w:rsidRPr="00863811">
        <w:rPr>
          <w:rStyle w:val="Emphasis"/>
          <w:highlight w:val="yellow"/>
        </w:rPr>
        <w:t>regulation to</w:t>
      </w:r>
      <w:r w:rsidRPr="005A10FB">
        <w:rPr>
          <w:rStyle w:val="Emphasis"/>
        </w:rPr>
        <w:t xml:space="preserve"> </w:t>
      </w:r>
      <w:r w:rsidRPr="00863811">
        <w:rPr>
          <w:rStyle w:val="Emphasis"/>
          <w:highlight w:val="yellow"/>
        </w:rPr>
        <w:t>ensure a transparent framework for approval</w:t>
      </w:r>
      <w:r w:rsidRPr="005A10FB">
        <w:rPr>
          <w:rStyle w:val="Emphasis"/>
        </w:rPr>
        <w:t xml:space="preserve"> of their on-orbit activities </w:t>
      </w:r>
      <w:r w:rsidRPr="00930F93">
        <w:rPr>
          <w:rStyle w:val="Emphasis"/>
          <w:highlight w:val="yellow"/>
        </w:rPr>
        <w:t>so</w:t>
      </w:r>
      <w:r w:rsidRPr="005A10FB">
        <w:rPr>
          <w:rStyle w:val="Emphasis"/>
        </w:rPr>
        <w:t xml:space="preserve"> that regulatory </w:t>
      </w:r>
      <w:r w:rsidRPr="00930F93">
        <w:rPr>
          <w:rStyle w:val="Emphasis"/>
          <w:highlight w:val="yellow"/>
        </w:rPr>
        <w:t xml:space="preserve">uncertainty and </w:t>
      </w:r>
      <w:r w:rsidRPr="00930F93">
        <w:rPr>
          <w:rStyle w:val="Emphasis"/>
        </w:rPr>
        <w:t>foreign</w:t>
      </w:r>
      <w:r w:rsidRPr="005A10FB">
        <w:rPr>
          <w:rStyle w:val="Emphasis"/>
        </w:rPr>
        <w:t xml:space="preserve"> </w:t>
      </w:r>
      <w:r w:rsidRPr="00930F93">
        <w:rPr>
          <w:rStyle w:val="Emphasis"/>
          <w:highlight w:val="yellow"/>
        </w:rPr>
        <w:t>hostility</w:t>
      </w:r>
      <w:r w:rsidRPr="005A10FB">
        <w:rPr>
          <w:rStyle w:val="Emphasis"/>
        </w:rPr>
        <w:t xml:space="preserve"> to their activities </w:t>
      </w:r>
      <w:r w:rsidRPr="00930F93">
        <w:rPr>
          <w:rStyle w:val="Emphasis"/>
          <w:highlight w:val="yellow"/>
        </w:rPr>
        <w:t>is</w:t>
      </w:r>
      <w:r w:rsidRPr="005A10FB">
        <w:rPr>
          <w:rStyle w:val="Emphasis"/>
        </w:rPr>
        <w:t xml:space="preserve"> </w:t>
      </w:r>
      <w:r w:rsidRPr="00930F93">
        <w:rPr>
          <w:rStyle w:val="Emphasis"/>
          <w:highlight w:val="yellow"/>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met and that U.S. national security is not endangered, and to give companies and their investors a degree of regulatory approval and certainty they desire. Chairman Babin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true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930F93">
        <w:rPr>
          <w:rStyle w:val="StyleUnderline"/>
          <w:highlight w:val="yellow"/>
        </w:rPr>
        <w:t>litigate</w:t>
      </w:r>
      <w:r w:rsidRPr="005A10FB">
        <w:rPr>
          <w:rStyle w:val="StyleUnderline"/>
        </w:rPr>
        <w:t xml:space="preserve">” strategy </w:t>
      </w:r>
      <w:r w:rsidRPr="00930F93">
        <w:rPr>
          <w:rStyle w:val="StyleUnderline"/>
          <w:highlight w:val="yellow"/>
        </w:rPr>
        <w:t>is not</w:t>
      </w:r>
      <w:r w:rsidRPr="005A10FB">
        <w:rPr>
          <w:rStyle w:val="StyleUnderline"/>
        </w:rPr>
        <w:t xml:space="preserve"> an </w:t>
      </w:r>
      <w:r w:rsidRPr="00930F93">
        <w:rPr>
          <w:rStyle w:val="StyleUnderline"/>
          <w:highlight w:val="yellow"/>
        </w:rPr>
        <w:t>attractive</w:t>
      </w:r>
      <w:r w:rsidRPr="005A10FB">
        <w:rPr>
          <w:rStyle w:val="StyleUnderline"/>
        </w:rPr>
        <w:t xml:space="preserve"> option </w:t>
      </w:r>
      <w:r w:rsidRPr="00930F93">
        <w:rPr>
          <w:rStyle w:val="StyleUnderline"/>
          <w:highlight w:val="yellow"/>
        </w:rPr>
        <w:t>for</w:t>
      </w:r>
      <w:r w:rsidRPr="005A10FB">
        <w:rPr>
          <w:rStyle w:val="StyleUnderline"/>
        </w:rPr>
        <w:t xml:space="preserve"> many </w:t>
      </w:r>
      <w:r w:rsidRPr="00930F93">
        <w:rPr>
          <w:rStyle w:val="StyleUnderline"/>
          <w:highlight w:val="yellow"/>
        </w:rPr>
        <w:t>space companies</w:t>
      </w:r>
      <w:r w:rsidRPr="005A10FB">
        <w:rPr>
          <w:rStyle w:val="StyleUnderline"/>
        </w:rPr>
        <w:t xml:space="preserve">. Litigation consumes time and money, and global competitors may advance during that time. Additionally, the dynamics of the space business are such that the </w:t>
      </w:r>
      <w:r w:rsidRPr="00930F93">
        <w:rPr>
          <w:rStyle w:val="StyleUnderline"/>
          <w:highlight w:val="yellow"/>
        </w:rPr>
        <w:t>government is always</w:t>
      </w:r>
      <w:r w:rsidRPr="005A10FB">
        <w:rPr>
          <w:rStyle w:val="StyleUnderline"/>
        </w:rPr>
        <w:t xml:space="preserve"> a considerable </w:t>
      </w:r>
      <w:r w:rsidRPr="00930F93">
        <w:rPr>
          <w:rStyle w:val="StyleUnderline"/>
          <w:highlight w:val="yellow"/>
        </w:rPr>
        <w:t>part of the customer base</w:t>
      </w:r>
      <w:r w:rsidRPr="005A10FB">
        <w:rPr>
          <w:rStyle w:val="StyleUnderline"/>
        </w:rPr>
        <w:t>, and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space 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930F93">
        <w:rPr>
          <w:rStyle w:val="StyleUnderline"/>
          <w:highlight w:val="yellow"/>
        </w:rPr>
        <w:t>businesses have been “knocking on the door</w:t>
      </w:r>
      <w:r w:rsidRPr="005A10FB">
        <w:rPr>
          <w:rStyle w:val="StyleUnderline"/>
        </w:rPr>
        <w:t xml:space="preserve">” of various agencies, including the State Department, the last several years, in essence </w:t>
      </w:r>
      <w:r w:rsidRPr="00930F93">
        <w:rPr>
          <w:rStyle w:val="StyleUnderline"/>
          <w:highlight w:val="yellow"/>
        </w:rPr>
        <w:t>asking who will</w:t>
      </w:r>
      <w:r w:rsidRPr="005A10FB">
        <w:rPr>
          <w:rStyle w:val="StyleUnderline"/>
        </w:rPr>
        <w:t xml:space="preserve"> give them a stamp of </w:t>
      </w:r>
      <w:r w:rsidRPr="00930F93">
        <w:rPr>
          <w:rStyle w:val="StyleUnderline"/>
          <w:highlight w:val="yellow"/>
        </w:rPr>
        <w:t>approv</w:t>
      </w:r>
      <w:r w:rsidRPr="005A10FB">
        <w:rPr>
          <w:rStyle w:val="StyleUnderline"/>
        </w:rPr>
        <w:t>al</w:t>
      </w:r>
      <w:r w:rsidRPr="005A10FB">
        <w:rPr>
          <w:rStyle w:val="Emphasis"/>
        </w:rPr>
        <w:t xml:space="preserve">. </w:t>
      </w:r>
      <w:r w:rsidRPr="00930F93">
        <w:rPr>
          <w:rStyle w:val="Emphasis"/>
          <w:highlight w:val="yellow"/>
        </w:rPr>
        <w:t>It is an uncertain process</w:t>
      </w:r>
      <w:r w:rsidRPr="005A10FB">
        <w:rPr>
          <w:rStyle w:val="Emphasis"/>
        </w:rPr>
        <w:t xml:space="preserve"> currently—</w:t>
      </w:r>
      <w:r>
        <w:rPr>
          <w:rStyle w:val="Emphasis"/>
        </w:rPr>
        <w:t xml:space="preserve"> </w:t>
      </w:r>
      <w:r w:rsidRPr="005A10FB">
        <w:rPr>
          <w:rStyle w:val="Emphasis"/>
        </w:rPr>
        <w:t xml:space="preserve">one </w:t>
      </w:r>
      <w:r w:rsidRPr="00930F93">
        <w:rPr>
          <w:rStyle w:val="Emphasis"/>
          <w:highlight w:val="yellow"/>
        </w:rPr>
        <w:t>that</w:t>
      </w:r>
      <w:r w:rsidRPr="005A10FB">
        <w:rPr>
          <w:rStyle w:val="Emphasis"/>
        </w:rPr>
        <w:t xml:space="preserve"> U.S. space </w:t>
      </w:r>
      <w:r w:rsidRPr="00930F93">
        <w:rPr>
          <w:rStyle w:val="Emphasis"/>
          <w:highlight w:val="yellow"/>
        </w:rPr>
        <w:t>businesses desire to be made certain and</w:t>
      </w:r>
      <w:r w:rsidRPr="005A10FB">
        <w:rPr>
          <w:rStyle w:val="Emphasis"/>
        </w:rPr>
        <w:t xml:space="preserve"> </w:t>
      </w:r>
      <w:r w:rsidRPr="00930F93">
        <w:rPr>
          <w:rStyle w:val="Emphasis"/>
          <w:highlight w:val="yellow"/>
        </w:rPr>
        <w:t>transpa</w:t>
      </w:r>
      <w:r w:rsidRPr="00930F93">
        <w:rPr>
          <w:rStyle w:val="Emphasis"/>
          <w:highlight w:val="yellow"/>
        </w:rPr>
        <w:lastRenderedPageBreak/>
        <w:t>rent</w:t>
      </w:r>
      <w:r w:rsidRPr="00FD435E">
        <w:rPr>
          <w:sz w:val="12"/>
        </w:rPr>
        <w:t>. We explore each of these three risks—international obligation risk, national security risk, and regulatory uncertainty risk—below, with particular emphasis on meeting U.S. internatio</w:t>
      </w:r>
      <w:r w:rsidRPr="00FD435E">
        <w:rPr>
          <w:sz w:val="12"/>
        </w:rPr>
        <w:lastRenderedPageBreak/>
        <w:t xml:space="preserve">nal obligations. </w:t>
      </w:r>
      <w:r w:rsidRPr="00930F93">
        <w:rPr>
          <w:rStyle w:val="Emphasis"/>
          <w:highlight w:val="yellow"/>
        </w:rPr>
        <w:t>Particular emphasis is placed on meeting</w:t>
      </w:r>
      <w:r w:rsidRPr="00D54B37">
        <w:rPr>
          <w:rStyle w:val="Emphasis"/>
        </w:rPr>
        <w:t xml:space="preserve"> U.S. </w:t>
      </w:r>
      <w:r w:rsidRPr="00930F93">
        <w:rPr>
          <w:rStyle w:val="Emphasis"/>
          <w:highlight w:val="yellow"/>
        </w:rPr>
        <w:t>international obligations</w:t>
      </w:r>
      <w:r w:rsidRPr="00D54B37">
        <w:rPr>
          <w:rStyle w:val="Emphasis"/>
        </w:rPr>
        <w:t xml:space="preserve"> because it appears </w:t>
      </w:r>
      <w:r w:rsidRPr="00930F93">
        <w:rPr>
          <w:rStyle w:val="Emphasis"/>
        </w:rPr>
        <w:t xml:space="preserve">that </w:t>
      </w:r>
      <w:r w:rsidRPr="00930F93">
        <w:rPr>
          <w:rStyle w:val="Emphasis"/>
          <w:highlight w:val="yellow"/>
        </w:rPr>
        <w:t>a drive for</w:t>
      </w:r>
      <w:r w:rsidRPr="00D54B37">
        <w:rPr>
          <w:rStyle w:val="Emphasis"/>
        </w:rPr>
        <w:t xml:space="preserve"> a (nearly) </w:t>
      </w:r>
      <w:r w:rsidRPr="00930F93">
        <w:rPr>
          <w:rStyle w:val="Emphasis"/>
          <w:highlight w:val="yellow"/>
        </w:rPr>
        <w:t>pure</w:t>
      </w:r>
      <w:r w:rsidRPr="00D54B37">
        <w:rPr>
          <w:rStyle w:val="Emphasis"/>
        </w:rPr>
        <w:t xml:space="preserve"> form of </w:t>
      </w:r>
      <w:r w:rsidRPr="00930F93">
        <w:rPr>
          <w:rStyle w:val="Emphasis"/>
          <w:highlight w:val="yellow"/>
        </w:rPr>
        <w:t xml:space="preserve">permissionless innovation is leading to misguided </w:t>
      </w:r>
      <w:r w:rsidRPr="00930F93">
        <w:rPr>
          <w:rStyle w:val="Emphasis"/>
        </w:rPr>
        <w:t>treaty</w:t>
      </w:r>
      <w:r w:rsidRPr="00D54B37">
        <w:rPr>
          <w:rStyle w:val="Emphasis"/>
        </w:rPr>
        <w:t xml:space="preserve"> </w:t>
      </w:r>
      <w:r w:rsidRPr="00930F93">
        <w:rPr>
          <w:rStyle w:val="Emphasis"/>
          <w:highlight w:val="yellow"/>
        </w:rPr>
        <w:t>interpretations</w:t>
      </w:r>
      <w:r w:rsidRPr="00D54B37">
        <w:rPr>
          <w:rStyle w:val="Emphasis"/>
        </w:rPr>
        <w:t xml:space="preserve"> of the Outer Space Treaty that do not respect long-standing rules of treaty interpretation binding the United States and constitutes a development </w:t>
      </w:r>
      <w:r w:rsidRPr="00930F93">
        <w:rPr>
          <w:rStyle w:val="Emphasis"/>
          <w:highlight w:val="yellow"/>
        </w:rPr>
        <w:t xml:space="preserve">that can damage U.S. </w:t>
      </w:r>
      <w:r w:rsidRPr="00F23771">
        <w:rPr>
          <w:rStyle w:val="Emphasis"/>
          <w:highlight w:val="yellow"/>
        </w:rPr>
        <w:t>interests in other treaty</w:t>
      </w:r>
      <w:r w:rsidRPr="00D54B37">
        <w:rPr>
          <w:rStyle w:val="Emphasis"/>
        </w:rPr>
        <w:t xml:space="preserve"> </w:t>
      </w:r>
      <w:r w:rsidRPr="00F23771">
        <w:rPr>
          <w:rStyle w:val="Emphasis"/>
          <w:highlight w:val="yellow"/>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3A457673" w14:textId="77777777" w:rsidR="00ED75A4" w:rsidRDefault="00ED75A4" w:rsidP="00ED75A4"/>
    <w:p w14:paraId="15DDF32B" w14:textId="77777777" w:rsidR="00ED75A4" w:rsidRPr="004F4023" w:rsidRDefault="00ED75A4" w:rsidP="00ED75A4">
      <w:pPr>
        <w:pStyle w:val="Heading4"/>
      </w:pPr>
      <w:r>
        <w:t>Private appropriation results in arbitrary valuation of businesses in the space industry and monopolization, which decks innovation and causes armed conflict.  Sterns and Tennen 03</w:t>
      </w:r>
    </w:p>
    <w:p w14:paraId="7EC686D8" w14:textId="77777777" w:rsidR="00ED75A4" w:rsidRDefault="00ED75A4" w:rsidP="00ED75A4"/>
    <w:p w14:paraId="212FFE96" w14:textId="77777777" w:rsidR="00ED75A4" w:rsidRPr="004F4023" w:rsidRDefault="00ED75A4" w:rsidP="00ED75A4">
      <w:pPr>
        <w:rPr>
          <w:rStyle w:val="Style13ptBold"/>
          <w:b w:val="0"/>
          <w:bCs/>
        </w:rPr>
      </w:pPr>
      <w:r w:rsidRPr="004F4023">
        <w:rPr>
          <w:rStyle w:val="Style13ptBold"/>
          <w:b w:val="0"/>
          <w:bCs/>
        </w:rPr>
        <w:t>P.M. Sterns, L.I. Tennen,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49468C8B" w14:textId="77777777" w:rsidR="00ED75A4" w:rsidRDefault="00ED75A4" w:rsidP="00ED75A4"/>
    <w:p w14:paraId="328A9859" w14:textId="77777777" w:rsidR="00ED75A4" w:rsidRDefault="00ED75A4" w:rsidP="00ED75A4">
      <w:r w:rsidRPr="003301E6">
        <w:t xml:space="preserve">If claims of private appropriation are ineffective, in contravention of the corpus juris spatialis, and contrary to the long term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2D6930">
        <w:rPr>
          <w:rStyle w:val="StyleUnderline"/>
          <w:highlight w:val="yellow"/>
        </w:rPr>
        <w:t>privateering</w:t>
      </w:r>
      <w:r w:rsidRPr="008B3A87">
        <w:rPr>
          <w:rStyle w:val="StyleUnderline"/>
        </w:rPr>
        <w:t xml:space="preserve"> company</w:t>
      </w:r>
      <w:r w:rsidRPr="003301E6">
        <w:t xml:space="preserve">, </w:t>
      </w:r>
      <w:r w:rsidRPr="002D6930">
        <w:rPr>
          <w:rStyle w:val="Emphasis"/>
          <w:highlight w:val="yellow"/>
        </w:rPr>
        <w:t>artificially inflated</w:t>
      </w:r>
      <w:r w:rsidRPr="008B3A87">
        <w:rPr>
          <w:rStyle w:val="Emphasis"/>
        </w:rPr>
        <w:t xml:space="preserve"> by </w:t>
      </w:r>
      <w:r w:rsidRPr="002D6930">
        <w:rPr>
          <w:rStyle w:val="Emphasis"/>
          <w:highlight w:val="yellow"/>
        </w:rPr>
        <w:t xml:space="preserve">the </w:t>
      </w:r>
      <w:r w:rsidRPr="002D6930">
        <w:rPr>
          <w:rStyle w:val="Emphasis"/>
        </w:rPr>
        <w:t xml:space="preserve">optimistic </w:t>
      </w:r>
      <w:r w:rsidRPr="002D6930">
        <w:rPr>
          <w:rStyle w:val="Emphasis"/>
          <w:highlight w:val="yellow"/>
        </w:rPr>
        <w:t>valuation of</w:t>
      </w:r>
      <w:r w:rsidRPr="008B3A87">
        <w:rPr>
          <w:rStyle w:val="Emphasis"/>
        </w:rPr>
        <w:t xml:space="preserve"> the </w:t>
      </w:r>
      <w:r w:rsidRPr="002D6930">
        <w:rPr>
          <w:rStyle w:val="Emphasis"/>
          <w:highlight w:val="yellow"/>
        </w:rPr>
        <w:t>claimed</w:t>
      </w:r>
      <w:r w:rsidRPr="008B3A87">
        <w:rPr>
          <w:rStyle w:val="Emphasis"/>
        </w:rPr>
        <w:t xml:space="preserve"> </w:t>
      </w:r>
      <w:r w:rsidRPr="002D6930">
        <w:rPr>
          <w:rStyle w:val="Emphasis"/>
          <w:highlight w:val="yellow"/>
        </w:rPr>
        <w:t>space assets</w:t>
      </w:r>
      <w:r w:rsidRPr="003301E6">
        <w:t xml:space="preserve">; and </w:t>
      </w:r>
      <w:r w:rsidRPr="008B3A87">
        <w:rPr>
          <w:rStyle w:val="StyleUnderline"/>
        </w:rPr>
        <w:t xml:space="preserve">second is the </w:t>
      </w:r>
      <w:r w:rsidRPr="002D6930">
        <w:rPr>
          <w:rStyle w:val="StyleUnderline"/>
          <w:highlight w:val="yellow"/>
        </w:rPr>
        <w:t>pursuit of</w:t>
      </w:r>
      <w:r w:rsidRPr="008B3A87">
        <w:rPr>
          <w:rStyle w:val="StyleUnderline"/>
        </w:rPr>
        <w:t xml:space="preserve"> profit by the trade in “</w:t>
      </w:r>
      <w:r w:rsidRPr="002D6930">
        <w:rPr>
          <w:rStyle w:val="StyleUnderline"/>
          <w:highlight w:val="yellow"/>
        </w:rPr>
        <w:t>subsidiary</w:t>
      </w:r>
      <w:r w:rsidRPr="008B3A87">
        <w:rPr>
          <w:rStyle w:val="StyleUnderline"/>
        </w:rPr>
        <w:t xml:space="preserve"> </w:t>
      </w:r>
      <w:r w:rsidRPr="002D6930">
        <w:rPr>
          <w:rStyle w:val="StyleUnderline"/>
          <w:highlight w:val="yellow"/>
        </w:rPr>
        <w:t>rights</w:t>
      </w:r>
      <w:r w:rsidRPr="008B3A87">
        <w:rPr>
          <w:rStyle w:val="StyleUnderline"/>
        </w:rPr>
        <w:t>”</w:t>
      </w:r>
      <w:r w:rsidRPr="003301E6">
        <w:t xml:space="preserve"> such as leasehold interests, mining rights, easements, and other traditionally alienable property rights. </w:t>
      </w:r>
      <w:r w:rsidRPr="002D6930">
        <w:rPr>
          <w:rStyle w:val="Emphasis"/>
          <w:highlight w:val="yellow"/>
        </w:rPr>
        <w:t>Neither</w:t>
      </w:r>
      <w:r w:rsidRPr="008B3A87">
        <w:rPr>
          <w:rStyle w:val="Emphasis"/>
        </w:rPr>
        <w:t xml:space="preserve"> of these economic considerations </w:t>
      </w:r>
      <w:r w:rsidRPr="002D6930">
        <w:rPr>
          <w:rStyle w:val="Emphasis"/>
          <w:highlight w:val="yellow"/>
        </w:rPr>
        <w:t>is directly</w:t>
      </w:r>
      <w:r w:rsidRPr="008B3A87">
        <w:rPr>
          <w:rStyle w:val="Emphasis"/>
        </w:rPr>
        <w:t xml:space="preserve"> </w:t>
      </w:r>
      <w:r w:rsidRPr="002D6930">
        <w:rPr>
          <w:rStyle w:val="Emphasis"/>
          <w:highlight w:val="yellow"/>
        </w:rPr>
        <w:t>related to the use of</w:t>
      </w:r>
      <w:r w:rsidRPr="008B3A87">
        <w:rPr>
          <w:rStyle w:val="Emphasis"/>
        </w:rPr>
        <w:t xml:space="preserve"> celestial </w:t>
      </w:r>
      <w:r w:rsidRPr="002D6930">
        <w:rPr>
          <w:rStyle w:val="Emphasis"/>
          <w:highlight w:val="yellow"/>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2D6930">
        <w:rPr>
          <w:rStyle w:val="StyleUnderline"/>
          <w:highlight w:val="yellow"/>
        </w:rPr>
        <w:t>private</w:t>
      </w:r>
      <w:r w:rsidRPr="008B3A87">
        <w:rPr>
          <w:rStyle w:val="StyleUnderline"/>
        </w:rPr>
        <w:t xml:space="preserve"> </w:t>
      </w:r>
      <w:r w:rsidRPr="002D6930">
        <w:rPr>
          <w:rStyle w:val="StyleUnderline"/>
          <w:highlight w:val="yellow"/>
        </w:rPr>
        <w:t>ownership</w:t>
      </w:r>
      <w:r w:rsidRPr="008B3A87">
        <w:rPr>
          <w:rStyle w:val="StyleUnderline"/>
        </w:rPr>
        <w:t xml:space="preserve"> of unlimited rights to celestial property </w:t>
      </w:r>
      <w:r w:rsidRPr="002D6930">
        <w:rPr>
          <w:rStyle w:val="StyleUnderline"/>
          <w:highlight w:val="yellow"/>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2D6930">
        <w:rPr>
          <w:rStyle w:val="StyleUnderline"/>
          <w:highlight w:val="yellow"/>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2D6930">
        <w:rPr>
          <w:rStyle w:val="StyleUnderline"/>
          <w:highlight w:val="yellow"/>
        </w:rPr>
        <w:t>venture</w:t>
      </w:r>
      <w:r w:rsidRPr="003301E6">
        <w:t xml:space="preserve">. That is, the ability of all states to explore and utilize areas on or below the surface of celestial bodies, as guaranteed by the corpus juris spatialis, no longer would be a right, but a commodity available only to the highest bidder. </w:t>
      </w:r>
      <w:r w:rsidRPr="0075680E">
        <w:rPr>
          <w:rStyle w:val="Emphasis"/>
          <w:highlight w:val="yellow"/>
        </w:rPr>
        <w:t>Monopolies and other anti-competitive</w:t>
      </w:r>
      <w:r w:rsidRPr="008B3A87">
        <w:rPr>
          <w:rStyle w:val="Emphasis"/>
        </w:rPr>
        <w:t xml:space="preserve"> </w:t>
      </w:r>
      <w:r w:rsidRPr="0075680E">
        <w:rPr>
          <w:rStyle w:val="Emphasis"/>
          <w:highlight w:val="yellow"/>
        </w:rPr>
        <w:t xml:space="preserve">practices would restrict </w:t>
      </w:r>
      <w:r w:rsidRPr="0075680E">
        <w:rPr>
          <w:rStyle w:val="Emphasis"/>
        </w:rPr>
        <w:t xml:space="preserve">rather than enhance </w:t>
      </w:r>
      <w:r w:rsidRPr="0075680E">
        <w:rPr>
          <w:rStyle w:val="Emphasis"/>
          <w:highlight w:val="yellow"/>
        </w:rPr>
        <w:t>space commercialization</w:t>
      </w:r>
      <w:r w:rsidRPr="003301E6">
        <w:t xml:space="preserve">. </w:t>
      </w:r>
      <w:r w:rsidRPr="008B3A87">
        <w:rPr>
          <w:rStyle w:val="StyleUnderline"/>
        </w:rPr>
        <w:t xml:space="preserve">These anti-competitive effects of private appropriation arc </w:t>
      </w:r>
      <w:r w:rsidRPr="0075680E">
        <w:rPr>
          <w:rStyle w:val="StyleUnderline"/>
          <w:highlight w:val="yellow"/>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75680E">
        <w:rPr>
          <w:rStyle w:val="StyleUnderline"/>
          <w:highlight w:val="yellow"/>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75680E">
        <w:rPr>
          <w:rStyle w:val="StyleUnderline"/>
          <w:highlight w:val="yellow"/>
        </w:rPr>
        <w:t>even</w:t>
      </w:r>
      <w:r w:rsidRPr="008B3A87">
        <w:rPr>
          <w:rStyle w:val="StyleUnderline"/>
        </w:rPr>
        <w:t xml:space="preserve"> while operating </w:t>
      </w:r>
      <w:r w:rsidRPr="0075680E">
        <w:rPr>
          <w:rStyle w:val="StyleUnderline"/>
          <w:highlight w:val="yellow"/>
        </w:rPr>
        <w:t>in</w:t>
      </w:r>
      <w:r w:rsidRPr="0075680E">
        <w:rPr>
          <w:rStyle w:val="StyleUnderline"/>
          <w:highlight w:val="yellow"/>
        </w:rPr>
        <w:lastRenderedPageBreak/>
        <w:t xml:space="preserve"> a vacuum, the price structure</w:t>
      </w:r>
      <w:r w:rsidRPr="008B3A87">
        <w:rPr>
          <w:rStyle w:val="StyleUnderline"/>
        </w:rPr>
        <w:t xml:space="preserve"> of the Lunar Embassy </w:t>
      </w:r>
      <w:r w:rsidRPr="0075680E">
        <w:rPr>
          <w:rStyle w:val="StyleUnderline"/>
          <w:highlight w:val="yellow"/>
        </w:rPr>
        <w:t>has not been stable, but</w:t>
      </w:r>
      <w:r w:rsidRPr="008B3A87">
        <w:rPr>
          <w:rStyle w:val="StyleUnderline"/>
        </w:rPr>
        <w:t xml:space="preserve"> has been </w:t>
      </w:r>
      <w:r w:rsidRPr="0075680E">
        <w:rPr>
          <w:rStyle w:val="StyleUnderline"/>
          <w:highlight w:val="yellow"/>
        </w:rPr>
        <w:t>arbitrarily manipulated</w:t>
      </w:r>
      <w:r w:rsidRPr="0075680E">
        <w:rPr>
          <w:highlight w:val="yellow"/>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spatialis, but the arguments which have been presented in opposition to article II lack either a legal justification, a factual predicate, or both. Moreover, </w:t>
      </w:r>
      <w:r w:rsidRPr="00382FA4">
        <w:rPr>
          <w:rStyle w:val="Emphasis"/>
        </w:rPr>
        <w:t xml:space="preserve">the </w:t>
      </w:r>
      <w:r w:rsidRPr="0075680E">
        <w:rPr>
          <w:rStyle w:val="Emphasis"/>
          <w:highlight w:val="yellow"/>
        </w:rPr>
        <w:t>abrogation</w:t>
      </w:r>
      <w:r w:rsidRPr="00382FA4">
        <w:rPr>
          <w:rStyle w:val="Emphasis"/>
        </w:rPr>
        <w:t xml:space="preserve"> or renunciation </w:t>
      </w:r>
      <w:r w:rsidRPr="0075680E">
        <w:rPr>
          <w:rStyle w:val="Emphasis"/>
          <w:highlight w:val="yellow"/>
        </w:rPr>
        <w:t>of</w:t>
      </w:r>
      <w:r w:rsidRPr="00382FA4">
        <w:rPr>
          <w:rStyle w:val="Emphasis"/>
        </w:rPr>
        <w:t xml:space="preserve"> the </w:t>
      </w:r>
      <w:r w:rsidRPr="0075680E">
        <w:rPr>
          <w:rStyle w:val="Emphasis"/>
          <w:highlight w:val="yellow"/>
        </w:rPr>
        <w:t>non-appropriation</w:t>
      </w:r>
      <w:r w:rsidRPr="00382FA4">
        <w:rPr>
          <w:rStyle w:val="Emphasis"/>
        </w:rPr>
        <w:t xml:space="preserve"> principle </w:t>
      </w:r>
      <w:r w:rsidRPr="0075680E">
        <w:rPr>
          <w:rStyle w:val="Emphasis"/>
          <w:highlight w:val="yellow"/>
        </w:rPr>
        <w:t>would be antithetical to</w:t>
      </w:r>
      <w:r w:rsidRPr="00382FA4">
        <w:rPr>
          <w:rStyle w:val="Emphasis"/>
        </w:rPr>
        <w:t xml:space="preserve"> the interests of space </w:t>
      </w:r>
      <w:r w:rsidRPr="0075680E">
        <w:rPr>
          <w:rStyle w:val="Emphasis"/>
          <w:highlight w:val="yellow"/>
        </w:rPr>
        <w:t>commercialization</w:t>
      </w:r>
      <w:r w:rsidRPr="003301E6">
        <w:t xml:space="preserve">. </w:t>
      </w:r>
      <w:r w:rsidRPr="00382FA4">
        <w:rPr>
          <w:rStyle w:val="Emphasis"/>
        </w:rPr>
        <w:t xml:space="preserve">Conflicting, </w:t>
      </w:r>
      <w:r w:rsidRPr="0075680E">
        <w:rPr>
          <w:rStyle w:val="Emphasis"/>
          <w:highlight w:val="yellow"/>
        </w:rPr>
        <w:t>competing</w:t>
      </w:r>
      <w:r w:rsidRPr="00382FA4">
        <w:rPr>
          <w:rStyle w:val="Emphasis"/>
        </w:rPr>
        <w:t xml:space="preserve"> and overlapping </w:t>
      </w:r>
      <w:r w:rsidRPr="0075680E">
        <w:rPr>
          <w:rStyle w:val="Emphasis"/>
          <w:highlight w:val="yellow"/>
        </w:rPr>
        <w:t>claims would create international tensions</w:t>
      </w:r>
      <w:r w:rsidRPr="00382FA4">
        <w:rPr>
          <w:rStyle w:val="Emphasis"/>
        </w:rPr>
        <w:t xml:space="preserve">, and potentially lead to </w:t>
      </w:r>
      <w:r w:rsidRPr="0075680E">
        <w:rPr>
          <w:rStyle w:val="Emphasis"/>
          <w:highlight w:val="yellow"/>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the non-appropriation principle are either seeking to increase their own bottom line by disingenuous and deceptive constructs, or lack an appropriate appreciation and respect for international processes. Perhaps most significant in this regard is the tangible benefit the corpus juris spatialis has made in maintaining outer space exclusively for peaceful purposes</w:t>
      </w:r>
      <w:r>
        <w:t>.</w:t>
      </w:r>
    </w:p>
    <w:p w14:paraId="0A035EBC" w14:textId="77777777" w:rsidR="00ED75A4" w:rsidRDefault="00ED75A4" w:rsidP="00ED75A4"/>
    <w:p w14:paraId="3E5601F4" w14:textId="77777777" w:rsidR="00ED75A4" w:rsidRPr="006C6EEA" w:rsidRDefault="00ED75A4" w:rsidP="00ED75A4">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0495B533" w14:textId="77777777" w:rsidR="00ED75A4" w:rsidRPr="006C6EEA" w:rsidRDefault="00ED75A4" w:rsidP="00ED75A4">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6C6EEA">
          <w:rPr>
            <w:rStyle w:val="Hyperlink"/>
          </w:rPr>
          <w:t>https://newrepublic.com/article/160303/monetizing-final-frontier</w:t>
        </w:r>
      </w:hyperlink>
      <w:r w:rsidRPr="006C6EEA">
        <w:t>] TDI</w:t>
      </w:r>
    </w:p>
    <w:p w14:paraId="7E552AE8" w14:textId="77777777" w:rsidR="00ED75A4" w:rsidRPr="006C6EEA" w:rsidRDefault="00ED75A4" w:rsidP="00ED75A4">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w:t>
      </w:r>
      <w:r w:rsidRPr="006C6EEA">
        <w:rPr>
          <w:sz w:val="12"/>
        </w:rPr>
        <w:lastRenderedPageBreak/>
        <w:t xml:space="preserve">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245C0E21" w14:textId="77777777" w:rsidR="00ED75A4" w:rsidRPr="00A96A1A" w:rsidRDefault="00ED75A4" w:rsidP="00ED75A4">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1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7A96C799" w14:textId="77777777" w:rsidR="00ED75A4" w:rsidRPr="00A96A1A" w:rsidRDefault="00ED75A4" w:rsidP="00ED75A4">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057440F5" w14:textId="77777777" w:rsidR="00ED75A4" w:rsidRPr="00A96A1A" w:rsidRDefault="00ED75A4" w:rsidP="00ED75A4">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1" w:tgtFrame="_blank" w:history="1">
        <w:r w:rsidRPr="00A96A1A">
          <w:rPr>
            <w:rStyle w:val="Hyperlink"/>
            <w:sz w:val="12"/>
            <w:szCs w:val="12"/>
          </w:rPr>
          <w:t>bust illegal deforestation</w:t>
        </w:r>
      </w:hyperlink>
      <w:r w:rsidRPr="00A96A1A">
        <w:rPr>
          <w:sz w:val="12"/>
          <w:szCs w:val="12"/>
        </w:rPr>
        <w:t>.</w:t>
      </w:r>
    </w:p>
    <w:p w14:paraId="57EC9A98" w14:textId="77777777" w:rsidR="00ED75A4" w:rsidRPr="00A96A1A" w:rsidRDefault="00ED75A4" w:rsidP="00ED75A4">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12"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2AF39DC6" w14:textId="77777777" w:rsidR="00ED75A4" w:rsidRPr="00A96A1A" w:rsidRDefault="00ED75A4" w:rsidP="00ED75A4">
      <w:pPr>
        <w:rPr>
          <w:sz w:val="12"/>
          <w:szCs w:val="12"/>
        </w:rPr>
      </w:pPr>
      <w:r w:rsidRPr="00A96A1A">
        <w:rPr>
          <w:sz w:val="12"/>
          <w:szCs w:val="12"/>
        </w:rPr>
        <w:t>“Sometimes I think that we might need to have some terrible collision event happening for the world to kind of come together and take it seriously.”</w:t>
      </w:r>
    </w:p>
    <w:p w14:paraId="5EF885A0" w14:textId="77777777" w:rsidR="00ED75A4" w:rsidRPr="00A96A1A" w:rsidRDefault="00ED75A4" w:rsidP="00ED75A4">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7F2B3D03" w14:textId="77777777" w:rsidR="00ED75A4" w:rsidRPr="00A96A1A" w:rsidRDefault="00ED75A4" w:rsidP="00ED75A4">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38D09FE4" w14:textId="77777777" w:rsidR="00ED75A4" w:rsidRPr="00A96A1A" w:rsidRDefault="00ED75A4" w:rsidP="00ED75A4">
      <w:pPr>
        <w:rPr>
          <w:sz w:val="12"/>
          <w:szCs w:val="12"/>
        </w:rPr>
      </w:pPr>
      <w:r w:rsidRPr="00A96A1A">
        <w:rPr>
          <w:sz w:val="12"/>
          <w:szCs w:val="12"/>
        </w:rPr>
        <w:t>The most proximal market, according to investors, is probably the development of </w:t>
      </w:r>
      <w:hyperlink r:id="rId13"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14"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w:t>
      </w:r>
      <w:r w:rsidRPr="00A96A1A">
        <w:rPr>
          <w:sz w:val="12"/>
          <w:szCs w:val="12"/>
        </w:rPr>
        <w:lastRenderedPageBreak/>
        <w:t>ay of for-profit activities—everything from running science experiments to launching small, inexpensive “</w:t>
      </w:r>
      <w:hyperlink r:id="rId15"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3692B4C9" w14:textId="77777777" w:rsidR="00ED75A4" w:rsidRPr="00A96A1A" w:rsidRDefault="00ED75A4" w:rsidP="00ED75A4">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352E5D62" w14:textId="77777777" w:rsidR="00ED75A4" w:rsidRPr="00A96A1A" w:rsidRDefault="00ED75A4" w:rsidP="00ED75A4">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4EC154B0" w14:textId="77777777" w:rsidR="00ED75A4" w:rsidRPr="00A96A1A" w:rsidRDefault="00ED75A4" w:rsidP="00ED75A4">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6" w:tgtFrame="_blank" w:history="1">
        <w:r w:rsidRPr="00A96A1A">
          <w:rPr>
            <w:rStyle w:val="Hyperlink"/>
            <w:sz w:val="12"/>
            <w:szCs w:val="12"/>
          </w:rPr>
          <w:t>announced</w:t>
        </w:r>
      </w:hyperlink>
      <w:r w:rsidRPr="00A96A1A">
        <w:rPr>
          <w:sz w:val="12"/>
          <w:szCs w:val="12"/>
        </w:rPr>
        <w:t> the goal of returning NASA astronauts to the lunar surface; India </w:t>
      </w:r>
      <w:hyperlink r:id="rId17" w:tgtFrame="_blank" w:history="1">
        <w:r w:rsidRPr="00A96A1A">
          <w:rPr>
            <w:rStyle w:val="Hyperlink"/>
            <w:sz w:val="12"/>
            <w:szCs w:val="12"/>
          </w:rPr>
          <w:t>tried and failed</w:t>
        </w:r>
      </w:hyperlink>
      <w:r w:rsidRPr="00A96A1A">
        <w:rPr>
          <w:sz w:val="12"/>
          <w:szCs w:val="12"/>
        </w:rPr>
        <w:t> to put a lander down; and last year, </w:t>
      </w:r>
      <w:hyperlink r:id="rId18" w:tgtFrame="_blank" w:history="1">
        <w:r w:rsidRPr="00A96A1A">
          <w:rPr>
            <w:rStyle w:val="Hyperlink"/>
            <w:sz w:val="12"/>
            <w:szCs w:val="12"/>
          </w:rPr>
          <w:t>China succeeded</w:t>
        </w:r>
      </w:hyperlink>
      <w:r w:rsidRPr="00A96A1A">
        <w:rPr>
          <w:sz w:val="12"/>
          <w:szCs w:val="12"/>
        </w:rPr>
        <w:t>. NASA is currently planning to build a lunar </w:t>
      </w:r>
      <w:hyperlink r:id="rId19"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69DAC6D7" w14:textId="77777777" w:rsidR="00ED75A4" w:rsidRPr="00A96A1A" w:rsidRDefault="00ED75A4" w:rsidP="00ED75A4">
      <w:pPr>
        <w:rPr>
          <w:sz w:val="12"/>
          <w:szCs w:val="12"/>
        </w:rPr>
      </w:pPr>
      <w:r w:rsidRPr="00A96A1A">
        <w:rPr>
          <w:sz w:val="12"/>
          <w:szCs w:val="12"/>
        </w:rPr>
        <w:t>What, exactly, made the moon sexy again? The </w:t>
      </w:r>
      <w:hyperlink r:id="rId20"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21"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090B1D52" w14:textId="77777777" w:rsidR="00ED75A4" w:rsidRPr="00A96A1A" w:rsidRDefault="00ED75A4" w:rsidP="00ED75A4">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w:t>
      </w:r>
      <w:r w:rsidRPr="00A96A1A">
        <w:rPr>
          <w:sz w:val="12"/>
          <w:szCs w:val="12"/>
        </w:rPr>
        <w:lastRenderedPageBreak/>
        <w:t>ons about property rights in the great beyond. Space law, it turns out, is very ambiguous about who’s empowered to exploit space resources, and to what geopolitical-cum-commercial ends. There’s an </w:t>
      </w:r>
      <w:hyperlink r:id="rId22"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3" w:tgtFrame="_blank" w:history="1">
        <w:r w:rsidRPr="00A96A1A">
          <w:rPr>
            <w:rStyle w:val="Hyperlink"/>
            <w:sz w:val="12"/>
            <w:szCs w:val="12"/>
          </w:rPr>
          <w:t>mostly toothless</w:t>
        </w:r>
      </w:hyperlink>
      <w:r w:rsidRPr="00A96A1A">
        <w:rPr>
          <w:sz w:val="12"/>
          <w:szCs w:val="12"/>
        </w:rPr>
        <w:t>; no country that has launched humans into space ever signed it.</w:t>
      </w:r>
    </w:p>
    <w:p w14:paraId="0A7085E5" w14:textId="77777777" w:rsidR="00ED75A4" w:rsidRPr="00A96A1A" w:rsidRDefault="00ED75A4" w:rsidP="00ED75A4">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4"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5"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6" w:tgtFrame="_blank" w:history="1">
        <w:r w:rsidRPr="00A96A1A">
          <w:rPr>
            <w:rStyle w:val="Hyperlink"/>
            <w:sz w:val="12"/>
            <w:szCs w:val="12"/>
          </w:rPr>
          <w:t>hello, Luxembourg</w:t>
        </w:r>
      </w:hyperlink>
      <w:r w:rsidRPr="00A96A1A">
        <w:rPr>
          <w:sz w:val="12"/>
          <w:szCs w:val="12"/>
        </w:rPr>
        <w:t>—are following suit.</w:t>
      </w:r>
    </w:p>
    <w:p w14:paraId="19CD5106" w14:textId="77777777" w:rsidR="00ED75A4" w:rsidRPr="00A96A1A" w:rsidRDefault="00ED75A4" w:rsidP="00ED75A4">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27" w:tgtFrame="_blank" w:history="1">
        <w:r w:rsidRPr="00A96A1A">
          <w:rPr>
            <w:rStyle w:val="Hyperlink"/>
          </w:rPr>
          <w:t>Adler Planetarium</w:t>
        </w:r>
      </w:hyperlink>
      <w:r w:rsidRPr="00A96A1A">
        <w:t> and another cofounder of the JustSpace Alliance, noted.</w:t>
      </w:r>
    </w:p>
    <w:p w14:paraId="74AA1ACF" w14:textId="77777777" w:rsidR="00ED75A4" w:rsidRPr="00A96A1A" w:rsidRDefault="00ED75A4" w:rsidP="00ED75A4">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3CD369EA" w14:textId="77777777" w:rsidR="00ED75A4" w:rsidRPr="00A96A1A" w:rsidRDefault="00ED75A4" w:rsidP="00ED75A4">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8" w:tgtFrame="_blank" w:history="1">
        <w:r w:rsidRPr="00A96A1A">
          <w:rPr>
            <w:rStyle w:val="Hyperlink"/>
          </w:rPr>
          <w:t>The Consequential Frontier</w:t>
        </w:r>
      </w:hyperlink>
      <w:r w:rsidRPr="00A96A1A">
        <w:t>, said.</w:t>
      </w:r>
    </w:p>
    <w:p w14:paraId="15931372" w14:textId="77777777" w:rsidR="00ED75A4" w:rsidRPr="00A96A1A" w:rsidRDefault="00ED75A4" w:rsidP="00ED75A4">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w:t>
      </w:r>
      <w:r w:rsidRPr="00A96A1A">
        <w:rPr>
          <w:sz w:val="12"/>
          <w:szCs w:val="12"/>
        </w:rPr>
        <w:lastRenderedPageBreak/>
        <w:t>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465DC34C" w14:textId="77777777" w:rsidR="00ED75A4" w:rsidRPr="00A96A1A" w:rsidRDefault="00ED75A4" w:rsidP="00ED75A4">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161A0E02" w14:textId="77777777" w:rsidR="00ED75A4" w:rsidRPr="00A96A1A" w:rsidRDefault="00ED75A4" w:rsidP="00ED75A4">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00981C93" w14:textId="77777777" w:rsidR="00ED75A4" w:rsidRPr="00A96A1A" w:rsidRDefault="00ED75A4" w:rsidP="00ED75A4">
      <w:pPr>
        <w:rPr>
          <w:sz w:val="12"/>
          <w:szCs w:val="12"/>
        </w:rPr>
      </w:pPr>
      <w:r w:rsidRPr="00A96A1A">
        <w:rPr>
          <w:sz w:val="12"/>
          <w:szCs w:val="12"/>
        </w:rPr>
        <w:t>Asteroids are almost comically rich in precious materials. The asteroid Ryugu, for example, has about $82 billion in nickel and iron, according to the “</w:t>
      </w:r>
      <w:hyperlink r:id="rId29"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30"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68CEF91" w14:textId="77777777" w:rsidR="00ED75A4" w:rsidRPr="00A96A1A" w:rsidRDefault="00ED75A4" w:rsidP="00ED75A4">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47CF8869" w14:textId="77777777" w:rsidR="00ED75A4" w:rsidRPr="00A96A1A" w:rsidRDefault="00ED75A4" w:rsidP="00ED75A4">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7FB0F750" w14:textId="77777777" w:rsidR="00ED75A4" w:rsidRPr="00A96A1A" w:rsidRDefault="00ED75A4" w:rsidP="00ED75A4">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430CA9BB" w14:textId="77777777" w:rsidR="00ED75A4" w:rsidRPr="00A96A1A" w:rsidRDefault="00ED75A4" w:rsidP="00ED75A4">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1"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57D8338A" w14:textId="77777777" w:rsidR="00ED75A4" w:rsidRPr="00B710B2" w:rsidRDefault="00ED75A4" w:rsidP="00ED75A4">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2"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C3E0F59" w14:textId="77777777" w:rsidR="00ED75A4" w:rsidRPr="00B710B2" w:rsidRDefault="00ED75A4" w:rsidP="00ED75A4">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13DF977C" w14:textId="77777777" w:rsidR="00ED75A4" w:rsidRPr="00A96A1A" w:rsidRDefault="00ED75A4" w:rsidP="00ED75A4">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03C334D6" w14:textId="77777777" w:rsidR="00ED75A4" w:rsidRPr="00B710B2" w:rsidRDefault="00ED75A4" w:rsidP="00ED75A4">
      <w:pPr>
        <w:rPr>
          <w:sz w:val="12"/>
          <w:szCs w:val="12"/>
        </w:rPr>
      </w:pPr>
      <w:r w:rsidRPr="00B710B2">
        <w:rPr>
          <w:sz w:val="12"/>
          <w:szCs w:val="12"/>
        </w:rPr>
        <w:t>And that leads, in turn, to a corollary prophecy: Human rights in space are likely to be execrable, if they’re left up to the private sector.</w:t>
      </w:r>
    </w:p>
    <w:p w14:paraId="72CE9F79" w14:textId="77777777" w:rsidR="00ED75A4" w:rsidRPr="00B710B2" w:rsidRDefault="00ED75A4" w:rsidP="00ED75A4">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3"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4"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5" w:tgtFrame="_blank" w:history="1">
        <w:r w:rsidRPr="00B710B2">
          <w:rPr>
            <w:rStyle w:val="Hyperlink"/>
            <w:sz w:val="12"/>
            <w:szCs w:val="12"/>
          </w:rPr>
          <w:t>peeing into bottles</w:t>
        </w:r>
      </w:hyperlink>
      <w:r w:rsidRPr="00B710B2">
        <w:rPr>
          <w:sz w:val="12"/>
          <w:szCs w:val="12"/>
        </w:rPr>
        <w:t> and </w:t>
      </w:r>
      <w:hyperlink r:id="rId36"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7BC8EBD3" w14:textId="77777777" w:rsidR="00ED75A4" w:rsidRPr="00B710B2" w:rsidRDefault="00ED75A4" w:rsidP="00ED75A4">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60BFC0E" w14:textId="77777777" w:rsidR="00ED75A4" w:rsidRPr="00B710B2" w:rsidRDefault="00ED75A4" w:rsidP="00ED75A4">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74D18F68" w14:textId="77777777" w:rsidR="00ED75A4" w:rsidRPr="00B710B2" w:rsidRDefault="00ED75A4" w:rsidP="00ED75A4">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26777F52" w14:textId="77777777" w:rsidR="00ED75A4" w:rsidRPr="00B710B2" w:rsidRDefault="00ED75A4" w:rsidP="00ED75A4">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15C2E0D" w14:textId="77777777" w:rsidR="00ED75A4" w:rsidRPr="00B710B2" w:rsidRDefault="00ED75A4" w:rsidP="00ED75A4">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585F8A94" w14:textId="77777777" w:rsidR="00ED75A4" w:rsidRPr="00B710B2" w:rsidRDefault="00ED75A4" w:rsidP="00ED75A4">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64543225" w14:textId="77777777" w:rsidR="00ED75A4" w:rsidRPr="00B710B2" w:rsidRDefault="00ED75A4" w:rsidP="00ED75A4">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0D14A23E" w14:textId="77777777" w:rsidR="00ED75A4" w:rsidRPr="00A96A1A" w:rsidRDefault="00ED75A4" w:rsidP="00ED75A4">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37"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6BA0CE1B" w14:textId="77777777" w:rsidR="00ED75A4" w:rsidRPr="00B710B2" w:rsidRDefault="00ED75A4" w:rsidP="00ED75A4">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130FDABF" w14:textId="77777777" w:rsidR="00ED75A4" w:rsidRPr="00A96A1A" w:rsidRDefault="00ED75A4" w:rsidP="00ED75A4">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62478B74" w14:textId="77777777" w:rsidR="00ED75A4" w:rsidRDefault="00ED75A4" w:rsidP="00ED75A4"/>
    <w:p w14:paraId="6DBDD893" w14:textId="77777777" w:rsidR="00ED75A4" w:rsidRPr="004D4860" w:rsidRDefault="00ED75A4" w:rsidP="00ED75A4">
      <w:pPr>
        <w:pStyle w:val="Heading4"/>
      </w:pPr>
      <w:r>
        <w:t>Private space companies vastly outpace the public sector and avoid regulation which makes it a uniquely dangerous industry</w:t>
      </w:r>
    </w:p>
    <w:p w14:paraId="272A6DC6" w14:textId="77777777" w:rsidR="00ED75A4" w:rsidRPr="004D4860" w:rsidRDefault="00ED75A4" w:rsidP="00ED75A4">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21C20DD6" w14:textId="77777777" w:rsidR="00ED75A4" w:rsidRPr="004D4860" w:rsidRDefault="00ED75A4" w:rsidP="00ED75A4">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2C999A78" w14:textId="77777777" w:rsidR="00ED75A4" w:rsidRPr="006C6EEA" w:rsidRDefault="00ED75A4" w:rsidP="00ED75A4"/>
    <w:p w14:paraId="1BC7AB43" w14:textId="77777777" w:rsidR="00ED75A4" w:rsidRPr="006C6EEA" w:rsidRDefault="00ED75A4" w:rsidP="00ED75A4">
      <w:pPr>
        <w:pStyle w:val="Heading4"/>
        <w:rPr>
          <w:rFonts w:cs="Calibri"/>
        </w:rPr>
      </w:pPr>
      <w:r w:rsidRPr="006C6EEA">
        <w:rPr>
          <w:rFonts w:cs="Calibri"/>
        </w:rPr>
        <w:t>Early warning satellites going dark signals attacks – causes miscalc and goes nuclear</w:t>
      </w:r>
    </w:p>
    <w:p w14:paraId="5601EF9F" w14:textId="77777777" w:rsidR="00ED75A4" w:rsidRPr="006C6EEA" w:rsidRDefault="00ED75A4" w:rsidP="00ED75A4">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38" w:history="1">
        <w:r w:rsidRPr="006C6EEA">
          <w:rPr>
            <w:rStyle w:val="Hyperlink"/>
          </w:rPr>
          <w:t>https://www.businessinsider.com/russia-says-space-junk-could-spark-war-2016-1</w:t>
        </w:r>
      </w:hyperlink>
      <w:r w:rsidRPr="006C6EEA">
        <w:t>~~] TDI</w:t>
      </w:r>
    </w:p>
    <w:p w14:paraId="23528F24" w14:textId="77777777" w:rsidR="00ED75A4" w:rsidRPr="006C6EEA" w:rsidRDefault="00ED75A4" w:rsidP="00ED75A4">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314A0C87" w14:textId="77777777" w:rsidR="00ED75A4" w:rsidRPr="006C6EEA" w:rsidRDefault="00ED75A4" w:rsidP="00ED75A4">
      <w:r w:rsidRPr="006C6EEA">
        <w:t>Scientists estimate that anywhere from 500,000 to 600,000 pieces of human-made space debris between 0.4 and 4 inches in size are currently orbiting the Earth and traveling at speeds over 17,000 miles per hour.</w:t>
      </w:r>
    </w:p>
    <w:p w14:paraId="00CF7695" w14:textId="77777777" w:rsidR="00ED75A4" w:rsidRPr="006C6EEA" w:rsidRDefault="00ED75A4" w:rsidP="00ED75A4">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204D5F2" w14:textId="77777777" w:rsidR="00ED75A4" w:rsidRPr="006C6EEA" w:rsidRDefault="00ED75A4" w:rsidP="00ED75A4">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7E907802" w14:textId="77777777" w:rsidR="00ED75A4" w:rsidRPr="006C6EEA" w:rsidRDefault="00ED75A4" w:rsidP="00ED75A4">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0758DAEE" w14:textId="77777777" w:rsidR="00ED75A4" w:rsidRPr="006C6EEA" w:rsidRDefault="00ED75A4" w:rsidP="00ED75A4">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76D3916F" w14:textId="77777777" w:rsidR="00ED75A4" w:rsidRPr="006C6EEA" w:rsidRDefault="00ED75A4" w:rsidP="00ED75A4">
      <w:r w:rsidRPr="006C6EEA">
        <w:t>A politically dangerous dilemma</w:t>
      </w:r>
    </w:p>
    <w:p w14:paraId="2D7F3946" w14:textId="77777777" w:rsidR="00ED75A4" w:rsidRPr="006C6EEA" w:rsidRDefault="00ED75A4" w:rsidP="00ED75A4">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04C50647" w14:textId="77777777" w:rsidR="00ED75A4" w:rsidRPr="006C6EEA" w:rsidRDefault="00ED75A4" w:rsidP="00ED75A4">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158E8F16" w14:textId="77777777" w:rsidR="00ED75A4" w:rsidRPr="006C6EEA" w:rsidRDefault="00ED75A4" w:rsidP="00ED75A4">
      <w:r w:rsidRPr="006C6EEA">
        <w:t>"</w:t>
      </w:r>
      <w:r w:rsidRPr="006C6EEA">
        <w:rPr>
          <w:rStyle w:val="StyleUnderline"/>
        </w:rPr>
        <w:t>This is a politically dangerous dilemma</w:t>
      </w:r>
      <w:r w:rsidRPr="006C6EEA">
        <w:t xml:space="preserve">," he added. </w:t>
      </w:r>
    </w:p>
    <w:p w14:paraId="191408CD" w14:textId="77777777" w:rsidR="00ED75A4" w:rsidRPr="006C6EEA" w:rsidRDefault="00ED75A4" w:rsidP="00ED75A4">
      <w:pPr>
        <w:rPr>
          <w:rStyle w:val="StyleUnderline"/>
        </w:rPr>
      </w:pPr>
      <w:r w:rsidRPr="006C6EEA">
        <w:rPr>
          <w:rStyle w:val="StyleUnderline"/>
        </w:rPr>
        <w:t xml:space="preserve">But these mysterious failures in the past aren't what concerns Adushkin most. </w:t>
      </w:r>
    </w:p>
    <w:p w14:paraId="30A250BA" w14:textId="77777777" w:rsidR="00ED75A4" w:rsidRPr="006C6EEA" w:rsidRDefault="00ED75A4" w:rsidP="00ED75A4">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5DFFC882" w14:textId="77777777" w:rsidR="00ED75A4" w:rsidRPr="006C6EEA" w:rsidRDefault="00ED75A4" w:rsidP="00ED75A4">
      <w:pPr>
        <w:rPr>
          <w:rStyle w:val="StyleUnderline"/>
        </w:rPr>
      </w:pPr>
      <w:r w:rsidRPr="006C6EEA">
        <w:rPr>
          <w:rStyle w:val="StyleUnderline"/>
        </w:rPr>
        <w:t>The Kessler Syndrome</w:t>
      </w:r>
    </w:p>
    <w:p w14:paraId="38BC145E" w14:textId="77777777" w:rsidR="00ED75A4" w:rsidRPr="006C6EEA" w:rsidRDefault="00ED75A4" w:rsidP="00ED75A4">
      <w:r w:rsidRPr="006C6EEA">
        <w:t xml:space="preserve">In 1978, American astrophysicist Donald Kessler predicted that the amount of space debris around Earth would begin to grow exponentially after the turn of the millennium. </w:t>
      </w:r>
    </w:p>
    <w:p w14:paraId="22663EA1" w14:textId="77777777" w:rsidR="00ED75A4" w:rsidRPr="006C6EEA" w:rsidRDefault="00ED75A4" w:rsidP="00ED75A4">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77D7038" w14:textId="77777777" w:rsidR="00ED75A4" w:rsidRPr="006C6EEA" w:rsidRDefault="00ED75A4" w:rsidP="00ED75A4">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3246E3FE" w14:textId="77777777" w:rsidR="00ED75A4" w:rsidRPr="006C6EEA" w:rsidRDefault="00ED75A4" w:rsidP="00ED75A4">
      <w:r w:rsidRPr="006C6EEA">
        <w:t xml:space="preserve">For Kessler, this is a problem because it would "create small debris faster than it can be removed," Kessler said last year. And this cloud of junk could eventually make missions to space too dangerous. </w:t>
      </w:r>
    </w:p>
    <w:p w14:paraId="64A56455" w14:textId="77777777" w:rsidR="00ED75A4" w:rsidRPr="006C6EEA" w:rsidRDefault="00ED75A4" w:rsidP="00ED75A4">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380701A6" w14:textId="77777777" w:rsidR="00ED75A4" w:rsidRPr="006C6EEA" w:rsidRDefault="00ED75A4" w:rsidP="00ED75A4">
      <w:r w:rsidRPr="006C6EEA">
        <w:t xml:space="preserve">The future </w:t>
      </w:r>
    </w:p>
    <w:p w14:paraId="7FD6FEF0" w14:textId="77777777" w:rsidR="00ED75A4" w:rsidRPr="006C6EEA" w:rsidRDefault="00ED75A4" w:rsidP="00ED75A4">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75FF41E2" w14:textId="77777777" w:rsidR="00ED75A4" w:rsidRPr="006C6EEA" w:rsidRDefault="00ED75A4" w:rsidP="00ED75A4">
      <w:r w:rsidRPr="006C6EEA">
        <w:t xml:space="preserve">But it's not just the large objects that concern Adushkin, who reported that even small objects (less than 1/3 of an inch) could damage satellites to the point they can't function properly. </w:t>
      </w:r>
    </w:p>
    <w:p w14:paraId="5C8F6F50" w14:textId="77777777" w:rsidR="00ED75A4" w:rsidRPr="006C6EEA" w:rsidRDefault="00ED75A4" w:rsidP="00ED75A4">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05AE45C7" w14:textId="77777777" w:rsidR="00ED75A4" w:rsidRPr="006C6EEA" w:rsidRDefault="00ED75A4" w:rsidP="00ED75A4">
      <w:r w:rsidRPr="006C6EEA">
        <w:t xml:space="preserve">1.5 times more fragments greater than 8 inches across </w:t>
      </w:r>
    </w:p>
    <w:p w14:paraId="09B7A47C" w14:textId="77777777" w:rsidR="00ED75A4" w:rsidRPr="006C6EEA" w:rsidRDefault="00ED75A4" w:rsidP="00ED75A4">
      <w:r w:rsidRPr="006C6EEA">
        <w:t xml:space="preserve">3.2 times more fragments between 4 and 8 inches across </w:t>
      </w:r>
    </w:p>
    <w:p w14:paraId="652DDD92" w14:textId="77777777" w:rsidR="00ED75A4" w:rsidRPr="006C6EEA" w:rsidRDefault="00ED75A4" w:rsidP="00ED75A4">
      <w:r w:rsidRPr="006C6EEA">
        <w:t>13-20 times more smaller-sized fragments less than 4 inches across</w:t>
      </w:r>
    </w:p>
    <w:p w14:paraId="2B9A108B" w14:textId="77777777" w:rsidR="00ED75A4" w:rsidRPr="006C6EEA" w:rsidRDefault="00ED75A4" w:rsidP="00ED75A4">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50796A8E" w14:textId="77777777" w:rsidR="00ED75A4" w:rsidRDefault="00ED75A4" w:rsidP="00ED75A4"/>
    <w:p w14:paraId="5CF99D0E" w14:textId="77777777" w:rsidR="00ED75A4" w:rsidRPr="006C6EEA" w:rsidRDefault="00ED75A4" w:rsidP="00ED75A4">
      <w:pPr>
        <w:pStyle w:val="Heading4"/>
        <w:rPr>
          <w:rFonts w:cs="Calibri"/>
        </w:rPr>
      </w:pPr>
      <w:r w:rsidRPr="006C6EEA">
        <w:rPr>
          <w:rFonts w:cs="Calibri"/>
        </w:rPr>
        <w:t>Nuke war causes extinction – it won’t stay limited</w:t>
      </w:r>
    </w:p>
    <w:p w14:paraId="6F0B0942" w14:textId="77777777" w:rsidR="00ED75A4" w:rsidRPr="006C6EEA" w:rsidRDefault="00ED75A4" w:rsidP="00ED75A4">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56F2DC1" w14:textId="77777777" w:rsidR="00ED75A4" w:rsidRPr="006C6EEA" w:rsidRDefault="00ED75A4" w:rsidP="00ED75A4">
      <w:pPr>
        <w:rPr>
          <w:szCs w:val="26"/>
        </w:rPr>
      </w:pPr>
      <w:r w:rsidRPr="006C6EEA">
        <w:rPr>
          <w:rStyle w:val="StyleUnderline"/>
        </w:rPr>
        <w:t>We are not talking enough about the climatic effects of nuclear war</w:t>
      </w:r>
      <w:r w:rsidRPr="006C6EEA">
        <w:rPr>
          <w:szCs w:val="26"/>
        </w:rPr>
        <w:t xml:space="preserve">. </w:t>
      </w:r>
    </w:p>
    <w:p w14:paraId="653AF37E" w14:textId="77777777" w:rsidR="00ED75A4" w:rsidRPr="006C6EEA" w:rsidRDefault="00ED75A4" w:rsidP="00ED75A4">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219C1353" w14:textId="77777777" w:rsidR="00ED75A4" w:rsidRPr="006C6EEA" w:rsidRDefault="00ED75A4" w:rsidP="00ED75A4">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7B9E15DD" w14:textId="77777777" w:rsidR="00ED75A4" w:rsidRPr="006C6EEA" w:rsidRDefault="00ED75A4" w:rsidP="00ED75A4">
      <w:pPr>
        <w:rPr>
          <w:szCs w:val="26"/>
        </w:rPr>
      </w:pPr>
      <w:r w:rsidRPr="006C6EEA">
        <w:rPr>
          <w:szCs w:val="26"/>
        </w:rPr>
        <w:t xml:space="preserve">What about a larger-scale conflict? </w:t>
      </w:r>
    </w:p>
    <w:p w14:paraId="7AB9C0C2" w14:textId="77777777" w:rsidR="00ED75A4" w:rsidRDefault="00ED75A4" w:rsidP="00ED75A4">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4324CDE2" w14:textId="77777777" w:rsidR="00ED75A4" w:rsidRPr="00991369" w:rsidRDefault="00ED75A4" w:rsidP="00ED75A4">
      <w:pPr>
        <w:rPr>
          <w:u w:val="single"/>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75FB373B" w14:textId="77777777" w:rsidR="00ED75A4" w:rsidRPr="006C6EEA" w:rsidRDefault="00ED75A4" w:rsidP="00ED75A4">
      <w:pPr>
        <w:rPr>
          <w:szCs w:val="26"/>
        </w:rPr>
      </w:pPr>
      <w:r w:rsidRPr="006C6EEA">
        <w:rPr>
          <w:szCs w:val="26"/>
        </w:rPr>
        <w:t xml:space="preserve">Many people are concerned about North Korea’s advancing missile capabilities. Is nuclear war likely in your opinion? </w:t>
      </w:r>
    </w:p>
    <w:p w14:paraId="4182D45C" w14:textId="77777777" w:rsidR="00ED75A4" w:rsidRPr="006C6EEA" w:rsidRDefault="00ED75A4" w:rsidP="00ED75A4">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5319A610" w14:textId="77777777" w:rsidR="00ED75A4" w:rsidRPr="006C6EEA" w:rsidRDefault="00ED75A4" w:rsidP="00ED75A4">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1A048915" w14:textId="77777777" w:rsidR="00ED75A4" w:rsidRPr="006C6EEA" w:rsidRDefault="00ED75A4" w:rsidP="00ED75A4">
      <w:pPr>
        <w:rPr>
          <w:szCs w:val="26"/>
        </w:rPr>
      </w:pPr>
      <w:r w:rsidRPr="006C6EEA">
        <w:rPr>
          <w:szCs w:val="26"/>
        </w:rPr>
        <w:t xml:space="preserve">It has been more than 70 years since the last time a nuclear bomb was used in warfare. What would be the effects on the environment and on human health today? </w:t>
      </w:r>
    </w:p>
    <w:p w14:paraId="3B0BB93B" w14:textId="77777777" w:rsidR="00ED75A4" w:rsidRPr="002E7991" w:rsidRDefault="00ED75A4" w:rsidP="00ED75A4">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4BCDD4AA" w14:textId="77777777" w:rsidR="00ED75A4" w:rsidRPr="00623846" w:rsidRDefault="00ED75A4" w:rsidP="00ED75A4">
      <w:pPr>
        <w:pStyle w:val="Heading4"/>
        <w:rPr>
          <w:rFonts w:cs="Calibri"/>
        </w:rPr>
      </w:pPr>
      <w:r w:rsidRPr="00623846">
        <w:rPr>
          <w:rFonts w:cs="Calibri"/>
        </w:rPr>
        <w:t>Collisions with early warning satellites causes miscalc and goes nuclear – magnified by the Kessler effect</w:t>
      </w:r>
    </w:p>
    <w:p w14:paraId="32645B7F" w14:textId="77777777" w:rsidR="00ED75A4" w:rsidRPr="00623846" w:rsidRDefault="00ED75A4" w:rsidP="00ED75A4">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9" w:history="1">
        <w:r w:rsidRPr="00623846">
          <w:rPr>
            <w:rStyle w:val="Hyperlink"/>
          </w:rPr>
          <w:t>https://hir.harvard.edu/anti-satellite-weapons-and-the-emerging-space-arms-race/</w:t>
        </w:r>
      </w:hyperlink>
      <w:r w:rsidRPr="00623846">
        <w:t xml:space="preserve"> TG</w:t>
      </w:r>
    </w:p>
    <w:p w14:paraId="4F16D387" w14:textId="77777777" w:rsidR="00ED75A4" w:rsidRPr="00623846" w:rsidRDefault="00ED75A4" w:rsidP="00ED75A4">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40"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41"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39BDCB51" w14:textId="77777777" w:rsidR="00ED75A4" w:rsidRPr="00623846" w:rsidRDefault="00ED75A4" w:rsidP="00ED75A4">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42"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43"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12DC422" w14:textId="77777777" w:rsidR="00ED75A4" w:rsidRPr="00623846" w:rsidRDefault="00ED75A4" w:rsidP="00ED75A4">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44" w:anchor="v=onepage&amp;q=space%20offense%20dominant&amp;f=false" w:history="1">
        <w:r w:rsidRPr="00623846">
          <w:rPr>
            <w:rStyle w:val="Hyperlink"/>
          </w:rPr>
          <w:t>much easier</w:t>
        </w:r>
      </w:hyperlink>
      <w:r w:rsidRPr="00623846">
        <w:t> to hold an adversary’s space systems in jeopardy with destructive ASATs than it is to </w:t>
      </w:r>
      <w:hyperlink r:id="rId45"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46"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47" w:history="1">
        <w:r w:rsidRPr="00623846">
          <w:rPr>
            <w:rStyle w:val="StyleUnderline"/>
          </w:rPr>
          <w:t>improving GPS</w:t>
        </w:r>
      </w:hyperlink>
      <w:r w:rsidRPr="00623846">
        <w:rPr>
          <w:rStyle w:val="StyleUnderline"/>
        </w:rPr>
        <w:t> or making satellites more resistant to jamming.</w:t>
      </w:r>
    </w:p>
    <w:p w14:paraId="13CA20CC" w14:textId="77777777" w:rsidR="00ED75A4" w:rsidRPr="00623846" w:rsidRDefault="00ED75A4" w:rsidP="00ED75A4">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C5900C9" w14:textId="77777777" w:rsidR="00ED75A4" w:rsidRPr="00623846" w:rsidRDefault="00ED75A4" w:rsidP="00ED75A4">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48"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49"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50" w:history="1">
        <w:r w:rsidRPr="00623846">
          <w:rPr>
            <w:rStyle w:val="Hyperlink"/>
          </w:rPr>
          <w:t>potentially in jeopardy</w:t>
        </w:r>
      </w:hyperlink>
      <w:r w:rsidRPr="00623846">
        <w:t>, a succession battle or even civil war on the peninsula </w:t>
      </w:r>
      <w:hyperlink r:id="rId51"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52"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0D7FEE39" w14:textId="77777777" w:rsidR="00ED75A4" w:rsidRPr="009F3C99" w:rsidRDefault="00ED75A4" w:rsidP="00ED75A4">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53"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FE2B3F4" w14:textId="77777777" w:rsidR="00ED75A4" w:rsidRPr="00623846" w:rsidRDefault="00ED75A4" w:rsidP="00ED75A4">
      <w:pPr>
        <w:pStyle w:val="Heading4"/>
        <w:rPr>
          <w:rFonts w:cs="Calibri"/>
        </w:rPr>
      </w:pPr>
      <w:r w:rsidRPr="00623846">
        <w:rPr>
          <w:rFonts w:cs="Calibri"/>
        </w:rPr>
        <w:t>Independently causes cyberwar and satellite hacking which escalates.</w:t>
      </w:r>
    </w:p>
    <w:p w14:paraId="371EA123" w14:textId="77777777" w:rsidR="00ED75A4" w:rsidRPr="00623846" w:rsidRDefault="00ED75A4" w:rsidP="00ED75A4">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54"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D187B2E" w14:textId="77777777" w:rsidR="00ED75A4" w:rsidRPr="00623846" w:rsidRDefault="00ED75A4" w:rsidP="00ED75A4">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F3A67C8" w14:textId="77777777" w:rsidR="00ED75A4" w:rsidRPr="00623846" w:rsidRDefault="00ED75A4" w:rsidP="00ED75A4">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1EAC35DB" w14:textId="77777777" w:rsidR="00ED75A4" w:rsidRPr="00623846" w:rsidRDefault="00ED75A4" w:rsidP="00ED75A4">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F9AD000" w14:textId="77777777" w:rsidR="00ED75A4" w:rsidRPr="00623846" w:rsidRDefault="00ED75A4" w:rsidP="00ED75A4">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12A67BF" w14:textId="77777777" w:rsidR="00ED75A4" w:rsidRPr="00623846" w:rsidRDefault="00ED75A4" w:rsidP="00ED75A4">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2DAB266" w14:textId="77777777" w:rsidR="00ED75A4" w:rsidRPr="00623846" w:rsidRDefault="00ED75A4" w:rsidP="00ED75A4">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AFACCBF" w14:textId="77777777" w:rsidR="00ED75A4" w:rsidRPr="00623846" w:rsidRDefault="00ED75A4" w:rsidP="00ED75A4">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728D8A95" w14:textId="77777777" w:rsidR="00ED75A4" w:rsidRPr="00623846" w:rsidRDefault="00ED75A4" w:rsidP="00ED75A4">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B0A761B" w14:textId="77777777" w:rsidR="00ED75A4" w:rsidRPr="00623846" w:rsidRDefault="00ED75A4" w:rsidP="00ED75A4">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1B61CCF1" w14:textId="77777777" w:rsidR="00ED75A4" w:rsidRPr="00623846" w:rsidRDefault="00ED75A4" w:rsidP="00ED75A4">
      <w:pPr>
        <w:rPr>
          <w:rStyle w:val="StyleUnderline"/>
        </w:rPr>
      </w:pPr>
    </w:p>
    <w:p w14:paraId="79C05D21" w14:textId="77777777" w:rsidR="00ED75A4" w:rsidRDefault="00ED75A4" w:rsidP="00ED75A4">
      <w:pPr>
        <w:pStyle w:val="Heading4"/>
      </w:pPr>
      <w:r>
        <w:t>The tragedy of the commons can only be avoided via one type of P3: public ownership creates accountability and private partnership generates innovation.</w:t>
      </w:r>
    </w:p>
    <w:p w14:paraId="63C1B246" w14:textId="77777777" w:rsidR="00ED75A4" w:rsidRDefault="00ED75A4" w:rsidP="00ED75A4"/>
    <w:p w14:paraId="18E107DD" w14:textId="77777777" w:rsidR="00ED75A4" w:rsidRPr="008C56CC" w:rsidRDefault="00ED75A4" w:rsidP="00ED75A4">
      <w:pPr>
        <w:rPr>
          <w:rStyle w:val="Style13ptBold"/>
          <w:b w:val="0"/>
          <w:bCs/>
        </w:rPr>
      </w:pPr>
      <w:r w:rsidRPr="008C56CC">
        <w:rPr>
          <w:rStyle w:val="Style13ptBold"/>
          <w:b w:val="0"/>
          <w:bCs/>
        </w:rPr>
        <w:t>Scott Shackelford6, 1-10-2019, "The “global commons” of outer space is turning into a battlefield," Fast Company, https://www.fastcompany.com/90290871/outer-space-new-space-race-competition-cooperation</w:t>
      </w:r>
    </w:p>
    <w:p w14:paraId="0BF77A5C" w14:textId="77777777" w:rsidR="00ED75A4" w:rsidRPr="008C56CC" w:rsidRDefault="00ED75A4" w:rsidP="00ED75A4"/>
    <w:p w14:paraId="301DE36E" w14:textId="77777777" w:rsidR="00ED75A4" w:rsidRDefault="00ED75A4" w:rsidP="00ED75A4">
      <w:r>
        <w:t xml:space="preserve">  </w:t>
      </w:r>
    </w:p>
    <w:p w14:paraId="11FFF8F1" w14:textId="396B94EB" w:rsidR="00ED75A4" w:rsidRPr="00B00327" w:rsidRDefault="00ED75A4" w:rsidP="00ED75A4">
      <w:r>
        <w:t>AVOIDING A TRAGEDY OF THE SPACE COMMONS</w:t>
      </w:r>
      <w:r>
        <w:rPr>
          <w:sz w:val="36"/>
        </w:rPr>
        <w:t xml:space="preserve"> </w:t>
      </w:r>
      <w:r w:rsidRPr="000D49AD">
        <w:rPr>
          <w:rStyle w:val="StyleUnderline"/>
          <w:highlight w:val="yellow"/>
        </w:rPr>
        <w:t>The tragedy of the commons</w:t>
      </w:r>
      <w:r w:rsidRPr="00C27077">
        <w:rPr>
          <w:rStyle w:val="StyleUnderline"/>
        </w:rPr>
        <w:t xml:space="preserve"> scenario refers to the “</w:t>
      </w:r>
      <w:r w:rsidRPr="000D49AD">
        <w:rPr>
          <w:rStyle w:val="StyleUnderline"/>
          <w:highlight w:val="yellow"/>
        </w:rPr>
        <w:t>unconstrained consumption of a shared resource</w:t>
      </w:r>
      <w:r w:rsidRPr="00C27077">
        <w:rPr>
          <w:rStyle w:val="StyleUnderline"/>
        </w:rPr>
        <w:t>–a pasture, a highway, a server–by individuals acting in rational pursuit of their self-interest,” according to commons governance expert</w:t>
      </w:r>
      <w:r>
        <w:rPr>
          <w:rStyle w:val="StyleUnderline"/>
        </w:rPr>
        <w:t xml:space="preserve"> </w:t>
      </w:r>
      <w:hyperlink r:id="rId55" w:history="1">
        <w:r w:rsidRPr="00C27077">
          <w:rPr>
            <w:rStyle w:val="StyleUnderline"/>
          </w:rPr>
          <w:t>Brett Frischmann</w:t>
        </w:r>
      </w:hyperlink>
      <w:r w:rsidRPr="00C27077">
        <w:rPr>
          <w:rStyle w:val="StyleUnderline"/>
        </w:rPr>
        <w:t xml:space="preserve">. This can and often does </w:t>
      </w:r>
      <w:r w:rsidRPr="000D49AD">
        <w:rPr>
          <w:rStyle w:val="StyleUnderline"/>
          <w:highlight w:val="yellow"/>
        </w:rPr>
        <w:t>lead to destruction</w:t>
      </w:r>
      <w:r w:rsidRPr="00C27077">
        <w:rPr>
          <w:rStyle w:val="StyleUnderline"/>
        </w:rPr>
        <w:t xml:space="preserve"> of the resource</w:t>
      </w:r>
      <w:r>
        <w:t xml:space="preserve">. Given that </w:t>
      </w:r>
      <w:r w:rsidRPr="00C27077">
        <w:rPr>
          <w:rStyle w:val="Emphasis"/>
        </w:rPr>
        <w:t xml:space="preserve">space is largely an open-access system, the predictions </w:t>
      </w:r>
      <w:r w:rsidRPr="00C27077">
        <w:t>of the tragedy of the commons are self-evident. Space law expert Robert Bird, has</w:t>
      </w:r>
      <w:r>
        <w:t xml:space="preserve"> </w:t>
      </w:r>
      <w:hyperlink r:id="rId56" w:history="1">
        <w:r w:rsidRPr="00C27077">
          <w:t>argued</w:t>
        </w:r>
      </w:hyperlink>
      <w:r>
        <w:t xml:space="preserve"> </w:t>
      </w:r>
      <w:r w:rsidRPr="00C27077">
        <w:t>that nations treat orbital space as a kind of communal pasture that may be over-exploited and polluted through debris. It’s a scenario captured in the movie “</w:t>
      </w:r>
      <w:hyperlink r:id="rId57" w:history="1">
        <w:r w:rsidRPr="00C27077">
          <w:t>Wall-E</w:t>
        </w:r>
      </w:hyperlink>
      <w:r w:rsidRPr="00C27077">
        <w:t>.”</w:t>
      </w:r>
      <w:r>
        <w:rPr>
          <w:rFonts w:cs="Times New Roman"/>
        </w:rPr>
        <w:t xml:space="preserve"> </w:t>
      </w:r>
      <w:r>
        <w:t xml:space="preserve">But luckily, </w:t>
      </w:r>
      <w:r w:rsidRPr="000D49AD">
        <w:rPr>
          <w:rStyle w:val="StyleUnderline"/>
          <w:highlight w:val="yellow"/>
        </w:rPr>
        <w:t>there is a way out of this scenario besides</w:t>
      </w:r>
      <w:r w:rsidRPr="00C27077">
        <w:rPr>
          <w:rStyle w:val="StyleUnderline"/>
        </w:rPr>
        <w:t xml:space="preserve"> either </w:t>
      </w:r>
      <w:r w:rsidRPr="000D49AD">
        <w:rPr>
          <w:rStyle w:val="StyleUnderline"/>
          <w:highlight w:val="yellow"/>
        </w:rPr>
        <w:t>nationalization or</w:t>
      </w:r>
      <w:r w:rsidRPr="00C27077">
        <w:rPr>
          <w:rStyle w:val="StyleUnderline"/>
        </w:rPr>
        <w:t xml:space="preserve"> </w:t>
      </w:r>
      <w:r w:rsidRPr="000D49AD">
        <w:rPr>
          <w:rStyle w:val="StyleUnderline"/>
          <w:highlight w:val="yellow"/>
        </w:rPr>
        <w:t>privatization</w:t>
      </w:r>
      <w:r>
        <w:t xml:space="preserve">. Scholars led by </w:t>
      </w:r>
      <w:r w:rsidRPr="00C27077">
        <w:t>the political economist and</w:t>
      </w:r>
      <w:r>
        <w:t xml:space="preserve"> </w:t>
      </w:r>
      <w:hyperlink r:id="rId58" w:history="1">
        <w:r w:rsidRPr="00C27077">
          <w:t>Nobel laureate Elinor Ostrom</w:t>
        </w:r>
      </w:hyperlink>
      <w:r>
        <w:t xml:space="preserve"> </w:t>
      </w:r>
      <w:r w:rsidRPr="00C27077">
        <w:t>modified the tragedy of</w:t>
      </w:r>
      <w:r>
        <w:t xml:space="preserve"> the commons by showing that, </w:t>
      </w:r>
      <w:r w:rsidRPr="00C27077">
        <w:rPr>
          <w:rStyle w:val="StyleUnderline"/>
        </w:rPr>
        <w:t>in some cases, groups can and do self-organize and cooperate to avoid tragic over exploitation</w:t>
      </w:r>
      <w:r>
        <w:t>. I explore this literature on “</w:t>
      </w:r>
      <w:r w:rsidRPr="00C27077">
        <w:t>polycentric” governance–complex governance systems made up of multiple scales, sectors and stakeholders–in my forthcoming book,</w:t>
      </w:r>
      <w:r>
        <w:t xml:space="preserve"> </w:t>
      </w:r>
      <w:hyperlink r:id="rId59" w:history="1">
        <w:r w:rsidRPr="00C27077">
          <w:t>Governing New Frontiers in the Information Age: Toward Cyber Peace.</w:t>
        </w:r>
      </w:hyperlink>
      <w:r>
        <w:t xml:space="preserve"> </w:t>
      </w:r>
      <w:r w:rsidRPr="00C27077">
        <w:t xml:space="preserve">Already, we are seeing some evidence of </w:t>
      </w:r>
      <w:r w:rsidRPr="00C27077">
        <w:rPr>
          <w:rStyle w:val="StyleUnderline"/>
        </w:rPr>
        <w:t xml:space="preserve">the benefits of such </w:t>
      </w:r>
      <w:r w:rsidRPr="000D49AD">
        <w:rPr>
          <w:rStyle w:val="StyleUnderline"/>
          <w:highlight w:val="yellow"/>
        </w:rPr>
        <w:t>a polycentric</w:t>
      </w:r>
      <w:r w:rsidRPr="00C27077">
        <w:rPr>
          <w:rStyle w:val="StyleUnderline"/>
        </w:rPr>
        <w:t xml:space="preserve"> approach in an increasingly multipolar era in which there are more and more power centers emerging around the world</w:t>
      </w:r>
      <w:r>
        <w:t xml:space="preserve">. One </w:t>
      </w:r>
      <w:r w:rsidRPr="00C27077">
        <w:t>example is a</w:t>
      </w:r>
      <w:r>
        <w:t xml:space="preserve"> </w:t>
      </w:r>
      <w:hyperlink r:id="rId60" w:history="1">
        <w:r w:rsidRPr="00C27077">
          <w:t>code of conduct</w:t>
        </w:r>
      </w:hyperlink>
      <w:r>
        <w:t xml:space="preserve"> </w:t>
      </w:r>
      <w:r w:rsidRPr="00C27077">
        <w:t xml:space="preserve">for space-faring nations. That code includes the need to reduce orbital debris. </w:t>
      </w:r>
      <w:r w:rsidRPr="00C27077">
        <w:rPr>
          <w:rStyle w:val="Emphasis"/>
        </w:rPr>
        <w:t xml:space="preserve">Further progress could be made by </w:t>
      </w:r>
      <w:r w:rsidRPr="000D49AD">
        <w:rPr>
          <w:rStyle w:val="Emphasis"/>
          <w:highlight w:val="yellow"/>
        </w:rPr>
        <w:t>building on the success of the</w:t>
      </w:r>
      <w:r w:rsidRPr="00C27077">
        <w:rPr>
          <w:rStyle w:val="Emphasis"/>
        </w:rPr>
        <w:t xml:space="preserve"> international coalition that built the</w:t>
      </w:r>
      <w:r>
        <w:rPr>
          <w:rStyle w:val="Emphasis"/>
        </w:rPr>
        <w:t xml:space="preserve"> </w:t>
      </w:r>
      <w:hyperlink r:id="rId61" w:history="1">
        <w:r w:rsidRPr="000D49AD">
          <w:rPr>
            <w:rStyle w:val="Emphasis"/>
            <w:highlight w:val="yellow"/>
          </w:rPr>
          <w:t>I</w:t>
        </w:r>
        <w:r w:rsidRPr="00C27077">
          <w:rPr>
            <w:rStyle w:val="Emphasis"/>
          </w:rPr>
          <w:t xml:space="preserve">nternational </w:t>
        </w:r>
        <w:r w:rsidRPr="000D49AD">
          <w:rPr>
            <w:rStyle w:val="Emphasis"/>
            <w:highlight w:val="yellow"/>
          </w:rPr>
          <w:t>S</w:t>
        </w:r>
        <w:r w:rsidRPr="00C27077">
          <w:rPr>
            <w:rStyle w:val="Emphasis"/>
          </w:rPr>
          <w:t xml:space="preserve">pace </w:t>
        </w:r>
        <w:r w:rsidRPr="000D49AD">
          <w:rPr>
            <w:rStyle w:val="Emphasis"/>
            <w:highlight w:val="yellow"/>
          </w:rPr>
          <w:t>S</w:t>
        </w:r>
        <w:r w:rsidRPr="00C27077">
          <w:rPr>
            <w:rStyle w:val="Emphasis"/>
          </w:rPr>
          <w:t>tation</w:t>
        </w:r>
      </w:hyperlink>
      <w:r>
        <w:t xml:space="preserve"> </w:t>
      </w:r>
      <w:r w:rsidRPr="00C27077">
        <w:t xml:space="preserve">such as </w:t>
      </w:r>
      <w:r w:rsidRPr="000D49AD">
        <w:rPr>
          <w:rStyle w:val="StyleUnderline"/>
          <w:highlight w:val="yellow"/>
        </w:rPr>
        <w:t>by deepening partnerships</w:t>
      </w:r>
      <w:r w:rsidRPr="00C27077">
        <w:rPr>
          <w:rStyle w:val="StyleUnderline"/>
        </w:rPr>
        <w:t xml:space="preserve"> with firms</w:t>
      </w:r>
      <w:r w:rsidRPr="00C27077">
        <w:t xml:space="preserve"> like</w:t>
      </w:r>
      <w:r>
        <w:t xml:space="preserve"> </w:t>
      </w:r>
      <w:hyperlink r:id="rId62" w:history="1">
        <w:r w:rsidRPr="00C27077">
          <w:t>SpaceX</w:t>
        </w:r>
      </w:hyperlink>
      <w:r>
        <w:t xml:space="preserve"> </w:t>
      </w:r>
      <w:r w:rsidRPr="00C27077">
        <w:t>and</w:t>
      </w:r>
      <w:r>
        <w:t xml:space="preserve"> </w:t>
      </w:r>
      <w:hyperlink r:id="rId63" w:history="1">
        <w:r w:rsidRPr="00C27077">
          <w:t>Blue Origin</w:t>
        </w:r>
      </w:hyperlink>
      <w:r>
        <w:t xml:space="preserve">. This is not a “keep it simple, stupid” response to the challenges in space governance. But </w:t>
      </w:r>
      <w:r w:rsidRPr="000D49AD">
        <w:rPr>
          <w:rStyle w:val="Emphasis"/>
          <w:highlight w:val="yellow"/>
        </w:rPr>
        <w:t>it does</w:t>
      </w:r>
      <w:r w:rsidRPr="00C27077">
        <w:rPr>
          <w:rStyle w:val="Emphasis"/>
        </w:rPr>
        <w:t xml:space="preserve"> </w:t>
      </w:r>
      <w:r w:rsidRPr="000D49AD">
        <w:rPr>
          <w:rStyle w:val="Emphasis"/>
          <w:highlight w:val="yellow"/>
        </w:rPr>
        <w:t>recognize the reality of continued national control</w:t>
      </w:r>
      <w:r w:rsidRPr="00C27077">
        <w:rPr>
          <w:rStyle w:val="Emphasis"/>
        </w:rPr>
        <w:t xml:space="preserve"> over space operations for the foreseeable future, </w:t>
      </w:r>
      <w:r w:rsidRPr="000D49AD">
        <w:rPr>
          <w:rStyle w:val="Emphasis"/>
          <w:highlight w:val="yellow"/>
        </w:rPr>
        <w:t>and</w:t>
      </w:r>
      <w:r w:rsidRPr="00C27077">
        <w:rPr>
          <w:rStyle w:val="Emphasis"/>
        </w:rPr>
        <w:t xml:space="preserve"> indeed there are some </w:t>
      </w:r>
      <w:r w:rsidRPr="000D49AD">
        <w:rPr>
          <w:rStyle w:val="Emphasis"/>
          <w:highlight w:val="yellow"/>
        </w:rPr>
        <w:t>benefits</w:t>
      </w:r>
      <w:r w:rsidRPr="00C27077">
        <w:rPr>
          <w:rStyle w:val="Emphasis"/>
        </w:rPr>
        <w:t xml:space="preserve"> to such an outcome, </w:t>
      </w:r>
      <w:r w:rsidRPr="000D49AD">
        <w:rPr>
          <w:rStyle w:val="Emphasis"/>
          <w:highlight w:val="yellow"/>
        </w:rPr>
        <w:t>including accountability</w:t>
      </w:r>
      <w:r>
        <w:t xml:space="preserve">. But </w:t>
      </w:r>
      <w:r w:rsidRPr="000D49AD">
        <w:rPr>
          <w:rStyle w:val="StyleUnderline"/>
          <w:highlight w:val="yellow"/>
        </w:rPr>
        <w:t>we should think long and hard</w:t>
      </w:r>
      <w:r w:rsidRPr="00C27077">
        <w:rPr>
          <w:rStyle w:val="StyleUnderline"/>
        </w:rPr>
        <w:t xml:space="preserve"> </w:t>
      </w:r>
      <w:r w:rsidRPr="000D49AD">
        <w:rPr>
          <w:rStyle w:val="StyleUnderline"/>
          <w:highlight w:val="yellow"/>
        </w:rPr>
        <w:t>before moving away</w:t>
      </w:r>
      <w:r w:rsidRPr="00C27077">
        <w:rPr>
          <w:rStyle w:val="StyleUnderline"/>
        </w:rPr>
        <w:t xml:space="preserve"> from a tried and tested model like the</w:t>
      </w:r>
      <w:r>
        <w:rPr>
          <w:rStyle w:val="StyleUnderline"/>
        </w:rPr>
        <w:t xml:space="preserve"> </w:t>
      </w:r>
      <w:hyperlink r:id="rId64" w:history="1">
        <w:r w:rsidRPr="00627042">
          <w:rPr>
            <w:rStyle w:val="StyleUnderline"/>
          </w:rPr>
          <w:t>International</w:t>
        </w:r>
        <w:r w:rsidRPr="00C27077">
          <w:rPr>
            <w:rStyle w:val="StyleUnderline"/>
          </w:rPr>
          <w:t xml:space="preserve"> Space Station</w:t>
        </w:r>
      </w:hyperlink>
      <w:r>
        <w:t xml:space="preserve"> </w:t>
      </w:r>
      <w:r w:rsidRPr="00C27077">
        <w:t>and toward</w:t>
      </w:r>
      <w:r>
        <w:t xml:space="preserve"> a future of vying national research stations and even military outposts in space. Coordination between sovereign nations is possible, as was shown in the golden age of space law. By finding common ground, including the importance of sustainable development, we earthlings can ensure that humanity’s development of space is less a race than a peaceful march – not a flags and footprints mission for one nation, but a destination serving the development of science, the economy and the betterment of international relations.</w:t>
      </w:r>
    </w:p>
    <w:p w14:paraId="23FE02A7" w14:textId="77777777" w:rsidR="00ED75A4" w:rsidRDefault="00ED75A4" w:rsidP="00ED75A4">
      <w:pPr>
        <w:pStyle w:val="Heading4"/>
      </w:pPr>
      <w:r>
        <w:t>Space monopolies are uniquely dangerous – collisions, weaponized data, and consolidation all threaten effective commercialization of space.  Goldstein 21</w:t>
      </w:r>
    </w:p>
    <w:p w14:paraId="62B896FC" w14:textId="77777777" w:rsidR="00ED75A4" w:rsidRPr="00BB29F9" w:rsidRDefault="00ED75A4" w:rsidP="00ED75A4">
      <w:pPr>
        <w:rPr>
          <w:bCs/>
          <w:sz w:val="26"/>
        </w:rPr>
      </w:pPr>
      <w:r w:rsidRPr="00CF663E">
        <w:rPr>
          <w:rStyle w:val="Style13ptBold"/>
          <w:b w:val="0"/>
          <w:bCs/>
        </w:rPr>
        <w:t>Luke Goldstein, 11-7-2021, "Why Are We Letting Monopolists Corner Space?," Washington Monthly, https://washingtonmonthly.com/2021/11/07/why-are-we-letting-monopolists-corner-space/</w:t>
      </w:r>
    </w:p>
    <w:p w14:paraId="5E8524FA" w14:textId="77777777" w:rsidR="00ED75A4" w:rsidRDefault="00ED75A4" w:rsidP="00ED75A4"/>
    <w:p w14:paraId="34E86615" w14:textId="77777777" w:rsidR="00ED75A4" w:rsidRPr="00F40984" w:rsidRDefault="00ED75A4" w:rsidP="00ED75A4">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Starlink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C568A3">
        <w:rPr>
          <w:rStyle w:val="StyleUnderline"/>
          <w:highlight w:val="yellow"/>
        </w:rPr>
        <w:t>two companies</w:t>
      </w:r>
      <w:r w:rsidRPr="007D56C2">
        <w:rPr>
          <w:rStyle w:val="StyleUnderline"/>
        </w:rPr>
        <w:t xml:space="preserve"> are on track to </w:t>
      </w:r>
      <w:r w:rsidRPr="00C568A3">
        <w:rPr>
          <w:rStyle w:val="StyleUnderline"/>
          <w:highlight w:val="yellow"/>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Starlink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C568A3">
        <w:rPr>
          <w:rStyle w:val="Emphasis"/>
          <w:highlight w:val="yellow"/>
        </w:rPr>
        <w:t xml:space="preserve">government intervention is </w:t>
      </w:r>
      <w:r w:rsidRPr="00092732">
        <w:rPr>
          <w:rStyle w:val="Emphasis"/>
          <w:highlight w:val="yellow"/>
        </w:rPr>
        <w:t>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092732">
        <w:rPr>
          <w:rStyle w:val="StyleUnderline"/>
          <w:highlight w:val="yellow"/>
        </w:rPr>
        <w:t>organizing space as a</w:t>
      </w:r>
      <w:r w:rsidRPr="007D56C2">
        <w:rPr>
          <w:rStyle w:val="StyleUnderline"/>
        </w:rPr>
        <w:t xml:space="preserve"> </w:t>
      </w:r>
      <w:r w:rsidRPr="00092732">
        <w:rPr>
          <w:rStyle w:val="StyleUnderline"/>
          <w:highlight w:val="yellow"/>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092732">
        <w:rPr>
          <w:rStyle w:val="Emphasis"/>
          <w:highlight w:val="yellow"/>
        </w:rPr>
        <w:t xml:space="preserve">SpaceX’s </w:t>
      </w:r>
      <w:r w:rsidRPr="00092732">
        <w:rPr>
          <w:rStyle w:val="Emphasis"/>
        </w:rPr>
        <w:t>near</w:t>
      </w:r>
      <w:r w:rsidRPr="00092732">
        <w:rPr>
          <w:rStyle w:val="Emphasis"/>
          <w:highlight w:val="yellow"/>
        </w:rPr>
        <w:t>-total control over</w:t>
      </w:r>
      <w:r w:rsidRPr="007D56C2">
        <w:rPr>
          <w:rStyle w:val="Emphasis"/>
        </w:rPr>
        <w:t xml:space="preserve"> the rocket </w:t>
      </w:r>
      <w:r w:rsidRPr="00092732">
        <w:rPr>
          <w:rStyle w:val="Emphasis"/>
          <w:highlight w:val="yellow"/>
        </w:rPr>
        <w:t>launch</w:t>
      </w:r>
      <w:r w:rsidRPr="007D56C2">
        <w:rPr>
          <w:rStyle w:val="Emphasis"/>
        </w:rPr>
        <w:t xml:space="preserve"> business, which is a barrier to entry, </w:t>
      </w:r>
      <w:r w:rsidRPr="00092732">
        <w:rPr>
          <w:rStyle w:val="Emphasis"/>
          <w:highlight w:val="yellow"/>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092732">
        <w:rPr>
          <w:rStyle w:val="Emphasis"/>
          <w:highlight w:val="yellow"/>
        </w:rPr>
        <w:t>Monopolizing</w:t>
      </w:r>
      <w:r w:rsidRPr="007D56C2">
        <w:rPr>
          <w:rStyle w:val="Emphasis"/>
        </w:rPr>
        <w:t xml:space="preserve"> our </w:t>
      </w:r>
      <w:r w:rsidRPr="00092732">
        <w:rPr>
          <w:rStyle w:val="Emphasis"/>
          <w:highlight w:val="yellow"/>
        </w:rPr>
        <w:t>satellite</w:t>
      </w:r>
      <w:r w:rsidRPr="007D56C2">
        <w:rPr>
          <w:rStyle w:val="Emphasis"/>
        </w:rPr>
        <w:t xml:space="preserve"> communications </w:t>
      </w:r>
      <w:r w:rsidRPr="00092732">
        <w:rPr>
          <w:rStyle w:val="Emphasis"/>
          <w:highlight w:val="yellow"/>
        </w:rPr>
        <w:t>infrastructure would</w:t>
      </w:r>
      <w:r w:rsidRPr="007D56C2">
        <w:rPr>
          <w:rStyle w:val="Emphasis"/>
        </w:rPr>
        <w:t xml:space="preserve"> enrich Musk and Bezos while </w:t>
      </w:r>
      <w:r w:rsidRPr="00092732">
        <w:rPr>
          <w:rStyle w:val="Emphasis"/>
          <w:highlight w:val="yellow"/>
        </w:rPr>
        <w:t>offload</w:t>
      </w:r>
      <w:r w:rsidRPr="007D56C2">
        <w:rPr>
          <w:rStyle w:val="Emphasis"/>
        </w:rPr>
        <w:t xml:space="preserve">ing </w:t>
      </w:r>
      <w:r w:rsidRPr="00092732">
        <w:rPr>
          <w:rStyle w:val="Emphasis"/>
          <w:highlight w:val="yellow"/>
        </w:rPr>
        <w:t>major environmental, financial, and</w:t>
      </w:r>
      <w:r w:rsidRPr="007D56C2">
        <w:rPr>
          <w:rStyle w:val="Emphasis"/>
        </w:rPr>
        <w:t xml:space="preserve"> national </w:t>
      </w:r>
      <w:r w:rsidRPr="00092732">
        <w:rPr>
          <w:rStyle w:val="Emphasis"/>
          <w:highlight w:val="yellow"/>
        </w:rPr>
        <w:t>security</w:t>
      </w:r>
      <w:r w:rsidRPr="007D56C2">
        <w:rPr>
          <w:rStyle w:val="Emphasis"/>
        </w:rPr>
        <w:t xml:space="preserve"> </w:t>
      </w:r>
      <w:r w:rsidRPr="00092732">
        <w:rPr>
          <w:rStyle w:val="Emphasis"/>
          <w:highlight w:val="yellow"/>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092732">
        <w:rPr>
          <w:rStyle w:val="StyleUnderline"/>
          <w:highlight w:val="yellow"/>
        </w:rPr>
        <w:t>with the decline of public investment in</w:t>
      </w:r>
      <w:r w:rsidRPr="00017C64">
        <w:rPr>
          <w:rStyle w:val="StyleUnderline"/>
        </w:rPr>
        <w:t xml:space="preserve"> general after the </w:t>
      </w:r>
      <w:r w:rsidRPr="00092732">
        <w:rPr>
          <w:rStyle w:val="StyleUnderline"/>
        </w:rPr>
        <w:t>19</w:t>
      </w:r>
      <w:r w:rsidRPr="00092732">
        <w:rPr>
          <w:rStyle w:val="StyleUnderline"/>
          <w:highlight w:val="yellow"/>
        </w:rPr>
        <w:t>80s, NASA became a shadow of its old self</w:t>
      </w:r>
      <w:r w:rsidRPr="00017C64">
        <w:rPr>
          <w:rStyle w:val="StyleUnderline"/>
        </w:rPr>
        <w:t xml:space="preserve">. Yet other trends were also at work that favored private investment in space. The rise of </w:t>
      </w:r>
      <w:r w:rsidRPr="00092732">
        <w:rPr>
          <w:rStyle w:val="StyleUnderline"/>
          <w:highlight w:val="yellow"/>
        </w:rPr>
        <w:t>Silicon Valley</w:t>
      </w:r>
      <w:r w:rsidRPr="00017C64">
        <w:rPr>
          <w:rStyle w:val="StyleUnderline"/>
        </w:rPr>
        <w:t xml:space="preserve"> venture capital allowed for the funding of risky entrepreneurial </w:t>
      </w:r>
      <w:r w:rsidRPr="00092732">
        <w:rPr>
          <w:rStyle w:val="StyleUnderline"/>
          <w:highlight w:val="yellow"/>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a number of Silicon Valley bigwigs, most famously Bill Gates, began funding LEO satellite broadband companies to compete for communications dominance. </w:t>
      </w:r>
      <w:r w:rsidRPr="00017C64">
        <w:rPr>
          <w:rStyle w:val="StyleUnderline"/>
        </w:rPr>
        <w:t xml:space="preserve">They all </w:t>
      </w:r>
      <w:r w:rsidRPr="00092732">
        <w:rPr>
          <w:rStyle w:val="StyleUnderline"/>
          <w:highlight w:val="yellow"/>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Starlink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Starlink and Project Kuiper to hit the threshold for high-speed broadband, notching 50Mbps to 150Mbps with low latency (a measure of the lag time for wireless connection). The companies are betting that if they keep improving the speed and lowering their prices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Starlink.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Commission and the Federal Aviation Administration, have played an active role in enabling SpaceX’s power play for satellite dominance. The FCC routinely approves Starlink’s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Starlink’s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Ajit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Starlink’s constellation will magnify the damaging effects of its satellite failures. Rivals have also pointed to customer dissatisfaction with Starlink’s service, claiming that it isn’t as fast as advertised. None of these complaints have apparently given the FCC pause in approving Starlink’s 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092732">
        <w:rPr>
          <w:rStyle w:val="Emphasis"/>
          <w:highlight w:val="yellow"/>
        </w:rPr>
        <w:t>SpaceX has</w:t>
      </w:r>
      <w:r w:rsidRPr="00D34061">
        <w:rPr>
          <w:rStyle w:val="Emphasis"/>
        </w:rPr>
        <w:t xml:space="preserve"> quickly </w:t>
      </w:r>
      <w:r w:rsidRPr="00092732">
        <w:rPr>
          <w:rStyle w:val="Emphasis"/>
          <w:highlight w:val="yellow"/>
        </w:rPr>
        <w:t>bought up</w:t>
      </w:r>
      <w:r w:rsidRPr="00D34061">
        <w:rPr>
          <w:rStyle w:val="Emphasis"/>
        </w:rPr>
        <w:t xml:space="preserve"> these </w:t>
      </w:r>
      <w:r w:rsidRPr="00092732">
        <w:rPr>
          <w:rStyle w:val="Emphasis"/>
          <w:highlight w:val="yellow"/>
        </w:rPr>
        <w:t>licensing rights</w:t>
      </w:r>
      <w:r w:rsidRPr="00D34061">
        <w:rPr>
          <w:rStyle w:val="Emphasis"/>
        </w:rPr>
        <w:t xml:space="preserve"> </w:t>
      </w:r>
      <w:r w:rsidRPr="00092732">
        <w:rPr>
          <w:rStyle w:val="Emphasis"/>
          <w:highlight w:val="yellow"/>
        </w:rPr>
        <w:t>and crowded out</w:t>
      </w:r>
      <w:r w:rsidRPr="00D34061">
        <w:rPr>
          <w:rStyle w:val="Emphasis"/>
        </w:rPr>
        <w:t xml:space="preserve"> other </w:t>
      </w:r>
      <w:r w:rsidRPr="00092732">
        <w:rPr>
          <w:rStyle w:val="Emphasis"/>
          <w:highlight w:val="yellow"/>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092732">
        <w:rPr>
          <w:rStyle w:val="Emphasis"/>
          <w:highlight w:val="yellow"/>
        </w:rPr>
        <w:t>SpaceX and Amazon have</w:t>
      </w:r>
      <w:r w:rsidRPr="00D34061">
        <w:rPr>
          <w:rStyle w:val="Emphasis"/>
        </w:rPr>
        <w:t xml:space="preserve"> </w:t>
      </w:r>
      <w:r w:rsidRPr="00092732">
        <w:rPr>
          <w:rStyle w:val="Emphasis"/>
          <w:highlight w:val="yellow"/>
        </w:rPr>
        <w:t>taken advantage of</w:t>
      </w:r>
      <w:r w:rsidRPr="00D34061">
        <w:rPr>
          <w:rStyle w:val="Emphasis"/>
        </w:rPr>
        <w:t xml:space="preserve"> the </w:t>
      </w:r>
      <w:r w:rsidRPr="00092732">
        <w:rPr>
          <w:rStyle w:val="Emphasis"/>
          <w:highlight w:val="yellow"/>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092732">
        <w:rPr>
          <w:rStyle w:val="StyleUnderline"/>
          <w:highlight w:val="yellow"/>
        </w:rPr>
        <w:t>increases the</w:t>
      </w:r>
      <w:r w:rsidRPr="00D34061">
        <w:rPr>
          <w:rStyle w:val="StyleUnderline"/>
        </w:rPr>
        <w:t xml:space="preserve"> </w:t>
      </w:r>
      <w:r w:rsidRPr="00092732">
        <w:rPr>
          <w:rStyle w:val="StyleUnderline"/>
          <w:highlight w:val="yellow"/>
        </w:rPr>
        <w:t>likelihood of collisions</w:t>
      </w:r>
      <w:r w:rsidRPr="001E7ED5">
        <w:rPr>
          <w:sz w:val="8"/>
        </w:rPr>
        <w:t xml:space="preserve">. Opponents of the decision, led by Dish and Amazon, also claim that the shift in the elevation angle between Starlink’s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Starlink’s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Starlink satellite fleets to fly in the designated areas covered by the grant. There’s no end in sight to regulators funneling taxpayer dollars to SpaceX. The broadband speed requirements in the bipartisan infrastructure bill will allow Starlink to qualify for a wider array of lucrative government grants. In aggregate, government subsidies and military contracts have kept Musk’s Starlink operation afloat and allowed the company to under-price its competitors. To achieve an economy of scale and greater market share, Musk has also effectively engaged in predatory pricing to expand Starlink’s customer base. Customers who sign up for the Starlink program receive a kit that includes a user terminal to connect to the satellites, a mounting tripod, and a wireless router. According to its own disclosures, </w:t>
      </w:r>
      <w:r w:rsidRPr="00D34061">
        <w:rPr>
          <w:rStyle w:val="StyleUnderline"/>
        </w:rPr>
        <w:t>Starlink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Starlink’s favor. The company has added new customers at a rapid rate, with 20,000 in the month of July alone. While Project Kuiper hasn’t set its rates yet, the company is expected to match Starlink’s prices once it gets its fleet up and running. Such tactics kill competition and in the long term </w:t>
      </w:r>
      <w:r w:rsidRPr="00092732">
        <w:rPr>
          <w:rStyle w:val="StyleUnderline"/>
          <w:highlight w:val="yellow"/>
        </w:rPr>
        <w:t>could lead to monopoly pricing</w:t>
      </w:r>
      <w:r w:rsidRPr="001E7ED5">
        <w:rPr>
          <w:sz w:val="8"/>
        </w:rPr>
        <w:t xml:space="preserve">, which is why, </w:t>
      </w:r>
      <w:r w:rsidRPr="00D34061">
        <w:rPr>
          <w:rStyle w:val="StyleUnderline"/>
        </w:rPr>
        <w:t>when previous new communications networks came along, such as telegraphs and telephones, Americans quickly realized the need to regulate how much they charged users</w:t>
      </w:r>
      <w:r w:rsidRPr="001E7ED5">
        <w:rPr>
          <w:sz w:val="8"/>
        </w:rPr>
        <w:t xml:space="preserve">. </w:t>
      </w:r>
      <w:r w:rsidRPr="00D34061">
        <w:rPr>
          <w:rStyle w:val="StyleUnderline"/>
        </w:rPr>
        <w:t xml:space="preserve">SpaceX’s march to dominance now also involves </w:t>
      </w:r>
      <w:r w:rsidRPr="00092732">
        <w:rPr>
          <w:rStyle w:val="StyleUnderline"/>
          <w:highlight w:val="yellow"/>
        </w:rPr>
        <w:t>buying</w:t>
      </w:r>
      <w:r w:rsidRPr="00D34061">
        <w:rPr>
          <w:rStyle w:val="StyleUnderline"/>
        </w:rPr>
        <w:t xml:space="preserve"> </w:t>
      </w:r>
      <w:r w:rsidRPr="00092732">
        <w:rPr>
          <w:rStyle w:val="StyleUnderline"/>
          <w:highlight w:val="yellow"/>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says Aravind Ravichandran, an independent industry analyst and consultant who runs the influential TerraWatch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092732">
        <w:rPr>
          <w:rStyle w:val="StyleUnderline"/>
          <w:highlight w:val="yellow"/>
        </w:rPr>
        <w:t>biggest competitors</w:t>
      </w:r>
      <w:r w:rsidRPr="00D34061">
        <w:rPr>
          <w:rStyle w:val="StyleUnderline"/>
        </w:rPr>
        <w:t xml:space="preserve">, OneWeb and Intelsat SA, </w:t>
      </w:r>
      <w:r w:rsidRPr="00092732">
        <w:rPr>
          <w:rStyle w:val="StyleUnderline"/>
          <w:highlight w:val="yellow"/>
        </w:rPr>
        <w:t>filed</w:t>
      </w:r>
      <w:r w:rsidRPr="00D34061">
        <w:rPr>
          <w:rStyle w:val="StyleUnderline"/>
        </w:rPr>
        <w:t xml:space="preserve"> for Chapter 11 </w:t>
      </w:r>
      <w:r w:rsidRPr="00092732">
        <w:rPr>
          <w:rStyle w:val="StyleUnderline"/>
          <w:highlight w:val="yellow"/>
        </w:rPr>
        <w:t>bankruptcy</w:t>
      </w:r>
      <w:r w:rsidRPr="00D34061">
        <w:rPr>
          <w:rStyle w:val="StyleUnderline"/>
        </w:rPr>
        <w:t xml:space="preserve"> during the pandemic</w:t>
      </w:r>
      <w:r w:rsidRPr="001E7ED5">
        <w:rPr>
          <w:sz w:val="8"/>
        </w:rPr>
        <w:t xml:space="preserve">. OneWeb, which had long been seen as SpaceX’s main rival, survived after being bought out by the UK government. Only SpaceX and Amazon have the financial firepower to weather the storm of consolidation. As the industry centralizes around SpaceX and Amazon, data gathering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r w:rsidRPr="00092732">
        <w:rPr>
          <w:rStyle w:val="StyleUnderline"/>
          <w:highlight w:val="yellow"/>
        </w:rPr>
        <w:t>Starlink and</w:t>
      </w:r>
      <w:r w:rsidRPr="00D34061">
        <w:rPr>
          <w:rStyle w:val="StyleUnderline"/>
        </w:rPr>
        <w:t xml:space="preserve"> Project </w:t>
      </w:r>
      <w:r w:rsidRPr="00092732">
        <w:rPr>
          <w:rStyle w:val="StyleUnderline"/>
          <w:highlight w:val="yellow"/>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092732">
        <w:rPr>
          <w:rStyle w:val="StyleUnderline"/>
          <w:highlight w:val="yellow"/>
        </w:rPr>
        <w:t>weaponize data collection</w:t>
      </w:r>
      <w:r w:rsidRPr="00D34061">
        <w:rPr>
          <w:rStyle w:val="StyleUnderline"/>
        </w:rPr>
        <w:t xml:space="preserve"> to build more advanced business models </w:t>
      </w:r>
      <w:r w:rsidRPr="00092732">
        <w:rPr>
          <w:rStyle w:val="StyleUnderline"/>
          <w:highlight w:val="yellow"/>
        </w:rPr>
        <w:t>that would</w:t>
      </w:r>
      <w:r w:rsidRPr="00D34061">
        <w:rPr>
          <w:rStyle w:val="StyleUnderline"/>
        </w:rPr>
        <w:t xml:space="preserve"> help </w:t>
      </w:r>
      <w:r w:rsidRPr="00092732">
        <w:rPr>
          <w:rStyle w:val="StyleUnderline"/>
          <w:highlight w:val="yellow"/>
        </w:rPr>
        <w:t>crush</w:t>
      </w:r>
      <w:r w:rsidRPr="00D34061">
        <w:rPr>
          <w:rStyle w:val="StyleUnderline"/>
        </w:rPr>
        <w:t xml:space="preserve"> smaller satellite </w:t>
      </w:r>
      <w:r w:rsidRPr="00092732">
        <w:rPr>
          <w:rStyle w:val="StyleUnderline"/>
          <w:highlight w:val="yellow"/>
        </w:rPr>
        <w:t>competitors</w:t>
      </w:r>
      <w:r w:rsidRPr="00D34061">
        <w:rPr>
          <w:rStyle w:val="StyleUnderline"/>
        </w:rPr>
        <w:t xml:space="preserve">. They can also </w:t>
      </w:r>
      <w:r w:rsidRPr="00092732">
        <w:rPr>
          <w:rStyle w:val="StyleUnderline"/>
          <w:highlight w:val="yellow"/>
        </w:rPr>
        <w:t>sell that data for</w:t>
      </w:r>
      <w:r w:rsidRPr="00D34061">
        <w:rPr>
          <w:rStyle w:val="StyleUnderline"/>
        </w:rPr>
        <w:t xml:space="preserve"> further </w:t>
      </w:r>
      <w:r w:rsidRPr="00092732">
        <w:rPr>
          <w:rStyle w:val="StyleUnderline"/>
          <w:highlight w:val="yellow"/>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092732">
        <w:rPr>
          <w:rStyle w:val="Emphasis"/>
          <w:highlight w:val="yellow"/>
        </w:rPr>
        <w:t>Mapping</w:t>
      </w:r>
      <w:r w:rsidRPr="00D34061">
        <w:rPr>
          <w:rStyle w:val="Emphasis"/>
        </w:rPr>
        <w:t xml:space="preserve"> Earth’s activity </w:t>
      </w:r>
      <w:r w:rsidRPr="00092732">
        <w:rPr>
          <w:rStyle w:val="Emphasis"/>
          <w:highlight w:val="yellow"/>
        </w:rPr>
        <w:t>has</w:t>
      </w:r>
      <w:r w:rsidRPr="00D34061">
        <w:rPr>
          <w:rStyle w:val="Emphasis"/>
        </w:rPr>
        <w:t xml:space="preserve"> certain </w:t>
      </w:r>
      <w:r w:rsidRPr="00092732">
        <w:rPr>
          <w:rStyle w:val="Emphasis"/>
          <w:highlight w:val="yellow"/>
        </w:rPr>
        <w:t>productive uses if it is tightly regulated</w:t>
      </w:r>
      <w:r w:rsidRPr="001E7ED5">
        <w:rPr>
          <w:sz w:val="8"/>
        </w:rPr>
        <w:t xml:space="preserve">. </w:t>
      </w:r>
      <w:r w:rsidRPr="00D34061">
        <w:rPr>
          <w:rStyle w:val="StyleUnderline"/>
        </w:rPr>
        <w:t xml:space="preserve">Satellite imaging could help farmers check on the </w:t>
      </w:r>
      <w:r w:rsidRPr="00092732">
        <w:rPr>
          <w:rStyle w:val="StyleUnderline"/>
          <w:highlight w:val="yellow"/>
        </w:rPr>
        <w:t>health of</w:t>
      </w:r>
      <w:r w:rsidRPr="00D34061">
        <w:rPr>
          <w:rStyle w:val="StyleUnderline"/>
        </w:rPr>
        <w:t xml:space="preserve"> their </w:t>
      </w:r>
      <w:r w:rsidRPr="00092732">
        <w:rPr>
          <w:rStyle w:val="StyleUnderline"/>
          <w:highlight w:val="yellow"/>
        </w:rPr>
        <w:t>crops</w:t>
      </w:r>
      <w:r w:rsidRPr="00D34061">
        <w:rPr>
          <w:rStyle w:val="StyleUnderline"/>
        </w:rPr>
        <w:t xml:space="preserve"> and provide data analytics for </w:t>
      </w:r>
      <w:r w:rsidRPr="00092732">
        <w:rPr>
          <w:rStyle w:val="StyleUnderline"/>
          <w:highlight w:val="yellow"/>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Starlink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Starlink’s satellite fleets occupy most of Earth’s orbit, as it’s currently on track to accomplish, Earth-imaging companies will have to directly or indirectly deal with SpaceX. </w:t>
      </w:r>
      <w:r w:rsidRPr="00D34061">
        <w:rPr>
          <w:rStyle w:val="StyleUnderline"/>
        </w:rPr>
        <w:t xml:space="preserve">It also is an advantageous position for </w:t>
      </w:r>
      <w:r w:rsidRPr="00092732">
        <w:rPr>
          <w:rStyle w:val="StyleUnderline"/>
          <w:highlight w:val="yellow"/>
        </w:rPr>
        <w:t>Musk</w:t>
      </w:r>
      <w:r w:rsidRPr="00D34061">
        <w:rPr>
          <w:rStyle w:val="StyleUnderline"/>
        </w:rPr>
        <w:t xml:space="preserve"> to request images from these partners to </w:t>
      </w:r>
      <w:r w:rsidRPr="00092732">
        <w:rPr>
          <w:rStyle w:val="StyleUnderline"/>
          <w:highlight w:val="yellow"/>
        </w:rPr>
        <w:t xml:space="preserve">spy on </w:t>
      </w:r>
      <w:r w:rsidRPr="00092732">
        <w:rPr>
          <w:rStyle w:val="StyleUnderline"/>
        </w:rPr>
        <w:t xml:space="preserve">his </w:t>
      </w:r>
      <w:r w:rsidRPr="00092732">
        <w:rPr>
          <w:rStyle w:val="StyleUnderline"/>
          <w:highlight w:val="yellow"/>
        </w:rPr>
        <w:t>competitors in the automobile</w:t>
      </w:r>
      <w:r w:rsidRPr="00D34061">
        <w:rPr>
          <w:rStyle w:val="StyleUnderline"/>
        </w:rPr>
        <w:t xml:space="preserve"> or aerospace </w:t>
      </w:r>
      <w:r w:rsidRPr="00092732">
        <w:rPr>
          <w:rStyle w:val="StyleUnderline"/>
          <w:highlight w:val="yellow"/>
        </w:rPr>
        <w:t>industries</w:t>
      </w:r>
      <w:r w:rsidRPr="00D34061">
        <w:rPr>
          <w:rStyle w:val="StyleUnderline"/>
        </w:rPr>
        <w:t xml:space="preserve">. It gives one company a huge amount of power over a troubling industry for privacy rights. These companies’ </w:t>
      </w:r>
      <w:r w:rsidRPr="00092732">
        <w:rPr>
          <w:rStyle w:val="StyleUnderline"/>
          <w:highlight w:val="yellow"/>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092732">
        <w:rPr>
          <w:rStyle w:val="StyleUnderline"/>
          <w:highlight w:val="yellow"/>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r w:rsidRPr="00092732">
        <w:rPr>
          <w:rStyle w:val="StyleUnderline"/>
          <w:highlight w:val="yellow"/>
        </w:rPr>
        <w:t>Starlink is creating light pollution that</w:t>
      </w:r>
      <w:r w:rsidRPr="00D34061">
        <w:rPr>
          <w:rStyle w:val="StyleUnderline"/>
        </w:rPr>
        <w:t xml:space="preserve"> </w:t>
      </w:r>
      <w:r w:rsidRPr="00092732">
        <w:rPr>
          <w:rStyle w:val="StyleUnderline"/>
          <w:highlight w:val="yellow"/>
        </w:rPr>
        <w:t>interferes with</w:t>
      </w:r>
      <w:r w:rsidRPr="00D34061">
        <w:rPr>
          <w:rStyle w:val="StyleUnderline"/>
        </w:rPr>
        <w:t xml:space="preserve"> astronomers’ </w:t>
      </w:r>
      <w:r w:rsidRPr="00092732">
        <w:rPr>
          <w:rStyle w:val="StyleUnderline"/>
          <w:highlight w:val="yellow"/>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092732">
        <w:rPr>
          <w:rStyle w:val="StyleUnderline"/>
          <w:highlight w:val="yellow"/>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092732">
        <w:rPr>
          <w:rStyle w:val="Emphasis"/>
          <w:highlight w:val="yellow"/>
        </w:rPr>
        <w:t>We would have to wait</w:t>
      </w:r>
      <w:r w:rsidRPr="00EA6F1B">
        <w:rPr>
          <w:rStyle w:val="Emphasis"/>
        </w:rPr>
        <w:t xml:space="preserve"> years, maybe even </w:t>
      </w:r>
      <w:r w:rsidRPr="00092732">
        <w:rPr>
          <w:rStyle w:val="Emphasis"/>
          <w:highlight w:val="yellow"/>
        </w:rPr>
        <w:t>decades</w:t>
      </w:r>
      <w:r w:rsidRPr="00EA6F1B">
        <w:rPr>
          <w:rStyle w:val="Emphasis"/>
        </w:rPr>
        <w:t xml:space="preserve">, before enough debris burned up in the atmosphere that we could </w:t>
      </w:r>
      <w:r w:rsidRPr="00092732">
        <w:rPr>
          <w:rStyle w:val="Emphasis"/>
          <w:highlight w:val="yellow"/>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7E38EA">
        <w:rPr>
          <w:rStyle w:val="Emphasis"/>
          <w:highlight w:val="yellow"/>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7E38EA">
        <w:rPr>
          <w:rStyle w:val="Emphasis"/>
          <w:highlight w:val="yellow"/>
        </w:rPr>
        <w:t>could become a pretext for</w:t>
      </w:r>
      <w:r w:rsidRPr="00EA6F1B">
        <w:rPr>
          <w:rStyle w:val="Emphasis"/>
        </w:rPr>
        <w:t xml:space="preserve"> </w:t>
      </w:r>
      <w:r w:rsidRPr="007E38EA">
        <w:rPr>
          <w:rStyle w:val="Emphasis"/>
          <w:highlight w:val="yellow"/>
        </w:rPr>
        <w:t>disputes</w:t>
      </w:r>
      <w:r w:rsidRPr="00EA6F1B">
        <w:rPr>
          <w:rStyle w:val="Emphasis"/>
        </w:rPr>
        <w:t xml:space="preserve"> between superpowers</w:t>
      </w:r>
      <w:r w:rsidRPr="001E7ED5">
        <w:rPr>
          <w:sz w:val="8"/>
        </w:rPr>
        <w:t>. In one scenario</w:t>
      </w:r>
      <w:r w:rsidRPr="00EA6F1B">
        <w:rPr>
          <w:rStyle w:val="Emphasis"/>
        </w:rPr>
        <w:t xml:space="preserve">, Musk has warned about </w:t>
      </w:r>
      <w:r w:rsidRPr="007E38EA">
        <w:rPr>
          <w:rStyle w:val="Emphasis"/>
          <w:highlight w:val="yellow"/>
        </w:rPr>
        <w:t>China</w:t>
      </w:r>
      <w:r w:rsidRPr="00EA6F1B">
        <w:rPr>
          <w:rStyle w:val="Emphasis"/>
        </w:rPr>
        <w:t xml:space="preserve"> shooting down his satellites for flying over parts of the country where they don’t have licensing. The Chinese Communist Party has put a premium on maintaining a closed internet, known as the “Great Firewall,” and </w:t>
      </w:r>
      <w:r w:rsidRPr="007E38EA">
        <w:rPr>
          <w:rStyle w:val="Emphasis"/>
          <w:highlight w:val="yellow"/>
        </w:rPr>
        <w:t>might blame the U.S. if Starlink crossed over</w:t>
      </w:r>
      <w:r w:rsidRPr="00EA6F1B">
        <w:rPr>
          <w:rStyle w:val="Emphasis"/>
        </w:rPr>
        <w:t xml:space="preserve"> into their network.</w:t>
      </w:r>
      <w:r w:rsidRPr="001E7ED5">
        <w:rPr>
          <w:sz w:val="8"/>
        </w:rPr>
        <w:t xml:space="preserve"> For similar reasons, </w:t>
      </w:r>
      <w:r w:rsidRPr="007E38EA">
        <w:rPr>
          <w:rStyle w:val="Emphasis"/>
          <w:highlight w:val="yellow"/>
        </w:rPr>
        <w:t>Russia</w:t>
      </w:r>
      <w:r w:rsidRPr="00EA6F1B">
        <w:rPr>
          <w:rStyle w:val="Emphasis"/>
        </w:rPr>
        <w:t xml:space="preserve"> has also </w:t>
      </w:r>
      <w:r w:rsidRPr="007E38EA">
        <w:rPr>
          <w:rStyle w:val="Emphasis"/>
          <w:highlight w:val="yellow"/>
        </w:rPr>
        <w:t>threatened</w:t>
      </w:r>
      <w:r w:rsidRPr="00EA6F1B">
        <w:rPr>
          <w:rStyle w:val="Emphasis"/>
        </w:rPr>
        <w:t xml:space="preserve"> to fine any </w:t>
      </w:r>
      <w:r w:rsidRPr="007E38EA">
        <w:rPr>
          <w:rStyle w:val="Emphasis"/>
          <w:highlight w:val="yellow"/>
        </w:rPr>
        <w:t>citizen who signs up</w:t>
      </w:r>
      <w:r w:rsidRPr="00EA6F1B">
        <w:rPr>
          <w:rStyle w:val="Emphasis"/>
        </w:rPr>
        <w:t xml:space="preserve"> with Starlink</w:t>
      </w:r>
      <w:r w:rsidRPr="001E7ED5">
        <w:rPr>
          <w:sz w:val="8"/>
        </w:rPr>
        <w:t xml:space="preserve">. </w:t>
      </w:r>
      <w:r w:rsidRPr="007E38EA">
        <w:rPr>
          <w:rStyle w:val="StyleUnderline"/>
          <w:highlight w:val="yellow"/>
        </w:rPr>
        <w:t>Musk has</w:t>
      </w:r>
      <w:r w:rsidRPr="00EA6F1B">
        <w:rPr>
          <w:rStyle w:val="StyleUnderline"/>
        </w:rPr>
        <w:t xml:space="preserve"> already </w:t>
      </w:r>
      <w:r w:rsidRPr="007E38EA">
        <w:rPr>
          <w:rStyle w:val="StyleUnderline"/>
          <w:highlight w:val="yellow"/>
        </w:rPr>
        <w:t>strained our relationship with allies</w:t>
      </w:r>
      <w:r w:rsidRPr="00EA6F1B">
        <w:rPr>
          <w:rStyle w:val="StyleUnderline"/>
        </w:rPr>
        <w:t xml:space="preserve"> by clashing with European regulators over Starlink’s constellation</w:t>
      </w:r>
      <w:r w:rsidRPr="001E7ED5">
        <w:rPr>
          <w:sz w:val="8"/>
        </w:rPr>
        <w:t xml:space="preserve">. In 2019, the European Space Agency contacted Starlink about an urgent potential collision they detected with one of the company’s satellites. SpaceX never responded to the request, which forced the ESA to go into damage control and maneuver its satellites out of harm’s way. Since the incident, Europe has tried to counter Starlink’s influence in the region and invest heavily in their own satellite constellations. Fortunately, </w:t>
      </w:r>
      <w:r w:rsidRPr="00EA6F1B">
        <w:rPr>
          <w:rStyle w:val="Emphasis"/>
        </w:rPr>
        <w:t>it’s not too late</w:t>
      </w:r>
      <w:r w:rsidRPr="001E7ED5">
        <w:rPr>
          <w:sz w:val="8"/>
        </w:rPr>
        <w:t xml:space="preserve"> to take advantage of the promise of new satellite communications technology while also avoiding or minimizing the myriad environmental and societal threats it poses. That, of course, means </w:t>
      </w:r>
      <w:r w:rsidRPr="007E38EA">
        <w:rPr>
          <w:rStyle w:val="Emphasis"/>
          <w:highlight w:val="yellow"/>
        </w:rPr>
        <w:t>more diligent</w:t>
      </w:r>
      <w:r w:rsidRPr="00EA6F1B">
        <w:rPr>
          <w:rStyle w:val="Emphasis"/>
        </w:rPr>
        <w:t xml:space="preserve"> technical </w:t>
      </w:r>
      <w:r w:rsidRPr="007E38EA">
        <w:rPr>
          <w:rStyle w:val="Emphasis"/>
          <w:highlight w:val="yellow"/>
        </w:rPr>
        <w:t>oversight</w:t>
      </w:r>
      <w:r w:rsidRPr="00EA6F1B">
        <w:rPr>
          <w:rStyle w:val="Emphasis"/>
        </w:rPr>
        <w:t xml:space="preserve"> from regulatory bodies to ensure that satellites are built and operated with the highest safety standards. But it also </w:t>
      </w:r>
      <w:r w:rsidRPr="007E38EA">
        <w:rPr>
          <w:rStyle w:val="Emphasis"/>
          <w:highlight w:val="yellow"/>
        </w:rPr>
        <w:t>means using public policy to structure</w:t>
      </w:r>
      <w:r w:rsidRPr="00EA6F1B">
        <w:rPr>
          <w:rStyle w:val="Emphasis"/>
        </w:rPr>
        <w:t xml:space="preserve"> </w:t>
      </w:r>
      <w:r w:rsidRPr="007E38EA">
        <w:rPr>
          <w:rStyle w:val="Emphasis"/>
          <w:highlight w:val="yellow"/>
        </w:rPr>
        <w:t>commercial competition</w:t>
      </w:r>
      <w:r w:rsidRPr="00EA6F1B">
        <w:rPr>
          <w:rStyle w:val="Emphasis"/>
        </w:rPr>
        <w:t xml:space="preserve"> in space so it is both fair and efficient.</w:t>
      </w:r>
      <w:r w:rsidRPr="001E7ED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in particular has echoes of the current dilemma with satellite technology. </w:t>
      </w:r>
      <w:r w:rsidRPr="00EA6F1B">
        <w:rPr>
          <w:rStyle w:val="StyleUnderline"/>
        </w:rPr>
        <w:t>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much less sell them to the highest bidder, station licenses went to applicants who could best demonstrate their ability to serve the public as stewards of a radio spectrum commonweal</w:t>
      </w:r>
      <w:r w:rsidRPr="00EA6F1B">
        <w:rPr>
          <w:rStyle w:val="Emphasis"/>
        </w:rPr>
        <w:t>. Later legislation further managed competition by putting breaks on any tendency toward monopoly</w:t>
      </w:r>
      <w:r w:rsidRPr="001E7ED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504F1B">
        <w:rPr>
          <w:rStyle w:val="Emphasis"/>
        </w:rPr>
        <w:t xml:space="preserve">Because </w:t>
      </w:r>
      <w:r w:rsidRPr="007E38EA">
        <w:rPr>
          <w:rStyle w:val="Emphasis"/>
          <w:highlight w:val="yellow"/>
        </w:rPr>
        <w:t>space is a global commons, solutions</w:t>
      </w:r>
      <w:r w:rsidRPr="00504F1B">
        <w:rPr>
          <w:rStyle w:val="Emphasis"/>
        </w:rPr>
        <w:t xml:space="preserve"> to our current satellite crisis </w:t>
      </w:r>
      <w:r w:rsidRPr="007E38EA">
        <w:rPr>
          <w:rStyle w:val="Emphasis"/>
          <w:highlight w:val="yellow"/>
        </w:rPr>
        <w:t>will</w:t>
      </w:r>
      <w:r w:rsidRPr="00504F1B">
        <w:rPr>
          <w:rStyle w:val="Emphasis"/>
        </w:rPr>
        <w:t xml:space="preserve"> also </w:t>
      </w:r>
      <w:r w:rsidRPr="007E38EA">
        <w:rPr>
          <w:rStyle w:val="Emphasis"/>
          <w:highlight w:val="yellow"/>
        </w:rPr>
        <w:t>require international collaboration</w:t>
      </w:r>
      <w:r w:rsidRPr="00504F1B">
        <w:rPr>
          <w:rStyle w:val="Emphasis"/>
        </w:rPr>
        <w:t xml:space="preserve"> and agreements</w:t>
      </w:r>
      <w:r w:rsidRPr="001E7ED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F40984">
        <w:rPr>
          <w:rStyle w:val="StyleUnderline"/>
        </w:rPr>
        <w:t>to realize the benefits we can’t hand over this valuable resource to the domineering control of Elon Musk and Jeff Bezos. Instead, the government needs to establish rigorous oversight and enforce fair and efficient terms of competition so space junk and monopolization don’t ruin the final frontier forever.</w:t>
      </w:r>
    </w:p>
    <w:p w14:paraId="52A1169C" w14:textId="77777777" w:rsidR="00ED75A4" w:rsidRDefault="00ED75A4" w:rsidP="00ED75A4">
      <w:pPr>
        <w:pStyle w:val="Heading4"/>
      </w:pPr>
      <w:r>
        <w:t xml:space="preserve">The use of contracts and awards via public-private partnerships are robust incentivizes to foster greater innovation. Roumboustos et al 14 </w:t>
      </w:r>
    </w:p>
    <w:p w14:paraId="08ED367E" w14:textId="77777777" w:rsidR="00ED75A4" w:rsidRPr="00DA27C3" w:rsidRDefault="00ED75A4" w:rsidP="00ED75A4">
      <w:pPr>
        <w:rPr>
          <w:rStyle w:val="Style13ptBold"/>
          <w:b w:val="0"/>
          <w:bCs/>
        </w:rPr>
      </w:pPr>
      <w:r w:rsidRPr="00DA27C3">
        <w:rPr>
          <w:rStyle w:val="Style13ptBold"/>
          <w:b w:val="0"/>
          <w:bCs/>
        </w:rPr>
        <w:t xml:space="preserve">Roumboutsos, Athena, and Stéphane Saussier. "Public-private partnerships and investments in innovation: the influence of the contractual arrangement." Construction management and economics 32.4 (2014): 349-361. </w:t>
      </w:r>
      <w:hyperlink r:id="rId65" w:history="1">
        <w:r w:rsidRPr="00DA27C3">
          <w:rPr>
            <w:rStyle w:val="Style13ptBold"/>
            <w:b w:val="0"/>
            <w:bCs/>
          </w:rPr>
          <w:t>https://doi.org/10.1080/01446193.2014.895849</w:t>
        </w:r>
      </w:hyperlink>
    </w:p>
    <w:p w14:paraId="0F502EC2" w14:textId="77777777" w:rsidR="00ED75A4" w:rsidRPr="00DA27C3" w:rsidRDefault="00ED75A4" w:rsidP="00ED75A4">
      <w:pPr>
        <w:rPr>
          <w:rStyle w:val="Style13ptBold"/>
          <w:b w:val="0"/>
          <w:bCs/>
        </w:rPr>
      </w:pPr>
    </w:p>
    <w:p w14:paraId="121E77AF" w14:textId="77777777" w:rsidR="00ED75A4" w:rsidRDefault="00ED75A4" w:rsidP="00ED75A4">
      <w:r>
        <w:t>*PPP = Public private partnership</w:t>
      </w:r>
    </w:p>
    <w:p w14:paraId="35E238AF" w14:textId="7AF3F320" w:rsidR="00ED75A4" w:rsidRDefault="00ED75A4" w:rsidP="00ED75A4">
      <w:r w:rsidRPr="00DA27C3">
        <w:t xml:space="preserve">While the prevailing view may be that PPPs have been for ‘governments a means to launch investment programs, which would not have been possible within the available public-sector budget, within reasonable time’ (European Investment Bank, 2005, p. 14), </w:t>
      </w:r>
      <w:r w:rsidRPr="000D5797">
        <w:rPr>
          <w:rStyle w:val="StyleUnderline"/>
        </w:rPr>
        <w:t xml:space="preserve">it is </w:t>
      </w:r>
      <w:r w:rsidRPr="000D5797">
        <w:rPr>
          <w:rStyle w:val="StyleUnderline"/>
          <w:highlight w:val="yellow"/>
        </w:rPr>
        <w:t>the</w:t>
      </w:r>
      <w:r w:rsidRPr="000D5797">
        <w:rPr>
          <w:rStyle w:val="StyleUnderline"/>
        </w:rPr>
        <w:t xml:space="preserve"> potential </w:t>
      </w:r>
      <w:r w:rsidRPr="000D5797">
        <w:rPr>
          <w:rStyle w:val="StyleUnderline"/>
          <w:highlight w:val="yellow"/>
        </w:rPr>
        <w:t>efficiency gains that justify PPPs as a model of</w:t>
      </w:r>
      <w:r w:rsidRPr="000D5797">
        <w:rPr>
          <w:rStyle w:val="StyleUnderline"/>
        </w:rPr>
        <w:t xml:space="preserve"> </w:t>
      </w:r>
      <w:r w:rsidRPr="000D5797">
        <w:rPr>
          <w:rStyle w:val="StyleUnderline"/>
          <w:highlight w:val="yellow"/>
        </w:rPr>
        <w:t xml:space="preserve">infrastructure and public service delivery, </w:t>
      </w:r>
      <w:r w:rsidRPr="000D5797">
        <w:rPr>
          <w:rStyle w:val="StyleUnderline"/>
        </w:rPr>
        <w:t xml:space="preserve">since </w:t>
      </w:r>
      <w:r w:rsidRPr="000D5797">
        <w:rPr>
          <w:rStyle w:val="StyleUnderline"/>
          <w:highlight w:val="yellow"/>
        </w:rPr>
        <w:t>the cost of private</w:t>
      </w:r>
      <w:r w:rsidRPr="000D5797">
        <w:rPr>
          <w:rStyle w:val="StyleUnderline"/>
        </w:rPr>
        <w:t xml:space="preserve"> </w:t>
      </w:r>
      <w:r w:rsidRPr="000D5797">
        <w:rPr>
          <w:rStyle w:val="StyleUnderline"/>
          <w:highlight w:val="yellow"/>
        </w:rPr>
        <w:t>financing is greater</w:t>
      </w:r>
      <w:r w:rsidRPr="00DA27C3">
        <w:t xml:space="preserve">. In this context, </w:t>
      </w:r>
      <w:r w:rsidRPr="000D5797">
        <w:rPr>
          <w:rStyle w:val="Emphasis"/>
        </w:rPr>
        <w:t>innovation, described as positive efficiency gains achieved through productive investments, is an important element of the public-private partnership (PPP) model for public project delivery</w:t>
      </w:r>
      <w:r w:rsidRPr="00DA27C3">
        <w:t xml:space="preserve">. However, evidence of innovation uptake in PPPs is diverse. The analytical model described in this work allowed for the study of the private party’s rational and riskneutral behaviour. It was identified that </w:t>
      </w:r>
      <w:r w:rsidRPr="000D5797">
        <w:rPr>
          <w:rStyle w:val="StyleUnderline"/>
          <w:highlight w:val="yellow"/>
        </w:rPr>
        <w:t>under</w:t>
      </w:r>
      <w:r w:rsidRPr="000D5797">
        <w:rPr>
          <w:rStyle w:val="StyleUnderline"/>
        </w:rPr>
        <w:t xml:space="preserve"> the </w:t>
      </w:r>
      <w:r w:rsidRPr="000D5797">
        <w:rPr>
          <w:rStyle w:val="StyleUnderline"/>
          <w:highlight w:val="yellow"/>
        </w:rPr>
        <w:t>PPP</w:t>
      </w:r>
      <w:r w:rsidRPr="000D5797">
        <w:rPr>
          <w:rStyle w:val="StyleUnderline"/>
        </w:rPr>
        <w:t xml:space="preserve"> model of procurement, </w:t>
      </w:r>
      <w:r w:rsidRPr="000D5797">
        <w:rPr>
          <w:rStyle w:val="StyleUnderline"/>
          <w:highlight w:val="yellow"/>
        </w:rPr>
        <w:t>the private party has a potential incentive to innovate</w:t>
      </w:r>
      <w:r w:rsidRPr="000D5797">
        <w:rPr>
          <w:rStyle w:val="StyleUnderline"/>
        </w:rPr>
        <w:t xml:space="preserve">. Greater investment levels are expected </w:t>
      </w:r>
      <w:r w:rsidRPr="000D5797">
        <w:rPr>
          <w:rStyle w:val="StyleUnderline"/>
          <w:highlight w:val="yellow"/>
        </w:rPr>
        <w:t>for longer contractual periods</w:t>
      </w:r>
      <w:r w:rsidRPr="000D5797">
        <w:rPr>
          <w:rStyle w:val="StyleUnderline"/>
        </w:rPr>
        <w:t xml:space="preserve"> and when renegotiation clauses are included in the contractual provisions.</w:t>
      </w:r>
      <w:r w:rsidRPr="00DA27C3">
        <w:t xml:space="preserve"> Transfer fees attached to asset value provide for further incentives for innovation. Concessions also create similar incentives. However, investments in innovation are directed to those that have a direct impact on private party benefit, mostly observed through the reduction in operational and maintenance costs. In addition, adopted innovations are, principally, incremental and of relative low risk, as risk relates to the competence of the private party. The private party has no interest in addressing innovations that provide social benefits (or have a positive effect on externalities) as respective benefits cannot be appropriated. A key issue identified is the limitation in introducing effective performance indicators or benchmarks, which may be used to verify and assign monetary values to improvements. This remains a topic for further research</w:t>
      </w:r>
      <w:r>
        <w:t xml:space="preserve"> </w:t>
      </w:r>
      <w:r w:rsidRPr="00DA27C3">
        <w:t xml:space="preserve">Finally, </w:t>
      </w:r>
      <w:r w:rsidRPr="000D5797">
        <w:rPr>
          <w:rStyle w:val="StyleUnderline"/>
        </w:rPr>
        <w:t xml:space="preserve">the analytical model indicates the improved potential of innovation through </w:t>
      </w:r>
      <w:r w:rsidRPr="000D5797">
        <w:rPr>
          <w:rStyle w:val="StyleUnderline"/>
          <w:highlight w:val="yellow"/>
        </w:rPr>
        <w:t>repeat awards</w:t>
      </w:r>
      <w:r w:rsidRPr="000D5797">
        <w:rPr>
          <w:highlight w:val="yellow"/>
        </w:rPr>
        <w:t xml:space="preserve">. </w:t>
      </w:r>
      <w:r w:rsidRPr="000D5797">
        <w:t>This</w:t>
      </w:r>
      <w:r w:rsidRPr="00DA27C3">
        <w:t xml:space="preserve"> was also identified by Manley (2006) when reviewing Australian repeat public sector construction clients which are termed ‘innovation-competent’. Liu and Hart (2011) studied the effect of knowledge collection on the reduction of technological and market uncertainty and found a positive correlation. There is also anecdotal information that larger construction firms (also active in PPPs) are more innovative and more supportive of innovation. This issue requires further investigation and if verified then the policy issue of market concentration versus innovation would need to be balanced</w:t>
      </w:r>
      <w:r>
        <w:t>.</w:t>
      </w:r>
    </w:p>
    <w:p w14:paraId="061D9C1C" w14:textId="77777777" w:rsidR="00ED75A4" w:rsidRPr="006421B7" w:rsidRDefault="00ED75A4" w:rsidP="00ED75A4">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8FA9D56" w14:textId="77777777" w:rsidR="00ED75A4" w:rsidRPr="00604157" w:rsidRDefault="00ED75A4" w:rsidP="00ED75A4">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0172CACE" w14:textId="77777777" w:rsidR="00ED75A4" w:rsidRDefault="00ED75A4" w:rsidP="00ED75A4">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7BC31585" w14:textId="77777777" w:rsidR="00ED75A4" w:rsidRDefault="00ED75A4" w:rsidP="00ED75A4"/>
    <w:p w14:paraId="42A56FAF" w14:textId="77777777" w:rsidR="00ED75A4" w:rsidRDefault="00ED75A4" w:rsidP="00ED75A4">
      <w:pPr>
        <w:pStyle w:val="Heading4"/>
      </w:pPr>
      <w:r>
        <w:t xml:space="preserve">Tech innovation solves every existential threat – cumulative extinction events outweigh the aff </w:t>
      </w:r>
    </w:p>
    <w:p w14:paraId="5FBA6BCE" w14:textId="77777777" w:rsidR="00ED75A4" w:rsidRDefault="00ED75A4" w:rsidP="00ED75A4">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0DC6B8DF" w14:textId="2DA9638F" w:rsidR="00ED75A4" w:rsidRDefault="00ED75A4" w:rsidP="00ED75A4">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72A6F3FB" w14:textId="77777777" w:rsidR="00ED75A4" w:rsidRPr="00E62231" w:rsidRDefault="00ED75A4" w:rsidP="00ED75A4">
      <w:pPr>
        <w:rPr>
          <w:sz w:val="16"/>
        </w:rPr>
      </w:pPr>
    </w:p>
    <w:p w14:paraId="09EAE823" w14:textId="77777777" w:rsidR="00ED75A4" w:rsidRPr="00700001" w:rsidRDefault="00ED75A4" w:rsidP="00ED75A4"/>
    <w:p w14:paraId="565D4322" w14:textId="77777777" w:rsidR="00ED75A4" w:rsidRPr="008F2F9C" w:rsidRDefault="00ED75A4" w:rsidP="00ED75A4">
      <w:pPr>
        <w:rPr>
          <w:rStyle w:val="StyleUnderline"/>
        </w:rPr>
      </w:pPr>
    </w:p>
    <w:p w14:paraId="106822E0" w14:textId="77777777" w:rsidR="00ED75A4" w:rsidRDefault="00ED75A4" w:rsidP="00ED75A4">
      <w:pPr>
        <w:rPr>
          <w:rStyle w:val="Hyperlink"/>
          <w:sz w:val="12"/>
        </w:rPr>
      </w:pPr>
    </w:p>
    <w:p w14:paraId="060EA7B2" w14:textId="77777777" w:rsidR="00ED75A4" w:rsidRPr="003B6F92" w:rsidRDefault="00ED75A4" w:rsidP="00ED75A4">
      <w:pPr>
        <w:pStyle w:val="Heading3"/>
      </w:pPr>
      <w:r>
        <w:t>1AC – Plan</w:t>
      </w:r>
    </w:p>
    <w:p w14:paraId="7B44139A" w14:textId="77777777" w:rsidR="00ED75A4" w:rsidRDefault="00ED75A4" w:rsidP="00ED75A4">
      <w:pPr>
        <w:pStyle w:val="Heading4"/>
      </w:pPr>
      <w:r>
        <w:t>Resolved: The appropriation of outer space by private entities is unjust.</w:t>
      </w:r>
    </w:p>
    <w:p w14:paraId="7DB10722" w14:textId="77777777" w:rsidR="00ED75A4" w:rsidRDefault="00ED75A4" w:rsidP="00ED75A4">
      <w:pPr>
        <w:rPr>
          <w:rFonts w:ascii="Times New Roman" w:hAnsi="Times New Roman" w:cs="Times New Roman"/>
        </w:rPr>
      </w:pPr>
    </w:p>
    <w:p w14:paraId="0B6B9DDD" w14:textId="77777777" w:rsidR="00ED75A4" w:rsidRDefault="00ED75A4" w:rsidP="00ED75A4">
      <w:pPr>
        <w:pStyle w:val="Heading4"/>
      </w:pPr>
      <w:r>
        <w:t>The plan treats outer space as a commons, a shared public good. That’s the only effective anti-trust measure to safeguard and promote innovation. Rhimbassen 21</w:t>
      </w:r>
    </w:p>
    <w:p w14:paraId="3A93DA2A" w14:textId="77777777" w:rsidR="00ED75A4" w:rsidRPr="003F13D1" w:rsidRDefault="00ED75A4" w:rsidP="00ED75A4">
      <w:pPr>
        <w:rPr>
          <w:bCs/>
          <w:sz w:val="14"/>
        </w:rPr>
      </w:pPr>
      <w:r w:rsidRPr="003F13D1">
        <w:rPr>
          <w:rStyle w:val="Style13ptBold"/>
          <w:b w:val="0"/>
          <w:bCs/>
        </w:rPr>
        <w:t xml:space="preserve">Maria Rhimbassen,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55253D8C" w14:textId="77777777" w:rsidR="00ED75A4" w:rsidRDefault="00ED75A4" w:rsidP="00ED75A4"/>
    <w:p w14:paraId="10B6F7DB" w14:textId="77777777" w:rsidR="00ED75A4" w:rsidRPr="00556940" w:rsidRDefault="00ED75A4" w:rsidP="00ED75A4">
      <w:pPr>
        <w:rPr>
          <w:rStyle w:val="StyleUnderlin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C283F">
        <w:rPr>
          <w:rStyle w:val="Emphasis"/>
          <w:highlight w:val="yellow"/>
        </w:rPr>
        <w:t>it</w:t>
      </w:r>
      <w:r w:rsidRPr="00D61CD4">
        <w:rPr>
          <w:rStyle w:val="Emphasis"/>
        </w:rPr>
        <w:t xml:space="preserve"> </w:t>
      </w:r>
      <w:r w:rsidRPr="003C283F">
        <w:rPr>
          <w:rStyle w:val="Emphasis"/>
          <w:highlight w:val="yellow"/>
        </w:rPr>
        <w:t>would be</w:t>
      </w:r>
      <w:r w:rsidRPr="00D61CD4">
        <w:rPr>
          <w:rStyle w:val="Emphasis"/>
        </w:rPr>
        <w:t xml:space="preserve"> next to </w:t>
      </w:r>
      <w:r w:rsidRPr="003C283F">
        <w:rPr>
          <w:rStyle w:val="Emphasis"/>
          <w:highlight w:val="yellow"/>
        </w:rPr>
        <w:t xml:space="preserve">impossible to assign </w:t>
      </w:r>
      <w:r w:rsidRPr="003C283F">
        <w:rPr>
          <w:rStyle w:val="Emphasis"/>
        </w:rPr>
        <w:t>or</w:t>
      </w:r>
      <w:r w:rsidRPr="00D61CD4">
        <w:rPr>
          <w:rStyle w:val="Emphasis"/>
        </w:rPr>
        <w:t xml:space="preserve"> attribute </w:t>
      </w:r>
      <w:r w:rsidRPr="003C283F">
        <w:rPr>
          <w:rStyle w:val="Emphasis"/>
          <w:highlight w:val="yellow"/>
        </w:rPr>
        <w:t>antitrust to a specific</w:t>
      </w:r>
      <w:r w:rsidRPr="00D61CD4">
        <w:rPr>
          <w:rStyle w:val="Emphasis"/>
        </w:rPr>
        <w:t xml:space="preserve"> </w:t>
      </w:r>
      <w:r w:rsidRPr="003C283F">
        <w:rPr>
          <w:rStyle w:val="Emphasis"/>
          <w:highlight w:val="yellow"/>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C283F">
        <w:rPr>
          <w:rStyle w:val="StyleUnderline"/>
          <w:highlight w:val="yellow"/>
        </w:rPr>
        <w:t>It would be more convenient to establish a predictable</w:t>
      </w:r>
      <w:r w:rsidRPr="00D61CD4">
        <w:rPr>
          <w:rStyle w:val="StyleUnderline"/>
        </w:rPr>
        <w:t xml:space="preserve"> </w:t>
      </w:r>
      <w:r w:rsidRPr="003C283F">
        <w:rPr>
          <w:rStyle w:val="StyleUnderline"/>
          <w:highlight w:val="yellow"/>
        </w:rPr>
        <w:t>and harmonious legal certainty</w:t>
      </w:r>
      <w:r w:rsidRPr="00D61CD4">
        <w:rPr>
          <w:rStyle w:val="StyleUnderline"/>
        </w:rPr>
        <w:t>,</w:t>
      </w:r>
      <w:r>
        <w:t xml:space="preserve"> appropriate for each resource system or specific application in outer space and to consider antitrust as a creative tool, not an end in itself. </w:t>
      </w:r>
      <w:r w:rsidRPr="00D61CD4">
        <w:rPr>
          <w:rStyle w:val="Emphasis"/>
        </w:rPr>
        <w:t xml:space="preserve">The rationale is </w:t>
      </w:r>
      <w:r w:rsidRPr="003C283F">
        <w:rPr>
          <w:rStyle w:val="Emphasis"/>
          <w:highlight w:val="yellow"/>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C283F">
        <w:rPr>
          <w:rStyle w:val="Emphasis"/>
          <w:highlight w:val="yellow"/>
        </w:rPr>
        <w:t>in the case of scarce resources</w:t>
      </w:r>
      <w:r w:rsidRPr="00D61CD4">
        <w:rPr>
          <w:rStyle w:val="Emphasis"/>
        </w:rPr>
        <w:t xml:space="preserve"> (e.g., polar ice water on the Moon), </w:t>
      </w:r>
      <w:r w:rsidRPr="003C283F">
        <w:rPr>
          <w:rStyle w:val="Emphasis"/>
          <w:highlight w:val="yellow"/>
        </w:rPr>
        <w:t>essential services</w:t>
      </w:r>
      <w:r w:rsidRPr="00D61CD4">
        <w:rPr>
          <w:rStyle w:val="Emphasis"/>
        </w:rPr>
        <w:t xml:space="preserve"> (e.g., oxygen supply on a station, etc.), </w:t>
      </w:r>
      <w:r w:rsidRPr="003C283F">
        <w:rPr>
          <w:rStyle w:val="Emphasis"/>
          <w:highlight w:val="yellow"/>
        </w:rPr>
        <w:t>there is a</w:t>
      </w:r>
      <w:r w:rsidRPr="00D61CD4">
        <w:rPr>
          <w:rStyle w:val="Emphasis"/>
        </w:rPr>
        <w:t xml:space="preserve"> </w:t>
      </w:r>
      <w:r w:rsidRPr="003C283F">
        <w:rPr>
          <w:rStyle w:val="Emphasis"/>
          <w:highlight w:val="yellow"/>
        </w:rPr>
        <w:t xml:space="preserve">need </w:t>
      </w:r>
      <w:r w:rsidRPr="003C283F">
        <w:rPr>
          <w:rStyle w:val="Emphasis"/>
        </w:rPr>
        <w:t xml:space="preserve">for measures </w:t>
      </w:r>
      <w:r w:rsidRPr="003C283F">
        <w:rPr>
          <w:rStyle w:val="Emphasis"/>
          <w:highlight w:val="yellow"/>
        </w:rPr>
        <w:t xml:space="preserve">against </w:t>
      </w:r>
      <w:r w:rsidRPr="003C283F">
        <w:rPr>
          <w:rStyle w:val="Emphasis"/>
        </w:rPr>
        <w:t xml:space="preserve">reckless </w:t>
      </w:r>
      <w:r w:rsidRPr="003C283F">
        <w:rPr>
          <w:rStyle w:val="Emphasis"/>
          <w:highlight w:val="yellow"/>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C283F">
        <w:rPr>
          <w:rStyle w:val="Emphasis"/>
          <w:highlight w:val="yellow"/>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C283F">
        <w:rPr>
          <w:rStyle w:val="StyleUnderline"/>
          <w:highlight w:val="yellow"/>
        </w:rPr>
        <w:t>hard law</w:t>
      </w:r>
      <w:r>
        <w:t xml:space="preserve"> or could be left to the realm of soft law and self-regulation. </w:t>
      </w:r>
      <w:r w:rsidRPr="00CC79BC">
        <w:rPr>
          <w:rStyle w:val="Emphasis"/>
        </w:rPr>
        <w:t xml:space="preserve">The former </w:t>
      </w:r>
      <w:r w:rsidRPr="003C283F">
        <w:rPr>
          <w:rStyle w:val="Emphasis"/>
          <w:highlight w:val="yellow"/>
        </w:rPr>
        <w:t>surpasses</w:t>
      </w:r>
      <w:r w:rsidRPr="00CC79BC">
        <w:rPr>
          <w:rStyle w:val="Emphasis"/>
        </w:rPr>
        <w:t xml:space="preserve"> the latter </w:t>
      </w:r>
      <w:r w:rsidRPr="003C283F">
        <w:rPr>
          <w:rStyle w:val="Emphasis"/>
          <w:highlight w:val="yellow"/>
        </w:rPr>
        <w:t>in terms of</w:t>
      </w:r>
      <w:r w:rsidRPr="00CC79BC">
        <w:rPr>
          <w:rStyle w:val="Emphasis"/>
        </w:rPr>
        <w:t xml:space="preserve"> </w:t>
      </w:r>
      <w:r w:rsidRPr="003C283F">
        <w:rPr>
          <w:rStyle w:val="Emphasis"/>
          <w:highlight w:val="yellow"/>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Organisation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State’s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C283F">
        <w:rPr>
          <w:rStyle w:val="StyleUnderline"/>
          <w:highlight w:val="yellow"/>
        </w:rPr>
        <w:t>IP could be space resources per se</w:t>
      </w:r>
      <w:r w:rsidRPr="00556940">
        <w:rPr>
          <w:rStyle w:val="StyleUnderline"/>
        </w:rPr>
        <w:t xml:space="preserve">, however modified somehow in order to qualify for either a patent or trade secrets and </w:t>
      </w:r>
      <w:r w:rsidRPr="003C283F">
        <w:rPr>
          <w:rStyle w:val="StyleUnderline"/>
          <w:highlight w:val="yellow"/>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C283F">
        <w:rPr>
          <w:rStyle w:val="StyleUnderline"/>
          <w:highlight w:val="yellow"/>
        </w:rPr>
        <w:t>raise collusion</w:t>
      </w:r>
      <w:r w:rsidRPr="00556940">
        <w:rPr>
          <w:rStyle w:val="StyleUnderline"/>
        </w:rPr>
        <w:t xml:space="preserve"> or concerted practices </w:t>
      </w:r>
      <w:r w:rsidRPr="003C283F">
        <w:rPr>
          <w:rStyle w:val="StyleUnderline"/>
          <w:highlight w:val="yellow"/>
        </w:rPr>
        <w:t>issues</w:t>
      </w:r>
      <w:r w:rsidRPr="00556940">
        <w:rPr>
          <w:rStyle w:val="StyleUnderline"/>
        </w:rPr>
        <w:t>, which qualify as "unfair competition</w:t>
      </w:r>
      <w:r>
        <w:t xml:space="preserve">” and enter the realm of smart contracts, which are self-executory by default (82), and increase transparency, while escaping a whole lot of jurisdiction.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C283F">
        <w:rPr>
          <w:rStyle w:val="Emphasis"/>
          <w:highlight w:val="yellow"/>
        </w:rPr>
        <w:t xml:space="preserve">can be monopolized by a few </w:t>
      </w:r>
      <w:r w:rsidRPr="003C283F">
        <w:rPr>
          <w:rStyle w:val="Emphasis"/>
        </w:rPr>
        <w:t xml:space="preserve">private </w:t>
      </w:r>
      <w:r w:rsidRPr="003C283F">
        <w:rPr>
          <w:rStyle w:val="Emphasis"/>
          <w:highlight w:val="yellow"/>
        </w:rPr>
        <w:t>entities, which could</w:t>
      </w:r>
      <w:r w:rsidRPr="00556940">
        <w:rPr>
          <w:rStyle w:val="Emphasis"/>
        </w:rPr>
        <w:t xml:space="preserve"> end up </w:t>
      </w:r>
      <w:r w:rsidRPr="003C283F">
        <w:rPr>
          <w:rStyle w:val="Emphasis"/>
          <w:highlight w:val="yellow"/>
        </w:rPr>
        <w:t>restrict</w:t>
      </w:r>
      <w:r w:rsidRPr="003C283F">
        <w:rPr>
          <w:rStyle w:val="Emphasis"/>
        </w:rPr>
        <w:t>i</w:t>
      </w:r>
      <w:r w:rsidRPr="00556940">
        <w:rPr>
          <w:rStyle w:val="Emphasis"/>
        </w:rPr>
        <w:t xml:space="preserve">ng </w:t>
      </w:r>
      <w:r w:rsidRPr="003C283F">
        <w:rPr>
          <w:rStyle w:val="Emphasis"/>
          <w:highlight w:val="yellow"/>
        </w:rPr>
        <w:t>significantly</w:t>
      </w:r>
      <w:r w:rsidRPr="00556940">
        <w:rPr>
          <w:rStyle w:val="Emphasis"/>
        </w:rPr>
        <w:t xml:space="preserve"> </w:t>
      </w:r>
      <w:r w:rsidRPr="003C283F">
        <w:rPr>
          <w:rStyle w:val="Emphasis"/>
          <w:highlight w:val="yellow"/>
        </w:rPr>
        <w:t>the capacity</w:t>
      </w:r>
      <w:r w:rsidRPr="00556940">
        <w:rPr>
          <w:rStyle w:val="Emphasis"/>
        </w:rPr>
        <w:t xml:space="preserve"> and diversity </w:t>
      </w:r>
      <w:r w:rsidRPr="003C283F">
        <w:rPr>
          <w:rStyle w:val="Emphasis"/>
          <w:highlight w:val="yellow"/>
        </w:rPr>
        <w:t>of space</w:t>
      </w:r>
      <w:r w:rsidRPr="00556940">
        <w:rPr>
          <w:rStyle w:val="Emphasis"/>
        </w:rPr>
        <w:t xml:space="preserve"> </w:t>
      </w:r>
      <w:r w:rsidRPr="003C283F">
        <w:rPr>
          <w:rStyle w:val="Emphasis"/>
          <w:highlight w:val="yellow"/>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compliance requirements, contractual clauses, or ethical principles, which often precede law chronologically</w:t>
      </w:r>
      <w:r w:rsidRPr="00AE0899">
        <w:t xml:space="preserve"> (87). These</w:t>
      </w:r>
      <w:r>
        <w:t xml:space="preserve"> private sources of 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3C283F">
        <w:rPr>
          <w:rStyle w:val="StyleUnderline"/>
          <w:highlight w:val="yellow"/>
        </w:rPr>
        <w:t>focus</w:t>
      </w:r>
      <w:r w:rsidRPr="00556940">
        <w:rPr>
          <w:rStyle w:val="StyleUnderline"/>
        </w:rPr>
        <w:t xml:space="preserve">ed </w:t>
      </w:r>
      <w:r w:rsidRPr="003C283F">
        <w:rPr>
          <w:rStyle w:val="StyleUnderline"/>
          <w:highlight w:val="yellow"/>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C283F">
        <w:rPr>
          <w:rStyle w:val="Emphasis"/>
          <w:highlight w:val="yellow"/>
        </w:rPr>
        <w:t>could take</w:t>
      </w:r>
      <w:r w:rsidRPr="00556940">
        <w:rPr>
          <w:rStyle w:val="Emphasis"/>
        </w:rPr>
        <w:t xml:space="preserve"> </w:t>
      </w:r>
      <w:r w:rsidRPr="003C283F">
        <w:rPr>
          <w:rStyle w:val="Emphasis"/>
          <w:highlight w:val="yellow"/>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A83235">
        <w:rPr>
          <w:rStyle w:val="StyleUnderline"/>
          <w:highlight w:val="yellow"/>
        </w:rPr>
        <w:t>by enforcing</w:t>
      </w:r>
      <w:r w:rsidRPr="00556940">
        <w:rPr>
          <w:rStyle w:val="StyleUnderline"/>
        </w:rPr>
        <w:t xml:space="preserve"> principles such as </w:t>
      </w:r>
      <w:r w:rsidRPr="001A2FF9">
        <w:rPr>
          <w:rStyle w:val="Emphasis"/>
          <w:highlight w:val="yellow"/>
        </w:rPr>
        <w:t>open access and transparency</w:t>
      </w:r>
      <w:r w:rsidRPr="00556940">
        <w:rPr>
          <w:rStyle w:val="StyleUnderline"/>
        </w:rPr>
        <w:t>.</w:t>
      </w:r>
    </w:p>
    <w:p w14:paraId="564F57C9" w14:textId="77777777" w:rsidR="00ED75A4" w:rsidRPr="00AE0899" w:rsidRDefault="00ED75A4" w:rsidP="00ED75A4"/>
    <w:p w14:paraId="3CE7A1F2" w14:textId="77777777" w:rsidR="00ED75A4" w:rsidRDefault="00ED75A4" w:rsidP="00ED75A4"/>
    <w:p w14:paraId="3DD1B1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F039B"/>
    <w:multiLevelType w:val="hybridMultilevel"/>
    <w:tmpl w:val="E49C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175844">
    <w:abstractNumId w:val="10"/>
  </w:num>
  <w:num w:numId="2" w16cid:durableId="614412206">
    <w:abstractNumId w:val="8"/>
  </w:num>
  <w:num w:numId="3" w16cid:durableId="926497541">
    <w:abstractNumId w:val="7"/>
  </w:num>
  <w:num w:numId="4" w16cid:durableId="1794669856">
    <w:abstractNumId w:val="6"/>
  </w:num>
  <w:num w:numId="5" w16cid:durableId="1184977976">
    <w:abstractNumId w:val="5"/>
  </w:num>
  <w:num w:numId="6" w16cid:durableId="1531147324">
    <w:abstractNumId w:val="9"/>
  </w:num>
  <w:num w:numId="7" w16cid:durableId="1851605169">
    <w:abstractNumId w:val="4"/>
  </w:num>
  <w:num w:numId="8" w16cid:durableId="1692142907">
    <w:abstractNumId w:val="3"/>
  </w:num>
  <w:num w:numId="9" w16cid:durableId="882403366">
    <w:abstractNumId w:val="2"/>
  </w:num>
  <w:num w:numId="10" w16cid:durableId="716203391">
    <w:abstractNumId w:val="1"/>
  </w:num>
  <w:num w:numId="11" w16cid:durableId="1261403543">
    <w:abstractNumId w:val="0"/>
  </w:num>
  <w:num w:numId="12" w16cid:durableId="1026298637">
    <w:abstractNumId w:val="16"/>
  </w:num>
  <w:num w:numId="13" w16cid:durableId="144779855">
    <w:abstractNumId w:val="12"/>
  </w:num>
  <w:num w:numId="14" w16cid:durableId="1237662854">
    <w:abstractNumId w:val="15"/>
  </w:num>
  <w:num w:numId="15" w16cid:durableId="827134537">
    <w:abstractNumId w:val="11"/>
  </w:num>
  <w:num w:numId="16" w16cid:durableId="916325232">
    <w:abstractNumId w:val="13"/>
  </w:num>
  <w:num w:numId="17" w16cid:durableId="17552730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75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85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20B6"/>
    <w:rsid w:val="002F6E74"/>
    <w:rsid w:val="003106B3"/>
    <w:rsid w:val="0031385D"/>
    <w:rsid w:val="003171AB"/>
    <w:rsid w:val="003223B2"/>
    <w:rsid w:val="00322A67"/>
    <w:rsid w:val="00330E13"/>
    <w:rsid w:val="00335A23"/>
    <w:rsid w:val="00340707"/>
    <w:rsid w:val="00341C61"/>
    <w:rsid w:val="003506C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76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58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831"/>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43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D8"/>
    <w:rsid w:val="00E903E0"/>
    <w:rsid w:val="00EA1115"/>
    <w:rsid w:val="00EA39EB"/>
    <w:rsid w:val="00EA58CE"/>
    <w:rsid w:val="00EB33FF"/>
    <w:rsid w:val="00EB3D1A"/>
    <w:rsid w:val="00EC2759"/>
    <w:rsid w:val="00EC7106"/>
    <w:rsid w:val="00ED0120"/>
    <w:rsid w:val="00ED3BBA"/>
    <w:rsid w:val="00ED4E12"/>
    <w:rsid w:val="00ED75A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E06BB"/>
  <w14:defaultImageDpi w14:val="300"/>
  <w15:docId w15:val="{6A56B19A-17EA-4541-920D-923B4A4AC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6831"/>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D368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68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368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11111,No Spacing4,ta,t,Ta,T"/>
    <w:basedOn w:val="Normal"/>
    <w:next w:val="Normal"/>
    <w:link w:val="Heading4Char"/>
    <w:uiPriority w:val="9"/>
    <w:unhideWhenUsed/>
    <w:qFormat/>
    <w:rsid w:val="00D368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68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6831"/>
  </w:style>
  <w:style w:type="character" w:customStyle="1" w:styleId="Heading1Char">
    <w:name w:val="Heading 1 Char"/>
    <w:aliases w:val="Pocket Char"/>
    <w:basedOn w:val="DefaultParagraphFont"/>
    <w:link w:val="Heading1"/>
    <w:uiPriority w:val="9"/>
    <w:rsid w:val="00D3683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36831"/>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36831"/>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36831"/>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6831"/>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36831"/>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D36831"/>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D3683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D36831"/>
    <w:rPr>
      <w:color w:val="auto"/>
      <w:u w:val="none"/>
    </w:rPr>
  </w:style>
  <w:style w:type="paragraph" w:styleId="DocumentMap">
    <w:name w:val="Document Map"/>
    <w:basedOn w:val="Normal"/>
    <w:link w:val="DocumentMapChar"/>
    <w:uiPriority w:val="99"/>
    <w:semiHidden/>
    <w:unhideWhenUsed/>
    <w:rsid w:val="00D368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6831"/>
    <w:rPr>
      <w:rFonts w:ascii="Lucida Grande" w:hAnsi="Lucida Grande" w:cs="Lucida Grande"/>
    </w:rPr>
  </w:style>
  <w:style w:type="paragraph" w:customStyle="1" w:styleId="Emphasis1">
    <w:name w:val="Emphasis1"/>
    <w:basedOn w:val="Normal"/>
    <w:link w:val="Emphasis"/>
    <w:autoRedefine/>
    <w:uiPriority w:val="20"/>
    <w:qFormat/>
    <w:rsid w:val="00ED75A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ED75A4"/>
    <w:rPr>
      <w:b/>
      <w:bCs/>
    </w:rPr>
  </w:style>
  <w:style w:type="paragraph" w:styleId="NoSpacing">
    <w:name w:val="No Spacing"/>
    <w:aliases w:val="Note Level 2,Small Text,Card Format,Note Level 21,ClearFormatting,Clear,DDI Tag,Tag Title,No Spacing51,No Spacing11211,card,Medium Grid 21,Tags,Debate Text,No Spacing11,No Spacing31,No Spacing22,No Spacing111,No Spacing3,tags,Card,tag,Dont u"/>
    <w:basedOn w:val="Heading1"/>
    <w:link w:val="Hyperlink"/>
    <w:autoRedefine/>
    <w:uiPriority w:val="99"/>
    <w:qFormat/>
    <w:rsid w:val="00ED75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ED75A4"/>
    <w:pPr>
      <w:ind w:left="720"/>
      <w:contextualSpacing/>
    </w:pPr>
  </w:style>
  <w:style w:type="character" w:styleId="UnresolvedMention">
    <w:name w:val="Unresolved Mention"/>
    <w:basedOn w:val="DefaultParagraphFont"/>
    <w:uiPriority w:val="99"/>
    <w:semiHidden/>
    <w:unhideWhenUsed/>
    <w:rsid w:val="00ED75A4"/>
    <w:rPr>
      <w:color w:val="605E5C"/>
      <w:shd w:val="clear" w:color="auto" w:fill="E1DFDD"/>
    </w:rPr>
  </w:style>
  <w:style w:type="paragraph" w:styleId="Header">
    <w:name w:val="header"/>
    <w:basedOn w:val="Normal"/>
    <w:link w:val="HeaderChar"/>
    <w:uiPriority w:val="99"/>
    <w:unhideWhenUsed/>
    <w:rsid w:val="00ED75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5A4"/>
    <w:rPr>
      <w:rFonts w:ascii="Georgia" w:hAnsi="Georgia"/>
      <w:sz w:val="22"/>
    </w:rPr>
  </w:style>
  <w:style w:type="paragraph" w:styleId="Footer">
    <w:name w:val="footer"/>
    <w:basedOn w:val="Normal"/>
    <w:link w:val="FooterChar"/>
    <w:uiPriority w:val="99"/>
    <w:unhideWhenUsed/>
    <w:rsid w:val="00ED75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5A4"/>
    <w:rPr>
      <w:rFonts w:ascii="Georgia" w:hAnsi="Georgia"/>
      <w:sz w:val="22"/>
    </w:rPr>
  </w:style>
  <w:style w:type="paragraph" w:customStyle="1" w:styleId="textbold">
    <w:name w:val="text bold"/>
    <w:basedOn w:val="Normal"/>
    <w:uiPriority w:val="20"/>
    <w:qFormat/>
    <w:rsid w:val="00ED75A4"/>
    <w:pPr>
      <w:ind w:left="720"/>
      <w:jc w:val="both"/>
    </w:pPr>
    <w:rPr>
      <w:b/>
      <w:iCs/>
      <w:u w:val="single"/>
    </w:rPr>
  </w:style>
  <w:style w:type="paragraph" w:customStyle="1" w:styleId="UnderlinePara">
    <w:name w:val="Underline Para"/>
    <w:basedOn w:val="Normal"/>
    <w:uiPriority w:val="1"/>
    <w:qFormat/>
    <w:rsid w:val="00ED75A4"/>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ED75A4"/>
  </w:style>
  <w:style w:type="character" w:customStyle="1" w:styleId="analyticsChar">
    <w:name w:val="analytics Char"/>
    <w:basedOn w:val="DefaultParagraphFont"/>
    <w:link w:val="analytics"/>
    <w:uiPriority w:val="4"/>
    <w:rsid w:val="00ED75A4"/>
    <w:rPr>
      <w:rFonts w:ascii="Georgia" w:eastAsiaTheme="majorEastAsia" w:hAnsi="Georgia" w:cstheme="majorBidi"/>
      <w:b/>
      <w:bCs/>
      <w:sz w:val="26"/>
      <w:szCs w:val="26"/>
    </w:rPr>
  </w:style>
  <w:style w:type="paragraph" w:styleId="NormalWeb">
    <w:name w:val="Normal (Web)"/>
    <w:basedOn w:val="Normal"/>
    <w:uiPriority w:val="99"/>
    <w:semiHidden/>
    <w:unhideWhenUsed/>
    <w:rsid w:val="00ED75A4"/>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ED75A4"/>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echnologyreview.com/2019/11/26/131822/why-its-now-the-perfect-time-to-start-a-small-space-agency/" TargetMode="External"/><Relationship Id="rId21" Type="http://schemas.openxmlformats.org/officeDocument/2006/relationships/hyperlink" Target="https://www.theverge.com/2017/7/12/15958164/moon-express-robot-landers-private-mining-outpost" TargetMode="External"/><Relationship Id="rId34" Type="http://schemas.openxmlformats.org/officeDocument/2006/relationships/hyperlink" Target="https://www.imdb.com/title/tt3230854/" TargetMode="External"/><Relationship Id="rId42" Type="http://schemas.openxmlformats.org/officeDocument/2006/relationships/hyperlink" Target="https://www.belfercenter.org/sites/default/files/files/publication/isec_a_00273_LieberPress.pdf" TargetMode="External"/><Relationship Id="rId47" Type="http://schemas.openxmlformats.org/officeDocument/2006/relationships/hyperlink" Target="https://www.politico.com/story/2018/04/06/outer-space-war-defense-russia-china-463067" TargetMode="External"/><Relationship Id="rId50" Type="http://schemas.openxmlformats.org/officeDocument/2006/relationships/hyperlink" Target="https://apnews.com/f5d302ae65b03838173e40848223b771" TargetMode="External"/><Relationship Id="rId55" Type="http://schemas.openxmlformats.org/officeDocument/2006/relationships/hyperlink" Target="https://blogs.scientificamerican.com/observations/the-tragedy-of-the-commons-revisited/" TargetMode="External"/><Relationship Id="rId63" Type="http://schemas.openxmlformats.org/officeDocument/2006/relationships/hyperlink" Target="https://www.blueorigin.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heatlantic.com/science/archive/2019/03/trump-nasa-moon-2024/585880/" TargetMode="External"/><Relationship Id="rId29" Type="http://schemas.openxmlformats.org/officeDocument/2006/relationships/hyperlink" Target="https://www.asterank.com/" TargetMode="External"/><Relationship Id="rId11" Type="http://schemas.openxmlformats.org/officeDocument/2006/relationships/hyperlink" Target="https://www.planet.com/pulse/planet-ksat-and-airbus-awarded-first-ever-global-contract-to-combat-deforestation/" TargetMode="External"/><Relationship Id="rId24" Type="http://schemas.openxmlformats.org/officeDocument/2006/relationships/hyperlink" Target="https://psmag.com/social-justice/outer-space-treaties-didnt-anticipate-the-privatization-of-space-travel-can-they-be-enforced" TargetMode="External"/><Relationship Id="rId32" Type="http://schemas.openxmlformats.org/officeDocument/2006/relationships/hyperlink" Target="https://www.businessinsider.com/jeff-bezos-interview-axel-springer-ceo-amazon-trump-blue-origin-family-regulation-washington-post-2018-4" TargetMode="External"/><Relationship Id="rId37" Type="http://schemas.openxmlformats.org/officeDocument/2006/relationships/hyperlink" Target="https://www.jpl.nasa.gov/missions/psyche/" TargetMode="External"/><Relationship Id="rId40" Type="http://schemas.openxmlformats.org/officeDocument/2006/relationships/hyperlink" Target="https://thebulletin.org/2019/06/arms-control-in-outer-space-the-russian-angle-and-a-possible-way-forward/" TargetMode="External"/><Relationship Id="rId45" Type="http://schemas.openxmlformats.org/officeDocument/2006/relationships/hyperlink" Target="https://www.cnas.org/publications/commentary/the-us-military-should-not-be-doubling-down-on-space" TargetMode="External"/><Relationship Id="rId53" Type="http://schemas.openxmlformats.org/officeDocument/2006/relationships/hyperlink" Target="https://missiledefenseadvocacy.org/missile-threat-and-proliferation/todays-missile-threat/china-anti-access-area-denial-coming-soon/" TargetMode="External"/><Relationship Id="rId58" Type="http://schemas.openxmlformats.org/officeDocument/2006/relationships/hyperlink" Target="https://www.nobelprize.org/prizes/economic-sciences/2009/ostrom/facts/"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asa.gov/mission_pages/station/cooperation/index.html" TargetMode="External"/><Relationship Id="rId19" Type="http://schemas.openxmlformats.org/officeDocument/2006/relationships/hyperlink" Target="https://www.nasa.gov/gateway" TargetMode="External"/><Relationship Id="rId14" Type="http://schemas.openxmlformats.org/officeDocument/2006/relationships/hyperlink" Target="https://nanoracks.com/" TargetMode="External"/><Relationship Id="rId22" Type="http://schemas.openxmlformats.org/officeDocument/2006/relationships/hyperlink" Target="https://2009-2017.state.gov/t/isn/5181.htm" TargetMode="External"/><Relationship Id="rId27" Type="http://schemas.openxmlformats.org/officeDocument/2006/relationships/hyperlink" Target="https://www.adlerplanetarium.org/" TargetMode="External"/><Relationship Id="rId30" Type="http://schemas.openxmlformats.org/officeDocument/2006/relationships/hyperlink" Target="https://www.bmsis.org/" TargetMode="External"/><Relationship Id="rId35" Type="http://schemas.openxmlformats.org/officeDocument/2006/relationships/hyperlink" Target="https://www.theverge.com/2018/4/16/17243026/amazon-warehouse-jobs-worker-conditions-bathroom-breaks" TargetMode="External"/><Relationship Id="rId4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8" Type="http://schemas.openxmlformats.org/officeDocument/2006/relationships/hyperlink" Target="https://www.politico.com/story/2018/04/06/outer-space-war-defense-russia-china-463067" TargetMode="External"/><Relationship Id="rId56" Type="http://schemas.openxmlformats.org/officeDocument/2006/relationships/hyperlink" Target="https://onlinelibrary.wiley.com/doi/abs/10.1111/j.1744-1714.2003.tb01162.x" TargetMode="External"/><Relationship Id="rId64" Type="http://schemas.openxmlformats.org/officeDocument/2006/relationships/hyperlink" Target="https://www.nasa.gov/mission_pages/station/cooperation/index.html" TargetMode="External"/><Relationship Id="rId8" Type="http://schemas.openxmlformats.org/officeDocument/2006/relationships/webSettings" Target="webSettings.xml"/><Relationship Id="rId51"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12" Type="http://schemas.openxmlformats.org/officeDocument/2006/relationships/hyperlink" Target="https://www.leolabs.space/" TargetMode="External"/><Relationship Id="rId17" Type="http://schemas.openxmlformats.org/officeDocument/2006/relationships/hyperlink" Target="https://www.npr.org/2019/11/26/782890646/2-months-after-failed-moon-landing-india-admits-its-craft-crashed" TargetMode="External"/><Relationship Id="rId25" Type="http://schemas.openxmlformats.org/officeDocument/2006/relationships/hyperlink" Target="https://www.theguardian.com/science/2020/may/05/trump-mining-moon-us-artemis-accords" TargetMode="External"/><Relationship Id="rId33" Type="http://schemas.openxmlformats.org/officeDocument/2006/relationships/hyperlink" Target="https://www.imdb.com/title/tt0078748/" TargetMode="External"/><Relationship Id="rId38" Type="http://schemas.openxmlformats.org/officeDocument/2006/relationships/hyperlink" Target="https://www.businessinsider.com/russia-says-space-junk-could-spark-war-2016-1" TargetMode="External"/><Relationship Id="rId4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9" Type="http://schemas.openxmlformats.org/officeDocument/2006/relationships/hyperlink" Target="https://www.cambridge.org/us/academic/subjects/law/e-commerce-law/managing-cyber-attacks-international-law-business-and-relations-search-cyber-peace?format=HB&amp;isbn=9781107004375" TargetMode="External"/><Relationship Id="rId67" Type="http://schemas.openxmlformats.org/officeDocument/2006/relationships/theme" Target="theme/theme1.xml"/><Relationship Id="rId20" Type="http://schemas.openxmlformats.org/officeDocument/2006/relationships/hyperlink" Target="http://news.bbc.co.uk/2/hi/science/nature/8544635.stm" TargetMode="External"/><Relationship Id="rId41" Type="http://schemas.openxmlformats.org/officeDocument/2006/relationships/hyperlink" Target="https://www.globalsecurity.org/space/world/japan/warning.htm" TargetMode="External"/><Relationship Id="rId54" Type="http://schemas.openxmlformats.org/officeDocument/2006/relationships/hyperlink" Target="https://www.washingtonpost.com/opinions/our-satellites-are-prime-targets-for-a-cyberattack-and-things-could-get-worse/2019/05/07/31c85438-7041-11e9-8be0-ca575670e91c_story.html" TargetMode="External"/><Relationship Id="rId62" Type="http://schemas.openxmlformats.org/officeDocument/2006/relationships/hyperlink" Target="https://www.spacex.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asa.gov/mission_pages/cubesats/overview" TargetMode="External"/><Relationship Id="rId23" Type="http://schemas.openxmlformats.org/officeDocument/2006/relationships/hyperlink" Target="https://www.thespacereview.com/article/1954/1" TargetMode="External"/><Relationship Id="rId28" Type="http://schemas.openxmlformats.org/officeDocument/2006/relationships/hyperlink" Target="https://www.penguinrandomhouse.com/books/610858/the-consequential-frontier-by-peter-ward/" TargetMode="External"/><Relationship Id="rId36" Type="http://schemas.openxmlformats.org/officeDocument/2006/relationships/hyperlink" Target="https://www.businessinsider.com/amazon-warehouse-2011-9" TargetMode="External"/><Relationship Id="rId49" Type="http://schemas.openxmlformats.org/officeDocument/2006/relationships/hyperlink" Target="https://www.bbc.com/news/world-asia-pacific-11813699" TargetMode="External"/><Relationship Id="rId57" Type="http://schemas.openxmlformats.org/officeDocument/2006/relationships/hyperlink" Target="https://www.imdb.com/title/tt0910970/" TargetMode="External"/><Relationship Id="rId10" Type="http://schemas.openxmlformats.org/officeDocument/2006/relationships/hyperlink" Target="https://blogs.nasa.gov/spacestation/2020/09/22/station-boosts-orbit-to-avoid-space-debris/" TargetMode="External"/><Relationship Id="rId31" Type="http://schemas.openxmlformats.org/officeDocument/2006/relationships/hyperlink" Target="https://www.bloomberg.com/news/articles/2019-05-13/why-jeff-bezos-s-space-habitats-already-feel-stale" TargetMode="External"/><Relationship Id="rId4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2" Type="http://schemas.openxmlformats.org/officeDocument/2006/relationships/hyperlink" Target="https://foreignpolicy.com/2020/04/28/kim-jong-un-china-north-korea/" TargetMode="External"/><Relationship Id="rId60" Type="http://schemas.openxmlformats.org/officeDocument/2006/relationships/hyperlink" Target="http://www.unoosa.org/documents/pdf/spacelaw/sd/Space_Debris_Compendium_COPUOS_5_sep_2018.pdf" TargetMode="External"/><Relationship Id="rId65" Type="http://schemas.openxmlformats.org/officeDocument/2006/relationships/hyperlink" Target="https://doi.org/10.1080/01446193.2014.895849"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3" Type="http://schemas.openxmlformats.org/officeDocument/2006/relationships/hyperlink" Target="https://www.space.com/40552-space-based-manufacturing-just-getting-started.html" TargetMode="External"/><Relationship Id="rId18" Type="http://schemas.openxmlformats.org/officeDocument/2006/relationships/hyperlink" Target="https://www.space.com/42981-china-moon-far-side-panorama-chang-e-4.html" TargetMode="External"/><Relationship Id="rId39" Type="http://schemas.openxmlformats.org/officeDocument/2006/relationships/hyperlink" Target="https://hir.harvard.edu/anti-satellite-weapons-and-the-emerging-space-arms-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11</Pages>
  <Words>18220</Words>
  <Characters>103855</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10</cp:revision>
  <dcterms:created xsi:type="dcterms:W3CDTF">2022-04-09T21:48:00Z</dcterms:created>
  <dcterms:modified xsi:type="dcterms:W3CDTF">2022-04-10T15:52:00Z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