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B868" w14:textId="18F4E0FD" w:rsidR="00EB439F" w:rsidRPr="00912205" w:rsidRDefault="00EB439F" w:rsidP="00EB439F">
      <w:pPr>
        <w:pStyle w:val="Heading3"/>
      </w:pPr>
      <w:r>
        <w:t>lore</w:t>
      </w:r>
    </w:p>
    <w:p w14:paraId="1D4751AA" w14:textId="77777777" w:rsidR="00EB439F" w:rsidRPr="00912205" w:rsidRDefault="00EB439F" w:rsidP="00EB439F">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54149F1A" w14:textId="77777777" w:rsidR="00EB439F" w:rsidRPr="00912205" w:rsidRDefault="00EB439F" w:rsidP="00EB439F">
      <w:pPr>
        <w:pStyle w:val="ListParagraph"/>
        <w:numPr>
          <w:ilvl w:val="0"/>
          <w:numId w:val="1"/>
        </w:numPr>
        <w:rPr>
          <w:sz w:val="16"/>
          <w:szCs w:val="16"/>
        </w:rPr>
      </w:pPr>
      <w:r w:rsidRPr="00912205">
        <w:rPr>
          <w:sz w:val="16"/>
          <w:szCs w:val="16"/>
        </w:rPr>
        <w:t xml:space="preserve">For spec purposes: </w:t>
      </w:r>
    </w:p>
    <w:p w14:paraId="36289910" w14:textId="77777777" w:rsidR="00EB439F" w:rsidRPr="00912205" w:rsidRDefault="00EB439F" w:rsidP="00EB439F">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4E84D4E0" w14:textId="77777777" w:rsidR="00EB439F" w:rsidRPr="00912205" w:rsidRDefault="00EB439F" w:rsidP="00EB439F">
      <w:pPr>
        <w:pStyle w:val="ListParagraph"/>
        <w:numPr>
          <w:ilvl w:val="1"/>
          <w:numId w:val="1"/>
        </w:numPr>
        <w:rPr>
          <w:sz w:val="16"/>
          <w:szCs w:val="16"/>
        </w:rPr>
      </w:pPr>
      <w:r w:rsidRPr="00912205">
        <w:rPr>
          <w:sz w:val="16"/>
          <w:szCs w:val="16"/>
        </w:rPr>
        <w:t>Weighing between how each method functions, and indicting separate methods</w:t>
      </w:r>
    </w:p>
    <w:p w14:paraId="58E77BF3" w14:textId="77777777" w:rsidR="00EB439F" w:rsidRPr="00912205" w:rsidRDefault="00EB439F" w:rsidP="00EB439F">
      <w:pPr>
        <w:pStyle w:val="ListParagraph"/>
        <w:numPr>
          <w:ilvl w:val="1"/>
          <w:numId w:val="1"/>
        </w:numPr>
        <w:rPr>
          <w:sz w:val="16"/>
          <w:szCs w:val="16"/>
        </w:rPr>
      </w:pPr>
      <w:r w:rsidRPr="00912205">
        <w:rPr>
          <w:sz w:val="16"/>
          <w:szCs w:val="16"/>
        </w:rPr>
        <w:t>Any advocacy that challenges the World Computer is acceptable</w:t>
      </w:r>
    </w:p>
    <w:p w14:paraId="438B0CAB" w14:textId="77777777" w:rsidR="00EB439F" w:rsidRPr="00912205" w:rsidRDefault="00EB439F" w:rsidP="00EB439F">
      <w:pPr>
        <w:rPr>
          <w:rStyle w:val="Style13ptBold"/>
          <w:b w:val="0"/>
          <w:bCs w:val="0"/>
          <w:sz w:val="16"/>
          <w:szCs w:val="12"/>
        </w:rPr>
      </w:pPr>
      <w:r w:rsidRPr="00912205">
        <w:rPr>
          <w:rStyle w:val="Style13ptBold"/>
        </w:rPr>
        <w:t>Beller 21</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4871CB78" w14:textId="77777777" w:rsidR="00EB439F" w:rsidRPr="00912205" w:rsidRDefault="00EB439F" w:rsidP="00EB439F">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w:t>
      </w:r>
      <w:r w:rsidRPr="00912205">
        <w:rPr>
          <w:rStyle w:val="StyleUnderline"/>
        </w:rPr>
        <w:lastRenderedPageBreak/>
        <w:t xml:space="preserve">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w:t>
      </w:r>
      <w:r w:rsidRPr="00912205">
        <w:rPr>
          <w:sz w:val="8"/>
        </w:rPr>
        <w:lastRenderedPageBreak/>
        <w:t xml:space="preserve">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w:t>
      </w:r>
      <w:r w:rsidRPr="00912205">
        <w:rPr>
          <w:sz w:val="8"/>
        </w:rPr>
        <w:lastRenderedPageBreak/>
        <w:t xml:space="preserve">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fetishistically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Sohn-Rethel’s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w:t>
      </w:r>
      <w:r w:rsidRPr="00912205">
        <w:rPr>
          <w:rStyle w:val="StyleUnderline"/>
        </w:rPr>
        <w:lastRenderedPageBreak/>
        <w:t>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5097A225" w14:textId="77777777" w:rsidR="00EB439F" w:rsidRPr="00912205" w:rsidRDefault="00EB439F" w:rsidP="00EB439F">
      <w:pPr>
        <w:rPr>
          <w:rStyle w:val="Style13ptBold"/>
          <w:b w:val="0"/>
          <w:bCs w:val="0"/>
          <w:sz w:val="22"/>
          <w:szCs w:val="18"/>
        </w:rPr>
      </w:pPr>
    </w:p>
    <w:p w14:paraId="64344054" w14:textId="77777777" w:rsidR="00EB439F" w:rsidRPr="00513F91" w:rsidRDefault="00EB439F" w:rsidP="00EB439F">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4394BD05" w14:textId="77777777" w:rsidR="00EB439F" w:rsidRPr="002613BF" w:rsidRDefault="00EB439F" w:rsidP="00EB439F">
      <w:pPr>
        <w:rPr>
          <w:sz w:val="16"/>
          <w:szCs w:val="12"/>
        </w:rPr>
      </w:pPr>
      <w:r w:rsidRPr="00912205">
        <w:rPr>
          <w:rStyle w:val="Style13ptBold"/>
        </w:rPr>
        <w:t>Beller 21</w:t>
      </w:r>
      <w:r>
        <w:rPr>
          <w:rStyle w:val="Style13ptBold"/>
        </w:rPr>
        <w:t>-2</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12/10</w:t>
      </w:r>
      <w:r w:rsidRPr="00912205">
        <w:rPr>
          <w:rStyle w:val="Style13ptBold"/>
          <w:b w:val="0"/>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71</w:t>
      </w:r>
      <w:r w:rsidRPr="00912205">
        <w:rPr>
          <w:rStyle w:val="Style13ptBold"/>
          <w:b w:val="0"/>
          <w:sz w:val="16"/>
          <w:szCs w:val="12"/>
        </w:rPr>
        <w:t>-</w:t>
      </w:r>
      <w:r>
        <w:rPr>
          <w:rStyle w:val="Style13ptBold"/>
          <w:b w:val="0"/>
          <w:sz w:val="16"/>
          <w:szCs w:val="12"/>
        </w:rPr>
        <w:t>74</w:t>
      </w:r>
      <w:r w:rsidRPr="00912205">
        <w:rPr>
          <w:rStyle w:val="Style13ptBold"/>
          <w:b w:val="0"/>
          <w:sz w:val="16"/>
          <w:szCs w:val="12"/>
        </w:rPr>
        <w:t>) HB</w:t>
      </w:r>
    </w:p>
    <w:p w14:paraId="3C242EE0" w14:textId="77777777" w:rsidR="00EB439F" w:rsidRPr="008C55B9" w:rsidRDefault="00EB439F" w:rsidP="00EB439F">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8E5E02">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w:t>
      </w:r>
      <w:r w:rsidRPr="00915C61">
        <w:rPr>
          <w:rStyle w:val="StyleUnderline"/>
        </w:rPr>
        <w:lastRenderedPageBreak/>
        <w:t>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poiesis,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sto-chastic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53271AD8" w14:textId="77777777" w:rsidR="00EB439F" w:rsidRPr="00A611D7" w:rsidRDefault="00EB439F" w:rsidP="00EB439F"/>
    <w:p w14:paraId="1E3DB7A6" w14:textId="77777777" w:rsidR="00EB439F" w:rsidRPr="00912205" w:rsidRDefault="00EB439F" w:rsidP="00EB439F">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40BB135A" w14:textId="77777777" w:rsidR="00EB439F" w:rsidRPr="00912205" w:rsidRDefault="00EB439F" w:rsidP="00EB439F">
      <w:pPr>
        <w:rPr>
          <w:rStyle w:val="Style13ptBold"/>
          <w:b w:val="0"/>
          <w:bCs w:val="0"/>
          <w:sz w:val="16"/>
          <w:szCs w:val="12"/>
        </w:rPr>
      </w:pPr>
      <w:r w:rsidRPr="00912205">
        <w:rPr>
          <w:rStyle w:val="Style13ptBold"/>
        </w:rPr>
        <w:t>Parisi 19</w:t>
      </w:r>
      <w:r w:rsidRPr="00912205">
        <w:rPr>
          <w:rStyle w:val="Style13ptBold"/>
          <w:b w:val="0"/>
          <w:sz w:val="16"/>
          <w:szCs w:val="12"/>
        </w:rPr>
        <w:t xml:space="preserve"> (Luciana Parisi; 5/22/19; ŠUM Journal of Contemporary Art, Criticism and Theory, Special Issue Number 11; </w:t>
      </w:r>
      <w:r w:rsidRPr="00912205">
        <w:rPr>
          <w:rStyle w:val="Style13ptBold"/>
          <w:b w:val="0"/>
          <w:i/>
          <w:iCs/>
          <w:sz w:val="16"/>
          <w:szCs w:val="12"/>
        </w:rPr>
        <w:t>“Surrational Fugitives”</w:t>
      </w:r>
      <w:r w:rsidRPr="00912205">
        <w:rPr>
          <w:rStyle w:val="Style13ptBold"/>
          <w:b w:val="0"/>
          <w:sz w:val="16"/>
          <w:szCs w:val="12"/>
        </w:rPr>
        <w:t xml:space="preserve"> from Hypersonics Hyperstitions;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Parisi is Reader in Cultural Theory, Chair of the PhD programme at the Centre for Cultural Studies, and co-director of the Digital Culture Unit, Goldsmiths University of London. She published Abstract Sex: Philosophy, </w:t>
      </w:r>
      <w:proofErr w:type="gramStart"/>
      <w:r w:rsidRPr="00912205">
        <w:rPr>
          <w:rStyle w:val="Style13ptBold"/>
          <w:b w:val="0"/>
          <w:sz w:val="16"/>
          <w:szCs w:val="12"/>
        </w:rPr>
        <w:t>Biotechnology</w:t>
      </w:r>
      <w:proofErr w:type="gramEnd"/>
      <w:r w:rsidRPr="00912205">
        <w:rPr>
          <w:rStyle w:val="Style13ptBold"/>
          <w:b w:val="0"/>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63E23870" w14:textId="77777777" w:rsidR="00EB439F" w:rsidRPr="00912205" w:rsidRDefault="00EB439F" w:rsidP="00EB439F">
      <w:pPr>
        <w:rPr>
          <w:sz w:val="8"/>
        </w:rPr>
      </w:pPr>
      <w:r w:rsidRPr="008622BD">
        <w:rPr>
          <w:rStyle w:val="StyleUnderline"/>
        </w:rPr>
        <w:t>The</w:t>
      </w:r>
      <w:r w:rsidRPr="00912205">
        <w:rPr>
          <w:rStyle w:val="StyleUnderline"/>
        </w:rPr>
        <w:t xml:space="preserve"> metaphysical </w:t>
      </w:r>
      <w:r w:rsidRPr="008E5E02">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w:t>
      </w:r>
      <w:r w:rsidRPr="00912205">
        <w:rPr>
          <w:rStyle w:val="StyleUnderline"/>
        </w:rPr>
        <w:lastRenderedPageBreak/>
        <w:t xml:space="preserve">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weaponised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789C0B3B" w14:textId="77777777" w:rsidR="00EB439F" w:rsidRDefault="00EB439F" w:rsidP="00EB439F">
      <w:pPr>
        <w:rPr>
          <w:rStyle w:val="StyleUnderline"/>
        </w:rPr>
      </w:pPr>
    </w:p>
    <w:p w14:paraId="1567E1E1" w14:textId="77777777" w:rsidR="00EB439F" w:rsidRPr="00912205" w:rsidRDefault="00EB439F" w:rsidP="00EB439F">
      <w:pPr>
        <w:rPr>
          <w:rStyle w:val="StyleUnderline"/>
        </w:rPr>
      </w:pPr>
    </w:p>
    <w:p w14:paraId="4D512990" w14:textId="77777777" w:rsidR="00EB439F" w:rsidRPr="00912205" w:rsidRDefault="00EB439F" w:rsidP="00EB439F">
      <w:pPr>
        <w:pStyle w:val="Heading4"/>
      </w:pPr>
      <w:bookmarkStart w:id="1" w:name="_Hlk84528407"/>
      <w:r w:rsidRPr="00912205">
        <w:lastRenderedPageBreak/>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3DB45553" w14:textId="77777777" w:rsidR="00EB439F" w:rsidRPr="00912205" w:rsidRDefault="00EB439F" w:rsidP="00EB439F"/>
    <w:p w14:paraId="4A3A2D17" w14:textId="77777777" w:rsidR="00EB439F" w:rsidRPr="00912205" w:rsidRDefault="00EB439F" w:rsidP="00EB439F">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34E0A053" w14:textId="77777777" w:rsidR="00EB439F" w:rsidRPr="00912205" w:rsidRDefault="00EB439F" w:rsidP="00EB439F"/>
    <w:p w14:paraId="2873693E" w14:textId="77777777" w:rsidR="00EB439F" w:rsidRPr="00912205" w:rsidRDefault="00EB439F" w:rsidP="00EB439F">
      <w:pPr>
        <w:pStyle w:val="Heading4"/>
      </w:pPr>
      <w:r w:rsidRPr="00912205">
        <w:t>Thus, I affirm</w:t>
      </w:r>
      <w:r>
        <w:t xml:space="preserve"> that t</w:t>
      </w:r>
      <w:r w:rsidRPr="00D30512">
        <w:t>he appropriation of outer space by private entities is unjust</w:t>
      </w:r>
      <w:r>
        <w:t>.</w:t>
      </w:r>
    </w:p>
    <w:p w14:paraId="6E99483C" w14:textId="77777777" w:rsidR="00EB439F" w:rsidRPr="00912205" w:rsidRDefault="00EB439F" w:rsidP="00EB439F">
      <w:pPr>
        <w:rPr>
          <w:rStyle w:val="StyleUnderline"/>
        </w:rPr>
      </w:pPr>
    </w:p>
    <w:p w14:paraId="09752867" w14:textId="77777777" w:rsidR="00EB439F" w:rsidRPr="00912205" w:rsidRDefault="00EB439F" w:rsidP="00EB439F">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6E9B9B9B" w14:textId="77777777" w:rsidR="00EB439F" w:rsidRPr="00912205" w:rsidRDefault="00EB439F" w:rsidP="00EB439F">
      <w:pPr>
        <w:rPr>
          <w:rStyle w:val="StyleUnderline"/>
          <w:sz w:val="16"/>
          <w:szCs w:val="12"/>
          <w:u w:val="none"/>
        </w:rPr>
      </w:pPr>
      <w:r w:rsidRPr="00912205">
        <w:rPr>
          <w:rStyle w:val="Style13ptBold"/>
        </w:rPr>
        <w:t>Beller 21</w:t>
      </w:r>
      <w:r>
        <w:rPr>
          <w:rStyle w:val="Style13ptBold"/>
        </w:rPr>
        <w:t>-3</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62AD7F3E" w14:textId="77777777" w:rsidR="00EB439F" w:rsidRDefault="00EB439F" w:rsidP="00EB439F">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the dif-ficulty</w:t>
      </w:r>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w:t>
      </w:r>
      <w:r w:rsidRPr="00912205">
        <w:rPr>
          <w:sz w:val="8"/>
        </w:rPr>
        <w:lastRenderedPageBreak/>
        <w:t xml:space="preserve">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w:t>
      </w:r>
      <w:r w:rsidRPr="00912205">
        <w:rPr>
          <w:sz w:val="8"/>
        </w:rPr>
        <w:lastRenderedPageBreak/>
        <w:t xml:space="preserve">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8E5E02">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 xml:space="preserve">There are, to be a bit simplistic, as-pects of desire that are programmed (indeed farmed) to produce practices that function in </w:t>
      </w:r>
      <w:r w:rsidRPr="00912205">
        <w:rPr>
          <w:rStyle w:val="StyleUnderline"/>
        </w:rPr>
        <w:lastRenderedPageBreak/>
        <w:t>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xml:space="preserve">,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advertisarial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anticapitalist, nonhierarchical, horizontal, </w:t>
      </w:r>
      <w:r w:rsidRPr="008E5E02">
        <w:rPr>
          <w:rStyle w:val="StyleUnderline"/>
          <w:highlight w:val="green"/>
        </w:rPr>
        <w:t>solidary social-ity. The refusal</w:t>
      </w:r>
      <w:r w:rsidRPr="00912205">
        <w:rPr>
          <w:rStyle w:val="StyleUnderline"/>
        </w:rPr>
        <w:t xml:space="preserve"> or détournement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34F76A21" w14:textId="77777777" w:rsidR="00EB439F" w:rsidRDefault="00EB439F" w:rsidP="00EB439F">
      <w:pPr>
        <w:rPr>
          <w:rStyle w:val="StyleUnderline"/>
        </w:rPr>
      </w:pPr>
    </w:p>
    <w:bookmarkEnd w:id="1"/>
    <w:p w14:paraId="12AF5074" w14:textId="77777777" w:rsidR="00EB439F" w:rsidRPr="001E61ED" w:rsidRDefault="00EB439F" w:rsidP="00EB439F">
      <w:pPr>
        <w:pStyle w:val="Heading4"/>
      </w:pPr>
      <w:r>
        <w:lastRenderedPageBreak/>
        <w:t xml:space="preserve">Capitalism is unsustainable – it generates several intertwined crises that make it </w:t>
      </w:r>
      <w:r>
        <w:rPr>
          <w:u w:val="single"/>
        </w:rPr>
        <w:t>try or die</w:t>
      </w:r>
      <w:r>
        <w:t xml:space="preserve"> for the affirmative – we’ve got charts!</w:t>
      </w:r>
    </w:p>
    <w:p w14:paraId="6AAE2B29" w14:textId="77777777" w:rsidR="00EB439F" w:rsidRDefault="00EB439F" w:rsidP="00EB439F">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36BAA680" w14:textId="77777777" w:rsidR="00EB439F" w:rsidRPr="00E44973" w:rsidRDefault="00EB439F" w:rsidP="00EB439F">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319257D7" w14:textId="77777777" w:rsidR="00EB439F" w:rsidRDefault="00EB439F" w:rsidP="00EB439F">
      <w:pPr>
        <w:rPr>
          <w:sz w:val="16"/>
          <w:szCs w:val="12"/>
        </w:rPr>
      </w:pPr>
      <w:r>
        <w:rPr>
          <w:noProof/>
        </w:rPr>
        <w:lastRenderedPageBreak/>
        <w:drawing>
          <wp:inline distT="0" distB="0" distL="0" distR="0" wp14:anchorId="1E8A8088" wp14:editId="427197CE">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564096B1" w14:textId="77777777" w:rsidR="00EB439F" w:rsidRPr="004B3654" w:rsidRDefault="00EB439F" w:rsidP="00EB439F">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w:t>
      </w:r>
      <w:r w:rsidRPr="001D618B">
        <w:rPr>
          <w:rStyle w:val="StyleUnderline"/>
        </w:rPr>
        <w:lastRenderedPageBreak/>
        <w:t>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analyse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06E1D800" w14:textId="77777777" w:rsidR="00EB439F" w:rsidRPr="00C16B27" w:rsidRDefault="00EB439F" w:rsidP="00EB439F"/>
    <w:p w14:paraId="2128275B" w14:textId="77777777" w:rsidR="00EB439F" w:rsidRDefault="00EB439F" w:rsidP="00EB439F">
      <w:pPr>
        <w:rPr>
          <w:rStyle w:val="StyleUnderline"/>
        </w:rPr>
      </w:pPr>
    </w:p>
    <w:p w14:paraId="1C7AA01C" w14:textId="77777777" w:rsidR="00EB439F" w:rsidRPr="009E53C0" w:rsidRDefault="00EB439F" w:rsidP="00EB439F">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275D01AE" w14:textId="77777777" w:rsidR="00EB439F" w:rsidRDefault="00EB439F" w:rsidP="00EB439F">
      <w:pPr>
        <w:rPr>
          <w:rStyle w:val="StyleUnderline"/>
          <w:u w:val="none"/>
        </w:rPr>
      </w:pPr>
      <w:r w:rsidRPr="009E53C0">
        <w:rPr>
          <w:rStyle w:val="Style13ptBold"/>
        </w:rPr>
        <w:t>Beller, 21</w:t>
      </w:r>
      <w:r>
        <w:rPr>
          <w:rStyle w:val="Style13ptBold"/>
        </w:rPr>
        <w:t>-4</w:t>
      </w:r>
      <w:r w:rsidRPr="009E53C0">
        <w:t xml:space="preserve"> </w:t>
      </w:r>
      <w:r w:rsidRPr="00912205">
        <w:rPr>
          <w:rStyle w:val="Style13ptBold"/>
          <w:b w:val="0"/>
          <w:sz w:val="16"/>
          <w:szCs w:val="12"/>
        </w:rPr>
        <w:t xml:space="preserve">(Jonathan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361629D5" w14:textId="77777777" w:rsidR="00EB439F" w:rsidRDefault="00EB439F" w:rsidP="00EB439F">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grammartization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0B4F9E02" w14:textId="77777777" w:rsidR="00EB439F" w:rsidRPr="0052501B" w:rsidRDefault="00EB439F" w:rsidP="00EB439F">
      <w:pPr>
        <w:rPr>
          <w:sz w:val="8"/>
        </w:rPr>
      </w:pPr>
    </w:p>
    <w:p w14:paraId="086D6D19" w14:textId="77777777" w:rsidR="00EB439F" w:rsidRDefault="00EB439F" w:rsidP="00EB439F">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68FF1EAA" w14:textId="77777777" w:rsidR="00EB439F" w:rsidRDefault="00EB439F" w:rsidP="00EB439F">
      <w:pPr>
        <w:rPr>
          <w:sz w:val="16"/>
          <w:szCs w:val="12"/>
        </w:rPr>
      </w:pPr>
      <w:r w:rsidRPr="00D64846">
        <w:rPr>
          <w:b/>
          <w:bCs/>
          <w:sz w:val="26"/>
        </w:rPr>
        <w:t>Beller 18</w:t>
      </w:r>
      <w:r w:rsidRPr="00D64846">
        <w:rPr>
          <w:sz w:val="16"/>
          <w:szCs w:val="12"/>
        </w:rPr>
        <w:t xml:space="preserve"> (Jonathan Beller;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*Beller uses the term “man” as a general description of how power exerts itself as one that is along the lines of class, race, gender, etc.*</w:t>
      </w:r>
    </w:p>
    <w:p w14:paraId="1E483DA5" w14:textId="77777777" w:rsidR="00EB439F" w:rsidRDefault="00EB439F" w:rsidP="00EB439F">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pathologistical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 xml:space="preserve">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de-ontologization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 xml:space="preserve">deconstruction </w:t>
      </w:r>
      <w:r w:rsidRPr="008E5E02">
        <w:rPr>
          <w:rStyle w:val="StyleUnderline"/>
          <w:highlight w:val="green"/>
        </w:rPr>
        <w:lastRenderedPageBreak/>
        <w:t>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mediological substrate of capitalist simulations. Thus, we can be sure that while the pathologistics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noncapitalist values, except perhaps profound naïveté or extreme cynicism. Capitalism, the very image of nonbeing, the very life of nonlife, the spitting image of death, would remain our conceptual horizon, however; the world that haunts today’s images </w:t>
      </w:r>
      <w:proofErr w:type="gramStart"/>
      <w:r w:rsidRPr="00666634">
        <w:rPr>
          <w:sz w:val="8"/>
        </w:rPr>
        <w:t>persists</w:t>
      </w:r>
      <w:proofErr w:type="gramEnd"/>
      <w:r w:rsidRPr="00666634">
        <w:rPr>
          <w:sz w:val="8"/>
        </w:rPr>
        <w:t xml:space="preserve">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666634">
        <w:rPr>
          <w:sz w:val="8"/>
        </w:rPr>
        <w:t>function</w:t>
      </w:r>
      <w:proofErr w:type="gramEnd"/>
      <w:r w:rsidRPr="00666634">
        <w:rPr>
          <w:sz w:val="8"/>
        </w:rPr>
        <w:t xml:space="preserve"> and epistemology, to rest on an axiomatics of racial domination. And, of course, there is the world. Paul Virilio,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For Virilio,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Virilio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Virilio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datavisualization.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dividualized nodes through the expropriation of other people’s attention and lifetime. The induction of fear and a prevailing if not entirely ubiquitous psychosis is at once a result and a strategy, a mise en scène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Today’s tramp falls into their phone. Threatened with the abjection of invisibility and non-existence, everyone is desperate to make words, to make images, to garner attention that will testify to their existence in an informatic environment of semio-war. But the situation functions as if each and all were suddenly in the position of Jorge Luis Borges’s narrator Yu Tsun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w:t>
      </w:r>
      <w:proofErr w:type="gramStart"/>
      <w:r w:rsidRPr="00666634">
        <w:rPr>
          <w:sz w:val="8"/>
        </w:rPr>
        <w:t>in order to</w:t>
      </w:r>
      <w:proofErr w:type="gramEnd"/>
      <w:r w:rsidRPr="00666634">
        <w:rPr>
          <w:sz w:val="8"/>
        </w:rPr>
        <w:t xml:space="preserve"> preserve it as the law of white capitalist patriarchy within the visuo-informatic. It is white supremacy </w:t>
      </w:r>
      <w:proofErr w:type="gramStart"/>
      <w:r w:rsidRPr="00666634">
        <w:rPr>
          <w:sz w:val="8"/>
        </w:rPr>
        <w:t>in excess of</w:t>
      </w:r>
      <w:proofErr w:type="gramEnd"/>
      <w:r w:rsidRPr="00666634">
        <w:rPr>
          <w:sz w:val="8"/>
        </w:rPr>
        <w:t xml:space="preserve"> the discourse of white supremacy; it is a program running through discourse and also machine-mediated beyond its comprehension. It poses a Batesonian double bind, that requires cutting up or out aspects of the socio-linguistic, </w:t>
      </w:r>
      <w:proofErr w:type="gramStart"/>
      <w:r w:rsidRPr="00666634">
        <w:rPr>
          <w:sz w:val="8"/>
        </w:rPr>
        <w:t>in order to</w:t>
      </w:r>
      <w:proofErr w:type="gramEnd"/>
      <w:r w:rsidRPr="00666634">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r w:rsidRPr="00666634">
        <w:rPr>
          <w:rFonts w:ascii="MinionPro-It" w:hAnsi="MinionPro-It" w:cs="MinionPro-It"/>
          <w:i/>
          <w:iCs/>
          <w:sz w:val="8"/>
        </w:rPr>
        <w:t xml:space="preserve">en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666634">
        <w:rPr>
          <w:sz w:val="8"/>
        </w:rPr>
        <w:t>targets</w:t>
      </w:r>
      <w:proofErr w:type="gramEnd"/>
      <w:r w:rsidRPr="00666634">
        <w:rPr>
          <w:sz w:val="8"/>
        </w:rPr>
        <w:t xml:space="preserve"> and disappearances, as the vehicles for psychotic self-propulsion into micro-celebritydom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graduatedly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that grants it no integrity whatsoever, resonates with the dire pronoucement of Guy Debord: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w:t>
      </w:r>
      <w:proofErr w:type="gramStart"/>
      <w:r w:rsidRPr="00666634">
        <w:rPr>
          <w:sz w:val="8"/>
        </w:rPr>
        <w:t>denial</w:t>
      </w:r>
      <w:proofErr w:type="gramEnd"/>
      <w:r w:rsidRPr="00666634">
        <w:rPr>
          <w:sz w:val="8"/>
        </w:rPr>
        <w:t xml:space="preserve">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subjectification/desubjectification in computational capital. The list is not exhaustive. </w:t>
      </w:r>
      <w:r w:rsidRPr="008E5E02">
        <w:rPr>
          <w:rStyle w:val="StyleUnderline"/>
          <w:highlight w:val="green"/>
        </w:rPr>
        <w:t>Under</w:t>
      </w:r>
      <w:r w:rsidRPr="00A3555F">
        <w:rPr>
          <w:rStyle w:val="StyleUnderline"/>
        </w:rPr>
        <w:t xml:space="preserve"> the </w:t>
      </w:r>
      <w:r w:rsidRPr="00A3555F">
        <w:rPr>
          <w:rStyle w:val="StyleUnderline"/>
        </w:rPr>
        <w:lastRenderedPageBreak/>
        <w:t xml:space="preserve">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r w:rsidRPr="008E5E02">
        <w:rPr>
          <w:rStyle w:val="StyleUnderline"/>
          <w:highlight w:val="green"/>
        </w:rPr>
        <w:t>pathologistical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7B37CC3B" w14:textId="6F39300F" w:rsidR="00EB439F" w:rsidRDefault="00EB439F" w:rsidP="00EB439F">
      <w:pPr>
        <w:pStyle w:val="Heading3"/>
      </w:pPr>
      <w:r>
        <w:lastRenderedPageBreak/>
        <w:t>baggage</w:t>
      </w:r>
    </w:p>
    <w:p w14:paraId="26A2F882" w14:textId="77777777" w:rsidR="00EB439F" w:rsidRDefault="00EB439F" w:rsidP="00EB439F">
      <w:pPr>
        <w:keepNext/>
        <w:keepLines/>
        <w:spacing w:before="40" w:after="0"/>
        <w:outlineLvl w:val="3"/>
        <w:rPr>
          <w:rFonts w:eastAsiaTheme="majorEastAsia"/>
          <w:b/>
          <w:bCs/>
          <w:sz w:val="26"/>
          <w:szCs w:val="26"/>
        </w:rPr>
      </w:pPr>
      <w:bookmarkStart w:id="2" w:name="_Hlk52019953"/>
      <w:r w:rsidRPr="007B3854">
        <w:rPr>
          <w:rFonts w:eastAsiaTheme="majorEastAsia"/>
          <w:b/>
          <w:bCs/>
          <w:sz w:val="26"/>
          <w:szCs w:val="26"/>
        </w:rPr>
        <w:t xml:space="preserve">Permissibility and presumption </w:t>
      </w:r>
      <w:proofErr w:type="gramStart"/>
      <w:r w:rsidRPr="007B3854">
        <w:rPr>
          <w:rFonts w:eastAsiaTheme="majorEastAsia"/>
          <w:b/>
          <w:bCs/>
          <w:sz w:val="26"/>
          <w:szCs w:val="26"/>
        </w:rPr>
        <w:t>affirm</w:t>
      </w:r>
      <w:r>
        <w:rPr>
          <w:rFonts w:eastAsiaTheme="majorEastAsia"/>
          <w:b/>
          <w:bCs/>
          <w:sz w:val="26"/>
          <w:szCs w:val="26"/>
        </w:rPr>
        <w:t>s</w:t>
      </w:r>
      <w:proofErr w:type="gramEnd"/>
    </w:p>
    <w:p w14:paraId="55245D7B" w14:textId="77777777" w:rsidR="00EB439F" w:rsidRDefault="00EB439F" w:rsidP="00EB439F">
      <w:pPr>
        <w:keepNext/>
        <w:keepLines/>
        <w:spacing w:before="40" w:after="0"/>
        <w:outlineLvl w:val="3"/>
        <w:rPr>
          <w:rFonts w:eastAsiaTheme="majorEastAsia"/>
          <w:b/>
          <w:bCs/>
          <w:sz w:val="26"/>
          <w:szCs w:val="26"/>
        </w:rPr>
      </w:pPr>
      <w:r>
        <w:rPr>
          <w:rFonts w:eastAsiaTheme="majorEastAsia"/>
          <w:b/>
          <w:bCs/>
          <w:sz w:val="26"/>
          <w:szCs w:val="26"/>
        </w:rPr>
        <w:t xml:space="preserve">1] </w:t>
      </w:r>
      <w:r>
        <w:rPr>
          <w:rFonts w:eastAsiaTheme="majorEastAsia"/>
          <w:b/>
          <w:bCs/>
          <w:sz w:val="26"/>
          <w:szCs w:val="26"/>
          <w:u w:val="single"/>
        </w:rPr>
        <w:t xml:space="preserve">Inaction </w:t>
      </w:r>
      <w:r>
        <w:rPr>
          <w:rFonts w:eastAsiaTheme="majorEastAsia"/>
          <w:b/>
          <w:bCs/>
          <w:sz w:val="26"/>
          <w:szCs w:val="26"/>
        </w:rPr>
        <w:t xml:space="preserve">- </w:t>
      </w:r>
      <w:r w:rsidRPr="007B3854">
        <w:rPr>
          <w:rFonts w:eastAsiaTheme="majorEastAsia"/>
          <w:b/>
          <w:bCs/>
          <w:sz w:val="26"/>
          <w:szCs w:val="26"/>
        </w:rPr>
        <w:t>otherwise we would not be able to justify morally neutral actions like drinking water since there isn’t a prohibition</w:t>
      </w:r>
      <w:r>
        <w:rPr>
          <w:rFonts w:eastAsiaTheme="majorEastAsia"/>
          <w:b/>
          <w:bCs/>
          <w:sz w:val="26"/>
          <w:szCs w:val="26"/>
        </w:rPr>
        <w:t xml:space="preserve"> and we would needlessly have to prove an obligation.</w:t>
      </w:r>
    </w:p>
    <w:p w14:paraId="6F2311BF" w14:textId="77777777" w:rsidR="00EB439F" w:rsidRDefault="00EB439F" w:rsidP="00EB439F">
      <w:pPr>
        <w:keepNext/>
        <w:keepLines/>
        <w:spacing w:before="40" w:after="0"/>
        <w:outlineLvl w:val="3"/>
        <w:rPr>
          <w:rFonts w:eastAsiaTheme="majorEastAsia"/>
          <w:b/>
          <w:bCs/>
          <w:sz w:val="26"/>
          <w:szCs w:val="26"/>
        </w:rPr>
      </w:pPr>
      <w:r>
        <w:rPr>
          <w:rFonts w:eastAsiaTheme="majorEastAsia"/>
          <w:b/>
          <w:bCs/>
          <w:sz w:val="26"/>
          <w:szCs w:val="26"/>
        </w:rPr>
        <w:t xml:space="preserve">2] </w:t>
      </w:r>
      <w:r w:rsidRPr="00CA79B4">
        <w:rPr>
          <w:rFonts w:eastAsiaTheme="majorEastAsia"/>
          <w:b/>
          <w:bCs/>
          <w:sz w:val="26"/>
          <w:szCs w:val="26"/>
          <w:u w:val="single"/>
        </w:rPr>
        <w:t>Trivialism</w:t>
      </w:r>
      <w:r>
        <w:rPr>
          <w:rFonts w:eastAsiaTheme="majorEastAsia"/>
          <w:b/>
          <w:bCs/>
          <w:sz w:val="26"/>
          <w:szCs w:val="26"/>
        </w:rPr>
        <w:t xml:space="preserve">- </w:t>
      </w:r>
      <w:r w:rsidRPr="007B3854">
        <w:rPr>
          <w:rFonts w:eastAsiaTheme="majorEastAsia"/>
          <w:b/>
          <w:bCs/>
          <w:sz w:val="26"/>
          <w:szCs w:val="26"/>
        </w:rPr>
        <w:t xml:space="preserve">statements are true until proven false, if I told you my </w:t>
      </w:r>
      <w:proofErr w:type="gramStart"/>
      <w:r w:rsidRPr="007B3854">
        <w:rPr>
          <w:rFonts w:eastAsiaTheme="majorEastAsia"/>
          <w:b/>
          <w:bCs/>
          <w:sz w:val="26"/>
          <w:szCs w:val="26"/>
        </w:rPr>
        <w:t>name</w:t>
      </w:r>
      <w:proofErr w:type="gramEnd"/>
      <w:r w:rsidRPr="007B3854">
        <w:rPr>
          <w:rFonts w:eastAsiaTheme="majorEastAsia"/>
          <w:b/>
          <w:bCs/>
          <w:sz w:val="26"/>
          <w:szCs w:val="26"/>
        </w:rPr>
        <w:t xml:space="preserve"> you’d believe me.</w:t>
      </w:r>
    </w:p>
    <w:p w14:paraId="2F6CB2F7" w14:textId="77777777" w:rsidR="00EB439F" w:rsidRDefault="00EB439F" w:rsidP="00EB439F">
      <w:pPr>
        <w:pStyle w:val="Heading4"/>
      </w:pPr>
      <w:r>
        <w:t xml:space="preserve">3] </w:t>
      </w:r>
      <w:r w:rsidRPr="00CA79B4">
        <w:rPr>
          <w:u w:val="single"/>
        </w:rPr>
        <w:t>Affirming is harder</w:t>
      </w:r>
      <w:r>
        <w:t xml:space="preserve"> - A] 7-4-6-3-time skew makes every 1ar speech a time crunch that can’t justify a proactive obligation B] They know the aff but we don’t know the </w:t>
      </w:r>
      <w:proofErr w:type="gramStart"/>
      <w:r>
        <w:t>NC</w:t>
      </w:r>
      <w:proofErr w:type="gramEnd"/>
      <w:r>
        <w:t xml:space="preserve"> so the burden is on them. Structural skew O/W on reversibility since it can’t be changed.</w:t>
      </w:r>
    </w:p>
    <w:p w14:paraId="781A7AD4" w14:textId="77777777" w:rsidR="00EB439F" w:rsidRPr="00FD7F63" w:rsidRDefault="00EB439F" w:rsidP="00EB439F">
      <w:pPr>
        <w:pStyle w:val="Heading4"/>
      </w:pPr>
      <w:r>
        <w:t xml:space="preserve">4] </w:t>
      </w:r>
      <w:r w:rsidRPr="00FD7F63">
        <w:rPr>
          <w:u w:val="single"/>
        </w:rPr>
        <w:t>Negation Theory</w:t>
      </w:r>
      <w:r>
        <w:rPr>
          <w:u w:val="single"/>
        </w:rPr>
        <w:t>-</w:t>
      </w:r>
      <w:r>
        <w:t xml:space="preserve"> Negating requires a complete absence of an existing obligation</w:t>
      </w:r>
    </w:p>
    <w:p w14:paraId="2AE713B3" w14:textId="77777777" w:rsidR="00EB439F" w:rsidRDefault="00EB439F" w:rsidP="00EB439F">
      <w:pPr>
        <w:rPr>
          <w:rStyle w:val="Emphasis"/>
        </w:rPr>
      </w:pPr>
      <w:r w:rsidRPr="00FD7F63">
        <w:rPr>
          <w:rStyle w:val="Emphasis"/>
          <w:highlight w:val="green"/>
        </w:rPr>
        <w:t>Negate [is to]: to deny the existence of</w:t>
      </w:r>
    </w:p>
    <w:p w14:paraId="7DEB7717" w14:textId="77777777" w:rsidR="00EB439F" w:rsidRPr="004A4016" w:rsidRDefault="00EB439F" w:rsidP="00EB439F">
      <w:r w:rsidRPr="00FD7F63">
        <w:rPr>
          <w:rStyle w:val="Style13ptBold"/>
          <w:sz w:val="24"/>
          <w:szCs w:val="24"/>
        </w:rPr>
        <w:t>That’s Dictionary.com</w:t>
      </w:r>
      <w:r w:rsidRPr="00FD7F63">
        <w:rPr>
          <w:rStyle w:val="Emphasis"/>
          <w:b w:val="0"/>
        </w:rPr>
        <w:t xml:space="preserve">- “Negate” </w:t>
      </w:r>
      <w:r w:rsidRPr="00FD7F63">
        <w:t xml:space="preserve">https://www.dictionary.com/browse/negate. </w:t>
      </w:r>
    </w:p>
    <w:bookmarkEnd w:id="2"/>
    <w:p w14:paraId="5471AD45" w14:textId="77777777" w:rsidR="00EB439F" w:rsidRPr="00A3555F" w:rsidRDefault="00EB439F" w:rsidP="00EB439F">
      <w:pPr>
        <w:rPr>
          <w:rStyle w:val="StyleUnderline"/>
        </w:rPr>
      </w:pPr>
    </w:p>
    <w:sectPr w:rsidR="00EB439F" w:rsidRPr="00A35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MinionPro-I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73A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73A7"/>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39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023DC"/>
  <w15:chartTrackingRefBased/>
  <w15:docId w15:val="{FA7C27CA-0C06-4F3A-A771-1471C602D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439F"/>
    <w:rPr>
      <w:rFonts w:ascii="Calibri" w:hAnsi="Calibri"/>
    </w:rPr>
  </w:style>
  <w:style w:type="paragraph" w:styleId="Heading1">
    <w:name w:val="heading 1"/>
    <w:aliases w:val="Pocket"/>
    <w:basedOn w:val="Normal"/>
    <w:next w:val="Normal"/>
    <w:link w:val="Heading1Char"/>
    <w:qFormat/>
    <w:rsid w:val="00867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73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8673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8673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7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3A7"/>
  </w:style>
  <w:style w:type="character" w:customStyle="1" w:styleId="Heading1Char">
    <w:name w:val="Heading 1 Char"/>
    <w:aliases w:val="Pocket Char"/>
    <w:basedOn w:val="DefaultParagraphFont"/>
    <w:link w:val="Heading1"/>
    <w:rsid w:val="008673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73A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8673A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8673A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8673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73A7"/>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8673A7"/>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673A7"/>
    <w:rPr>
      <w:color w:val="auto"/>
      <w:u w:val="none"/>
    </w:rPr>
  </w:style>
  <w:style w:type="character" w:styleId="FollowedHyperlink">
    <w:name w:val="FollowedHyperlink"/>
    <w:basedOn w:val="DefaultParagraphFont"/>
    <w:uiPriority w:val="99"/>
    <w:semiHidden/>
    <w:unhideWhenUsed/>
    <w:rsid w:val="008673A7"/>
    <w:rPr>
      <w:color w:val="auto"/>
      <w:u w:val="none"/>
    </w:rPr>
  </w:style>
  <w:style w:type="character" w:styleId="UnresolvedMention">
    <w:name w:val="Unresolved Mention"/>
    <w:basedOn w:val="DefaultParagraphFont"/>
    <w:uiPriority w:val="99"/>
    <w:semiHidden/>
    <w:unhideWhenUsed/>
    <w:rsid w:val="00EB439F"/>
    <w:rPr>
      <w:color w:val="605E5C"/>
      <w:shd w:val="clear" w:color="auto" w:fill="E1DFDD"/>
    </w:rPr>
  </w:style>
  <w:style w:type="paragraph" w:styleId="ListParagraph">
    <w:name w:val="List Paragraph"/>
    <w:basedOn w:val="Normal"/>
    <w:uiPriority w:val="99"/>
    <w:qFormat/>
    <w:rsid w:val="00EB439F"/>
    <w:pPr>
      <w:ind w:left="720"/>
      <w:contextualSpacing/>
    </w:pPr>
    <w:rPr>
      <w:rFonts w:eastAsiaTheme="minorEastAsia"/>
    </w:rPr>
  </w:style>
  <w:style w:type="paragraph" w:customStyle="1" w:styleId="Default">
    <w:name w:val="Default"/>
    <w:rsid w:val="00EB439F"/>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EB439F"/>
    <w:rPr>
      <w:rFonts w:ascii="Lucida Grande" w:hAnsi="Lucida Grande" w:cs="Lucida Grande"/>
    </w:rPr>
  </w:style>
  <w:style w:type="character" w:customStyle="1" w:styleId="DocumentMapChar">
    <w:name w:val="Document Map Char"/>
    <w:basedOn w:val="DefaultParagraphFont"/>
    <w:link w:val="DocumentMap"/>
    <w:uiPriority w:val="99"/>
    <w:semiHidden/>
    <w:rsid w:val="00EB439F"/>
    <w:rPr>
      <w:rFonts w:ascii="Lucida Grande" w:hAnsi="Lucida Grande" w:cs="Lucida Grande"/>
    </w:rPr>
  </w:style>
  <w:style w:type="paragraph" w:customStyle="1" w:styleId="Emphasis1">
    <w:name w:val="Emphasis1"/>
    <w:basedOn w:val="Normal"/>
    <w:link w:val="Emphasis"/>
    <w:uiPriority w:val="7"/>
    <w:qFormat/>
    <w:rsid w:val="00EB439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EB439F"/>
    <w:pPr>
      <w:spacing w:before="100" w:beforeAutospacing="1" w:after="100" w:afterAutospacing="1"/>
    </w:pPr>
  </w:style>
  <w:style w:type="paragraph" w:customStyle="1" w:styleId="textbold">
    <w:name w:val="text bold"/>
    <w:basedOn w:val="Normal"/>
    <w:uiPriority w:val="7"/>
    <w:qFormat/>
    <w:rsid w:val="00EB439F"/>
    <w:pPr>
      <w:widowControl w:val="0"/>
      <w:ind w:left="720"/>
      <w:jc w:val="both"/>
    </w:pPr>
    <w:rPr>
      <w:rFonts w:eastAsiaTheme="minorEastAsia"/>
      <w:b/>
      <w:iCs/>
      <w:sz w:val="26"/>
      <w:u w:val="single"/>
      <w:bdr w:val="single" w:sz="18" w:space="0" w:color="auto"/>
    </w:rPr>
  </w:style>
  <w:style w:type="paragraph" w:customStyle="1" w:styleId="Emphasize">
    <w:name w:val="Emphasize"/>
    <w:basedOn w:val="Normal"/>
    <w:autoRedefine/>
    <w:uiPriority w:val="7"/>
    <w:qFormat/>
    <w:rsid w:val="00EB439F"/>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EB439F"/>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EB439F"/>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EB439F"/>
    <w:rPr>
      <w:sz w:val="16"/>
      <w:szCs w:val="16"/>
    </w:rPr>
  </w:style>
  <w:style w:type="paragraph" w:styleId="CommentText">
    <w:name w:val="annotation text"/>
    <w:basedOn w:val="Normal"/>
    <w:link w:val="CommentTextChar"/>
    <w:uiPriority w:val="99"/>
    <w:semiHidden/>
    <w:unhideWhenUsed/>
    <w:rsid w:val="00EB439F"/>
    <w:rPr>
      <w:rFonts w:eastAsiaTheme="minorEastAsia"/>
      <w:sz w:val="20"/>
      <w:szCs w:val="20"/>
    </w:rPr>
  </w:style>
  <w:style w:type="character" w:customStyle="1" w:styleId="CommentTextChar">
    <w:name w:val="Comment Text Char"/>
    <w:basedOn w:val="DefaultParagraphFont"/>
    <w:link w:val="CommentText"/>
    <w:uiPriority w:val="99"/>
    <w:semiHidden/>
    <w:rsid w:val="00EB439F"/>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EB439F"/>
    <w:rPr>
      <w:b/>
      <w:bCs/>
    </w:rPr>
  </w:style>
  <w:style w:type="character" w:customStyle="1" w:styleId="CommentSubjectChar">
    <w:name w:val="Comment Subject Char"/>
    <w:basedOn w:val="CommentTextChar"/>
    <w:link w:val="CommentSubject"/>
    <w:uiPriority w:val="99"/>
    <w:semiHidden/>
    <w:rsid w:val="00EB439F"/>
    <w:rPr>
      <w:rFonts w:ascii="Calibri" w:eastAsiaTheme="minorEastAsia" w:hAnsi="Calibri"/>
      <w:b/>
      <w:bCs/>
      <w:sz w:val="20"/>
      <w:szCs w:val="20"/>
    </w:rPr>
  </w:style>
  <w:style w:type="paragraph" w:customStyle="1" w:styleId="Body">
    <w:name w:val="Body"/>
    <w:rsid w:val="00EB439F"/>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EB439F"/>
    <w:rPr>
      <w:outline w:val="0"/>
      <w:color w:val="000000"/>
      <w:sz w:val="16"/>
      <w:szCs w:val="16"/>
      <w:u w:val="none" w:color="000000"/>
    </w:rPr>
  </w:style>
  <w:style w:type="paragraph" w:customStyle="1" w:styleId="card">
    <w:name w:val="card"/>
    <w:basedOn w:val="Normal"/>
    <w:next w:val="Normal"/>
    <w:link w:val="cardChar"/>
    <w:qFormat/>
    <w:rsid w:val="00EB439F"/>
    <w:pPr>
      <w:ind w:left="288" w:right="288"/>
    </w:pPr>
  </w:style>
  <w:style w:type="character" w:customStyle="1" w:styleId="cardChar">
    <w:name w:val="card Char"/>
    <w:link w:val="card"/>
    <w:rsid w:val="00EB439F"/>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EB4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EB439F"/>
    <w:rPr>
      <w:u w:val="single"/>
    </w:rPr>
  </w:style>
  <w:style w:type="character" w:customStyle="1" w:styleId="UnderlineBold">
    <w:name w:val="Underline + Bold"/>
    <w:basedOn w:val="DefaultParagraphFont"/>
    <w:uiPriority w:val="1"/>
    <w:qFormat/>
    <w:rsid w:val="00EB439F"/>
    <w:rPr>
      <w:b/>
      <w:bCs w:val="0"/>
      <w:sz w:val="20"/>
      <w:u w:val="single"/>
    </w:rPr>
  </w:style>
  <w:style w:type="paragraph" w:customStyle="1" w:styleId="UnderlinePara">
    <w:name w:val="Underline Para"/>
    <w:basedOn w:val="Normal"/>
    <w:uiPriority w:val="6"/>
    <w:qFormat/>
    <w:rsid w:val="00EB439F"/>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18</Pages>
  <Words>20471</Words>
  <Characters>116686</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2022-01-16T15:07:00Z</dcterms:created>
  <dcterms:modified xsi:type="dcterms:W3CDTF">2022-01-16T15:12:00Z</dcterms:modified>
</cp:coreProperties>
</file>