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AA8A" w14:textId="77777777" w:rsidR="00675C91" w:rsidRDefault="00675C91" w:rsidP="00675C91">
      <w:pPr>
        <w:pStyle w:val="Heading1"/>
        <w:rPr>
          <w:rFonts w:cs="Calibri"/>
        </w:rPr>
      </w:pPr>
      <w:r w:rsidRPr="000B73E9">
        <w:rPr>
          <w:rFonts w:cs="Calibri"/>
        </w:rPr>
        <w:t>AC</w:t>
      </w:r>
    </w:p>
    <w:p w14:paraId="6B044A7F" w14:textId="77777777" w:rsidR="00675C91" w:rsidRDefault="00675C91" w:rsidP="00675C91"/>
    <w:p w14:paraId="1EAAD1B1" w14:textId="77777777" w:rsidR="00675C91" w:rsidRDefault="00675C91" w:rsidP="00675C91">
      <w:pPr>
        <w:pStyle w:val="Heading3"/>
      </w:pPr>
      <w:r>
        <w:lastRenderedPageBreak/>
        <w:t>Inherency</w:t>
      </w:r>
    </w:p>
    <w:p w14:paraId="1A3B27FA" w14:textId="77777777" w:rsidR="00675C91" w:rsidRPr="000F2C98" w:rsidRDefault="00675C91" w:rsidP="00675C91"/>
    <w:p w14:paraId="6A796FE5" w14:textId="77777777" w:rsidR="00675C91" w:rsidRPr="00675C91" w:rsidRDefault="00675C91" w:rsidP="00675C91">
      <w:pPr>
        <w:pStyle w:val="Heading4"/>
        <w:rPr>
          <w:rStyle w:val="Style13ptBold"/>
          <w:b/>
          <w:bCs w:val="0"/>
        </w:rPr>
      </w:pPr>
      <w:r w:rsidRPr="00675C91">
        <w:rPr>
          <w:rStyle w:val="Style13ptBold"/>
          <w:b/>
          <w:bCs w:val="0"/>
        </w:rPr>
        <w:t xml:space="preserve">Ambiguities in the OST that allow private appropriation </w:t>
      </w:r>
      <w:proofErr w:type="gramStart"/>
      <w:r w:rsidRPr="00675C91">
        <w:rPr>
          <w:rStyle w:val="Style13ptBold"/>
          <w:b/>
          <w:bCs w:val="0"/>
        </w:rPr>
        <w:t>have</w:t>
      </w:r>
      <w:proofErr w:type="gramEnd"/>
      <w:r w:rsidRPr="00675C91">
        <w:rPr>
          <w:rStyle w:val="Style13ptBold"/>
          <w:b/>
          <w:bCs w:val="0"/>
        </w:rPr>
        <w:t xml:space="preserve"> kicked off a scramble to develop space, causing a debris crisis, land grabs, and the domination of space by unaccountable billionaires. Current laws fail due to lax rules and forum shopping.</w:t>
      </w:r>
    </w:p>
    <w:p w14:paraId="0E6A78BC" w14:textId="77777777" w:rsidR="00675C91" w:rsidRPr="000B73E9" w:rsidRDefault="00675C91" w:rsidP="00675C91">
      <w:proofErr w:type="spellStart"/>
      <w:r w:rsidRPr="000B73E9">
        <w:rPr>
          <w:rStyle w:val="Style13ptBold"/>
        </w:rPr>
        <w:t>Dovey</w:t>
      </w:r>
      <w:proofErr w:type="spellEnd"/>
      <w:r w:rsidRPr="000B73E9">
        <w:rPr>
          <w:rStyle w:val="Style13ptBold"/>
        </w:rPr>
        <w:t xml:space="preserve"> 21</w:t>
      </w:r>
      <w:r w:rsidRPr="000B73E9">
        <w:t xml:space="preserve"> [</w:t>
      </w:r>
      <w:proofErr w:type="spellStart"/>
      <w:r w:rsidRPr="000B73E9">
        <w:t>Ceridwen</w:t>
      </w:r>
      <w:proofErr w:type="spellEnd"/>
      <w:r w:rsidRPr="000B73E9">
        <w:t xml:space="preserve"> </w:t>
      </w:r>
      <w:proofErr w:type="spellStart"/>
      <w:r w:rsidRPr="000B73E9">
        <w:t>Dovey</w:t>
      </w:r>
      <w:proofErr w:type="spellEnd"/>
      <w:r w:rsidRPr="000B73E9">
        <w:t xml:space="preserve">, “Space Exploration At What </w:t>
      </w:r>
      <w:proofErr w:type="gramStart"/>
      <w:r w:rsidRPr="000B73E9">
        <w:t>Price?,</w:t>
      </w:r>
      <w:proofErr w:type="gramEnd"/>
      <w:r w:rsidRPr="000B73E9">
        <w:t xml:space="preserve">” Readers Digest Asia Pacific, 5/1/21. </w:t>
      </w:r>
      <w:hyperlink r:id="rId9" w:history="1">
        <w:r w:rsidRPr="000B73E9">
          <w:rPr>
            <w:rStyle w:val="Hyperlink"/>
          </w:rPr>
          <w:t>https://www.pressreader.com/australia/readers-digest-asia-pacific/20210501/281487869174485</w:t>
        </w:r>
      </w:hyperlink>
      <w:r w:rsidRPr="000B73E9">
        <w:t>] CT</w:t>
      </w:r>
    </w:p>
    <w:p w14:paraId="25A67E12" w14:textId="77777777" w:rsidR="00675C91" w:rsidRPr="000B73E9" w:rsidRDefault="00675C91" w:rsidP="00675C91">
      <w:pPr>
        <w:rPr>
          <w:sz w:val="16"/>
          <w:szCs w:val="16"/>
        </w:rPr>
      </w:pPr>
    </w:p>
    <w:p w14:paraId="7F3F2DBC" w14:textId="77777777" w:rsidR="00675C91" w:rsidRPr="000B73E9" w:rsidRDefault="00675C91" w:rsidP="00675C91">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w:t>
      </w:r>
      <w:proofErr w:type="spellStart"/>
      <w:r w:rsidRPr="000B73E9">
        <w:rPr>
          <w:sz w:val="16"/>
        </w:rPr>
        <w:t>realise</w:t>
      </w:r>
      <w:proofErr w:type="spellEnd"/>
      <w:r w:rsidRPr="000B73E9">
        <w:rPr>
          <w:sz w:val="16"/>
        </w:rPr>
        <w:t xml:space="preserve"> it because we can’t see it the way we can see fish kills, algal blooms or acid rain,” Michael </w:t>
      </w:r>
      <w:proofErr w:type="spellStart"/>
      <w:r w:rsidRPr="000B73E9">
        <w:rPr>
          <w:sz w:val="16"/>
        </w:rPr>
        <w:t>Krepon</w:t>
      </w:r>
      <w:proofErr w:type="spellEnd"/>
      <w:r w:rsidRPr="000B73E9">
        <w:rPr>
          <w:sz w:val="16"/>
        </w:rPr>
        <w:t xml:space="preserve">,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w:t>
      </w:r>
      <w:proofErr w:type="spellStart"/>
      <w:r w:rsidRPr="000B73E9">
        <w:rPr>
          <w:rStyle w:val="StyleUnderline"/>
        </w:rPr>
        <w:t>specialising</w:t>
      </w:r>
      <w:proofErr w:type="spellEnd"/>
      <w:r w:rsidRPr="000B73E9">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 xml:space="preserve">more </w:t>
      </w:r>
      <w:r w:rsidRPr="000B73E9">
        <w:rPr>
          <w:rStyle w:val="Emphasis"/>
          <w:highlight w:val="yellow"/>
        </w:rPr>
        <w:lastRenderedPageBreak/>
        <w:t>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w:t>
      </w:r>
      <w:proofErr w:type="spellStart"/>
      <w:r w:rsidRPr="000B73E9">
        <w:rPr>
          <w:rStyle w:val="Emphasis"/>
          <w:highlight w:val="yellow"/>
        </w:rPr>
        <w:t>democratising</w:t>
      </w:r>
      <w:proofErr w:type="spellEnd"/>
      <w:r w:rsidRPr="000B73E9">
        <w:rPr>
          <w:rStyle w:val="Emphasis"/>
          <w:highlight w:val="yellow"/>
        </w:rPr>
        <w:t>”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w:t>
      </w:r>
      <w:proofErr w:type="spellStart"/>
      <w:r w:rsidRPr="000B73E9">
        <w:rPr>
          <w:sz w:val="16"/>
        </w:rPr>
        <w:t>subsidised</w:t>
      </w:r>
      <w:proofErr w:type="spellEnd"/>
      <w:r w:rsidRPr="000B73E9">
        <w:rPr>
          <w:sz w:val="16"/>
        </w:rPr>
        <w:t xml:space="preserve">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proofErr w:type="spellStart"/>
      <w:r w:rsidRPr="000B73E9">
        <w:rPr>
          <w:rStyle w:val="Emphasis"/>
          <w:highlight w:val="yellow"/>
        </w:rPr>
        <w:t>democratised</w:t>
      </w:r>
      <w:proofErr w:type="spellEnd"/>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 xml:space="preserve">They’ve merely been </w:t>
      </w:r>
      <w:proofErr w:type="spellStart"/>
      <w:r w:rsidRPr="000B73E9">
        <w:rPr>
          <w:rStyle w:val="Emphasis"/>
          <w:highlight w:val="yellow"/>
        </w:rPr>
        <w:t>privatised</w:t>
      </w:r>
      <w:proofErr w:type="spellEnd"/>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w:t>
      </w:r>
      <w:proofErr w:type="spellStart"/>
      <w:r w:rsidRPr="000B73E9">
        <w:rPr>
          <w:rStyle w:val="StyleUnderline"/>
        </w:rPr>
        <w:t>Atossa</w:t>
      </w:r>
      <w:proofErr w:type="spellEnd"/>
      <w:r w:rsidRPr="000B73E9">
        <w:rPr>
          <w:rStyle w:val="StyleUnderline"/>
        </w:rPr>
        <w:t xml:space="preserve"> </w:t>
      </w:r>
      <w:proofErr w:type="spellStart"/>
      <w:r w:rsidRPr="000B73E9">
        <w:rPr>
          <w:rStyle w:val="StyleUnderline"/>
        </w:rPr>
        <w:t>Araxia</w:t>
      </w:r>
      <w:proofErr w:type="spellEnd"/>
      <w:r w:rsidRPr="000B73E9">
        <w:rPr>
          <w:rStyle w:val="StyleUnderline"/>
        </w:rPr>
        <w:t xml:space="preserve"> Abrahamian recounted a chilling 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w:t>
      </w:r>
      <w:proofErr w:type="spellStart"/>
      <w:r w:rsidRPr="000B73E9">
        <w:rPr>
          <w:sz w:val="16"/>
        </w:rPr>
        <w:t>Starlink</w:t>
      </w:r>
      <w:proofErr w:type="spellEnd"/>
      <w:r w:rsidRPr="000B73E9">
        <w:rPr>
          <w:sz w:val="16"/>
        </w:rPr>
        <w:t xml:space="preserve">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35CA8427" w14:textId="77777777" w:rsidR="00675C91" w:rsidRPr="000B73E9" w:rsidRDefault="00675C91" w:rsidP="00675C91"/>
    <w:p w14:paraId="353C9393" w14:textId="77777777" w:rsidR="00675C91" w:rsidRPr="000B73E9" w:rsidRDefault="00675C91" w:rsidP="00675C91">
      <w:pPr>
        <w:pStyle w:val="Heading3"/>
        <w:rPr>
          <w:rFonts w:cs="Calibri"/>
        </w:rPr>
      </w:pPr>
      <w:r w:rsidRPr="000B73E9">
        <w:rPr>
          <w:rFonts w:cs="Calibri"/>
        </w:rPr>
        <w:lastRenderedPageBreak/>
        <w:t>Advantage 1: Space Debris</w:t>
      </w:r>
    </w:p>
    <w:p w14:paraId="6FF64C36" w14:textId="77777777" w:rsidR="00675C91" w:rsidRPr="000B73E9" w:rsidRDefault="00675C91" w:rsidP="00675C91">
      <w:pPr>
        <w:pStyle w:val="Heading4"/>
        <w:rPr>
          <w:rFonts w:cs="Calibri"/>
        </w:rPr>
      </w:pPr>
      <w:r w:rsidRPr="000B73E9">
        <w:rPr>
          <w:rFonts w:cs="Calibri"/>
        </w:rPr>
        <w:t xml:space="preserve">Increasing space debris levels inevitably set off a chain of collisions.  </w:t>
      </w:r>
    </w:p>
    <w:p w14:paraId="56D69D57" w14:textId="77777777" w:rsidR="00675C91" w:rsidRPr="000B73E9" w:rsidRDefault="00675C91" w:rsidP="00675C91">
      <w:r w:rsidRPr="000B73E9">
        <w:t xml:space="preserve">Chelsea </w:t>
      </w:r>
      <w:proofErr w:type="spellStart"/>
      <w:r w:rsidRPr="000B73E9">
        <w:rPr>
          <w:rStyle w:val="Style13ptBold"/>
        </w:rPr>
        <w:t>MuñOz-Patchen</w:t>
      </w:r>
      <w:proofErr w:type="spellEnd"/>
      <w:r w:rsidRPr="000B73E9">
        <w:rPr>
          <w:rStyle w:val="Style13ptBold"/>
        </w:rPr>
        <w:t>,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25EF7D6" w14:textId="77777777" w:rsidR="00675C91" w:rsidRDefault="00675C91" w:rsidP="00675C91">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w:t>
      </w:r>
      <w:proofErr w:type="spellStart"/>
      <w:r w:rsidRPr="000B73E9">
        <w:rPr>
          <w:sz w:val="10"/>
        </w:rPr>
        <w:t>expensive</w:t>
      </w:r>
      <w:proofErr w:type="spellEnd"/>
      <w:r w:rsidRPr="000B73E9">
        <w:rPr>
          <w:sz w:val="10"/>
        </w:rPr>
        <w:t xml:space="preser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2B278E27" w14:textId="77777777" w:rsidR="00675C91" w:rsidRPr="000B73E9" w:rsidRDefault="00675C91" w:rsidP="00675C91">
      <w:pPr>
        <w:rPr>
          <w:sz w:val="10"/>
        </w:rPr>
      </w:pPr>
    </w:p>
    <w:p w14:paraId="278548C2" w14:textId="77777777" w:rsidR="00675C91" w:rsidRPr="000B73E9" w:rsidRDefault="00675C91" w:rsidP="00675C91">
      <w:pPr>
        <w:pStyle w:val="Heading4"/>
        <w:rPr>
          <w:rFonts w:cs="Calibri"/>
        </w:rPr>
      </w:pPr>
      <w:r w:rsidRPr="000B73E9">
        <w:rPr>
          <w:rFonts w:cs="Calibri"/>
        </w:rPr>
        <w:t xml:space="preserve">Collisions make orbit unusable, causing nuclear war, mass starvation, and economic destruction. </w:t>
      </w:r>
    </w:p>
    <w:p w14:paraId="3F45051B" w14:textId="77777777" w:rsidR="00675C91" w:rsidRPr="000B73E9" w:rsidRDefault="00675C91" w:rsidP="00675C91">
      <w:r w:rsidRPr="000B73E9">
        <w:t xml:space="preserve">Les </w:t>
      </w:r>
      <w:r w:rsidRPr="000B73E9">
        <w:rPr>
          <w:rStyle w:val="Style13ptBold"/>
        </w:rPr>
        <w:t>Johnson 13</w:t>
      </w:r>
      <w:r w:rsidRPr="000B73E9">
        <w:t xml:space="preserve">, Deputy Manager for NASA's Advanced Concepts Office at the Marshall Space Flight Center, Co-Investigator for the JAXA T-Rex Space Tether Experiment and PI of NASA's </w:t>
      </w:r>
      <w:proofErr w:type="spellStart"/>
      <w:r w:rsidRPr="000B73E9">
        <w:t>ProSEDS</w:t>
      </w:r>
      <w:proofErr w:type="spellEnd"/>
      <w:r w:rsidRPr="000B73E9">
        <w:t xml:space="preserve"> Experiment, Master's Degree in Physics from Vanderbilt University, Popular Science Writer, and NASA Technologist, Frequent Contributor to the Journal of the British Interplanetary </w:t>
      </w:r>
      <w:proofErr w:type="spellStart"/>
      <w:r w:rsidRPr="000B73E9">
        <w:t>Sodety</w:t>
      </w:r>
      <w:proofErr w:type="spellEnd"/>
      <w:r w:rsidRPr="000B73E9">
        <w:t xml:space="preserve"> and Member of the American Institute of Aeronautics and Astronautics, National Space Society, the World Future Society, and MENSA, Sky Alert!: When Satellites Fail, p. 9-12</w:t>
      </w:r>
      <w:r>
        <w:t>. https://link.springer.com/book/10.1007/978-1-4614-1830-6]</w:t>
      </w:r>
      <w:r w:rsidRPr="000B73E9">
        <w:t xml:space="preserve"> [language modified]</w:t>
      </w:r>
    </w:p>
    <w:p w14:paraId="55E1B35A" w14:textId="77777777" w:rsidR="00675C91" w:rsidRPr="000B73E9" w:rsidRDefault="00675C91" w:rsidP="00675C91">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w:t>
      </w:r>
      <w:r w:rsidRPr="000B73E9">
        <w:rPr>
          <w:sz w:val="12"/>
        </w:rPr>
        <w:lastRenderedPageBreak/>
        <w:t xml:space="preserve">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loses all of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located at all times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proofErr w:type="spellStart"/>
      <w:r w:rsidRPr="000B73E9">
        <w:rPr>
          <w:sz w:val="12"/>
        </w:rPr>
        <w:t>Telestar</w:t>
      </w:r>
      <w:proofErr w:type="spellEnd"/>
      <w:r w:rsidRPr="000B73E9">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B73E9">
        <w:rPr>
          <w:sz w:val="12"/>
        </w:rPr>
        <w:t>ali</w:t>
      </w:r>
      <w:proofErr w:type="spellEnd"/>
      <w:r w:rsidRPr="000B73E9">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requiring that only one bomb be used to destroy a target that would have previously required perhaps hundreds of bombs to destroy in the pre-</w:t>
      </w:r>
      <w:r w:rsidRPr="000B73E9">
        <w:rPr>
          <w:sz w:val="12"/>
        </w:rPr>
        <w:lastRenderedPageBreak/>
        <w:t xml:space="preserv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4EAA55AB" w14:textId="77777777" w:rsidR="00675C91" w:rsidRPr="000B73E9" w:rsidRDefault="00675C91" w:rsidP="00675C91">
      <w:pPr>
        <w:rPr>
          <w:sz w:val="12"/>
        </w:rPr>
      </w:pPr>
    </w:p>
    <w:p w14:paraId="77A55004" w14:textId="77777777" w:rsidR="00675C91" w:rsidRPr="000B73E9" w:rsidRDefault="00675C91" w:rsidP="00675C91">
      <w:pPr>
        <w:pStyle w:val="Heading3"/>
        <w:rPr>
          <w:rFonts w:cs="Calibri"/>
        </w:rPr>
      </w:pPr>
      <w:r w:rsidRPr="000B73E9">
        <w:rPr>
          <w:rFonts w:cs="Calibri"/>
        </w:rPr>
        <w:lastRenderedPageBreak/>
        <w:t>Advantage 2: Corporate Colonialism</w:t>
      </w:r>
    </w:p>
    <w:p w14:paraId="1BFBB3EC" w14:textId="77777777" w:rsidR="00675C91" w:rsidRPr="000B73E9" w:rsidRDefault="00675C91" w:rsidP="00675C91">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223231FD" w14:textId="77777777" w:rsidR="00675C91" w:rsidRPr="000B73E9" w:rsidRDefault="00675C91" w:rsidP="00675C91">
      <w:proofErr w:type="spellStart"/>
      <w:r w:rsidRPr="000B73E9">
        <w:rPr>
          <w:rStyle w:val="Style13ptBold"/>
        </w:rPr>
        <w:t>Mccormick</w:t>
      </w:r>
      <w:proofErr w:type="spellEnd"/>
      <w:r w:rsidRPr="000B73E9">
        <w:rPr>
          <w:rStyle w:val="Style13ptBold"/>
        </w:rPr>
        <w:t xml:space="preserve">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0B73E9">
        <w:t>marlborough</w:t>
      </w:r>
      <w:proofErr w:type="spellEnd"/>
      <w:r w:rsidRPr="000B73E9">
        <w:t xml:space="preserve"> JH]</w:t>
      </w:r>
    </w:p>
    <w:p w14:paraId="7AB474CC" w14:textId="77777777" w:rsidR="00675C91" w:rsidRPr="000B73E9" w:rsidRDefault="00675C91" w:rsidP="00675C91">
      <w:pPr>
        <w:ind w:left="720"/>
        <w:rPr>
          <w:sz w:val="12"/>
        </w:rPr>
      </w:pPr>
      <w:r w:rsidRPr="000B73E9">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0B73E9">
          <w:rPr>
            <w:rStyle w:val="Hyperlink"/>
            <w:sz w:val="12"/>
          </w:rPr>
          <w:t>Mortality data</w:t>
        </w:r>
      </w:hyperlink>
      <w:r w:rsidRPr="000B73E9">
        <w:rPr>
          <w:sz w:val="12"/>
        </w:rPr>
        <w:t> was the stuff of weekly news and </w:t>
      </w:r>
      <w:hyperlink r:id="rId11" w:history="1">
        <w:r w:rsidRPr="000B73E9">
          <w:rPr>
            <w:rStyle w:val="Hyperlink"/>
            <w:sz w:val="12"/>
          </w:rPr>
          <w:t>commentary</w:t>
        </w:r>
      </w:hyperlink>
      <w:r w:rsidRPr="000B73E9">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a key promise was the economic and social renewal of the mother country through new commodities, trades and territory.</w:t>
      </w:r>
      <w:r w:rsidRPr="000B73E9">
        <w:rPr>
          <w:sz w:val="12"/>
        </w:rPr>
        <w:t xml:space="preserve"> Above all, planned mobility would cure the ills of apparent overpopulation. Sending the poor overseas to cut timber, mine gold or farm cane would, </w:t>
      </w:r>
      <w:hyperlink r:id="rId13"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0B73E9">
        <w:rPr>
          <w:sz w:val="12"/>
        </w:rPr>
        <w:t>centred</w:t>
      </w:r>
      <w:proofErr w:type="spellEnd"/>
      <w:r w:rsidRPr="000B73E9">
        <w:rPr>
          <w:sz w:val="12"/>
        </w:rPr>
        <w:t xml:space="preserve"> state in </w:t>
      </w:r>
      <w:hyperlink r:id="rId15" w:history="1">
        <w:r w:rsidRPr="000B73E9">
          <w:rPr>
            <w:rStyle w:val="Hyperlink"/>
            <w:sz w:val="12"/>
          </w:rPr>
          <w:t>The New Atlantis</w:t>
        </w:r>
      </w:hyperlink>
      <w:r w:rsidRPr="000B73E9">
        <w:rPr>
          <w:sz w:val="12"/>
        </w:rPr>
        <w:t xml:space="preserve"> as by his advocacy of observation and experiment. ¶Discovery and invention ¶The English agriculturalist Gabriel </w:t>
      </w:r>
      <w:proofErr w:type="spellStart"/>
      <w:r w:rsidRPr="000B73E9">
        <w:rPr>
          <w:sz w:val="12"/>
        </w:rPr>
        <w:t>Plattes</w:t>
      </w:r>
      <w:proofErr w:type="spellEnd"/>
      <w:r w:rsidRPr="000B73E9">
        <w:rPr>
          <w:sz w:val="12"/>
        </w:rPr>
        <w:t xml:space="preserve"> cautioned in 1639 that “</w:t>
      </w:r>
      <w:hyperlink r:id="rId16" w:history="1">
        <w:r w:rsidRPr="000B73E9">
          <w:rPr>
            <w:rStyle w:val="Hyperlink"/>
            <w:sz w:val="12"/>
          </w:rPr>
          <w:t>the finding of new worlds is not like to be a perpetual trade</w:t>
        </w:r>
      </w:hyperlink>
      <w:r w:rsidRPr="000B73E9">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0B73E9">
          <w:rPr>
            <w:rStyle w:val="Hyperlink"/>
            <w:sz w:val="12"/>
          </w:rPr>
          <w:t>perpetual motion engine</w:t>
        </w:r>
      </w:hyperlink>
      <w:r w:rsidRPr="000B73E9">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0B73E9">
        <w:rPr>
          <w:sz w:val="12"/>
        </w:rPr>
        <w:t>labour</w:t>
      </w:r>
      <w:proofErr w:type="spellEnd"/>
      <w:r w:rsidRPr="000B73E9">
        <w:rPr>
          <w:sz w:val="12"/>
        </w:rPr>
        <w:t>. Projects across the empire would employ the idle, create “elbow-room,” heal “unnatural divisions” and make England “</w:t>
      </w:r>
      <w:hyperlink r:id="rId18"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0"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w:t>
      </w:r>
      <w:proofErr w:type="spellStart"/>
      <w:r w:rsidRPr="000B73E9">
        <w:rPr>
          <w:sz w:val="12"/>
        </w:rPr>
        <w:t>labour</w:t>
      </w:r>
      <w:proofErr w:type="spellEnd"/>
      <w:r w:rsidRPr="000B73E9">
        <w:rPr>
          <w:sz w:val="12"/>
        </w:rPr>
        <w:t xml:space="preserve">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1"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2" w:history="1">
        <w:r w:rsidRPr="000B73E9">
          <w:rPr>
            <w:rStyle w:val="Hyperlink"/>
            <w:sz w:val="12"/>
          </w:rPr>
          <w:t>send the first humans to Mars in 2024</w:t>
        </w:r>
      </w:hyperlink>
      <w:r w:rsidRPr="000B73E9">
        <w:rPr>
          <w:sz w:val="12"/>
        </w:rPr>
        <w:t>, and by 2030, he envisioned breaking ground on a city, </w:t>
      </w:r>
      <w:hyperlink r:id="rId23"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4"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5"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social, political and economic ills, rather than attempting to work towards a 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lastRenderedPageBreak/>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w:t>
      </w:r>
      <w:proofErr w:type="spellStart"/>
      <w:r w:rsidRPr="000B73E9">
        <w:rPr>
          <w:rStyle w:val="StyleUnderline"/>
          <w:sz w:val="24"/>
        </w:rPr>
        <w:t>liveable</w:t>
      </w:r>
      <w:proofErr w:type="spellEnd"/>
      <w:r w:rsidRPr="000B73E9">
        <w:rPr>
          <w:rStyle w:val="StyleUnderline"/>
          <w:sz w:val="24"/>
        </w:rPr>
        <w:t xml:space="preserv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77F1B7A8" w14:textId="77777777" w:rsidR="00675C91" w:rsidRPr="000B73E9" w:rsidRDefault="00675C91" w:rsidP="00675C91">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F1FAA7C" w14:textId="77777777" w:rsidR="00675C91" w:rsidRPr="000B73E9" w:rsidRDefault="00675C91" w:rsidP="00675C91">
      <w:r w:rsidRPr="000B73E9">
        <w:t xml:space="preserve">Spencer, Keith A. [senior editor at Salon] “Keep the Red Planet Red.” Jacobin, 2 May 2017, </w:t>
      </w:r>
      <w:hyperlink r:id="rId26" w:history="1">
        <w:r w:rsidRPr="000B73E9">
          <w:rPr>
            <w:rStyle w:val="Hyperlink"/>
          </w:rPr>
          <w:t>https://www.jacobinmag.com/2017/02/mars-elon-musk-space-exploration-nasa-colonization.  //</w:t>
        </w:r>
      </w:hyperlink>
      <w:r w:rsidRPr="000B73E9">
        <w:t xml:space="preserve"> </w:t>
      </w:r>
      <w:proofErr w:type="spellStart"/>
      <w:r w:rsidRPr="000B73E9">
        <w:t>Accesserd</w:t>
      </w:r>
      <w:proofErr w:type="spellEnd"/>
      <w:r w:rsidRPr="000B73E9">
        <w:t xml:space="preserve"> 12/15/2021 // </w:t>
      </w:r>
      <w:proofErr w:type="spellStart"/>
      <w:r w:rsidRPr="000B73E9">
        <w:t>marlborough</w:t>
      </w:r>
      <w:proofErr w:type="spellEnd"/>
      <w:r w:rsidRPr="000B73E9">
        <w:t xml:space="preserve"> JH</w:t>
      </w:r>
    </w:p>
    <w:p w14:paraId="4CDC13AA" w14:textId="77777777" w:rsidR="00675C91" w:rsidRPr="000B73E9" w:rsidRDefault="00675C91" w:rsidP="00675C91">
      <w:pPr>
        <w:ind w:left="720"/>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0B73E9">
          <w:rPr>
            <w:rStyle w:val="Hyperlink"/>
            <w:sz w:val="12"/>
          </w:rPr>
          <w:t>flyby</w:t>
        </w:r>
      </w:hyperlink>
      <w:r w:rsidRPr="000B73E9">
        <w:rPr>
          <w:sz w:val="12"/>
        </w:rPr>
        <w:t xml:space="preserve"> of the red planet. Mars One, a Dutch nonprofit, wants to </w:t>
      </w:r>
      <w:hyperlink r:id="rId30" w:history="1">
        <w:r w:rsidRPr="000B73E9">
          <w:rPr>
            <w:rStyle w:val="Hyperlink"/>
            <w:sz w:val="12"/>
          </w:rPr>
          <w:t>fund</w:t>
        </w:r>
      </w:hyperlink>
      <w:r w:rsidRPr="000B73E9">
        <w:rPr>
          <w:sz w:val="12"/>
        </w:rPr>
        <w:t xml:space="preserve"> a permanent human colony through “merchandise sales, ads on video content, brand partnerships, speaking engagements, [b]</w:t>
      </w:r>
      <w:proofErr w:type="spellStart"/>
      <w:r w:rsidRPr="000B73E9">
        <w:rPr>
          <w:sz w:val="12"/>
        </w:rPr>
        <w:t>roadcasting</w:t>
      </w:r>
      <w:proofErr w:type="spellEnd"/>
      <w:r w:rsidRPr="000B73E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0B73E9">
          <w:rPr>
            <w:rStyle w:val="Hyperlink"/>
            <w:sz w:val="12"/>
          </w:rPr>
          <w:t>video</w:t>
        </w:r>
      </w:hyperlink>
      <w:r w:rsidRPr="000B73E9">
        <w:rPr>
          <w:sz w:val="12"/>
        </w:rPr>
        <w:t xml:space="preserve"> of the transit system in action and </w:t>
      </w:r>
      <w:hyperlink r:id="rId34"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w:t>
      </w:r>
      <w:proofErr w:type="spellStart"/>
      <w:r w:rsidRPr="000B73E9">
        <w:rPr>
          <w:sz w:val="12"/>
        </w:rPr>
        <w:t>gonna</w:t>
      </w:r>
      <w:proofErr w:type="spellEnd"/>
      <w:r w:rsidRPr="000B73E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To let private interests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0B73E9">
          <w:rPr>
            <w:rStyle w:val="Hyperlink"/>
            <w:sz w:val="12"/>
          </w:rPr>
          <w:t>the tallest mountain</w:t>
        </w:r>
      </w:hyperlink>
      <w:r w:rsidRPr="000B73E9">
        <w:rPr>
          <w:sz w:val="12"/>
        </w:rPr>
        <w:t xml:space="preserve"> in the solar system become a </w:t>
      </w:r>
      <w:hyperlink r:id="rId37"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38" w:history="1">
        <w:r w:rsidRPr="000B73E9">
          <w:rPr>
            <w:rStyle w:val="StyleUnderline"/>
          </w:rPr>
          <w:t>public</w:t>
        </w:r>
      </w:hyperlink>
      <w:r w:rsidRPr="000B73E9">
        <w:rPr>
          <w:rStyle w:val="StyleUnderline"/>
        </w:rPr>
        <w:t xml:space="preserve">, and also why it insists on sterilizing space probes to avoid contaminating other worlds with </w:t>
      </w:r>
      <w:r w:rsidRPr="000B73E9">
        <w:rPr>
          <w:rStyle w:val="StyleUnderline"/>
        </w:rPr>
        <w:lastRenderedPageBreak/>
        <w:t>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39" w:history="1">
        <w:r w:rsidRPr="000B73E9">
          <w:rPr>
            <w:rStyle w:val="Hyperlink"/>
            <w:sz w:val="12"/>
          </w:rPr>
          <w:t>experiments</w:t>
        </w:r>
      </w:hyperlink>
      <w:r w:rsidRPr="000B73E9">
        <w:rPr>
          <w:sz w:val="12"/>
        </w:rPr>
        <w:t xml:space="preserve"> into space and hosted </w:t>
      </w:r>
      <w:hyperlink r:id="rId40"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w:t>
      </w:r>
      <w:proofErr w:type="spellStart"/>
      <w:r w:rsidRPr="000B73E9">
        <w:rPr>
          <w:sz w:val="12"/>
        </w:rPr>
        <w:t>Grush</w:t>
      </w:r>
      <w:proofErr w:type="spellEnd"/>
      <w:r w:rsidRPr="000B73E9">
        <w:rPr>
          <w:sz w:val="12"/>
        </w:rPr>
        <w:t xml:space="preserve"> in a </w:t>
      </w:r>
      <w:hyperlink r:id="rId42" w:history="1">
        <w:r w:rsidRPr="000B73E9">
          <w:rPr>
            <w:rStyle w:val="Hyperlink"/>
            <w:sz w:val="12"/>
          </w:rPr>
          <w:t>video article</w:t>
        </w:r>
      </w:hyperlink>
      <w:r w:rsidRPr="000B73E9">
        <w:rPr>
          <w:sz w:val="12"/>
        </w:rPr>
        <w:t xml:space="preserve"> for the Verge. </w:t>
      </w:r>
      <w:proofErr w:type="spellStart"/>
      <w:r w:rsidRPr="000B73E9">
        <w:rPr>
          <w:sz w:val="12"/>
        </w:rPr>
        <w:t>Grush</w:t>
      </w:r>
      <w:proofErr w:type="spellEnd"/>
      <w:r w:rsidRPr="000B73E9">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0B73E9">
        <w:rPr>
          <w:sz w:val="12"/>
        </w:rPr>
        <w:t>metatheme</w:t>
      </w:r>
      <w:proofErr w:type="spellEnd"/>
      <w:r w:rsidRPr="000B73E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46"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0B73E9">
          <w:rPr>
            <w:rStyle w:val="Hyperlink"/>
            <w:sz w:val="12"/>
          </w:rPr>
          <w:t>announced</w:t>
        </w:r>
      </w:hyperlink>
      <w:r w:rsidRPr="000B73E9">
        <w:rPr>
          <w:sz w:val="12"/>
        </w:rPr>
        <w:t xml:space="preserve"> his plan to hire ten thousand refugees and was immediately hailed as a </w:t>
      </w:r>
      <w:hyperlink r:id="rId48"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49"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50"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 xml:space="preserve">Colonization of Mars should be seen as a complex social and political policy,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w:t>
      </w:r>
      <w:proofErr w:type="gramStart"/>
      <w:r w:rsidRPr="000B73E9">
        <w:rPr>
          <w:sz w:val="12"/>
        </w:rPr>
        <w:t>As socialists, our rallying cry</w:t>
      </w:r>
      <w:proofErr w:type="gramEnd"/>
      <w:r w:rsidRPr="000B73E9">
        <w:rPr>
          <w:sz w:val="12"/>
        </w:rPr>
        <w:t xml:space="preserve"> should be this: </w:t>
      </w:r>
      <w:hyperlink r:id="rId51" w:history="1">
        <w:r w:rsidRPr="000B73E9">
          <w:rPr>
            <w:rStyle w:val="Hyperlink"/>
            <w:sz w:val="12"/>
          </w:rPr>
          <w:t>Keep the red planet red</w:t>
        </w:r>
      </w:hyperlink>
      <w:r w:rsidRPr="000B73E9">
        <w:rPr>
          <w:sz w:val="12"/>
        </w:rPr>
        <w:t xml:space="preserve">! </w:t>
      </w:r>
    </w:p>
    <w:p w14:paraId="31EB3893" w14:textId="77777777" w:rsidR="00675C91" w:rsidRPr="000B73E9" w:rsidRDefault="00675C91" w:rsidP="00675C91">
      <w:pPr>
        <w:pStyle w:val="Heading4"/>
        <w:rPr>
          <w:rFonts w:cs="Calibri"/>
        </w:rPr>
      </w:pPr>
      <w:r w:rsidRPr="000B73E9">
        <w:rPr>
          <w:rFonts w:cs="Calibri"/>
        </w:rPr>
        <w:lastRenderedPageBreak/>
        <w:t>This private expansion into space results in corporate colonization of planets that undermines the interests of the rest of humanity. Spencer ’17</w:t>
      </w:r>
    </w:p>
    <w:p w14:paraId="27E634BF" w14:textId="77777777" w:rsidR="00675C91" w:rsidRPr="000B73E9" w:rsidRDefault="00675C91" w:rsidP="00675C91">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458258F4" w14:textId="77777777" w:rsidR="00675C91" w:rsidRPr="000B73E9" w:rsidRDefault="00675C91" w:rsidP="00675C91">
      <w:pPr>
        <w:ind w:left="720"/>
        <w:rPr>
          <w:sz w:val="12"/>
        </w:rPr>
      </w:pPr>
      <w:r w:rsidRPr="000B73E9">
        <w:rPr>
          <w:sz w:val="12"/>
        </w:rPr>
        <w:t xml:space="preserve">When CEO Elon Musk announced last month that his aerospace company SpaceX would be </w:t>
      </w:r>
      <w:hyperlink r:id="rId52"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56"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57"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0B73E9">
          <w:rPr>
            <w:rStyle w:val="StyleUnderline"/>
          </w:rPr>
          <w:t>sacrosanct</w:t>
        </w:r>
      </w:hyperlink>
      <w:r w:rsidRPr="000B73E9">
        <w:rPr>
          <w:rStyle w:val="StyleUnderline"/>
        </w:rPr>
        <w:t xml:space="preserve"> </w:t>
      </w:r>
      <w:hyperlink r:id="rId60"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61" w:history="1">
        <w:r w:rsidRPr="000B73E9">
          <w:rPr>
            <w:rStyle w:val="Hyperlink"/>
            <w:sz w:val="12"/>
          </w:rPr>
          <w:t>put in charge</w:t>
        </w:r>
      </w:hyperlink>
      <w:r w:rsidRPr="000B73E9">
        <w:rPr>
          <w:sz w:val="12"/>
        </w:rPr>
        <w:t xml:space="preserve"> of running the show on Mars, their interests will inherently be at </w:t>
      </w:r>
      <w:hyperlink r:id="rId62" w:history="1">
        <w:r w:rsidRPr="000B73E9">
          <w:rPr>
            <w:rStyle w:val="Hyperlink"/>
            <w:sz w:val="12"/>
          </w:rPr>
          <w:t xml:space="preserve">odds with the workers </w:t>
        </w:r>
      </w:hyperlink>
      <w:r w:rsidRPr="000B73E9">
        <w:rPr>
          <w:sz w:val="12"/>
        </w:rPr>
        <w:t xml:space="preserve">and employees involved. After all, a private foundation </w:t>
      </w:r>
      <w:hyperlink r:id="rId63" w:history="1">
        <w:r w:rsidRPr="000B73E9">
          <w:rPr>
            <w:rStyle w:val="Hyperlink"/>
            <w:sz w:val="12"/>
          </w:rPr>
          <w:t>is not a democracy</w:t>
        </w:r>
      </w:hyperlink>
      <w:r w:rsidRPr="000B73E9">
        <w:rPr>
          <w:sz w:val="12"/>
        </w:rPr>
        <w:t xml:space="preserve">; and as major philanthropic organizations like the Bill and Melinda Gates Foundation </w:t>
      </w:r>
      <w:hyperlink r:id="rId64" w:history="1">
        <w:r w:rsidRPr="000B73E9">
          <w:rPr>
            <w:rStyle w:val="Hyperlink"/>
            <w:sz w:val="12"/>
          </w:rPr>
          <w:t>illustrate</w:t>
        </w:r>
      </w:hyperlink>
      <w:r w:rsidRPr="000B73E9">
        <w:rPr>
          <w:sz w:val="12"/>
        </w:rPr>
        <w:t xml:space="preserve">, often </w:t>
      </w:r>
      <w:hyperlink r:id="rId65" w:history="1">
        <w:r w:rsidRPr="000B73E9">
          <w:rPr>
            <w:rStyle w:val="Hyperlink"/>
            <w:sz w:val="12"/>
          </w:rPr>
          <w:t>do the bidding</w:t>
        </w:r>
      </w:hyperlink>
      <w:r w:rsidRPr="000B73E9">
        <w:rPr>
          <w:sz w:val="12"/>
        </w:rPr>
        <w:t xml:space="preserve"> of their rich donors, and take an </w:t>
      </w:r>
      <w:hyperlink r:id="rId66"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68"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69"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w:t>
      </w:r>
      <w:r w:rsidRPr="000B73E9">
        <w:rPr>
          <w:rStyle w:val="StyleUnderline"/>
        </w:rPr>
        <w:lastRenderedPageBreak/>
        <w:t xml:space="preserve">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pretty uninteresting to him. This is unsurprising; accounts from those who have worked closely with him hint that he, like many CEOs, </w:t>
      </w:r>
      <w:hyperlink r:id="rId70"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349B731D" w14:textId="77777777" w:rsidR="00675C91" w:rsidRPr="000B73E9" w:rsidRDefault="00675C91" w:rsidP="00675C91">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4A9BFDA5" w14:textId="77777777" w:rsidR="00675C91" w:rsidRPr="000B73E9" w:rsidRDefault="00675C91" w:rsidP="00675C91">
      <w:pPr>
        <w:rPr>
          <w:rFonts w:eastAsia="Cambria"/>
        </w:rPr>
      </w:pPr>
      <w:proofErr w:type="spellStart"/>
      <w:r w:rsidRPr="000B73E9">
        <w:rPr>
          <w:rFonts w:eastAsia="Cambria"/>
          <w:b/>
          <w:bCs/>
          <w:sz w:val="26"/>
        </w:rPr>
        <w:t>Werlhof</w:t>
      </w:r>
      <w:proofErr w:type="spellEnd"/>
      <w:r w:rsidRPr="000B73E9">
        <w:rPr>
          <w:rFonts w:eastAsia="Cambria"/>
          <w:b/>
          <w:bCs/>
          <w:sz w:val="26"/>
        </w:rPr>
        <w:t xml:space="preserve">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5D5E822C" w14:textId="77777777" w:rsidR="00675C91" w:rsidRPr="000B73E9" w:rsidRDefault="00675C91" w:rsidP="00675C91">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 xml:space="preserve">and </w:t>
      </w:r>
      <w:proofErr w:type="spellStart"/>
      <w:r w:rsidRPr="000B73E9">
        <w:rPr>
          <w:sz w:val="12"/>
        </w:rPr>
        <w:t>everyone</w:t>
      </w:r>
      <w:proofErr w:type="spellEnd"/>
      <w:r w:rsidRPr="000B73E9">
        <w:rPr>
          <w:sz w:val="12"/>
        </w:rPr>
        <w:t>:</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As a consequence,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workers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w:t>
      </w:r>
      <w:r w:rsidRPr="000B73E9">
        <w:rPr>
          <w:rFonts w:eastAsia="Cambria"/>
          <w:sz w:val="12"/>
        </w:rPr>
        <w:lastRenderedPageBreak/>
        <w:t xml:space="preserve">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0B73E9">
        <w:rPr>
          <w:rFonts w:eastAsia="Cambria"/>
          <w:sz w:val="12"/>
        </w:rPr>
        <w:t xml:space="preserve"> because their performances are below average in comparison to speculation – rather: </w:t>
      </w:r>
      <w:proofErr w:type="spellStart"/>
      <w:r w:rsidRPr="000B73E9">
        <w:rPr>
          <w:rFonts w:eastAsia="Cambria"/>
          <w:sz w:val="12"/>
        </w:rPr>
        <w:t>spookulation</w:t>
      </w:r>
      <w:proofErr w:type="spellEnd"/>
      <w:r w:rsidRPr="000B73E9">
        <w:rPr>
          <w:rFonts w:eastAsia="Cambria"/>
          <w:sz w:val="12"/>
        </w:rPr>
        <w:t xml:space="preserve">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As a consequence,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e.g.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0B73E9">
        <w:rPr>
          <w:rFonts w:eastAsia="Cambria"/>
          <w:sz w:val="12"/>
          <w:szCs w:val="16"/>
        </w:rPr>
        <w:t>housewifized</w:t>
      </w:r>
      <w:proofErr w:type="spellEnd"/>
      <w:r w:rsidRPr="000B73E9">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traditional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w:t>
      </w:r>
      <w:r w:rsidRPr="000B73E9">
        <w:rPr>
          <w:rFonts w:eastAsia="Cambria"/>
          <w:sz w:val="12"/>
        </w:rPr>
        <w:lastRenderedPageBreak/>
        <w:t xml:space="preserve">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i.e.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0B73E9">
        <w:rPr>
          <w:rFonts w:eastAsia="Cambria"/>
          <w:sz w:val="12"/>
        </w:rPr>
        <w:t>wageless</w:t>
      </w:r>
      <w:proofErr w:type="spellEnd"/>
      <w:r w:rsidRPr="000B73E9">
        <w:rPr>
          <w:rFonts w:eastAsia="Cambria"/>
          <w:sz w:val="12"/>
        </w:rPr>
        <w:t xml:space="preserve">”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0B73E9">
        <w:rPr>
          <w:rFonts w:eastAsia="Cambria"/>
          <w:sz w:val="12"/>
        </w:rPr>
        <w:t>privata</w:t>
      </w:r>
      <w:proofErr w:type="spellEnd"/>
      <w:r w:rsidRPr="000B73E9">
        <w:rPr>
          <w:rFonts w:eastAsia="Cambria"/>
          <w:sz w:val="12"/>
        </w:rPr>
        <w:t xml:space="preserve">, or – as we could say today – a res </w:t>
      </w:r>
      <w:proofErr w:type="spellStart"/>
      <w:r w:rsidRPr="000B73E9">
        <w:rPr>
          <w:rFonts w:eastAsia="Cambria"/>
          <w:sz w:val="12"/>
        </w:rPr>
        <w:t>privata</w:t>
      </w:r>
      <w:proofErr w:type="spellEnd"/>
      <w:r w:rsidRPr="000B73E9">
        <w:rPr>
          <w:rFonts w:eastAsia="Cambria"/>
          <w:sz w:val="12"/>
        </w:rPr>
        <w:t xml:space="preserve"> </w:t>
      </w:r>
      <w:proofErr w:type="spellStart"/>
      <w:r w:rsidRPr="000B73E9">
        <w:rPr>
          <w:rFonts w:eastAsia="Cambria"/>
          <w:sz w:val="12"/>
        </w:rPr>
        <w:t>transnationale</w:t>
      </w:r>
      <w:proofErr w:type="spellEnd"/>
      <w:r w:rsidRPr="000B73E9">
        <w:rPr>
          <w:rFonts w:eastAsia="Cambria"/>
          <w:sz w:val="12"/>
        </w:rPr>
        <w:t xml:space="preserve"> (in its original Latin meaning, </w:t>
      </w:r>
      <w:proofErr w:type="spellStart"/>
      <w:r w:rsidRPr="000B73E9">
        <w:rPr>
          <w:rFonts w:eastAsia="Cambria"/>
          <w:sz w:val="12"/>
        </w:rPr>
        <w:t>privare</w:t>
      </w:r>
      <w:proofErr w:type="spellEnd"/>
      <w:r w:rsidRPr="000B73E9">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communities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still remain,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 xml:space="preserve">and facilitate the lucrative business of reconstruction.[57] In the 1980s, Ronald Reagan and Margaret Thatcher introduced neoliberalism in Anglo-America. In 1989, the so-called “Washington Consensus” was formulated. It claimed to </w:t>
      </w:r>
      <w:r w:rsidRPr="000B73E9">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DB4CD05" w14:textId="77777777" w:rsidR="00675C91" w:rsidRPr="000B73E9" w:rsidRDefault="00675C91" w:rsidP="00675C91">
      <w:pPr>
        <w:pStyle w:val="Heading3"/>
        <w:rPr>
          <w:rFonts w:cs="Calibri"/>
        </w:rPr>
      </w:pPr>
      <w:r>
        <w:rPr>
          <w:rFonts w:cs="Calibri"/>
        </w:rPr>
        <w:lastRenderedPageBreak/>
        <w:t>Plan – Commons (Delimiting and Liability)</w:t>
      </w:r>
    </w:p>
    <w:p w14:paraId="6C29F608" w14:textId="77777777" w:rsidR="00675C91" w:rsidRPr="000B73E9" w:rsidRDefault="00675C91" w:rsidP="00675C91">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20D07A1C" w14:textId="77777777" w:rsidR="00675C91" w:rsidRPr="000B73E9" w:rsidRDefault="00675C91" w:rsidP="00675C91"/>
    <w:p w14:paraId="78E9388B" w14:textId="77777777" w:rsidR="00675C91" w:rsidRPr="000B73E9" w:rsidRDefault="00675C91" w:rsidP="00675C91">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262B2B6D" w14:textId="77777777" w:rsidR="00675C91" w:rsidRPr="000B73E9" w:rsidRDefault="00675C91" w:rsidP="00675C91">
      <w:pPr>
        <w:pStyle w:val="Heading4"/>
        <w:rPr>
          <w:rFonts w:cs="Calibri"/>
        </w:rPr>
      </w:pPr>
      <w:r w:rsidRPr="000B73E9">
        <w:rPr>
          <w:rFonts w:cs="Calibri"/>
        </w:rPr>
        <w:t xml:space="preserve"> The aff:</w:t>
      </w:r>
    </w:p>
    <w:p w14:paraId="612DC30C" w14:textId="77777777" w:rsidR="00675C91" w:rsidRPr="000B73E9" w:rsidRDefault="00675C91" w:rsidP="008852D0">
      <w:pPr>
        <w:pStyle w:val="Heading4"/>
        <w:numPr>
          <w:ilvl w:val="0"/>
          <w:numId w:val="1"/>
        </w:numPr>
        <w:rPr>
          <w:rFonts w:cs="Calibri"/>
        </w:rPr>
      </w:pPr>
      <w:r w:rsidRPr="000B73E9">
        <w:rPr>
          <w:rFonts w:cs="Calibri"/>
        </w:rPr>
        <w:t>solves debris and space colonialism by ensuring the sustainable and equitable use of outer space resources.</w:t>
      </w:r>
    </w:p>
    <w:p w14:paraId="33A08405" w14:textId="77777777" w:rsidR="00675C91" w:rsidRPr="000B73E9" w:rsidRDefault="00675C91" w:rsidP="008852D0">
      <w:pPr>
        <w:pStyle w:val="ListParagraph"/>
        <w:numPr>
          <w:ilvl w:val="0"/>
          <w:numId w:val="1"/>
        </w:numPr>
        <w:rPr>
          <w:rStyle w:val="Style13ptBold"/>
        </w:rPr>
      </w:pPr>
      <w:r w:rsidRPr="000B73E9">
        <w:rPr>
          <w:rStyle w:val="Style13ptBold"/>
        </w:rPr>
        <w:t>prevents circumvention by aligning the interests of state parties</w:t>
      </w:r>
    </w:p>
    <w:p w14:paraId="2FF5736F" w14:textId="77777777" w:rsidR="00675C91" w:rsidRPr="000B73E9" w:rsidRDefault="00675C91" w:rsidP="008852D0">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765A24F7" w14:textId="77777777" w:rsidR="00675C91" w:rsidRPr="000B73E9" w:rsidRDefault="00675C91" w:rsidP="00675C91">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B49080B" w14:textId="77777777" w:rsidR="00675C91" w:rsidRPr="000B73E9" w:rsidRDefault="00675C91" w:rsidP="00675C91">
      <w:pPr>
        <w:ind w:left="720"/>
        <w:rPr>
          <w:sz w:val="16"/>
          <w:szCs w:val="16"/>
        </w:rPr>
      </w:pPr>
      <w:r w:rsidRPr="000B73E9">
        <w:rPr>
          <w:sz w:val="16"/>
          <w:szCs w:val="16"/>
        </w:rPr>
        <w:t>IV. NECESSITY FOR REGULATION TO PRESERVE THE HERITAGE OF MANKIND—A PROPOSAL</w:t>
      </w:r>
    </w:p>
    <w:p w14:paraId="3BC698FD" w14:textId="77777777" w:rsidR="00675C91" w:rsidRPr="000B73E9" w:rsidRDefault="00675C91" w:rsidP="00675C91">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0B73E9">
        <w:rPr>
          <w:rStyle w:val="Emphasis"/>
          <w:highlight w:val="green"/>
        </w:rPr>
        <w:t>geospace</w:t>
      </w:r>
      <w:proofErr w:type="spellEnd"/>
      <w:r w:rsidRPr="000B73E9">
        <w:rPr>
          <w:rStyle w:val="Emphasis"/>
          <w:highlight w:val="green"/>
        </w:rPr>
        <w:t xml:space="preserv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4CE7F9A7" w14:textId="77777777" w:rsidR="00675C91" w:rsidRPr="000B73E9" w:rsidRDefault="00675C91" w:rsidP="00675C91">
      <w:pPr>
        <w:ind w:left="720"/>
      </w:pPr>
      <w:r w:rsidRPr="000B73E9">
        <w:t>A. The Motivations for International Compliance</w:t>
      </w:r>
    </w:p>
    <w:p w14:paraId="7A614A0A" w14:textId="77777777" w:rsidR="00675C91" w:rsidRPr="000B73E9" w:rsidRDefault="00675C91" w:rsidP="00675C91">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016261B0" w14:textId="77777777" w:rsidR="00675C91" w:rsidRPr="000B73E9" w:rsidRDefault="00675C91" w:rsidP="00675C91">
      <w:pPr>
        <w:ind w:left="720"/>
        <w:rPr>
          <w:sz w:val="16"/>
          <w:szCs w:val="16"/>
        </w:rPr>
      </w:pPr>
      <w:r w:rsidRPr="000B73E9">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364A60C0" w14:textId="77777777" w:rsidR="00675C91" w:rsidRPr="000B73E9" w:rsidRDefault="00675C91" w:rsidP="00675C91">
      <w:pPr>
        <w:ind w:left="720"/>
        <w:rPr>
          <w:rStyle w:val="StyleUnderline"/>
        </w:rPr>
      </w:pP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5E6E67FC" w14:textId="77777777" w:rsidR="00675C91" w:rsidRPr="000B73E9" w:rsidRDefault="00675C91" w:rsidP="00675C91">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w:t>
      </w:r>
      <w:proofErr w:type="spellStart"/>
      <w:r w:rsidRPr="000B73E9">
        <w:rPr>
          <w:rStyle w:val="Emphasis"/>
          <w:highlight w:val="green"/>
        </w:rPr>
        <w:t>geospace</w:t>
      </w:r>
      <w:proofErr w:type="spellEnd"/>
      <w:r w:rsidRPr="000B73E9">
        <w:rPr>
          <w:rStyle w:val="Emphasis"/>
          <w:highlight w:val="green"/>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4C9829BB" w14:textId="77777777" w:rsidR="00675C91" w:rsidRPr="000B73E9" w:rsidRDefault="00675C91" w:rsidP="00675C91">
      <w:pPr>
        <w:ind w:left="720"/>
        <w:rPr>
          <w:sz w:val="16"/>
          <w:szCs w:val="16"/>
        </w:rPr>
      </w:pPr>
      <w:r w:rsidRPr="000B73E9">
        <w:rPr>
          <w:sz w:val="16"/>
          <w:szCs w:val="16"/>
        </w:rPr>
        <w:t>B. Existing Proposals</w:t>
      </w:r>
    </w:p>
    <w:p w14:paraId="0485B617" w14:textId="77777777" w:rsidR="00675C91" w:rsidRPr="000B73E9" w:rsidRDefault="00675C91" w:rsidP="00675C91">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8A74AF4" w14:textId="77777777" w:rsidR="00675C91" w:rsidRPr="000B73E9" w:rsidRDefault="00675C91" w:rsidP="00675C91">
      <w:pPr>
        <w:ind w:left="720"/>
      </w:pPr>
      <w:r w:rsidRPr="000B73E9">
        <w:t>C. A Coercive Proposal</w:t>
      </w:r>
    </w:p>
    <w:p w14:paraId="64F327C3" w14:textId="77777777" w:rsidR="00675C91" w:rsidRPr="000B73E9" w:rsidRDefault="00675C91" w:rsidP="00675C91">
      <w:pPr>
        <w:ind w:left="720"/>
        <w:rPr>
          <w:rStyle w:val="Emphasis"/>
        </w:rPr>
      </w:pPr>
      <w:r w:rsidRPr="000B73E9">
        <w:rPr>
          <w:rStyle w:val="StyleUnderline"/>
        </w:rPr>
        <w:lastRenderedPageBreak/>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w:t>
      </w:r>
      <w:proofErr w:type="spellStart"/>
      <w:r w:rsidRPr="000B73E9">
        <w:rPr>
          <w:rStyle w:val="Emphasis"/>
          <w:highlight w:val="green"/>
        </w:rPr>
        <w:t>geospace</w:t>
      </w:r>
      <w:proofErr w:type="spellEnd"/>
      <w:r w:rsidRPr="000B73E9">
        <w:rPr>
          <w:rStyle w:val="Emphasis"/>
          <w:highlight w:val="green"/>
        </w:rPr>
        <w:t xml:space="preserv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proofErr w:type="spellStart"/>
      <w:r w:rsidRPr="000B73E9">
        <w:rPr>
          <w:rStyle w:val="StyleUnderline"/>
        </w:rPr>
        <w:t>geospace</w:t>
      </w:r>
      <w:proofErr w:type="spellEnd"/>
      <w:r w:rsidRPr="000B73E9">
        <w:rPr>
          <w:rStyle w:val="Emphasis"/>
        </w:rPr>
        <w:t xml:space="preserve"> </w:t>
      </w:r>
      <w:r w:rsidRPr="000B73E9">
        <w:rPr>
          <w:rStyle w:val="Emphasis"/>
          <w:highlight w:val="green"/>
        </w:rPr>
        <w:t>delimitation and global liability</w:t>
      </w:r>
    </w:p>
    <w:p w14:paraId="5F495BB9" w14:textId="77777777" w:rsidR="00675C91" w:rsidRPr="000B73E9" w:rsidRDefault="00675C91" w:rsidP="00675C91">
      <w:pPr>
        <w:ind w:left="720"/>
      </w:pPr>
      <w:r w:rsidRPr="000B73E9">
        <w:t xml:space="preserve">1. </w:t>
      </w:r>
      <w:proofErr w:type="spellStart"/>
      <w:r w:rsidRPr="000B73E9">
        <w:t>Geospace</w:t>
      </w:r>
      <w:proofErr w:type="spellEnd"/>
      <w:r w:rsidRPr="000B73E9">
        <w:t xml:space="preserve"> Delimitation</w:t>
      </w:r>
    </w:p>
    <w:p w14:paraId="1C50BA07" w14:textId="77777777" w:rsidR="00675C91" w:rsidRPr="000B73E9" w:rsidRDefault="00675C91" w:rsidP="00675C91">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5FFD4EA5" w14:textId="77777777" w:rsidR="00675C91" w:rsidRPr="000B73E9" w:rsidRDefault="00675C91" w:rsidP="00675C91">
      <w:pPr>
        <w:ind w:left="720"/>
        <w:rPr>
          <w:sz w:val="16"/>
          <w:szCs w:val="16"/>
        </w:rPr>
      </w:pPr>
      <w:r w:rsidRPr="000B73E9">
        <w:rPr>
          <w:sz w:val="16"/>
          <w:szCs w:val="16"/>
        </w:rPr>
        <w:t xml:space="preserve">a. Antarctica </w:t>
      </w:r>
    </w:p>
    <w:p w14:paraId="13BF0150" w14:textId="77777777" w:rsidR="00675C91" w:rsidRPr="000B73E9" w:rsidRDefault="00675C91" w:rsidP="00675C91">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21A206B9" w14:textId="77777777" w:rsidR="00675C91" w:rsidRPr="000B73E9" w:rsidRDefault="00675C91" w:rsidP="00675C91">
      <w:pPr>
        <w:ind w:left="720"/>
        <w:rPr>
          <w:sz w:val="16"/>
          <w:szCs w:val="16"/>
        </w:rPr>
      </w:pPr>
      <w:r w:rsidRPr="000B73E9">
        <w:rPr>
          <w:sz w:val="16"/>
          <w:szCs w:val="16"/>
        </w:rPr>
        <w:t>b. The High Seas</w:t>
      </w:r>
    </w:p>
    <w:p w14:paraId="5FE8A492" w14:textId="77777777" w:rsidR="00675C91" w:rsidRPr="000B73E9" w:rsidRDefault="00675C91" w:rsidP="00675C91">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7AFE6C2C" w14:textId="77777777" w:rsidR="00675C91" w:rsidRPr="000B73E9" w:rsidRDefault="00675C91" w:rsidP="00675C91">
      <w:pPr>
        <w:ind w:left="720"/>
        <w:rPr>
          <w:sz w:val="16"/>
          <w:szCs w:val="16"/>
        </w:rPr>
      </w:pPr>
      <w:r w:rsidRPr="000B73E9">
        <w:rPr>
          <w:sz w:val="16"/>
          <w:szCs w:val="16"/>
        </w:rPr>
        <w:t>c. The Atmosphere</w:t>
      </w:r>
    </w:p>
    <w:p w14:paraId="0D88CCD9" w14:textId="77777777" w:rsidR="00675C91" w:rsidRPr="000B73E9" w:rsidRDefault="00675C91" w:rsidP="00675C91">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542753DB" w14:textId="77777777" w:rsidR="00675C91" w:rsidRPr="000B73E9" w:rsidRDefault="00675C91" w:rsidP="00675C91">
      <w:pPr>
        <w:ind w:left="720"/>
        <w:rPr>
          <w:sz w:val="16"/>
          <w:szCs w:val="16"/>
        </w:rPr>
      </w:pPr>
      <w:r w:rsidRPr="000B73E9">
        <w:rPr>
          <w:sz w:val="16"/>
          <w:szCs w:val="16"/>
        </w:rPr>
        <w:t>d. Regulating the Telecommunication Spectrum</w:t>
      </w:r>
    </w:p>
    <w:p w14:paraId="03C8ED27" w14:textId="77777777" w:rsidR="00675C91" w:rsidRPr="000B73E9" w:rsidRDefault="00675C91" w:rsidP="00675C91">
      <w:pPr>
        <w:ind w:left="720"/>
        <w:rPr>
          <w:sz w:val="16"/>
          <w:szCs w:val="16"/>
        </w:rPr>
      </w:pPr>
      <w:r w:rsidRPr="000B73E9">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4E3E968F" w14:textId="77777777" w:rsidR="00675C91" w:rsidRPr="000B73E9" w:rsidRDefault="00675C91" w:rsidP="00675C91">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5222B7ED" w14:textId="77777777" w:rsidR="00675C91" w:rsidRPr="000B73E9" w:rsidRDefault="00675C91" w:rsidP="00675C91">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18F6DFFC" w14:textId="77777777" w:rsidR="00675C91" w:rsidRPr="000B73E9" w:rsidRDefault="00675C91" w:rsidP="00675C91">
      <w:pPr>
        <w:ind w:left="720"/>
        <w:rPr>
          <w:sz w:val="16"/>
          <w:szCs w:val="16"/>
        </w:rPr>
      </w:pPr>
      <w:r w:rsidRPr="000B73E9">
        <w:rPr>
          <w:sz w:val="16"/>
          <w:szCs w:val="16"/>
        </w:rPr>
        <w:t>e. The OST’s Ineffective Delimitations</w:t>
      </w:r>
    </w:p>
    <w:p w14:paraId="51FB74B4" w14:textId="77777777" w:rsidR="00675C91" w:rsidRPr="000B73E9" w:rsidRDefault="00675C91" w:rsidP="00675C91">
      <w:pPr>
        <w:ind w:left="720"/>
        <w:rPr>
          <w:sz w:val="16"/>
        </w:rPr>
      </w:pPr>
      <w:r w:rsidRPr="000B73E9">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0B73E9">
        <w:rPr>
          <w:sz w:val="16"/>
        </w:rPr>
        <w:t>geospace</w:t>
      </w:r>
      <w:proofErr w:type="spellEnd"/>
      <w:r w:rsidRPr="000B73E9">
        <w:rPr>
          <w:sz w:val="16"/>
        </w:rPr>
        <w:t xml:space="preserve"> from littering the commons and destroying the utility of reserved slots.163 Holistically, none of the delimitations in the Corpus Juris </w:t>
      </w:r>
      <w:proofErr w:type="spellStart"/>
      <w:r w:rsidRPr="000B73E9">
        <w:rPr>
          <w:sz w:val="16"/>
        </w:rPr>
        <w:t>Spatialis</w:t>
      </w:r>
      <w:proofErr w:type="spellEnd"/>
      <w:r w:rsidRPr="000B73E9">
        <w:rPr>
          <w:sz w:val="16"/>
        </w:rPr>
        <w:t xml:space="preserve"> negate the cause of the growing belt of debris in </w:t>
      </w:r>
      <w:proofErr w:type="spellStart"/>
      <w:r w:rsidRPr="000B73E9">
        <w:rPr>
          <w:sz w:val="16"/>
        </w:rPr>
        <w:t>geospace</w:t>
      </w:r>
      <w:proofErr w:type="spellEnd"/>
      <w:r w:rsidRPr="000B73E9">
        <w:rPr>
          <w:sz w:val="16"/>
        </w:rPr>
        <w:t>.</w:t>
      </w:r>
    </w:p>
    <w:p w14:paraId="36B8F309" w14:textId="77777777" w:rsidR="00675C91" w:rsidRPr="000B73E9" w:rsidRDefault="00675C91" w:rsidP="00675C91">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w:t>
      </w:r>
      <w:proofErr w:type="spellStart"/>
      <w:r w:rsidRPr="000B73E9">
        <w:rPr>
          <w:rStyle w:val="Emphasis"/>
          <w:highlight w:val="green"/>
        </w:rPr>
        <w:t>geospace</w:t>
      </w:r>
      <w:proofErr w:type="spellEnd"/>
      <w:r w:rsidRPr="000B73E9">
        <w:rPr>
          <w:rStyle w:val="StyleUnderline"/>
        </w:rPr>
        <w:t xml:space="preserve">. When an entity launches a rocket into space, the accompanying payload causes either (1) temporary reduction of the aggregate utility of </w:t>
      </w:r>
      <w:proofErr w:type="spellStart"/>
      <w:r w:rsidRPr="000B73E9">
        <w:rPr>
          <w:rStyle w:val="StyleUnderline"/>
        </w:rPr>
        <w:t>geospace</w:t>
      </w:r>
      <w:proofErr w:type="spellEnd"/>
      <w:r w:rsidRPr="000B73E9">
        <w:rPr>
          <w:rStyle w:val="StyleUnderline"/>
        </w:rPr>
        <w:t xml:space="preserve"> or (2) permanent reduction of the aggregate utility of geospace.164</w:t>
      </w:r>
    </w:p>
    <w:p w14:paraId="70506B58" w14:textId="77777777" w:rsidR="00675C91" w:rsidRPr="000B73E9" w:rsidRDefault="00675C91" w:rsidP="00675C91">
      <w:pPr>
        <w:ind w:left="720"/>
        <w:rPr>
          <w:sz w:val="16"/>
        </w:rPr>
      </w:pPr>
      <w:r w:rsidRPr="000B73E9">
        <w:rPr>
          <w:rStyle w:val="StyleUnderline"/>
        </w:rPr>
        <w:t xml:space="preserve">The first delimitation prong will recommend bifurcating the applicability of the Corpus Juris </w:t>
      </w:r>
      <w:proofErr w:type="spellStart"/>
      <w:r w:rsidRPr="000B73E9">
        <w:rPr>
          <w:rStyle w:val="StyleUnderline"/>
        </w:rPr>
        <w:t>Spatialis</w:t>
      </w:r>
      <w:proofErr w:type="spellEnd"/>
      <w:r w:rsidRPr="000B73E9">
        <w:rPr>
          <w:rStyle w:val="StyleUnderline"/>
        </w:rPr>
        <w:t xml:space="preserve">, with separate regimes for outer space and </w:t>
      </w:r>
      <w:proofErr w:type="spellStart"/>
      <w:r w:rsidRPr="000B73E9">
        <w:rPr>
          <w:rStyle w:val="StyleUnderline"/>
        </w:rPr>
        <w:t>geospace</w:t>
      </w:r>
      <w:proofErr w:type="spellEnd"/>
      <w:r w:rsidRPr="000B73E9">
        <w:rPr>
          <w:rStyle w:val="StyleUnderline"/>
        </w:rPr>
        <w:t>.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w:t>
      </w:r>
      <w:proofErr w:type="spellStart"/>
      <w:r w:rsidRPr="000B73E9">
        <w:rPr>
          <w:rStyle w:val="StyleUnderline"/>
        </w:rPr>
        <w:t>geospace</w:t>
      </w:r>
      <w:proofErr w:type="spellEnd"/>
      <w:r w:rsidRPr="000B73E9">
        <w:rPr>
          <w:rStyle w:val="StyleUnderline"/>
        </w:rPr>
        <w:t xml:space="preserve">. Therefore, </w:t>
      </w:r>
      <w:r w:rsidRPr="000B73E9">
        <w:rPr>
          <w:rStyle w:val="Emphasis"/>
          <w:highlight w:val="green"/>
        </w:rPr>
        <w:t xml:space="preserve">demarcating the upper limit of </w:t>
      </w:r>
      <w:proofErr w:type="spellStart"/>
      <w:r w:rsidRPr="000B73E9">
        <w:rPr>
          <w:rStyle w:val="Emphasis"/>
          <w:highlight w:val="green"/>
        </w:rPr>
        <w:t>geospace</w:t>
      </w:r>
      <w:proofErr w:type="spellEnd"/>
      <w:r w:rsidRPr="000B73E9">
        <w:rPr>
          <w:rStyle w:val="Emphasis"/>
          <w:highlight w:val="green"/>
        </w:rPr>
        <w:t xml:space="preserv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proofErr w:type="spellStart"/>
      <w:r w:rsidRPr="000B73E9">
        <w:rPr>
          <w:rStyle w:val="Emphasis"/>
          <w:highlight w:val="green"/>
        </w:rPr>
        <w:t>geospace</w:t>
      </w:r>
      <w:proofErr w:type="spellEnd"/>
      <w:r w:rsidRPr="000B73E9">
        <w:rPr>
          <w:rStyle w:val="Emphasis"/>
          <w:highlight w:val="green"/>
        </w:rPr>
        <w:t xml:space="preserv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 xml:space="preserve">coerce more sustainable usage of </w:t>
      </w:r>
      <w:proofErr w:type="spellStart"/>
      <w:r w:rsidRPr="000B73E9">
        <w:rPr>
          <w:rStyle w:val="Emphasis"/>
          <w:highlight w:val="green"/>
        </w:rPr>
        <w:t>geospace</w:t>
      </w:r>
      <w:proofErr w:type="spellEnd"/>
      <w:r w:rsidRPr="000B73E9">
        <w:rPr>
          <w:rStyle w:val="Emphasis"/>
          <w:highlight w:val="green"/>
        </w:rPr>
        <w:t xml:space="preserve"> with the assistance of</w:t>
      </w:r>
      <w:r w:rsidRPr="000B73E9">
        <w:rPr>
          <w:rStyle w:val="StyleUnderline"/>
        </w:rPr>
        <w:t xml:space="preserve"> the secondary prong below.</w:t>
      </w:r>
      <w:r w:rsidRPr="000B73E9">
        <w:rPr>
          <w:sz w:val="16"/>
        </w:rPr>
        <w:t xml:space="preserve"> </w:t>
      </w:r>
    </w:p>
    <w:p w14:paraId="58330F52" w14:textId="77777777" w:rsidR="00675C91" w:rsidRPr="000B73E9" w:rsidRDefault="00675C91" w:rsidP="00675C91">
      <w:pPr>
        <w:ind w:left="720"/>
        <w:rPr>
          <w:rStyle w:val="Emphasis"/>
        </w:rPr>
      </w:pPr>
      <w:r w:rsidRPr="000B73E9">
        <w:t xml:space="preserve">2. </w:t>
      </w:r>
      <w:r w:rsidRPr="000B73E9">
        <w:rPr>
          <w:rStyle w:val="Emphasis"/>
          <w:highlight w:val="green"/>
        </w:rPr>
        <w:t>Global Liability</w:t>
      </w:r>
      <w:r w:rsidRPr="000B73E9">
        <w:rPr>
          <w:rStyle w:val="Emphasis"/>
        </w:rPr>
        <w:t xml:space="preserve"> </w:t>
      </w:r>
    </w:p>
    <w:p w14:paraId="39DF9C79" w14:textId="77777777" w:rsidR="00675C91" w:rsidRPr="000B73E9" w:rsidRDefault="00675C91" w:rsidP="00675C91">
      <w:pPr>
        <w:ind w:left="720"/>
        <w:rPr>
          <w:sz w:val="16"/>
        </w:rPr>
      </w:pPr>
      <w:r w:rsidRPr="000B73E9">
        <w:rPr>
          <w:rStyle w:val="StyleUnderline"/>
        </w:rPr>
        <w:lastRenderedPageBreak/>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proofErr w:type="spellStart"/>
      <w:r w:rsidRPr="000B73E9">
        <w:rPr>
          <w:rStyle w:val="Emphasis"/>
          <w:highlight w:val="green"/>
        </w:rPr>
        <w:t>geospace</w:t>
      </w:r>
      <w:proofErr w:type="spellEnd"/>
      <w:r w:rsidRPr="000B73E9">
        <w:rPr>
          <w:rStyle w:val="Emphasis"/>
          <w:highlight w:val="green"/>
        </w:rPr>
        <w:t xml:space="preserv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w:t>
      </w:r>
      <w:proofErr w:type="spellStart"/>
      <w:r w:rsidRPr="000B73E9">
        <w:rPr>
          <w:rStyle w:val="StyleUnderline"/>
        </w:rPr>
        <w:t>geospace</w:t>
      </w:r>
      <w:proofErr w:type="spellEnd"/>
      <w:r w:rsidRPr="000B73E9">
        <w:rPr>
          <w:rStyle w:val="StyleUnderline"/>
        </w:rPr>
        <w:t xml:space="preserv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5282A612" w14:textId="77777777" w:rsidR="00675C91" w:rsidRPr="000B73E9" w:rsidRDefault="00675C91" w:rsidP="00675C91">
      <w:pPr>
        <w:ind w:left="720"/>
        <w:rPr>
          <w:sz w:val="16"/>
        </w:rPr>
      </w:pPr>
      <w:r w:rsidRPr="000B73E9">
        <w:rPr>
          <w:sz w:val="16"/>
        </w:rPr>
        <w:t xml:space="preserve">Kessler informed the scientific community in 1970 of the probable cataclysmic chain-reaction and destructive conclusion of unabated </w:t>
      </w:r>
      <w:proofErr w:type="spellStart"/>
      <w:r w:rsidRPr="000B73E9">
        <w:rPr>
          <w:sz w:val="16"/>
        </w:rPr>
        <w:t>geospace</w:t>
      </w:r>
      <w:proofErr w:type="spellEnd"/>
      <w:r w:rsidRPr="000B73E9">
        <w:rPr>
          <w:sz w:val="16"/>
        </w:rPr>
        <w:t xml:space="preserv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w:t>
      </w:r>
      <w:proofErr w:type="spellStart"/>
      <w:r w:rsidRPr="000B73E9">
        <w:rPr>
          <w:rStyle w:val="StyleUnderline"/>
        </w:rPr>
        <w:t>geospace</w:t>
      </w:r>
      <w:proofErr w:type="spellEnd"/>
      <w:r w:rsidRPr="000B73E9">
        <w:rPr>
          <w:rStyle w:val="StyleUnderline"/>
        </w:rPr>
        <w:t xml:space="preserv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7929F1C1" w14:textId="77777777" w:rsidR="00675C91" w:rsidRPr="000B73E9" w:rsidRDefault="00675C91" w:rsidP="00675C91">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592C648F" w14:textId="77777777" w:rsidR="00675C91" w:rsidRPr="000B73E9" w:rsidRDefault="00675C91" w:rsidP="00675C91">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171AAE13" w14:textId="77777777" w:rsidR="00675C91" w:rsidRPr="000B73E9" w:rsidRDefault="00675C91" w:rsidP="00675C91">
      <w:pPr>
        <w:ind w:left="720"/>
      </w:pPr>
      <w:r w:rsidRPr="000B73E9">
        <w:t>V. CONCLUSION</w:t>
      </w:r>
    </w:p>
    <w:p w14:paraId="7594C67F" w14:textId="77777777" w:rsidR="00675C91" w:rsidRPr="000B73E9" w:rsidRDefault="00675C91" w:rsidP="00675C91">
      <w:pPr>
        <w:ind w:left="720"/>
        <w:rPr>
          <w:rStyle w:val="StyleUnderline"/>
        </w:rPr>
      </w:pPr>
      <w:r w:rsidRPr="000B73E9">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proofErr w:type="spellStart"/>
      <w:r w:rsidRPr="000B73E9">
        <w:rPr>
          <w:rStyle w:val="Emphasis"/>
          <w:highlight w:val="green"/>
        </w:rPr>
        <w:t>geospace</w:t>
      </w:r>
      <w:proofErr w:type="spellEnd"/>
      <w:r w:rsidRPr="000B73E9">
        <w:rPr>
          <w:rStyle w:val="Emphasis"/>
          <w:highlight w:val="green"/>
        </w:rPr>
        <w:t xml:space="preserve"> by forcing the signatory to face the reality of their negative externalities</w:t>
      </w:r>
      <w:r w:rsidRPr="000B73E9">
        <w:rPr>
          <w:rStyle w:val="StyleUnderline"/>
        </w:rPr>
        <w:t xml:space="preserve">. It is </w:t>
      </w:r>
      <w:r w:rsidRPr="000B73E9">
        <w:rPr>
          <w:rStyle w:val="StyleUnderline"/>
        </w:rPr>
        <w:lastRenderedPageBreak/>
        <w:t>unlikely that a nation-state exists that does not value space exploration and the benefits attributable.</w:t>
      </w:r>
    </w:p>
    <w:p w14:paraId="678FEDCC" w14:textId="77777777" w:rsidR="00675C91" w:rsidRPr="000B73E9" w:rsidRDefault="00675C91" w:rsidP="00675C91">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17A28819" w14:textId="77777777" w:rsidR="00675C91" w:rsidRDefault="00675C91" w:rsidP="00675C91">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514BEA84" w14:textId="77777777" w:rsidR="00675C91" w:rsidRDefault="00675C91" w:rsidP="00675C91">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6870B613" w14:textId="77777777" w:rsidR="00675C91" w:rsidRPr="00CF4FCA" w:rsidRDefault="00675C91" w:rsidP="00675C91"/>
    <w:p w14:paraId="4705D4DD" w14:textId="77777777" w:rsidR="00675C91" w:rsidRDefault="00675C91" w:rsidP="00675C91">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45C3F395" w14:textId="77777777" w:rsidR="00675C91" w:rsidRDefault="00675C91" w:rsidP="00675C91"/>
    <w:p w14:paraId="0964780B" w14:textId="77777777" w:rsidR="00675C91" w:rsidRPr="002C6293" w:rsidRDefault="00675C91" w:rsidP="00675C91">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BF0959">
        <w:rPr>
          <w:rStyle w:val="Emphasis"/>
          <w:highlight w:val="yellow"/>
        </w:rPr>
        <w:t>commercialization</w:t>
      </w:r>
      <w:r w:rsidRPr="00BF0959">
        <w:rPr>
          <w:rStyle w:val="StyleUnderline"/>
        </w:rPr>
        <w:t xml:space="preserve"> of space activities </w:t>
      </w:r>
      <w:r w:rsidRPr="00BF0959">
        <w:rPr>
          <w:rStyle w:val="Emphasis"/>
          <w:highlight w:val="yellow"/>
        </w:rPr>
        <w:t>has denounced a growing interest in private</w:t>
      </w:r>
      <w:r w:rsidRPr="00BF0959">
        <w:rPr>
          <w:rStyle w:val="StyleUnderline"/>
        </w:rPr>
        <w:t xml:space="preserve">, non-governmental </w:t>
      </w:r>
      <w:r w:rsidRPr="00BF0959">
        <w:rPr>
          <w:rStyle w:val="Emphasis"/>
          <w:highlight w:val="yellow"/>
        </w:rPr>
        <w:t>uses of</w:t>
      </w:r>
      <w:r w:rsidRPr="00BF0959">
        <w:rPr>
          <w:rStyle w:val="StyleUnderline"/>
        </w:rPr>
        <w:t xml:space="preserve"> outer </w:t>
      </w:r>
      <w:r w:rsidRPr="00BF0959">
        <w:rPr>
          <w:rStyle w:val="Emphasis"/>
          <w:highlight w:val="yellow"/>
        </w:rPr>
        <w:t>space</w:t>
      </w:r>
      <w:r w:rsidRPr="00BF0959">
        <w:rPr>
          <w:rStyle w:val="StyleUnderline"/>
        </w:rPr>
        <w:t>, including space resources.</w:t>
      </w:r>
      <w:r w:rsidRPr="002C6293">
        <w:rPr>
          <w:sz w:val="16"/>
        </w:rPr>
        <w:t xml:space="preserve"> As such, outer space continues to prove itself as a strategic domain from scientific, economic, and security standpoints. </w:t>
      </w:r>
      <w:r w:rsidRPr="00BF0959">
        <w:rPr>
          <w:rStyle w:val="StyleUnderline"/>
        </w:rPr>
        <w:t xml:space="preserve">As far as international law is concerned, novel </w:t>
      </w:r>
      <w:r w:rsidRPr="002C6293">
        <w:rPr>
          <w:rStyle w:val="Emphasis"/>
          <w:highlight w:val="yellow"/>
        </w:rPr>
        <w:t>debates have emerged about the ontological nature of</w:t>
      </w:r>
      <w:r w:rsidRPr="002C6293">
        <w:rPr>
          <w:rStyle w:val="Emphasis"/>
        </w:rPr>
        <w:t xml:space="preserve"> </w:t>
      </w:r>
      <w:r w:rsidRPr="00BF0959">
        <w:rPr>
          <w:rStyle w:val="StyleUnderline"/>
        </w:rPr>
        <w:t xml:space="preserve">outer </w:t>
      </w:r>
      <w:r w:rsidRPr="002C6293">
        <w:rPr>
          <w:rStyle w:val="Emphasis"/>
          <w:highlight w:val="yellow"/>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2C6293">
        <w:rPr>
          <w:rStyle w:val="Emphasis"/>
          <w:highlight w:val="yellow"/>
        </w:rPr>
        <w:t>a resource domain to which all nations have access, but to which none</w:t>
      </w:r>
      <w:r w:rsidRPr="00BF0959">
        <w:rPr>
          <w:rStyle w:val="StyleUnderline"/>
        </w:rPr>
        <w:t xml:space="preserve"> has the right to </w:t>
      </w:r>
      <w:r w:rsidRPr="002C6293">
        <w:rPr>
          <w:rStyle w:val="Emphasis"/>
          <w:highlight w:val="yellow"/>
        </w:rPr>
        <w:t>claim sovereignty,</w:t>
      </w:r>
      <w:r w:rsidRPr="00BF0959">
        <w:rPr>
          <w:rStyle w:val="StyleUnderline"/>
        </w:rPr>
        <w:t xml:space="preserve"> outer </w:t>
      </w:r>
      <w:r w:rsidRPr="002C6293">
        <w:rPr>
          <w:rStyle w:val="Emphasis"/>
          <w:highlight w:val="yellow"/>
        </w:rPr>
        <w:t>space may be understood as</w:t>
      </w:r>
      <w:r w:rsidRPr="00BF0959">
        <w:rPr>
          <w:rStyle w:val="StyleUnderline"/>
        </w:rPr>
        <w:t xml:space="preserve"> an example of </w:t>
      </w:r>
      <w:r w:rsidRPr="002C6293">
        <w:rPr>
          <w:rStyle w:val="Emphasis"/>
          <w:highlight w:val="yellow"/>
        </w:rPr>
        <w:t xml:space="preserve">global commons </w:t>
      </w:r>
      <w:r w:rsidRPr="002C6293">
        <w:rPr>
          <w:rStyle w:val="StyleUnderline"/>
        </w:rPr>
        <w:t xml:space="preserve">– similarly to the </w:t>
      </w:r>
      <w:r w:rsidRPr="002C6293">
        <w:rPr>
          <w:rStyle w:val="StyleUnderline"/>
        </w:rPr>
        <w:lastRenderedPageBreak/>
        <w:t>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6E5DFA76" w14:textId="77777777" w:rsidR="00675C91" w:rsidRPr="00BF0959" w:rsidRDefault="00675C91" w:rsidP="00675C91">
      <w:pPr>
        <w:ind w:left="720"/>
        <w:rPr>
          <w:sz w:val="16"/>
          <w:szCs w:val="16"/>
        </w:rPr>
      </w:pPr>
      <w:r w:rsidRPr="00BF0959">
        <w:rPr>
          <w:sz w:val="16"/>
          <w:szCs w:val="16"/>
        </w:rPr>
        <w:t>2. Key problems and conflicts</w:t>
      </w:r>
    </w:p>
    <w:p w14:paraId="265E711D" w14:textId="77777777" w:rsidR="00675C91" w:rsidRPr="00BF0959" w:rsidRDefault="00675C91" w:rsidP="00675C91">
      <w:pPr>
        <w:ind w:left="720"/>
        <w:rPr>
          <w:sz w:val="16"/>
        </w:rPr>
      </w:pPr>
      <w:r w:rsidRPr="002C6293">
        <w:rPr>
          <w:rStyle w:val="Emphasis"/>
          <w:highlight w:val="yellow"/>
        </w:rPr>
        <w:t>In space law</w:t>
      </w:r>
      <w:r w:rsidRPr="00BF0959">
        <w:rPr>
          <w:rStyle w:val="StyleUnderline"/>
        </w:rPr>
        <w:t xml:space="preserve"> as in space policy, </w:t>
      </w:r>
      <w:r w:rsidRPr="002C6293">
        <w:rPr>
          <w:rStyle w:val="Emphasis"/>
          <w:highlight w:val="yellow"/>
        </w:rPr>
        <w:t xml:space="preserve">words matter. By legally classifying outer space as a </w:t>
      </w:r>
      <w:proofErr w:type="gramStart"/>
      <w:r w:rsidRPr="002C6293">
        <w:rPr>
          <w:rStyle w:val="Emphasis"/>
          <w:highlight w:val="yellow"/>
        </w:rPr>
        <w:t>global commons</w:t>
      </w:r>
      <w:proofErr w:type="gramEnd"/>
      <w:r w:rsidRPr="002C6293">
        <w:rPr>
          <w:rStyle w:val="Emphasis"/>
          <w:highlight w:val="yellow"/>
        </w:rPr>
        <w:t>,</w:t>
      </w:r>
      <w:r w:rsidRPr="00BF0959">
        <w:rPr>
          <w:rStyle w:val="StyleUnderline"/>
        </w:rPr>
        <w:t xml:space="preserve"> relevant political </w:t>
      </w:r>
      <w:r w:rsidRPr="002C6293">
        <w:rPr>
          <w:rStyle w:val="Emphasis"/>
          <w:highlight w:val="yellow"/>
        </w:rPr>
        <w:t>consequences, both national and international, naturally ensue</w:t>
      </w:r>
      <w:r w:rsidRPr="00BF0959">
        <w:rPr>
          <w:rStyle w:val="StyleUnderline"/>
        </w:rPr>
        <w:t>.</w:t>
      </w:r>
      <w:r w:rsidRPr="00BF0959">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10261CE9" w14:textId="77777777" w:rsidR="00675C91" w:rsidRPr="00BF0959" w:rsidRDefault="00675C91" w:rsidP="00675C91">
      <w:pPr>
        <w:ind w:left="720"/>
        <w:rPr>
          <w:sz w:val="16"/>
          <w:szCs w:val="16"/>
        </w:rPr>
      </w:pPr>
      <w:r w:rsidRPr="00BF0959">
        <w:rPr>
          <w:sz w:val="16"/>
          <w:szCs w:val="16"/>
        </w:rPr>
        <w:t>Global Commons Concept</w:t>
      </w:r>
    </w:p>
    <w:p w14:paraId="212FD30A" w14:textId="77777777" w:rsidR="00675C91" w:rsidRPr="002279F5" w:rsidRDefault="00675C91" w:rsidP="00675C91">
      <w:pPr>
        <w:ind w:left="720"/>
        <w:rPr>
          <w:sz w:val="16"/>
        </w:rPr>
      </w:pPr>
      <w:r w:rsidRPr="002279F5">
        <w:rPr>
          <w:sz w:val="16"/>
        </w:rPr>
        <w:t xml:space="preserve">Legally defining “global commons” has proved to be a challenge, leading to incompatible views. </w:t>
      </w:r>
      <w:r w:rsidRPr="002279F5">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A26AE6">
        <w:rPr>
          <w:rStyle w:val="Emphasis"/>
          <w:highlight w:val="yellow"/>
        </w:rPr>
        <w:t>Not subjected to exclusive sovereignty</w:t>
      </w:r>
      <w:r w:rsidRPr="002279F5">
        <w:rPr>
          <w:rStyle w:val="StyleUnderline"/>
        </w:rPr>
        <w:t xml:space="preserve">, global commons </w:t>
      </w:r>
      <w:r w:rsidRPr="00A26AE6">
        <w:rPr>
          <w:rStyle w:val="Emphasis"/>
          <w:highlight w:val="yellow"/>
        </w:rPr>
        <w:t>may either be unowned</w:t>
      </w:r>
      <w:r w:rsidRPr="002279F5">
        <w:rPr>
          <w:rStyle w:val="StyleUnderline"/>
        </w:rPr>
        <w:t xml:space="preserve"> resource </w:t>
      </w:r>
      <w:r w:rsidRPr="00A26AE6">
        <w:rPr>
          <w:rStyle w:val="Emphasis"/>
          <w:highlight w:val="yellow"/>
        </w:rPr>
        <w:t xml:space="preserve">domains, or deemed as belonging to the international community in </w:t>
      </w:r>
      <w:proofErr w:type="spellStart"/>
      <w:r w:rsidRPr="00A26AE6">
        <w:rPr>
          <w:rStyle w:val="Emphasis"/>
          <w:highlight w:val="yellow"/>
        </w:rPr>
        <w:t>totum</w:t>
      </w:r>
      <w:proofErr w:type="spellEnd"/>
      <w:r w:rsidRPr="002279F5">
        <w:rPr>
          <w:sz w:val="16"/>
        </w:rPr>
        <w:t xml:space="preserve">. </w:t>
      </w:r>
      <w:proofErr w:type="spellStart"/>
      <w:r w:rsidRPr="002279F5">
        <w:rPr>
          <w:rStyle w:val="StyleUnderline"/>
        </w:rPr>
        <w:t>Soroos</w:t>
      </w:r>
      <w:proofErr w:type="spellEnd"/>
      <w:r w:rsidRPr="002279F5">
        <w:rPr>
          <w:rStyle w:val="StyleUnderline"/>
        </w:rPr>
        <w:t xml:space="preserve"> explains that unowned domains can be regarded as commons if generally understood that </w:t>
      </w:r>
      <w:r w:rsidRPr="00A26AE6">
        <w:rPr>
          <w:rStyle w:val="Emphasis"/>
          <w:highlight w:val="yellow"/>
        </w:rPr>
        <w:t>they cannot be claimed by any individual actor,</w:t>
      </w:r>
      <w:r w:rsidRPr="002279F5">
        <w:rPr>
          <w:rStyle w:val="StyleUnderline"/>
        </w:rPr>
        <w:t xml:space="preserve"> neither partially nor as a whole. </w:t>
      </w:r>
      <w:r w:rsidRPr="00A26AE6">
        <w:rPr>
          <w:rStyle w:val="Emphasis"/>
          <w:highlight w:val="yellow"/>
        </w:rPr>
        <w:t>A regulatory scheme may</w:t>
      </w:r>
      <w:r w:rsidRPr="00A26AE6">
        <w:rPr>
          <w:rStyle w:val="Emphasis"/>
        </w:rPr>
        <w:t xml:space="preserve"> </w:t>
      </w:r>
      <w:r w:rsidRPr="002279F5">
        <w:rPr>
          <w:rStyle w:val="StyleUnderline"/>
        </w:rPr>
        <w:t xml:space="preserve">eventually </w:t>
      </w:r>
      <w:r w:rsidRPr="00A26AE6">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42BFE98B" w14:textId="77777777" w:rsidR="00675C91" w:rsidRPr="00CF4FCA" w:rsidRDefault="00675C91" w:rsidP="00675C91"/>
    <w:p w14:paraId="576F5B34" w14:textId="77777777" w:rsidR="00675C91" w:rsidRPr="00CF4FCA" w:rsidRDefault="00675C91" w:rsidP="00675C91"/>
    <w:p w14:paraId="660AAE55" w14:textId="77777777" w:rsidR="00675C91" w:rsidRPr="000B73E9" w:rsidRDefault="00675C91" w:rsidP="00675C91">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42CEE7EB" w14:textId="77777777" w:rsidR="00675C91" w:rsidRPr="000B73E9" w:rsidRDefault="00675C91" w:rsidP="00675C91">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72" w:history="1">
        <w:r w:rsidRPr="000B73E9">
          <w:rPr>
            <w:rStyle w:val="Hyperlink"/>
            <w:sz w:val="16"/>
          </w:rPr>
          <w:t>https://carnegieendowment.org/2021/03/09/space-is-great-commons.-it-s-time-to-treat-it-as-such-pub-84018</w:t>
        </w:r>
      </w:hyperlink>
      <w:r w:rsidRPr="000B73E9">
        <w:rPr>
          <w:sz w:val="16"/>
        </w:rPr>
        <w:t>&gt; AT</w:t>
      </w:r>
    </w:p>
    <w:p w14:paraId="2A7747A8" w14:textId="3A1C212C" w:rsidR="00675C91" w:rsidRPr="00675C91" w:rsidRDefault="00675C91" w:rsidP="00675C91">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 xml:space="preserve">orbits to set the table for a governance system to </w:t>
      </w:r>
      <w:r w:rsidRPr="000B73E9">
        <w:rPr>
          <w:rStyle w:val="StyleUnderline"/>
          <w:highlight w:val="yellow"/>
        </w:rPr>
        <w:lastRenderedPageBreak/>
        <w:t>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04B4CC" w14:textId="77777777" w:rsidR="00675C91" w:rsidRPr="000B73E9" w:rsidRDefault="00675C91" w:rsidP="00675C91">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7898DBDC" w14:textId="77777777" w:rsidR="00675C91" w:rsidRPr="000B73E9" w:rsidRDefault="00675C91" w:rsidP="00675C91"/>
    <w:p w14:paraId="1B377A64" w14:textId="77777777" w:rsidR="00675C91" w:rsidRPr="000B73E9" w:rsidRDefault="00675C91" w:rsidP="00675C91">
      <w:proofErr w:type="spellStart"/>
      <w:r w:rsidRPr="000B73E9">
        <w:rPr>
          <w:rStyle w:val="Style13ptBold"/>
        </w:rPr>
        <w:t>Dardot</w:t>
      </w:r>
      <w:proofErr w:type="spellEnd"/>
      <w:r w:rsidRPr="000B73E9">
        <w:rPr>
          <w:rStyle w:val="Style13ptBold"/>
        </w:rPr>
        <w:t xml:space="preserve"> 18</w:t>
      </w:r>
      <w:r w:rsidRPr="000B73E9">
        <w:t xml:space="preserve"> [Pierre </w:t>
      </w:r>
      <w:proofErr w:type="spellStart"/>
      <w:r w:rsidRPr="000B73E9">
        <w:t>Dardot</w:t>
      </w:r>
      <w:proofErr w:type="spellEnd"/>
      <w:r w:rsidRPr="000B73E9">
        <w:t xml:space="preserve">, “What democracy for the global commons?,” The Commons and a New Global Governance, ed. Samuel </w:t>
      </w:r>
      <w:proofErr w:type="spellStart"/>
      <w:r w:rsidRPr="000B73E9">
        <w:t>Cogolati</w:t>
      </w:r>
      <w:proofErr w:type="spellEnd"/>
      <w:r w:rsidRPr="000B73E9">
        <w:t xml:space="preserve"> and Jan </w:t>
      </w:r>
      <w:proofErr w:type="spellStart"/>
      <w:r w:rsidRPr="000B73E9">
        <w:t>Wouters</w:t>
      </w:r>
      <w:proofErr w:type="spellEnd"/>
      <w:r w:rsidRPr="000B73E9">
        <w:t xml:space="preserve"> (2018). </w:t>
      </w:r>
      <w:hyperlink r:id="rId73" w:history="1">
        <w:r w:rsidRPr="000B73E9">
          <w:rPr>
            <w:rStyle w:val="Hyperlink"/>
          </w:rPr>
          <w:t>https://d1wqtxts1xzle7.cloudfront.net/58613276/What_Democracy_-</w:t>
        </w:r>
        <w:r w:rsidRPr="000B73E9">
          <w:rPr>
            <w:rStyle w:val="Hyperlink"/>
          </w:rPr>
          <w:lastRenderedPageBreak/>
          <w:t>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3A5EFE5C" w14:textId="77777777" w:rsidR="00675C91" w:rsidRPr="000B73E9" w:rsidRDefault="00675C91" w:rsidP="00675C91"/>
    <w:p w14:paraId="6950D374" w14:textId="77777777" w:rsidR="00675C91" w:rsidRPr="000B73E9" w:rsidRDefault="00675C91" w:rsidP="00675C91">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w:t>
      </w:r>
      <w:proofErr w:type="spellStart"/>
      <w:r w:rsidRPr="000B73E9">
        <w:rPr>
          <w:rStyle w:val="Emphasis"/>
          <w:highlight w:val="green"/>
        </w:rPr>
        <w:t>inappropriable</w:t>
      </w:r>
      <w:proofErr w:type="spellEnd"/>
      <w:r w:rsidRPr="000B73E9">
        <w:rPr>
          <w:rStyle w:val="Emphasis"/>
          <w:highlight w:val="green"/>
        </w:rPr>
        <w:t xml:space="preserv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5CCD06A5" w14:textId="77777777" w:rsidR="00675C91" w:rsidRPr="000B73E9" w:rsidRDefault="00675C91" w:rsidP="00675C91">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w:t>
      </w:r>
      <w:proofErr w:type="spellStart"/>
      <w:r w:rsidRPr="000B73E9">
        <w:rPr>
          <w:sz w:val="16"/>
        </w:rPr>
        <w:t>munus</w:t>
      </w:r>
      <w:proofErr w:type="spellEnd"/>
      <w:r w:rsidRPr="000B73E9">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 xml:space="preserve">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w:t>
      </w:r>
      <w:r w:rsidRPr="000B73E9">
        <w:rPr>
          <w:rStyle w:val="StyleUnderline"/>
        </w:rPr>
        <w:lastRenderedPageBreak/>
        <w:t>the singular), which is to say, democracy. To sum up, common use requires self-government.</w:t>
      </w:r>
    </w:p>
    <w:p w14:paraId="4084CB4C" w14:textId="77777777" w:rsidR="00675C91" w:rsidRPr="000B73E9" w:rsidRDefault="00675C91" w:rsidP="00675C91">
      <w:pPr>
        <w:ind w:left="720"/>
        <w:rPr>
          <w:sz w:val="16"/>
          <w:szCs w:val="16"/>
        </w:rPr>
      </w:pPr>
      <w:r w:rsidRPr="000B73E9">
        <w:rPr>
          <w:sz w:val="16"/>
          <w:szCs w:val="16"/>
        </w:rPr>
        <w:t xml:space="preserve">Yet these examples would seem to speak in </w:t>
      </w:r>
      <w:proofErr w:type="spellStart"/>
      <w:r w:rsidRPr="000B73E9">
        <w:rPr>
          <w:sz w:val="16"/>
          <w:szCs w:val="16"/>
        </w:rPr>
        <w:t>favour</w:t>
      </w:r>
      <w:proofErr w:type="spellEnd"/>
      <w:r w:rsidRPr="000B73E9">
        <w:rPr>
          <w:sz w:val="16"/>
          <w:szCs w:val="16"/>
        </w:rPr>
        <w:t xml:space="preserve"> of the establishment of a local democracy, confined within specific geographic limits (for example, a </w:t>
      </w:r>
      <w:proofErr w:type="spellStart"/>
      <w:r w:rsidRPr="000B73E9">
        <w:rPr>
          <w:sz w:val="16"/>
          <w:szCs w:val="16"/>
        </w:rPr>
        <w:t>neighbourhood</w:t>
      </w:r>
      <w:proofErr w:type="spellEnd"/>
      <w:r w:rsidRPr="000B73E9">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4177F6E7" w14:textId="77777777" w:rsidR="00675C91" w:rsidRPr="000B73E9" w:rsidRDefault="00675C91" w:rsidP="00675C91">
      <w:pPr>
        <w:ind w:left="720"/>
        <w:rPr>
          <w:sz w:val="16"/>
          <w:szCs w:val="16"/>
        </w:rPr>
      </w:pPr>
      <w:r w:rsidRPr="000B73E9">
        <w:rPr>
          <w:sz w:val="16"/>
          <w:szCs w:val="16"/>
        </w:rPr>
        <w:t>CURRENT PARADIGMS TO DEAL WITH THE UNLIMITED COSMOCAPITALISM</w:t>
      </w:r>
    </w:p>
    <w:p w14:paraId="3247E305" w14:textId="77777777" w:rsidR="00675C91" w:rsidRPr="000B73E9" w:rsidRDefault="00675C91" w:rsidP="00675C91">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proofErr w:type="spellStart"/>
      <w:r w:rsidRPr="000B73E9">
        <w:rPr>
          <w:rStyle w:val="Emphasis"/>
          <w:highlight w:val="green"/>
        </w:rPr>
        <w:t>cosmocapitalism</w:t>
      </w:r>
      <w:proofErr w:type="spellEnd"/>
      <w:r w:rsidRPr="000B73E9">
        <w:rPr>
          <w:rStyle w:val="Emphasis"/>
          <w:highlight w:val="green"/>
        </w:rPr>
        <w:t>’</w:t>
      </w:r>
      <w:r w:rsidRPr="000B73E9">
        <w:rPr>
          <w:rStyle w:val="StyleUnderline"/>
        </w:rPr>
        <w:t xml:space="preserve">. How can this be understood? </w:t>
      </w:r>
      <w:proofErr w:type="spellStart"/>
      <w:r w:rsidRPr="000B73E9">
        <w:rPr>
          <w:rStyle w:val="StyleUnderline"/>
        </w:rPr>
        <w:t>Cosmocapitalism</w:t>
      </w:r>
      <w:proofErr w:type="spellEnd"/>
      <w:r w:rsidRPr="000B73E9">
        <w:rPr>
          <w:rStyle w:val="StyleUnderline"/>
        </w:rPr>
        <w:t xml:space="preserve">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0ADD0E43" w14:textId="77777777" w:rsidR="00675C91" w:rsidRPr="000B73E9" w:rsidRDefault="00675C91" w:rsidP="00675C91">
      <w:pPr>
        <w:ind w:left="720"/>
      </w:pPr>
      <w:r w:rsidRPr="000B73E9">
        <w:t>3.1 Humanity’s Common Heritage Paradigm and the Appropriation of Space</w:t>
      </w:r>
    </w:p>
    <w:p w14:paraId="5D78D2D7" w14:textId="77777777" w:rsidR="00675C91" w:rsidRPr="000B73E9" w:rsidRDefault="00675C91" w:rsidP="00675C91">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7F3D6C46" w14:textId="77777777" w:rsidR="00675C91" w:rsidRPr="000B73E9" w:rsidRDefault="00675C91" w:rsidP="00675C91">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 xml:space="preserve">These two conditions, equal access for all and non-ownership, are strictly complementary and both refer to subjects recognized by international law, that is to say, the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726FC864" w14:textId="77777777" w:rsidR="00675C91" w:rsidRPr="000B73E9" w:rsidRDefault="00675C91" w:rsidP="00675C91">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w:t>
      </w:r>
      <w:proofErr w:type="spellStart"/>
      <w:r w:rsidRPr="000B73E9">
        <w:rPr>
          <w:sz w:val="16"/>
        </w:rPr>
        <w:t>Calimaq</w:t>
      </w:r>
      <w:proofErr w:type="spellEnd"/>
      <w:r w:rsidRPr="000B73E9">
        <w:rPr>
          <w:sz w:val="16"/>
        </w:rPr>
        <w:t>, 2015). Yet, the law passed by Congress seems to pretend the contrary, as it provides a so-called ‘Disclaimer of Extraterritorial Sovereignty’ in Section 3 of the Act (US Congress, 2015)</w:t>
      </w:r>
    </w:p>
    <w:p w14:paraId="4567940C" w14:textId="77777777" w:rsidR="00675C91" w:rsidRPr="000B73E9" w:rsidRDefault="00675C91" w:rsidP="00675C91">
      <w:pPr>
        <w:ind w:left="1440"/>
        <w:rPr>
          <w:sz w:val="16"/>
          <w:szCs w:val="16"/>
        </w:rPr>
      </w:pPr>
      <w:r w:rsidRPr="000B73E9">
        <w:rPr>
          <w:sz w:val="16"/>
          <w:szCs w:val="16"/>
        </w:rPr>
        <w:t xml:space="preserve">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w:t>
      </w:r>
      <w:r w:rsidRPr="000B73E9">
        <w:rPr>
          <w:sz w:val="16"/>
          <w:szCs w:val="16"/>
        </w:rPr>
        <w:lastRenderedPageBreak/>
        <w:t>in accordance with generally accepted principles of international law recognized by the United States; but Does not thereby assert sovereignty or sovereign or exclusive rights or jurisdiction over, or the ownership of, any areas or resources in the deep seabed.</w:t>
      </w:r>
    </w:p>
    <w:p w14:paraId="31A7639B" w14:textId="77777777" w:rsidR="00675C91" w:rsidRPr="000B73E9" w:rsidRDefault="00675C91" w:rsidP="00675C91">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7DA50394" w14:textId="77777777" w:rsidR="00675C91" w:rsidRPr="000B73E9" w:rsidRDefault="00675C91" w:rsidP="00675C91">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3E872F8A" w14:textId="77777777" w:rsidR="00675C91" w:rsidRPr="000B73E9" w:rsidRDefault="00675C91" w:rsidP="00675C91">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w:t>
      </w:r>
      <w:proofErr w:type="spellStart"/>
      <w:r w:rsidRPr="000B73E9">
        <w:rPr>
          <w:rStyle w:val="Emphasis"/>
          <w:highlight w:val="green"/>
        </w:rPr>
        <w:t>licence</w:t>
      </w:r>
      <w:proofErr w:type="spellEnd"/>
      <w:r w:rsidRPr="000B73E9">
        <w:rPr>
          <w:rStyle w:val="Emphasis"/>
          <w:highlight w:val="green"/>
        </w:rPr>
        <w:t xml:space="preserv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633794D3" w14:textId="77777777" w:rsidR="00675C91" w:rsidRPr="000B73E9" w:rsidRDefault="00675C91" w:rsidP="00675C91">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w:t>
      </w:r>
      <w:r w:rsidRPr="000B73E9">
        <w:rPr>
          <w:sz w:val="16"/>
          <w:szCs w:val="16"/>
        </w:rPr>
        <w:lastRenderedPageBreak/>
        <w:t>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0B73E9">
        <w:rPr>
          <w:sz w:val="16"/>
          <w:szCs w:val="16"/>
        </w:rPr>
        <w:t>Programme</w:t>
      </w:r>
      <w:proofErr w:type="spellEnd"/>
      <w:r w:rsidRPr="000B73E9">
        <w:rPr>
          <w:sz w:val="16"/>
          <w:szCs w:val="16"/>
        </w:rPr>
        <w:t xml:space="preserve"> (UNEP) since 2007: ‘We take advantage of nature because it has value. But we lose it because it is free’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 62). Thus, ‘[t]he economy has become the currency of politics’ (sic), we have to learn to understand ‘[t]he economic value of nature’ and express it in a way that is clear to political decision makers. In essence, we must remedy the ‘[</w:t>
      </w:r>
      <w:proofErr w:type="spellStart"/>
      <w:r w:rsidRPr="000B73E9">
        <w:rPr>
          <w:sz w:val="16"/>
          <w:szCs w:val="16"/>
        </w:rPr>
        <w:t>i</w:t>
      </w:r>
      <w:proofErr w:type="spellEnd"/>
      <w:r w:rsidRPr="000B73E9">
        <w:rPr>
          <w:sz w:val="16"/>
          <w:szCs w:val="16"/>
        </w:rPr>
        <w:t>]</w:t>
      </w:r>
      <w:proofErr w:type="spellStart"/>
      <w:r w:rsidRPr="000B73E9">
        <w:rPr>
          <w:sz w:val="16"/>
          <w:szCs w:val="16"/>
        </w:rPr>
        <w:t>nvisible</w:t>
      </w:r>
      <w:proofErr w:type="spellEnd"/>
      <w:r w:rsidRPr="000B73E9">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0B73E9">
        <w:rPr>
          <w:sz w:val="16"/>
          <w:szCs w:val="16"/>
        </w:rPr>
        <w:t>i</w:t>
      </w:r>
      <w:proofErr w:type="spellEnd"/>
      <w:r w:rsidRPr="000B73E9">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xml:space="preserve">? In any case, the evolution from ‘stock’ to ‘flow’ corresponds precisely with the sort of </w:t>
      </w:r>
      <w:r w:rsidRPr="000B73E9">
        <w:rPr>
          <w:sz w:val="16"/>
          <w:szCs w:val="16"/>
        </w:rPr>
        <w:lastRenderedPageBreak/>
        <w:t xml:space="preserve">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0B73E9">
        <w:rPr>
          <w:sz w:val="16"/>
          <w:szCs w:val="16"/>
        </w:rPr>
        <w:t>favour</w:t>
      </w:r>
      <w:proofErr w:type="spellEnd"/>
      <w:r w:rsidRPr="000B73E9">
        <w:rPr>
          <w:sz w:val="16"/>
          <w:szCs w:val="16"/>
        </w:rPr>
        <w:t xml:space="preserve"> of the idea that value is assigned by an external party, which expresses in its own way the notion of ‘ecosystem services’.</w:t>
      </w:r>
    </w:p>
    <w:p w14:paraId="66555EBB" w14:textId="77777777" w:rsidR="00675C91" w:rsidRPr="000B73E9" w:rsidRDefault="00675C91" w:rsidP="00675C91">
      <w:pPr>
        <w:ind w:left="720"/>
        <w:rPr>
          <w:sz w:val="16"/>
          <w:szCs w:val="16"/>
        </w:rPr>
      </w:pPr>
      <w:r w:rsidRPr="000B73E9">
        <w:rPr>
          <w:sz w:val="16"/>
          <w:szCs w:val="16"/>
        </w:rPr>
        <w:t xml:space="preserve">4. COSMODEMOCRACY </w:t>
      </w:r>
    </w:p>
    <w:p w14:paraId="74202457" w14:textId="77777777" w:rsidR="00675C91" w:rsidRPr="000B73E9" w:rsidRDefault="00675C91" w:rsidP="00675C91">
      <w:pPr>
        <w:ind w:left="720"/>
        <w:rPr>
          <w:sz w:val="16"/>
          <w:szCs w:val="16"/>
        </w:rPr>
      </w:pPr>
      <w:r w:rsidRPr="000B73E9">
        <w:rPr>
          <w:rStyle w:val="Emphasis"/>
          <w:highlight w:val="green"/>
        </w:rPr>
        <w:t>Given</w:t>
      </w:r>
      <w:r w:rsidRPr="000B73E9">
        <w:rPr>
          <w:rStyle w:val="StyleUnderline"/>
        </w:rPr>
        <w:t xml:space="preserve"> the logic underlying </w:t>
      </w:r>
      <w:proofErr w:type="spellStart"/>
      <w:r w:rsidRPr="000B73E9">
        <w:rPr>
          <w:rStyle w:val="Emphasis"/>
          <w:highlight w:val="green"/>
        </w:rPr>
        <w:t>cosmocapitalism</w:t>
      </w:r>
      <w:proofErr w:type="spellEnd"/>
      <w:r w:rsidRPr="000B73E9">
        <w:rPr>
          <w:rStyle w:val="Emphasis"/>
          <w:highlight w:val="green"/>
        </w:rPr>
        <w:t xml:space="preserve">,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w:t>
      </w:r>
      <w:proofErr w:type="spellStart"/>
      <w:r w:rsidRPr="000B73E9">
        <w:rPr>
          <w:sz w:val="16"/>
          <w:szCs w:val="16"/>
        </w:rPr>
        <w:t>cosmodemocracy</w:t>
      </w:r>
      <w:proofErr w:type="spellEnd"/>
      <w:r w:rsidRPr="000B73E9">
        <w:rPr>
          <w:sz w:val="16"/>
          <w:szCs w:val="16"/>
        </w:rPr>
        <w:t>. It is indeed linked to cosmopolitanism; that is, to the idea of global politics and global citizenship.</w:t>
      </w:r>
    </w:p>
    <w:p w14:paraId="101F19D7" w14:textId="77777777" w:rsidR="00675C91" w:rsidRPr="000B73E9" w:rsidRDefault="00675C91" w:rsidP="00675C91">
      <w:pPr>
        <w:ind w:left="720"/>
        <w:rPr>
          <w:sz w:val="16"/>
          <w:szCs w:val="16"/>
        </w:rPr>
      </w:pPr>
      <w:r w:rsidRPr="000B73E9">
        <w:rPr>
          <w:sz w:val="16"/>
          <w:szCs w:val="16"/>
        </w:rPr>
        <w:t>4.1 Different Types of Cosmopolitanism 4.1.1 Cosmopolitanism as a project</w:t>
      </w:r>
    </w:p>
    <w:p w14:paraId="142F06E1" w14:textId="77777777" w:rsidR="00675C91" w:rsidRPr="000B73E9" w:rsidRDefault="00675C91" w:rsidP="00675C91">
      <w:pPr>
        <w:ind w:left="720"/>
        <w:rPr>
          <w:sz w:val="16"/>
          <w:szCs w:val="16"/>
        </w:rPr>
      </w:pPr>
      <w:r w:rsidRPr="000B73E9">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0B73E9">
        <w:rPr>
          <w:sz w:val="16"/>
          <w:szCs w:val="16"/>
        </w:rPr>
        <w:t>Anacharsis</w:t>
      </w:r>
      <w:proofErr w:type="spellEnd"/>
      <w:r w:rsidRPr="000B73E9">
        <w:rPr>
          <w:sz w:val="16"/>
          <w:szCs w:val="16"/>
        </w:rPr>
        <w:t xml:space="preserve"> </w:t>
      </w:r>
      <w:proofErr w:type="spellStart"/>
      <w:r w:rsidRPr="000B73E9">
        <w:rPr>
          <w:sz w:val="16"/>
          <w:szCs w:val="16"/>
        </w:rPr>
        <w:t>Cloots</w:t>
      </w:r>
      <w:proofErr w:type="spellEnd"/>
      <w:r w:rsidRPr="000B73E9">
        <w:rPr>
          <w:sz w:val="16"/>
          <w:szCs w:val="16"/>
        </w:rPr>
        <w:t xml:space="preserve">, author of Bases </w:t>
      </w:r>
      <w:proofErr w:type="spellStart"/>
      <w:r w:rsidRPr="000B73E9">
        <w:rPr>
          <w:sz w:val="16"/>
          <w:szCs w:val="16"/>
        </w:rPr>
        <w:t>constitutionnelles</w:t>
      </w:r>
      <w:proofErr w:type="spellEnd"/>
      <w:r w:rsidRPr="000B73E9">
        <w:rPr>
          <w:sz w:val="16"/>
          <w:szCs w:val="16"/>
        </w:rPr>
        <w:t xml:space="preserve"> de la </w:t>
      </w:r>
      <w:proofErr w:type="spellStart"/>
      <w:r w:rsidRPr="000B73E9">
        <w:rPr>
          <w:sz w:val="16"/>
          <w:szCs w:val="16"/>
        </w:rPr>
        <w:t>République</w:t>
      </w:r>
      <w:proofErr w:type="spellEnd"/>
      <w:r w:rsidRPr="000B73E9">
        <w:rPr>
          <w:sz w:val="16"/>
          <w:szCs w:val="16"/>
        </w:rPr>
        <w:t xml:space="preserve"> du genre </w:t>
      </w:r>
      <w:proofErr w:type="spellStart"/>
      <w:r w:rsidRPr="000B73E9">
        <w:rPr>
          <w:sz w:val="16"/>
          <w:szCs w:val="16"/>
        </w:rPr>
        <w:t>humain</w:t>
      </w:r>
      <w:proofErr w:type="spellEnd"/>
      <w:r w:rsidRPr="000B73E9">
        <w:rPr>
          <w:sz w:val="16"/>
          <w:szCs w:val="16"/>
        </w:rPr>
        <w:t xml:space="preserve">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0B73E9">
        <w:rPr>
          <w:sz w:val="16"/>
          <w:szCs w:val="16"/>
        </w:rPr>
        <w:t>i</w:t>
      </w:r>
      <w:proofErr w:type="spellEnd"/>
      <w:r w:rsidRPr="000B73E9">
        <w:rPr>
          <w:sz w:val="16"/>
          <w:szCs w:val="16"/>
        </w:rPr>
        <w:t>) municipal or civil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civitatis</w:t>
      </w:r>
      <w:proofErr w:type="spellEnd"/>
      <w:r w:rsidRPr="000B73E9">
        <w:rPr>
          <w:sz w:val="16"/>
          <w:szCs w:val="16"/>
        </w:rPr>
        <w:t>), which should be a republican constitution; (ii) international law or the law of nations (</w:t>
      </w:r>
      <w:proofErr w:type="spellStart"/>
      <w:r w:rsidRPr="000B73E9">
        <w:rPr>
          <w:sz w:val="16"/>
          <w:szCs w:val="16"/>
        </w:rPr>
        <w:t>ius</w:t>
      </w:r>
      <w:proofErr w:type="spellEnd"/>
      <w:r w:rsidRPr="000B73E9">
        <w:rPr>
          <w:sz w:val="16"/>
          <w:szCs w:val="16"/>
        </w:rPr>
        <w:t xml:space="preserve"> gentium), which provides for the right of states to engage in mutual relations or international law via a federation of free states; and (iii) cosmopolitan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cosmopoliticum</w:t>
      </w:r>
      <w:proofErr w:type="spellEnd"/>
      <w:r w:rsidRPr="000B73E9">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6B279AEF" w14:textId="77777777" w:rsidR="00675C91" w:rsidRPr="000B73E9" w:rsidRDefault="00675C91" w:rsidP="00675C91">
      <w:pPr>
        <w:ind w:left="720"/>
        <w:rPr>
          <w:sz w:val="16"/>
          <w:szCs w:val="16"/>
        </w:rPr>
      </w:pPr>
      <w:r w:rsidRPr="000B73E9">
        <w:rPr>
          <w:sz w:val="16"/>
          <w:szCs w:val="16"/>
        </w:rPr>
        <w:t xml:space="preserve">4.1.2 Factual </w:t>
      </w:r>
      <w:proofErr w:type="spellStart"/>
      <w:r w:rsidRPr="000B73E9">
        <w:rPr>
          <w:sz w:val="16"/>
          <w:szCs w:val="16"/>
        </w:rPr>
        <w:t>cosmopolitanization</w:t>
      </w:r>
      <w:proofErr w:type="spellEnd"/>
    </w:p>
    <w:p w14:paraId="696FC1AD" w14:textId="77777777" w:rsidR="00675C91" w:rsidRPr="000B73E9" w:rsidRDefault="00675C91" w:rsidP="00675C91">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0B73E9">
        <w:rPr>
          <w:sz w:val="16"/>
          <w:szCs w:val="16"/>
        </w:rPr>
        <w:t>cosmopolitanization</w:t>
      </w:r>
      <w:proofErr w:type="spellEnd"/>
      <w:r w:rsidRPr="000B73E9">
        <w:rPr>
          <w:sz w:val="16"/>
          <w:szCs w:val="16"/>
        </w:rPr>
        <w:t xml:space="preserve">, borne out of the growth of interdependence and </w:t>
      </w:r>
      <w:proofErr w:type="spellStart"/>
      <w:r w:rsidRPr="000B73E9">
        <w:rPr>
          <w:sz w:val="16"/>
          <w:szCs w:val="16"/>
        </w:rPr>
        <w:t>transnationalization</w:t>
      </w:r>
      <w:proofErr w:type="spellEnd"/>
      <w:r w:rsidRPr="000B73E9">
        <w:rPr>
          <w:sz w:val="16"/>
          <w:szCs w:val="16"/>
        </w:rPr>
        <w:t xml:space="preserve"> of ways of life and cultures, should not be confused with transnational political activities and institutional creations, even if the link between these phenomena seems quite obvious. Factual </w:t>
      </w:r>
      <w:proofErr w:type="spellStart"/>
      <w:r w:rsidRPr="000B73E9">
        <w:rPr>
          <w:sz w:val="16"/>
          <w:szCs w:val="16"/>
        </w:rPr>
        <w:t>cosmopolitanization</w:t>
      </w:r>
      <w:proofErr w:type="spellEnd"/>
      <w:r w:rsidRPr="000B73E9">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sidRPr="000B73E9">
        <w:rPr>
          <w:sz w:val="16"/>
          <w:szCs w:val="16"/>
        </w:rPr>
        <w:t>analyse</w:t>
      </w:r>
      <w:proofErr w:type="spellEnd"/>
      <w:r w:rsidRPr="000B73E9">
        <w:rPr>
          <w:sz w:val="16"/>
          <w:szCs w:val="16"/>
        </w:rPr>
        <w:t xml:space="preserve"> it, one must abandon the ‘national perspective’ and ‘methodological nationalism’, </w:t>
      </w:r>
    </w:p>
    <w:p w14:paraId="7F65F79D" w14:textId="77777777" w:rsidR="00675C91" w:rsidRPr="000B73E9" w:rsidRDefault="00675C91" w:rsidP="00675C91">
      <w:pPr>
        <w:ind w:left="720"/>
        <w:rPr>
          <w:sz w:val="16"/>
          <w:szCs w:val="16"/>
        </w:rPr>
      </w:pPr>
      <w:r w:rsidRPr="000B73E9">
        <w:rPr>
          <w:sz w:val="16"/>
          <w:szCs w:val="16"/>
        </w:rPr>
        <w:t>4.1.3 Normative and institutional cosmopolitanism</w:t>
      </w:r>
    </w:p>
    <w:p w14:paraId="05D94636" w14:textId="77777777" w:rsidR="00675C91" w:rsidRPr="000B73E9" w:rsidRDefault="00675C91" w:rsidP="00675C91">
      <w:pPr>
        <w:ind w:left="720"/>
        <w:rPr>
          <w:sz w:val="16"/>
          <w:szCs w:val="16"/>
        </w:rPr>
      </w:pPr>
      <w:r w:rsidRPr="000B73E9">
        <w:rPr>
          <w:sz w:val="16"/>
          <w:szCs w:val="16"/>
        </w:rPr>
        <w:t xml:space="preserve">What Beck also failed to see is that normative and institutional cosmopolitanism do not flow freely and naturally from factual </w:t>
      </w:r>
      <w:proofErr w:type="spellStart"/>
      <w:r w:rsidRPr="000B73E9">
        <w:rPr>
          <w:sz w:val="16"/>
          <w:szCs w:val="16"/>
        </w:rPr>
        <w:t>cosmopolitanization</w:t>
      </w:r>
      <w:proofErr w:type="spellEnd"/>
      <w:r w:rsidRPr="000B73E9">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0B73E9">
        <w:rPr>
          <w:sz w:val="16"/>
          <w:szCs w:val="16"/>
        </w:rPr>
        <w:t>cosmopolitanization</w:t>
      </w:r>
      <w:proofErr w:type="spellEnd"/>
      <w:r w:rsidRPr="000B73E9">
        <w:rPr>
          <w:sz w:val="16"/>
          <w:szCs w:val="16"/>
        </w:rPr>
        <w:t xml:space="preserve"> runs the risk of overlooking immediately what is generated from internal relations of domination in national and local settings, and what is beyond local level democratic control. Now, because the local and national </w:t>
      </w:r>
      <w:r w:rsidRPr="000B73E9">
        <w:rPr>
          <w:sz w:val="16"/>
          <w:szCs w:val="16"/>
        </w:rPr>
        <w:lastRenderedPageBreak/>
        <w:t xml:space="preserve">spheres are losing their ‘naturalness’, for those who live in those areas, the effects of globalization imply that the normative and institutional issues arise with urgency in a political form that is antagonistic. Factual </w:t>
      </w:r>
      <w:proofErr w:type="spellStart"/>
      <w:r w:rsidRPr="000B73E9">
        <w:rPr>
          <w:sz w:val="16"/>
          <w:szCs w:val="16"/>
        </w:rPr>
        <w:t>cosmopolitanization</w:t>
      </w:r>
      <w:proofErr w:type="spellEnd"/>
      <w:r w:rsidRPr="000B73E9">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0B73E9">
        <w:rPr>
          <w:sz w:val="16"/>
          <w:szCs w:val="16"/>
        </w:rPr>
        <w:t>internation</w:t>
      </w:r>
      <w:proofErr w:type="spellEnd"/>
      <w:r w:rsidRPr="000B73E9">
        <w:rPr>
          <w:sz w:val="16"/>
          <w:szCs w:val="16"/>
        </w:rPr>
        <w:t xml:space="preserve">’, to use </w:t>
      </w:r>
      <w:proofErr w:type="spellStart"/>
      <w:r w:rsidRPr="000B73E9">
        <w:rPr>
          <w:sz w:val="16"/>
          <w:szCs w:val="16"/>
        </w:rPr>
        <w:t>Mauss</w:t>
      </w:r>
      <w:proofErr w:type="spellEnd"/>
      <w:r w:rsidRPr="000B73E9">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0B73E9">
        <w:rPr>
          <w:sz w:val="16"/>
          <w:szCs w:val="16"/>
        </w:rPr>
        <w:t>Mauss</w:t>
      </w:r>
      <w:proofErr w:type="spellEnd"/>
      <w:r w:rsidRPr="000B73E9">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0B73E9">
        <w:rPr>
          <w:sz w:val="16"/>
          <w:szCs w:val="16"/>
        </w:rPr>
        <w:t>Oecumene</w:t>
      </w:r>
      <w:proofErr w:type="spellEnd"/>
      <w:r w:rsidRPr="000B73E9">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sidRPr="000B73E9">
        <w:rPr>
          <w:sz w:val="16"/>
          <w:szCs w:val="16"/>
        </w:rPr>
        <w:t>labour</w:t>
      </w:r>
      <w:proofErr w:type="spellEnd"/>
      <w:r w:rsidRPr="000B73E9">
        <w:rPr>
          <w:sz w:val="16"/>
          <w:szCs w:val="16"/>
        </w:rPr>
        <w:t xml:space="preserve">,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7B6748F9" w14:textId="77777777" w:rsidR="00675C91" w:rsidRPr="000B73E9" w:rsidRDefault="00675C91" w:rsidP="00675C91">
      <w:pPr>
        <w:ind w:left="720"/>
        <w:rPr>
          <w:sz w:val="16"/>
          <w:szCs w:val="16"/>
        </w:rPr>
      </w:pPr>
      <w:r w:rsidRPr="000B73E9">
        <w:rPr>
          <w:sz w:val="16"/>
          <w:szCs w:val="16"/>
        </w:rPr>
        <w:t>4.2 Cosmopolitics</w:t>
      </w:r>
    </w:p>
    <w:p w14:paraId="446783F9" w14:textId="77777777" w:rsidR="00675C91" w:rsidRPr="000B73E9" w:rsidRDefault="00675C91" w:rsidP="00675C91">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523EC9B0" w14:textId="77777777" w:rsidR="00675C91" w:rsidRPr="000B73E9" w:rsidRDefault="00675C91" w:rsidP="00675C91">
      <w:pPr>
        <w:ind w:left="720"/>
        <w:rPr>
          <w:sz w:val="16"/>
          <w:szCs w:val="16"/>
        </w:rPr>
      </w:pPr>
      <w:r w:rsidRPr="000B73E9">
        <w:rPr>
          <w:sz w:val="16"/>
          <w:szCs w:val="16"/>
        </w:rPr>
        <w:t>4.2.1 The dual federation of the commons</w:t>
      </w:r>
    </w:p>
    <w:p w14:paraId="4DCC43CC" w14:textId="77777777" w:rsidR="00675C91" w:rsidRPr="000B73E9" w:rsidRDefault="00675C91" w:rsidP="00675C91">
      <w:pPr>
        <w:ind w:left="720"/>
        <w:rPr>
          <w:sz w:val="16"/>
          <w:szCs w:val="16"/>
        </w:rPr>
      </w:pPr>
      <w:r w:rsidRPr="000B73E9">
        <w:rPr>
          <w:rStyle w:val="StyleUnderline"/>
        </w:rPr>
        <w:t xml:space="preserve">In order to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w:t>
      </w:r>
      <w:r w:rsidRPr="000B73E9">
        <w:rPr>
          <w:sz w:val="16"/>
          <w:szCs w:val="16"/>
        </w:rPr>
        <w:lastRenderedPageBreak/>
        <w:t xml:space="preserve">common? And how can we conceptualize its articulation to what belongs to the infra- and supra-state levels? Moreover, how can the different types of commons be organized among themselves? </w:t>
      </w:r>
    </w:p>
    <w:p w14:paraId="3051C14D" w14:textId="77777777" w:rsidR="00675C91" w:rsidRPr="000B73E9" w:rsidRDefault="00675C91" w:rsidP="00675C91">
      <w:pPr>
        <w:ind w:left="720"/>
        <w:rPr>
          <w:sz w:val="16"/>
          <w:szCs w:val="16"/>
        </w:rPr>
      </w:pPr>
      <w:r w:rsidRPr="000B73E9">
        <w:rPr>
          <w:sz w:val="16"/>
          <w:szCs w:val="16"/>
        </w:rPr>
        <w:t>The magnitude of these questions led us to imagine a political system, that of non-</w:t>
      </w:r>
      <w:proofErr w:type="spellStart"/>
      <w:r w:rsidRPr="000B73E9">
        <w:rPr>
          <w:sz w:val="16"/>
          <w:szCs w:val="16"/>
        </w:rPr>
        <w:t>centred</w:t>
      </w:r>
      <w:proofErr w:type="spellEnd"/>
      <w:r w:rsidRPr="000B73E9">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4B7178CB" w14:textId="77777777" w:rsidR="00675C91" w:rsidRPr="000B73E9" w:rsidRDefault="00675C91" w:rsidP="00675C91">
      <w:pPr>
        <w:ind w:left="720"/>
        <w:rPr>
          <w:sz w:val="16"/>
          <w:szCs w:val="16"/>
        </w:rPr>
      </w:pPr>
      <w:r w:rsidRPr="000B73E9">
        <w:rPr>
          <w:sz w:val="16"/>
          <w:szCs w:val="16"/>
        </w:rPr>
        <w:t>4.2.2 Global citizenship</w:t>
      </w:r>
    </w:p>
    <w:p w14:paraId="5B33EB12" w14:textId="77777777" w:rsidR="00675C91" w:rsidRPr="000B73E9" w:rsidRDefault="00675C91" w:rsidP="00675C91">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authentic political citizenship, which is diverse, </w:t>
      </w:r>
      <w:proofErr w:type="spellStart"/>
      <w:r w:rsidRPr="000B73E9">
        <w:rPr>
          <w:rStyle w:val="StyleUnderline"/>
        </w:rPr>
        <w:t>decentred</w:t>
      </w:r>
      <w:proofErr w:type="spellEnd"/>
      <w:r w:rsidRPr="000B73E9">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sidRPr="000B73E9">
        <w:rPr>
          <w:sz w:val="16"/>
          <w:szCs w:val="16"/>
        </w:rPr>
        <w:t>inappropriable</w:t>
      </w:r>
      <w:proofErr w:type="spellEnd"/>
      <w:r w:rsidRPr="000B73E9">
        <w:rPr>
          <w:sz w:val="16"/>
          <w:szCs w:val="16"/>
        </w:rPr>
        <w:t xml:space="preserve"> and instituted as a common.</w:t>
      </w:r>
    </w:p>
    <w:p w14:paraId="71CDFDE2" w14:textId="77777777" w:rsidR="00675C91" w:rsidRPr="000B73E9" w:rsidRDefault="00675C91" w:rsidP="00675C91">
      <w:pPr>
        <w:ind w:left="720"/>
        <w:rPr>
          <w:sz w:val="16"/>
          <w:szCs w:val="16"/>
        </w:rPr>
      </w:pPr>
      <w:r w:rsidRPr="000B73E9">
        <w:rPr>
          <w:sz w:val="16"/>
          <w:szCs w:val="16"/>
        </w:rPr>
        <w:t>5. Conclusion</w:t>
      </w:r>
    </w:p>
    <w:p w14:paraId="0691B9F8" w14:textId="77777777" w:rsidR="00675C91" w:rsidRPr="000B73E9" w:rsidRDefault="00675C91" w:rsidP="00675C91">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w:t>
      </w:r>
      <w:proofErr w:type="spellStart"/>
      <w:r w:rsidRPr="000B73E9">
        <w:rPr>
          <w:rStyle w:val="Emphasis"/>
          <w:highlight w:val="green"/>
        </w:rPr>
        <w:t>centred</w:t>
      </w:r>
      <w:proofErr w:type="spellEnd"/>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w:t>
      </w:r>
      <w:proofErr w:type="spellStart"/>
      <w:r w:rsidRPr="000B73E9">
        <w:rPr>
          <w:rStyle w:val="Emphasis"/>
          <w:highlight w:val="green"/>
        </w:rPr>
        <w:t>centre</w:t>
      </w:r>
      <w:proofErr w:type="spellEnd"/>
      <w:r w:rsidRPr="000B73E9">
        <w:rPr>
          <w:rStyle w:val="Emphasis"/>
          <w:highlight w:val="green"/>
        </w:rPr>
        <w:t xml:space="preserv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1F98241B" w14:textId="77777777" w:rsidR="00675C91" w:rsidRPr="000B73E9" w:rsidRDefault="00675C91" w:rsidP="00675C91">
      <w:pPr>
        <w:rPr>
          <w:rStyle w:val="Style13ptBold"/>
        </w:rPr>
      </w:pPr>
    </w:p>
    <w:p w14:paraId="2AADDE73" w14:textId="77777777" w:rsidR="00675C91" w:rsidRPr="000B73E9" w:rsidRDefault="00675C91" w:rsidP="00675C91">
      <w:pPr>
        <w:pStyle w:val="Heading4"/>
        <w:rPr>
          <w:rFonts w:cs="Calibri"/>
        </w:rPr>
      </w:pPr>
      <w:r w:rsidRPr="000B73E9">
        <w:rPr>
          <w:rFonts w:cs="Calibri"/>
        </w:rPr>
        <w:lastRenderedPageBreak/>
        <w:t xml:space="preserve">Development of space resources is still possible with a commons model. Property rights are not necessary. Existing models governing commons encourage responsible development, numerous examples prove. </w:t>
      </w:r>
    </w:p>
    <w:p w14:paraId="6B3BB5EB" w14:textId="77777777" w:rsidR="00675C91" w:rsidRPr="000B73E9" w:rsidRDefault="00675C91" w:rsidP="00675C91">
      <w:proofErr w:type="spellStart"/>
      <w:r w:rsidRPr="000B73E9">
        <w:rPr>
          <w:rStyle w:val="Style13ptBold"/>
        </w:rPr>
        <w:t>Saletta</w:t>
      </w:r>
      <w:proofErr w:type="spellEnd"/>
      <w:r w:rsidRPr="000B73E9">
        <w:rPr>
          <w:rStyle w:val="Style13ptBold"/>
        </w:rPr>
        <w:t xml:space="preserve"> Sterling &amp; </w:t>
      </w:r>
      <w:proofErr w:type="spellStart"/>
      <w:r w:rsidRPr="000B73E9">
        <w:rPr>
          <w:rStyle w:val="Style13ptBold"/>
        </w:rPr>
        <w:t>Orrman</w:t>
      </w:r>
      <w:proofErr w:type="spellEnd"/>
      <w:r w:rsidRPr="000B73E9">
        <w:rPr>
          <w:rStyle w:val="Style13ptBold"/>
        </w:rPr>
        <w:t>-Rossiter 18</w:t>
      </w:r>
      <w:r w:rsidRPr="000B73E9">
        <w:t xml:space="preserve"> [Sterling </w:t>
      </w:r>
      <w:proofErr w:type="spellStart"/>
      <w:r w:rsidRPr="000B73E9">
        <w:t>Saletta</w:t>
      </w:r>
      <w:proofErr w:type="spellEnd"/>
      <w:r w:rsidRPr="000B73E9">
        <w:t xml:space="preserve">, Morgan; </w:t>
      </w:r>
      <w:proofErr w:type="spellStart"/>
      <w:r w:rsidRPr="000B73E9">
        <w:t>Orrman</w:t>
      </w:r>
      <w:proofErr w:type="spellEnd"/>
      <w:r w:rsidRPr="000B73E9">
        <w:t xml:space="preserve">-Rossiter,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6CBEF7E6" w14:textId="77777777" w:rsidR="00675C91" w:rsidRPr="000B73E9" w:rsidRDefault="00675C91" w:rsidP="00675C91">
      <w:pPr>
        <w:ind w:left="720"/>
        <w:rPr>
          <w:sz w:val="16"/>
          <w:szCs w:val="16"/>
        </w:rPr>
      </w:pPr>
      <w:r w:rsidRPr="000B73E9">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0B73E9">
        <w:rPr>
          <w:sz w:val="16"/>
          <w:szCs w:val="16"/>
        </w:rPr>
        <w:t>spatialis</w:t>
      </w:r>
      <w:proofErr w:type="spellEnd"/>
      <w:r w:rsidRPr="000B73E9">
        <w:rPr>
          <w:sz w:val="16"/>
          <w:szCs w:val="16"/>
        </w:rPr>
        <w:t>. The treaty declares the exploration and use of outer space shall be for, “the benefit and in the interests of all countries [27]” and that outer space, as mentioned previously, “shall be the province of all mankind [27]”.</w:t>
      </w:r>
    </w:p>
    <w:p w14:paraId="75391263" w14:textId="77777777" w:rsidR="00675C91" w:rsidRPr="000B73E9" w:rsidRDefault="00675C91" w:rsidP="00675C91">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 xml:space="preserve">Of particular concern is the matter of exploitation </w:t>
      </w:r>
      <w:proofErr w:type="spellStart"/>
      <w:r w:rsidRPr="000B73E9">
        <w:rPr>
          <w:rStyle w:val="StyleUnderline"/>
        </w:rPr>
        <w:t>licences</w:t>
      </w:r>
      <w:proofErr w:type="spellEnd"/>
      <w:r w:rsidRPr="000B73E9">
        <w:rPr>
          <w:rStyle w:val="StyleUnderline"/>
        </w:rPr>
        <w:t xml:space="preserve">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some authors and individuals</w:t>
      </w:r>
      <w:r w:rsidRPr="000B73E9">
        <w:rPr>
          <w:sz w:val="16"/>
        </w:rPr>
        <w:t xml:space="preserve"> [39–41] </w:t>
      </w:r>
      <w:r w:rsidRPr="000B73E9">
        <w:rPr>
          <w:rStyle w:val="StyleUnderline"/>
        </w:rPr>
        <w:t>have argued that appropriation by non-</w:t>
      </w:r>
      <w:proofErr w:type="spellStart"/>
      <w:r w:rsidRPr="000B73E9">
        <w:rPr>
          <w:rStyle w:val="StyleUnderline"/>
        </w:rPr>
        <w:t>nationalentities</w:t>
      </w:r>
      <w:proofErr w:type="spellEnd"/>
      <w:r w:rsidRPr="000B73E9">
        <w:rPr>
          <w:rStyle w:val="StyleUnderline"/>
        </w:rPr>
        <w:t xml:space="preserve"> is allowed.</w:t>
      </w:r>
    </w:p>
    <w:p w14:paraId="29834618" w14:textId="77777777" w:rsidR="00675C91" w:rsidRPr="000B73E9" w:rsidRDefault="00675C91" w:rsidP="00675C91">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C24D060" w14:textId="77777777" w:rsidR="00675C91" w:rsidRPr="000B73E9" w:rsidRDefault="00675C91" w:rsidP="00675C91">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0B73E9">
        <w:rPr>
          <w:rStyle w:val="StyleUnderline"/>
        </w:rPr>
        <w:t>How such eventual exploitation occurs, and under what precise national and international regulatory and licensing regimes, is thus still a matter for the future to decide.</w:t>
      </w:r>
    </w:p>
    <w:p w14:paraId="1B5ABB8F" w14:textId="77777777" w:rsidR="00675C91" w:rsidRPr="000B73E9" w:rsidRDefault="00675C91" w:rsidP="00675C91">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w:t>
      </w:r>
      <w:proofErr w:type="spellStart"/>
      <w:r w:rsidRPr="000B73E9">
        <w:rPr>
          <w:sz w:val="16"/>
        </w:rPr>
        <w:t>Hertzfeld</w:t>
      </w:r>
      <w:proofErr w:type="spellEnd"/>
      <w:r w:rsidRPr="000B73E9">
        <w:rPr>
          <w:sz w:val="16"/>
        </w:rPr>
        <w:t xml:space="preserve"> and Frans von der Dunk argue </w:t>
      </w:r>
      <w:r w:rsidRPr="000B73E9">
        <w:rPr>
          <w:sz w:val="16"/>
        </w:rPr>
        <w:lastRenderedPageBreak/>
        <w:t xml:space="preserve">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timber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w:t>
      </w:r>
      <w:proofErr w:type="spellStart"/>
      <w:r w:rsidRPr="000B73E9">
        <w:rPr>
          <w:sz w:val="16"/>
        </w:rPr>
        <w:t>Tennen</w:t>
      </w:r>
      <w:proofErr w:type="spellEnd"/>
      <w:r w:rsidRPr="000B73E9">
        <w:rPr>
          <w:sz w:val="16"/>
        </w:rPr>
        <w:t xml:space="preserve"> argue that the current international regime does provide an adequate framework for commercial development in space, that fee-simple ownership is unnecessary and:</w:t>
      </w:r>
    </w:p>
    <w:p w14:paraId="02DA17C6" w14:textId="77777777" w:rsidR="00675C91" w:rsidRPr="000B73E9" w:rsidRDefault="00675C91" w:rsidP="00675C91">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 xml:space="preserve">abandonment of the </w:t>
      </w:r>
      <w:proofErr w:type="spellStart"/>
      <w:r w:rsidRPr="000B73E9">
        <w:rPr>
          <w:rStyle w:val="Emphasis"/>
          <w:highlight w:val="green"/>
        </w:rPr>
        <w:t>nonappropriation</w:t>
      </w:r>
      <w:proofErr w:type="spellEnd"/>
      <w:r w:rsidRPr="000B73E9">
        <w:rPr>
          <w:rStyle w:val="Emphasis"/>
          <w:highlight w:val="green"/>
        </w:rPr>
        <w:t xml:space="preserve">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3CEAA99" w14:textId="77777777" w:rsidR="00675C91" w:rsidRPr="000B73E9" w:rsidRDefault="00675C91" w:rsidP="00675C91">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2A7374BF" w14:textId="77777777" w:rsidR="00675C91" w:rsidRPr="000B73E9" w:rsidRDefault="00675C91" w:rsidP="00675C91">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0B73E9">
        <w:rPr>
          <w:sz w:val="16"/>
        </w:rPr>
        <w:t>Lefeber</w:t>
      </w:r>
      <w:proofErr w:type="spellEnd"/>
      <w:r w:rsidRPr="000B73E9">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A528098" w14:textId="77777777" w:rsidR="00675C91" w:rsidRPr="000B73E9" w:rsidRDefault="00675C91" w:rsidP="00675C91">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w:t>
      </w:r>
      <w:proofErr w:type="spellStart"/>
      <w:r w:rsidRPr="000B73E9">
        <w:rPr>
          <w:rStyle w:val="StyleUnderline"/>
        </w:rPr>
        <w:t>spatialis</w:t>
      </w:r>
      <w:proofErr w:type="spellEnd"/>
      <w:r w:rsidRPr="000B73E9">
        <w:rPr>
          <w:rStyle w:val="StyleUnderline"/>
        </w:rPr>
        <w:t xml:space="preserve">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development and exploitation and which encourages entrepreneurial development but also moves beyond vague utopian platitudes to real and concrete benefits for all of humanity.</w:t>
      </w:r>
    </w:p>
    <w:sectPr w:rsidR="00675C91"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C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C9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2D0"/>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D17249"/>
  <w14:defaultImageDpi w14:val="300"/>
  <w15:docId w15:val="{83F23BFD-6324-0945-8C2B-E81F57F6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5C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5C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5C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75C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75C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5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5C91"/>
  </w:style>
  <w:style w:type="character" w:customStyle="1" w:styleId="Heading1Char">
    <w:name w:val="Heading 1 Char"/>
    <w:aliases w:val="Pocket Char"/>
    <w:basedOn w:val="DefaultParagraphFont"/>
    <w:link w:val="Heading1"/>
    <w:uiPriority w:val="9"/>
    <w:rsid w:val="00675C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5C9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75C9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75C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5C9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75C9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75C9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75C9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75C91"/>
    <w:rPr>
      <w:color w:val="auto"/>
      <w:u w:val="none"/>
    </w:rPr>
  </w:style>
  <w:style w:type="paragraph" w:styleId="DocumentMap">
    <w:name w:val="Document Map"/>
    <w:basedOn w:val="Normal"/>
    <w:link w:val="DocumentMapChar"/>
    <w:uiPriority w:val="99"/>
    <w:semiHidden/>
    <w:unhideWhenUsed/>
    <w:rsid w:val="00675C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5C91"/>
    <w:rPr>
      <w:rFonts w:ascii="Lucida Grande" w:hAnsi="Lucida Grande" w:cs="Lucida Grande"/>
    </w:rPr>
  </w:style>
  <w:style w:type="paragraph" w:customStyle="1" w:styleId="Emphasis1">
    <w:name w:val="Emphasis1"/>
    <w:basedOn w:val="Normal"/>
    <w:link w:val="Emphasis"/>
    <w:autoRedefine/>
    <w:uiPriority w:val="20"/>
    <w:qFormat/>
    <w:rsid w:val="00675C9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75C9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75C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75C91"/>
    <w:pPr>
      <w:ind w:left="720"/>
      <w:contextualSpacing/>
    </w:pPr>
  </w:style>
  <w:style w:type="paragraph" w:customStyle="1" w:styleId="VladaPalanciuc">
    <w:name w:val="Vlada Palanciuc"/>
    <w:basedOn w:val="Normal"/>
    <w:autoRedefine/>
    <w:qFormat/>
    <w:rsid w:val="00675C91"/>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675C91"/>
    <w:pPr>
      <w:spacing w:before="100" w:beforeAutospacing="1" w:after="100" w:afterAutospacing="1"/>
    </w:pPr>
  </w:style>
  <w:style w:type="character" w:customStyle="1" w:styleId="Style1Char">
    <w:name w:val="Style1 Char"/>
    <w:basedOn w:val="DefaultParagraphFont"/>
    <w:rsid w:val="00675C91"/>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675C91"/>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675C91"/>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675C9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675C91"/>
    <w:rPr>
      <w:rFonts w:ascii="Arial Narrow" w:eastAsia="Calibri" w:hAnsi="Arial Narrow" w:cs="Times New Roman"/>
      <w:color w:val="000000"/>
      <w:sz w:val="16"/>
    </w:rPr>
  </w:style>
  <w:style w:type="paragraph" w:customStyle="1" w:styleId="Small">
    <w:name w:val="Small"/>
    <w:basedOn w:val="Normal"/>
    <w:next w:val="Normal"/>
    <w:link w:val="SmallChar"/>
    <w:qFormat/>
    <w:rsid w:val="00675C91"/>
    <w:rPr>
      <w:rFonts w:ascii="Arial Narrow" w:eastAsia="Calibri" w:hAnsi="Arial Narrow" w:cs="Times New Roman"/>
      <w:color w:val="000000"/>
      <w:sz w:val="16"/>
    </w:rPr>
  </w:style>
  <w:style w:type="character" w:customStyle="1" w:styleId="AuthorYear">
    <w:name w:val="AuthorYear"/>
    <w:uiPriority w:val="1"/>
    <w:qFormat/>
    <w:rsid w:val="00675C91"/>
    <w:rPr>
      <w:rFonts w:ascii="Georgia" w:hAnsi="Georgia"/>
      <w:b/>
      <w:sz w:val="24"/>
    </w:rPr>
  </w:style>
  <w:style w:type="paragraph" w:customStyle="1" w:styleId="msonormal0">
    <w:name w:val="msonormal"/>
    <w:basedOn w:val="Normal"/>
    <w:rsid w:val="00675C91"/>
    <w:pPr>
      <w:spacing w:before="100" w:beforeAutospacing="1" w:after="100" w:afterAutospacing="1"/>
    </w:pPr>
    <w:rPr>
      <w:lang w:val="en-HK" w:eastAsia="zh-CN"/>
    </w:rPr>
  </w:style>
  <w:style w:type="paragraph" w:customStyle="1" w:styleId="paragraph">
    <w:name w:val="paragraph"/>
    <w:basedOn w:val="Normal"/>
    <w:rsid w:val="00675C91"/>
    <w:pPr>
      <w:spacing w:before="100" w:beforeAutospacing="1" w:after="100" w:afterAutospacing="1"/>
    </w:pPr>
    <w:rPr>
      <w:lang w:val="en-HK" w:eastAsia="zh-CN"/>
    </w:rPr>
  </w:style>
  <w:style w:type="character" w:customStyle="1" w:styleId="textrun">
    <w:name w:val="textrun"/>
    <w:basedOn w:val="DefaultParagraphFont"/>
    <w:rsid w:val="00675C91"/>
  </w:style>
  <w:style w:type="character" w:customStyle="1" w:styleId="normaltextrun">
    <w:name w:val="normaltextrun"/>
    <w:basedOn w:val="DefaultParagraphFont"/>
    <w:rsid w:val="00675C91"/>
  </w:style>
  <w:style w:type="character" w:customStyle="1" w:styleId="eop">
    <w:name w:val="eop"/>
    <w:basedOn w:val="DefaultParagraphFont"/>
    <w:rsid w:val="00675C91"/>
  </w:style>
  <w:style w:type="character" w:customStyle="1" w:styleId="spellingerror">
    <w:name w:val="spellingerror"/>
    <w:basedOn w:val="DefaultParagraphFont"/>
    <w:rsid w:val="00675C91"/>
  </w:style>
  <w:style w:type="character" w:customStyle="1" w:styleId="contextualspellingandgrammarerror">
    <w:name w:val="contextualspellingandgrammarerror"/>
    <w:basedOn w:val="DefaultParagraphFont"/>
    <w:rsid w:val="00675C91"/>
  </w:style>
  <w:style w:type="character" w:customStyle="1" w:styleId="findhit">
    <w:name w:val="findhit"/>
    <w:basedOn w:val="DefaultParagraphFont"/>
    <w:rsid w:val="00675C91"/>
  </w:style>
  <w:style w:type="paragraph" w:customStyle="1" w:styleId="card0">
    <w:name w:val="card"/>
    <w:aliases w:val="Medium Grid 21"/>
    <w:basedOn w:val="Normal"/>
    <w:next w:val="Normal"/>
    <w:link w:val="cardChar"/>
    <w:qFormat/>
    <w:rsid w:val="00675C91"/>
    <w:pPr>
      <w:ind w:left="288" w:right="288"/>
    </w:pPr>
    <w:rPr>
      <w:rFonts w:asciiTheme="minorHAnsi" w:hAnsiTheme="minorHAnsi"/>
      <w:u w:val="single"/>
    </w:rPr>
  </w:style>
  <w:style w:type="paragraph" w:customStyle="1" w:styleId="text-justify">
    <w:name w:val="text-justify"/>
    <w:basedOn w:val="Normal"/>
    <w:rsid w:val="00675C91"/>
    <w:pPr>
      <w:spacing w:before="100" w:beforeAutospacing="1" w:after="100" w:afterAutospacing="1"/>
    </w:pPr>
  </w:style>
  <w:style w:type="paragraph" w:styleId="NormalWeb">
    <w:name w:val="Normal (Web)"/>
    <w:basedOn w:val="Normal"/>
    <w:uiPriority w:val="99"/>
    <w:unhideWhenUsed/>
    <w:rsid w:val="00675C91"/>
    <w:pPr>
      <w:spacing w:before="100" w:beforeAutospacing="1" w:after="100" w:afterAutospacing="1"/>
    </w:pPr>
  </w:style>
  <w:style w:type="character" w:styleId="CommentReference">
    <w:name w:val="annotation reference"/>
    <w:basedOn w:val="DefaultParagraphFont"/>
    <w:uiPriority w:val="99"/>
    <w:semiHidden/>
    <w:unhideWhenUsed/>
    <w:rsid w:val="00675C91"/>
    <w:rPr>
      <w:sz w:val="16"/>
      <w:szCs w:val="16"/>
    </w:rPr>
  </w:style>
  <w:style w:type="paragraph" w:styleId="CommentText">
    <w:name w:val="annotation text"/>
    <w:basedOn w:val="Normal"/>
    <w:link w:val="CommentTextChar"/>
    <w:uiPriority w:val="99"/>
    <w:semiHidden/>
    <w:unhideWhenUsed/>
    <w:rsid w:val="00675C91"/>
    <w:rPr>
      <w:sz w:val="20"/>
      <w:szCs w:val="20"/>
    </w:rPr>
  </w:style>
  <w:style w:type="character" w:customStyle="1" w:styleId="CommentTextChar">
    <w:name w:val="Comment Text Char"/>
    <w:basedOn w:val="DefaultParagraphFont"/>
    <w:link w:val="CommentText"/>
    <w:uiPriority w:val="99"/>
    <w:semiHidden/>
    <w:rsid w:val="00675C91"/>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75C91"/>
    <w:rPr>
      <w:b/>
      <w:bCs/>
    </w:rPr>
  </w:style>
  <w:style w:type="character" w:customStyle="1" w:styleId="CommentSubjectChar">
    <w:name w:val="Comment Subject Char"/>
    <w:basedOn w:val="CommentTextChar"/>
    <w:link w:val="CommentSubject"/>
    <w:uiPriority w:val="99"/>
    <w:semiHidden/>
    <w:rsid w:val="00675C91"/>
    <w:rPr>
      <w:rFonts w:ascii="Calibri" w:hAnsi="Calibri"/>
      <w:b/>
      <w:bCs/>
      <w:sz w:val="20"/>
      <w:szCs w:val="20"/>
    </w:rPr>
  </w:style>
  <w:style w:type="paragraph" w:styleId="Revision">
    <w:name w:val="Revision"/>
    <w:hidden/>
    <w:uiPriority w:val="99"/>
    <w:semiHidden/>
    <w:rsid w:val="00675C91"/>
    <w:rPr>
      <w:rFonts w:ascii="Calibri" w:eastAsiaTheme="minorHAnsi" w:hAnsi="Calibri"/>
      <w:sz w:val="22"/>
      <w:szCs w:val="22"/>
    </w:rPr>
  </w:style>
  <w:style w:type="character" w:customStyle="1" w:styleId="UnresolvedMention1">
    <w:name w:val="Unresolved Mention1"/>
    <w:basedOn w:val="DefaultParagraphFont"/>
    <w:uiPriority w:val="99"/>
    <w:semiHidden/>
    <w:unhideWhenUsed/>
    <w:rsid w:val="00675C91"/>
    <w:rPr>
      <w:color w:val="605E5C"/>
      <w:shd w:val="clear" w:color="auto" w:fill="E1DFDD"/>
    </w:rPr>
  </w:style>
  <w:style w:type="paragraph" w:customStyle="1" w:styleId="ccl-paragraph--s">
    <w:name w:val="ccl-paragraph--s"/>
    <w:basedOn w:val="Normal"/>
    <w:rsid w:val="00675C91"/>
    <w:pPr>
      <w:spacing w:before="100" w:beforeAutospacing="1" w:after="100" w:afterAutospacing="1"/>
    </w:pPr>
  </w:style>
  <w:style w:type="paragraph" w:customStyle="1" w:styleId="noname">
    <w:name w:val="no_name"/>
    <w:basedOn w:val="Normal"/>
    <w:rsid w:val="00675C91"/>
    <w:pPr>
      <w:spacing w:before="100" w:beforeAutospacing="1" w:after="100" w:afterAutospacing="1"/>
    </w:pPr>
  </w:style>
  <w:style w:type="paragraph" w:customStyle="1" w:styleId="topic-paragraph">
    <w:name w:val="topic-paragraph"/>
    <w:basedOn w:val="Normal"/>
    <w:rsid w:val="00675C91"/>
    <w:pPr>
      <w:spacing w:before="100" w:beforeAutospacing="1" w:after="100" w:afterAutospacing="1"/>
    </w:pPr>
  </w:style>
  <w:style w:type="character" w:styleId="Strong">
    <w:name w:val="Strong"/>
    <w:basedOn w:val="DefaultParagraphFont"/>
    <w:uiPriority w:val="22"/>
    <w:qFormat/>
    <w:rsid w:val="00675C91"/>
    <w:rPr>
      <w:b/>
      <w:bCs/>
    </w:rPr>
  </w:style>
  <w:style w:type="paragraph" w:customStyle="1" w:styleId="Emphasize">
    <w:name w:val="Emphasize"/>
    <w:basedOn w:val="Normal"/>
    <w:autoRedefine/>
    <w:uiPriority w:val="7"/>
    <w:qFormat/>
    <w:rsid w:val="00675C9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675C91"/>
    <w:rPr>
      <w:vertAlign w:val="superscript"/>
    </w:rPr>
  </w:style>
  <w:style w:type="paragraph" w:customStyle="1" w:styleId="sc-77igqf-0">
    <w:name w:val="sc-77igqf-0"/>
    <w:basedOn w:val="Normal"/>
    <w:rsid w:val="00675C91"/>
    <w:pPr>
      <w:spacing w:before="100" w:beforeAutospacing="1" w:after="100" w:afterAutospacing="1"/>
    </w:pPr>
  </w:style>
  <w:style w:type="character" w:customStyle="1" w:styleId="underline">
    <w:name w:val="underline"/>
    <w:qFormat/>
    <w:rsid w:val="00675C91"/>
    <w:rPr>
      <w:b/>
      <w:u w:val="single"/>
    </w:rPr>
  </w:style>
  <w:style w:type="character" w:customStyle="1" w:styleId="cardChar">
    <w:name w:val="card Char"/>
    <w:aliases w:val="Bold Cite Char Char,Speed Cite Char"/>
    <w:link w:val="card0"/>
    <w:locked/>
    <w:rsid w:val="00675C91"/>
    <w:rPr>
      <w:sz w:val="22"/>
      <w:u w:val="single"/>
    </w:rPr>
  </w:style>
  <w:style w:type="character" w:customStyle="1" w:styleId="NothingChar">
    <w:name w:val="Nothing Char"/>
    <w:link w:val="Nothing"/>
    <w:locked/>
    <w:rsid w:val="00675C91"/>
  </w:style>
  <w:style w:type="paragraph" w:customStyle="1" w:styleId="Nothing">
    <w:name w:val="Nothing"/>
    <w:link w:val="NothingChar"/>
    <w:rsid w:val="00675C91"/>
    <w:pPr>
      <w:jc w:val="both"/>
    </w:pPr>
  </w:style>
  <w:style w:type="paragraph" w:styleId="BodyText">
    <w:name w:val="Body Text"/>
    <w:basedOn w:val="Normal"/>
    <w:link w:val="BodyTextChar"/>
    <w:rsid w:val="00675C91"/>
    <w:rPr>
      <w:szCs w:val="20"/>
    </w:rPr>
  </w:style>
  <w:style w:type="character" w:customStyle="1" w:styleId="BodyTextChar">
    <w:name w:val="Body Text Char"/>
    <w:basedOn w:val="DefaultParagraphFont"/>
    <w:link w:val="BodyText"/>
    <w:rsid w:val="00675C91"/>
    <w:rPr>
      <w:rFonts w:ascii="Calibri"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31</Pages>
  <Words>23870</Words>
  <Characters>136062</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2</cp:revision>
  <dcterms:created xsi:type="dcterms:W3CDTF">2022-02-05T17:03:00Z</dcterms:created>
  <dcterms:modified xsi:type="dcterms:W3CDTF">2022-02-05T17:45:00Z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