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B1F0E" w14:textId="77777777" w:rsidR="00753B00" w:rsidRPr="002401A3" w:rsidRDefault="00753B00" w:rsidP="00753B00">
      <w:pPr>
        <w:pStyle w:val="Heading1"/>
        <w:rPr>
          <w:rFonts w:cs="Calibri"/>
        </w:rPr>
      </w:pPr>
      <w:r w:rsidRPr="002401A3">
        <w:rPr>
          <w:rFonts w:cs="Calibri"/>
        </w:rPr>
        <w:t>AC</w:t>
      </w:r>
    </w:p>
    <w:p w14:paraId="3E734835" w14:textId="77777777" w:rsidR="00753B00" w:rsidRPr="002401A3" w:rsidRDefault="00753B00" w:rsidP="00753B00">
      <w:pPr>
        <w:pStyle w:val="Heading3"/>
        <w:rPr>
          <w:rFonts w:cs="Calibri"/>
        </w:rPr>
      </w:pPr>
      <w:r w:rsidRPr="002401A3">
        <w:rPr>
          <w:rFonts w:cs="Calibri"/>
        </w:rPr>
        <w:lastRenderedPageBreak/>
        <w:t>Advantage 1: Space Debris</w:t>
      </w:r>
    </w:p>
    <w:p w14:paraId="67A5F736" w14:textId="77777777" w:rsidR="00753B00" w:rsidRPr="002401A3" w:rsidRDefault="00753B00" w:rsidP="00753B00">
      <w:pPr>
        <w:pStyle w:val="Heading4"/>
        <w:rPr>
          <w:rFonts w:cs="Calibri"/>
        </w:rPr>
      </w:pPr>
      <w:r w:rsidRPr="002401A3">
        <w:rPr>
          <w:rFonts w:cs="Calibri"/>
        </w:rPr>
        <w:t>Private companies are cramming satellites into the Earth’s orbit</w:t>
      </w:r>
      <w:r>
        <w:rPr>
          <w:rFonts w:cs="Calibri"/>
        </w:rPr>
        <w:t>,</w:t>
      </w:r>
      <w:r w:rsidRPr="002401A3">
        <w:rPr>
          <w:rFonts w:cs="Calibri"/>
        </w:rPr>
        <w:t xml:space="preserve"> which are quickly becoming defunct pieces of “space junk.” </w:t>
      </w:r>
    </w:p>
    <w:p w14:paraId="6509CA47" w14:textId="77777777" w:rsidR="00753B00" w:rsidRPr="002401A3" w:rsidRDefault="00753B00" w:rsidP="00753B00">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43A1E2B4" w14:textId="77777777" w:rsidR="00753B00" w:rsidRPr="002401A3" w:rsidRDefault="00753B00" w:rsidP="00753B00">
      <w:pPr>
        <w:ind w:left="720"/>
        <w:rPr>
          <w:sz w:val="12"/>
        </w:rPr>
      </w:pPr>
      <w:r w:rsidRPr="002401A3">
        <w:rPr>
          <w:highlight w:val="yellow"/>
          <w:u w:val="single"/>
        </w:rPr>
        <w:t>There are</w:t>
      </w:r>
      <w:r w:rsidRPr="002401A3">
        <w:rPr>
          <w:sz w:val="12"/>
        </w:rPr>
        <w:t xml:space="preserve"> nearly </w:t>
      </w:r>
      <w:r w:rsidRPr="002401A3">
        <w:rPr>
          <w:highlight w:val="yellow"/>
          <w:u w:val="single"/>
        </w:rPr>
        <w:t>6,000 satellites circling</w:t>
      </w:r>
      <w:r w:rsidRPr="002401A3">
        <w:rPr>
          <w:sz w:val="12"/>
        </w:rPr>
        <w:t xml:space="preserve"> the </w:t>
      </w:r>
      <w:r w:rsidRPr="002401A3">
        <w:rPr>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r w:rsidRPr="002401A3">
        <w:rPr>
          <w:u w:val="single"/>
        </w:rPr>
        <w:t>infrastructure</w:t>
      </w:r>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2401A3">
        <w:rPr>
          <w:sz w:val="12"/>
        </w:rPr>
        <w:t xml:space="preserve"> of those </w:t>
      </w:r>
      <w:r w:rsidRPr="002401A3">
        <w:rPr>
          <w:highlight w:val="yellow"/>
          <w:u w:val="single"/>
        </w:rPr>
        <w:t>are defunct</w:t>
      </w:r>
      <w:r w:rsidRPr="002401A3">
        <w:rPr>
          <w:u w:val="single"/>
        </w:rPr>
        <w:t xml:space="preserve"> </w:t>
      </w:r>
      <w:r w:rsidRPr="002401A3">
        <w:rPr>
          <w:sz w:val="12"/>
        </w:rPr>
        <w:t>satellites—</w:t>
      </w:r>
      <w:r w:rsidRPr="002401A3">
        <w:rPr>
          <w:highlight w:val="yellow"/>
          <w:u w:val="single"/>
        </w:rPr>
        <w:t>space junk</w:t>
      </w:r>
      <w:r w:rsidRPr="002401A3">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2401A3">
        <w:rPr>
          <w:sz w:val="12"/>
        </w:rPr>
        <w:t xml:space="preserve"> of Earth’s operational satellites are launched </w:t>
      </w:r>
      <w:r w:rsidRPr="002401A3">
        <w:rPr>
          <w:highlight w:val="yellow"/>
          <w:u w:val="single"/>
        </w:rPr>
        <w:t>for commercial purposes</w:t>
      </w:r>
      <w:r w:rsidRPr="002401A3">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2401A3">
        <w:rPr>
          <w:u w:val="single"/>
        </w:rPr>
        <w:t>SpaceX—</w:t>
      </w:r>
      <w:r w:rsidRPr="002401A3">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p>
    <w:p w14:paraId="3482F639" w14:textId="77777777" w:rsidR="00753B00" w:rsidRPr="002401A3" w:rsidRDefault="00753B00" w:rsidP="00753B00">
      <w:pPr>
        <w:pStyle w:val="Heading4"/>
        <w:rPr>
          <w:rFonts w:cs="Calibri"/>
        </w:rPr>
      </w:pPr>
      <w:r w:rsidRPr="002401A3">
        <w:rPr>
          <w:rFonts w:cs="Calibri"/>
        </w:rPr>
        <w:t xml:space="preserve">Increasing space debris levels inevitably set off a chain of collisions.  </w:t>
      </w:r>
    </w:p>
    <w:p w14:paraId="1F2CB297" w14:textId="77777777" w:rsidR="00753B00" w:rsidRPr="002401A3" w:rsidRDefault="00753B00" w:rsidP="00753B00">
      <w:r w:rsidRPr="002401A3">
        <w:t xml:space="preserve">Chelsea </w:t>
      </w:r>
      <w:r w:rsidRPr="00D5586F">
        <w:rPr>
          <w:rStyle w:val="Style13ptBold"/>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0CC0215" w14:textId="77777777" w:rsidR="00753B00" w:rsidRPr="002401A3" w:rsidRDefault="00753B00" w:rsidP="00753B00">
      <w:pPr>
        <w:ind w:left="720"/>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D5586F">
        <w:rPr>
          <w:sz w:val="12"/>
          <w:szCs w:val="12"/>
        </w:rPr>
        <w:t>commercial</w:t>
      </w:r>
      <w:r w:rsidRPr="002401A3">
        <w:rPr>
          <w:highlight w:val="yellow"/>
          <w:u w:val="single"/>
        </w:rPr>
        <w:t xml:space="preserve"> space tourism will</w:t>
      </w:r>
      <w:r w:rsidRPr="002401A3">
        <w:rPr>
          <w:sz w:val="10"/>
        </w:rPr>
        <w:t xml:space="preserve"> also </w:t>
      </w:r>
      <w:r w:rsidRPr="002401A3">
        <w:rPr>
          <w:highlight w:val="yellow"/>
          <w:u w:val="single"/>
        </w:rPr>
        <w:t>increase</w:t>
      </w:r>
      <w:r w:rsidRPr="002401A3">
        <w:rPr>
          <w:u w:val="single"/>
        </w:rPr>
        <w:t xml:space="preserve"> the </w:t>
      </w:r>
      <w:r w:rsidRPr="002401A3">
        <w:rPr>
          <w:u w:val="single"/>
        </w:rPr>
        <w:lastRenderedPageBreak/>
        <w:t xml:space="preserve">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7D788E15" w14:textId="77777777" w:rsidR="00753B00" w:rsidRPr="002401A3" w:rsidRDefault="00753B00" w:rsidP="00753B00">
      <w:pPr>
        <w:pStyle w:val="Heading4"/>
        <w:rPr>
          <w:rFonts w:cs="Calibri"/>
        </w:rPr>
      </w:pPr>
      <w:r>
        <w:rPr>
          <w:rFonts w:cs="Calibri"/>
        </w:rPr>
        <w:t xml:space="preserve">Collisions make orbit unusable, causing </w:t>
      </w:r>
      <w:r w:rsidRPr="002401A3">
        <w:rPr>
          <w:rFonts w:cs="Calibri"/>
        </w:rPr>
        <w:t>nuclear war</w:t>
      </w:r>
      <w:r>
        <w:rPr>
          <w:rFonts w:cs="Calibri"/>
        </w:rPr>
        <w:t>, mass starvation, and economic destruction</w:t>
      </w:r>
      <w:r w:rsidRPr="002401A3">
        <w:rPr>
          <w:rFonts w:cs="Calibri"/>
        </w:rPr>
        <w:t xml:space="preserve">. </w:t>
      </w:r>
    </w:p>
    <w:p w14:paraId="14EFAD26" w14:textId="77777777" w:rsidR="00753B00" w:rsidRPr="002401A3" w:rsidRDefault="00753B00" w:rsidP="00753B00">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9D24579" w14:textId="77777777" w:rsidR="00753B00" w:rsidRPr="002401A3" w:rsidRDefault="00753B00" w:rsidP="00753B00">
      <w:pPr>
        <w:ind w:left="720"/>
        <w:rPr>
          <w:sz w:val="12"/>
        </w:rPr>
      </w:pPr>
      <w:r w:rsidRPr="002401A3">
        <w:rPr>
          <w:sz w:val="12"/>
        </w:rPr>
        <w:t>Whatever the initial cause, the result may be the same</w:t>
      </w:r>
      <w:r w:rsidRPr="00D5586F">
        <w:rPr>
          <w:sz w:val="12"/>
        </w:rPr>
        <w:t xml:space="preserve">. </w:t>
      </w:r>
      <w:r w:rsidRPr="00D5586F">
        <w:rPr>
          <w:rStyle w:val="StyleUnderline"/>
        </w:rPr>
        <w:t xml:space="preserve">A </w:t>
      </w:r>
      <w:r w:rsidRPr="00D5586F">
        <w:rPr>
          <w:rStyle w:val="Emphasis"/>
        </w:rPr>
        <w:t>sat</w:t>
      </w:r>
      <w:r w:rsidRPr="00D5586F">
        <w:rPr>
          <w:rStyle w:val="StyleUnderline"/>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D5586F">
        <w:rPr>
          <w:rStyle w:val="Emphasis"/>
        </w:rPr>
        <w:t>begin</w:t>
      </w:r>
      <w:r w:rsidRPr="00D5586F">
        <w:rPr>
          <w:rStyle w:val="StyleUnderline"/>
        </w:rPr>
        <w:t>s</w:t>
      </w:r>
      <w:r w:rsidRPr="00D5586F">
        <w:rPr>
          <w:sz w:val="12"/>
        </w:rPr>
        <w:t xml:space="preserve">. A few orbits later, two of the new debris pieces strike other satellites, causing them to explode into thousands more pieces of debris. </w:t>
      </w:r>
      <w:r w:rsidRPr="00D5586F">
        <w:rPr>
          <w:rStyle w:val="StyleUnderline"/>
        </w:rPr>
        <w:t>The rate of collisions increases</w:t>
      </w:r>
      <w:r w:rsidRPr="00D5586F">
        <w:rPr>
          <w:sz w:val="12"/>
        </w:rPr>
        <w:t xml:space="preserve">, now with more spacecraft being destroyed. Called </w:t>
      </w:r>
      <w:r w:rsidRPr="00D5586F">
        <w:rPr>
          <w:rStyle w:val="StyleUnderline"/>
        </w:rPr>
        <w:t>the "Kessler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D5586F">
        <w:rPr>
          <w:rStyle w:val="Emphasis"/>
          <w:highlight w:val="yellow"/>
        </w:rPr>
        <w:t>sat</w:t>
      </w:r>
      <w:r w:rsidRPr="00D5586F">
        <w:rPr>
          <w:rStyle w:val="StyleUnderline"/>
          <w:highlight w:val="yellow"/>
        </w:rPr>
        <w:t xml:space="preserve">ellite in </w:t>
      </w:r>
      <w:r w:rsidRPr="00D5586F">
        <w:rPr>
          <w:rStyle w:val="Emphasis"/>
          <w:highlight w:val="yellow"/>
        </w:rPr>
        <w:t>l</w:t>
      </w:r>
      <w:r w:rsidRPr="00D5586F">
        <w:rPr>
          <w:rStyle w:val="StyleUnderline"/>
          <w:highlight w:val="yellow"/>
        </w:rPr>
        <w:t xml:space="preserve">ow </w:t>
      </w:r>
      <w:r w:rsidRPr="00D5586F">
        <w:rPr>
          <w:rStyle w:val="Emphasis"/>
          <w:highlight w:val="yellow"/>
        </w:rPr>
        <w:t>E</w:t>
      </w:r>
      <w:r w:rsidRPr="00D5586F">
        <w:rPr>
          <w:rStyle w:val="StyleUnderline"/>
          <w:highlight w:val="yellow"/>
        </w:rPr>
        <w:t xml:space="preserve">arth </w:t>
      </w:r>
      <w:r w:rsidRPr="00D5586F">
        <w:rPr>
          <w:rStyle w:val="Emphasis"/>
          <w:highlight w:val="yellow"/>
        </w:rPr>
        <w:t>o</w:t>
      </w:r>
      <w:r w:rsidRPr="00D5586F">
        <w:rPr>
          <w:rStyle w:val="StyleUnderline"/>
          <w:highlight w:val="yellow"/>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 xml:space="preserve">allowing </w:t>
      </w:r>
      <w:r w:rsidRPr="00D5586F">
        <w:rPr>
          <w:rStyle w:val="StyleUnderline"/>
          <w:highlight w:val="yellow"/>
        </w:rPr>
        <w:t>debris</w:t>
      </w:r>
      <w:r w:rsidRPr="002401A3">
        <w:rPr>
          <w:rStyle w:val="StyleUnderline"/>
        </w:rPr>
        <w:t xml:space="preserve"> pieces to bum up, most debris</w:t>
      </w:r>
      <w:r w:rsidRPr="002401A3">
        <w:rPr>
          <w:sz w:val="12"/>
        </w:rPr>
        <w:t xml:space="preserve"> (perhaps </w:t>
      </w:r>
      <w:r w:rsidRPr="002401A3">
        <w:rPr>
          <w:rStyle w:val="StyleUnderline"/>
        </w:rPr>
        <w:t xml:space="preserve">numbering in the millions) </w:t>
      </w:r>
      <w:r w:rsidRPr="00D5586F">
        <w:rPr>
          <w:rStyle w:val="StyleUnderline"/>
          <w:highlight w:val="yellow"/>
        </w:rPr>
        <w:t>will remain in space for</w:t>
      </w:r>
      <w:r w:rsidRPr="002401A3">
        <w:rPr>
          <w:rStyle w:val="StyleUnderline"/>
        </w:rPr>
        <w:t xml:space="preserve"> hundreds or </w:t>
      </w:r>
      <w:r w:rsidRPr="00D5586F">
        <w:rPr>
          <w:rStyle w:val="StyleUnderline"/>
          <w:highlight w:val="yellow"/>
        </w:rPr>
        <w:t>thousands of years.</w:t>
      </w:r>
      <w:r w:rsidRPr="002401A3">
        <w:rPr>
          <w:rStyle w:val="StyleUnderline"/>
        </w:rPr>
        <w:t xml:space="preserve">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w:t>
      </w:r>
      <w:r w:rsidRPr="002401A3">
        <w:rPr>
          <w:sz w:val="12"/>
        </w:rPr>
        <w:lastRenderedPageBreak/>
        <w:t xml:space="preserve">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D5586F">
        <w:rPr>
          <w:rStyle w:val="StyleUnderline"/>
        </w:rPr>
        <w:t xml:space="preserve">provide precise position </w:t>
      </w:r>
      <w:r w:rsidRPr="00D5586F">
        <w:rPr>
          <w:rStyle w:val="Emphasis"/>
        </w:rPr>
        <w:t>info</w:t>
      </w:r>
      <w:r w:rsidRPr="00D5586F">
        <w:rPr>
          <w:rStyle w:val="StyleUnderline"/>
        </w:rPr>
        <w:t>r</w:t>
      </w:r>
      <w:r w:rsidRPr="002401A3">
        <w:rPr>
          <w:rStyle w:val="StyleUnderline"/>
        </w:rPr>
        <w:t>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22C0156A" w14:textId="77777777" w:rsidR="00753B00" w:rsidRPr="002401A3" w:rsidRDefault="00753B00" w:rsidP="00753B00">
      <w:pPr>
        <w:rPr>
          <w:sz w:val="12"/>
        </w:rPr>
      </w:pPr>
    </w:p>
    <w:p w14:paraId="3E0250E9" w14:textId="77777777" w:rsidR="00753B00" w:rsidRPr="002401A3" w:rsidRDefault="00753B00" w:rsidP="00753B00">
      <w:pPr>
        <w:pStyle w:val="Heading3"/>
        <w:rPr>
          <w:rFonts w:cs="Calibri"/>
        </w:rPr>
      </w:pPr>
      <w:r w:rsidRPr="002401A3">
        <w:rPr>
          <w:rFonts w:cs="Calibri"/>
        </w:rPr>
        <w:lastRenderedPageBreak/>
        <w:t xml:space="preserve">Advantage 2: </w:t>
      </w:r>
      <w:r>
        <w:rPr>
          <w:rFonts w:cs="Calibri"/>
        </w:rPr>
        <w:t xml:space="preserve">Corporate </w:t>
      </w:r>
      <w:r w:rsidRPr="002401A3">
        <w:rPr>
          <w:rFonts w:cs="Calibri"/>
        </w:rPr>
        <w:t>Colonialism</w:t>
      </w:r>
    </w:p>
    <w:p w14:paraId="79E6C678" w14:textId="77777777" w:rsidR="00753B00" w:rsidRPr="002401A3" w:rsidRDefault="00753B00" w:rsidP="00753B00">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558E2E8" w14:textId="77777777" w:rsidR="00753B00" w:rsidRPr="002401A3" w:rsidRDefault="00753B00" w:rsidP="00753B00">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5E0594C1" w14:textId="77777777" w:rsidR="00753B00" w:rsidRPr="002401A3" w:rsidRDefault="00753B00" w:rsidP="00753B00">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RPr="007510E6">
        <w:rPr>
          <w:rStyle w:val="StyleUnderline"/>
          <w:highlight w:val="yellow"/>
        </w:rPr>
        <w:t>They center</w:t>
      </w:r>
      <w:r w:rsidRPr="002401A3">
        <w:rPr>
          <w:sz w:val="12"/>
        </w:rPr>
        <w:t xml:space="preserve"> on </w:t>
      </w:r>
      <w:r w:rsidRPr="007510E6">
        <w:rPr>
          <w:rStyle w:val="StyleUnderline"/>
          <w:highlight w:val="yellow"/>
        </w:rPr>
        <w:t>the dubious possibility of “</w:t>
      </w:r>
      <w:hyperlink r:id="rId20" w:history="1">
        <w:r w:rsidRPr="007510E6">
          <w:rPr>
            <w:rStyle w:val="StyleUnderline"/>
            <w:highlight w:val="yellow"/>
          </w:rPr>
          <w:t>terraforming</w:t>
        </w:r>
      </w:hyperlink>
      <w:r w:rsidRPr="007510E6">
        <w:rPr>
          <w:rStyle w:val="StyleUnderline"/>
          <w:highlight w:val="yellow"/>
        </w:rPr>
        <w:t>” Mars using resources and technologies that don’t yet exist.</w:t>
      </w:r>
      <w:r w:rsidRPr="002401A3">
        <w:rPr>
          <w:sz w:val="12"/>
        </w:rPr>
        <w:t xml:space="preserve"> ¶Musk planned to </w:t>
      </w:r>
      <w:hyperlink r:id="rId21" w:history="1">
        <w:r w:rsidRPr="002401A3">
          <w:rPr>
            <w:rStyle w:val="Hyperlink"/>
            <w:sz w:val="12"/>
          </w:rPr>
          <w:t>send the first humans to Mars in 2024</w:t>
        </w:r>
      </w:hyperlink>
      <w:r w:rsidRPr="002401A3">
        <w:rPr>
          <w:sz w:val="12"/>
        </w:rPr>
        <w:t>, and by 2030, he envisioned breaking ground on a city, </w:t>
      </w:r>
      <w:hyperlink r:id="rId2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and paying dividends 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some of 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imagery, </w:t>
      </w:r>
      <w:r w:rsidRPr="00334DB9">
        <w:rPr>
          <w:rStyle w:val="StyleUnderline"/>
          <w:sz w:val="24"/>
          <w:highlight w:val="yellow"/>
        </w:rPr>
        <w:t>they have failed to imagine a different world</w:t>
      </w:r>
      <w:r w:rsidRPr="002401A3">
        <w:rPr>
          <w:rStyle w:val="StyleUnderline"/>
          <w:sz w:val="24"/>
        </w:rPr>
        <w:t xml:space="preserve">. And </w:t>
      </w:r>
      <w:r w:rsidRPr="00334DB9">
        <w:rPr>
          <w:sz w:val="12"/>
        </w:rPr>
        <w:t>they have ignored the history of colonialism on this one. Empire never recreated Eden, but it did fuel centuries of growth based on expropriation, enslavement and environmental transformation in defiance of all limits. We are struggling with these consequences today.</w:t>
      </w:r>
    </w:p>
    <w:p w14:paraId="17288BFA" w14:textId="77777777" w:rsidR="00753B00" w:rsidRPr="002401A3" w:rsidRDefault="00753B00" w:rsidP="00753B00">
      <w:pPr>
        <w:pStyle w:val="Heading4"/>
        <w:rPr>
          <w:rFonts w:cs="Calibri"/>
        </w:rPr>
      </w:pPr>
      <w:r>
        <w:rPr>
          <w:rFonts w:cs="Calibri"/>
        </w:rPr>
        <w:t>If only wealthy elites can tap the vast resources of outer space, we lock in a permanent and unconscionable inequality. Private space colonization amounts to unchecked exploitation and authoritarian corporate control of future settlements.</w:t>
      </w:r>
      <w:r w:rsidRPr="002401A3">
        <w:rPr>
          <w:rFonts w:cs="Calibri"/>
        </w:rPr>
        <w:t xml:space="preserve"> Spencer ‘17</w:t>
      </w:r>
    </w:p>
    <w:p w14:paraId="098EC3D3" w14:textId="77777777" w:rsidR="00753B00" w:rsidRPr="002401A3" w:rsidRDefault="00753B00" w:rsidP="00753B00">
      <w:r w:rsidRPr="002401A3">
        <w:t xml:space="preserve">Spencer, Keith A. [senior editor at Salon] “Keep the Red Planet Red.” Jacobin, 2 May 2017, </w:t>
      </w:r>
      <w:hyperlink r:id="rId25" w:history="1">
        <w:r w:rsidRPr="002401A3">
          <w:rPr>
            <w:rStyle w:val="Hyperlink"/>
          </w:rPr>
          <w:t>https://www.jacobinmag.com/2017/02/mars-elon-musk-space-exploration-nasa-colonization.  //</w:t>
        </w:r>
      </w:hyperlink>
      <w:r w:rsidRPr="002401A3">
        <w:t xml:space="preserve"> Accesserd 12/15/2021 // marlborough JH</w:t>
      </w:r>
    </w:p>
    <w:p w14:paraId="44FB2C80" w14:textId="77777777" w:rsidR="00753B00" w:rsidRPr="002401A3" w:rsidRDefault="00753B00" w:rsidP="00753B00">
      <w:pPr>
        <w:ind w:left="720"/>
      </w:pPr>
      <w:r w:rsidRPr="00377999">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6" w:history="1">
        <w:r w:rsidRPr="00377999">
          <w:rPr>
            <w:rStyle w:val="Hyperlink"/>
            <w:sz w:val="12"/>
          </w:rPr>
          <w:t>research</w:t>
        </w:r>
      </w:hyperlink>
      <w:r w:rsidRPr="00377999">
        <w:rPr>
          <w:sz w:val="12"/>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7" w:history="1">
        <w:r w:rsidRPr="00377999">
          <w:rPr>
            <w:rStyle w:val="Hyperlink"/>
            <w:sz w:val="12"/>
          </w:rPr>
          <w:t>privatizing</w:t>
        </w:r>
      </w:hyperlink>
      <w:r w:rsidRPr="00377999">
        <w:rPr>
          <w:sz w:val="12"/>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8" w:history="1">
        <w:r w:rsidRPr="00377999">
          <w:rPr>
            <w:rStyle w:val="Hyperlink"/>
            <w:sz w:val="12"/>
          </w:rPr>
          <w:t>flyby</w:t>
        </w:r>
      </w:hyperlink>
      <w:r w:rsidRPr="00377999">
        <w:rPr>
          <w:sz w:val="12"/>
        </w:rPr>
        <w:t xml:space="preserve"> of the red planet. Mars One, a Dutch nonprofit, wants to </w:t>
      </w:r>
      <w:hyperlink r:id="rId29" w:history="1">
        <w:r w:rsidRPr="00377999">
          <w:rPr>
            <w:rStyle w:val="Hyperlink"/>
            <w:sz w:val="12"/>
          </w:rPr>
          <w:t>fund</w:t>
        </w:r>
      </w:hyperlink>
      <w:r w:rsidRPr="00377999">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30" w:history="1">
        <w:r w:rsidRPr="00377999">
          <w:rPr>
            <w:rStyle w:val="Hyperlink"/>
            <w:sz w:val="12"/>
          </w:rPr>
          <w:t>specifically</w:t>
        </w:r>
      </w:hyperlink>
      <w:r w:rsidRPr="00377999">
        <w:rPr>
          <w:sz w:val="12"/>
        </w:rPr>
        <w:t xml:space="preserve"> to colonize the solar system, became the first private company to successfully launch a rocket into orbit in 2008. In September 2016, at the International Astronautical Congress in Guadalajara, Musk laid out a detailed </w:t>
      </w:r>
      <w:hyperlink r:id="rId31" w:history="1">
        <w:r w:rsidRPr="00377999">
          <w:rPr>
            <w:rStyle w:val="Hyperlink"/>
            <w:sz w:val="12"/>
          </w:rPr>
          <w:t>vision</w:t>
        </w:r>
      </w:hyperlink>
      <w:r w:rsidRPr="00377999">
        <w:rPr>
          <w:sz w:val="12"/>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32" w:history="1">
        <w:r w:rsidRPr="00377999">
          <w:rPr>
            <w:rStyle w:val="Hyperlink"/>
            <w:sz w:val="12"/>
          </w:rPr>
          <w:t>video</w:t>
        </w:r>
      </w:hyperlink>
      <w:r w:rsidRPr="00377999">
        <w:rPr>
          <w:sz w:val="12"/>
        </w:rPr>
        <w:t xml:space="preserve"> of the transit system in action and </w:t>
      </w:r>
      <w:hyperlink r:id="rId33" w:history="1">
        <w:r w:rsidRPr="00377999">
          <w:rPr>
            <w:rStyle w:val="Hyperlink"/>
            <w:sz w:val="12"/>
          </w:rPr>
          <w:t>details</w:t>
        </w:r>
      </w:hyperlink>
      <w:r w:rsidRPr="00377999">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then,</w:t>
      </w:r>
      <w:r w:rsidRPr="00377999">
        <w:rPr>
          <w:rStyle w:val="StyleUnderline"/>
          <w:sz w:val="12"/>
        </w:rPr>
        <w:t xml:space="preserve"> </w:t>
      </w:r>
      <w:r w:rsidRPr="00377999">
        <w:rPr>
          <w:rStyle w:val="StyleUnderline"/>
          <w:highlight w:val="yellow"/>
        </w:rPr>
        <w:t>his</w:t>
      </w:r>
      <w:r w:rsidRPr="002401A3">
        <w:rPr>
          <w:rStyle w:val="StyleUnderline"/>
        </w:rPr>
        <w:t xml:space="preserve"> </w:t>
      </w:r>
      <w:r w:rsidRPr="002401A3">
        <w:rPr>
          <w:rStyle w:val="StyleUnderline"/>
          <w:highlight w:val="yellow"/>
        </w:rPr>
        <w:t>Mars mission will be limited to those who can afford it.</w:t>
      </w:r>
      <w:r w:rsidRPr="002401A3">
        <w:rPr>
          <w:rStyle w:val="StyleUnderline"/>
        </w:rPr>
        <w:t xml:space="preserve"> In that sense, </w:t>
      </w:r>
      <w:r w:rsidRPr="00377999">
        <w:rPr>
          <w:rStyle w:val="StyleUnderline"/>
          <w:highlight w:val="yellow"/>
        </w:rPr>
        <w:t>Musk’s colonization plan looks a lot like joining a country club or gated community</w:t>
      </w:r>
      <w:r w:rsidRPr="002401A3">
        <w:rPr>
          <w:rStyle w:val="StyleUnderline"/>
        </w:rPr>
        <w:t xml:space="preserve">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377999">
        <w:t>even a lifeless world like</w:t>
      </w:r>
      <w:r w:rsidRPr="002401A3">
        <w:rPr>
          <w:rStyle w:val="Emphasis"/>
        </w:rPr>
        <w:t xml:space="preserve"> </w:t>
      </w:r>
      <w:r w:rsidRPr="00377999">
        <w:rPr>
          <w:rStyle w:val="Emphasis"/>
          <w:highlight w:val="yellow"/>
        </w:rPr>
        <w:t>Mars</w:t>
      </w:r>
      <w:r w:rsidRPr="002401A3">
        <w:rPr>
          <w:rStyle w:val="Emphasis"/>
        </w:rPr>
        <w:t xml:space="preserve">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5" w:history="1">
        <w:r w:rsidRPr="002401A3">
          <w:rPr>
            <w:rStyle w:val="Hyperlink"/>
            <w:sz w:val="12"/>
          </w:rPr>
          <w:t>the tallest mountain</w:t>
        </w:r>
      </w:hyperlink>
      <w:r w:rsidRPr="002401A3">
        <w:rPr>
          <w:sz w:val="12"/>
        </w:rPr>
        <w:t xml:space="preserve"> in the solar system become a </w:t>
      </w:r>
      <w:hyperlink r:id="rId3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7" w:history="1">
        <w:r w:rsidRPr="002401A3">
          <w:rPr>
            <w:rStyle w:val="StyleUnderline"/>
          </w:rPr>
          <w:t>public</w:t>
        </w:r>
      </w:hyperlink>
      <w:r w:rsidRPr="002401A3">
        <w:rPr>
          <w:rStyle w:val="StyleUnderline"/>
        </w:rPr>
        <w:t xml:space="preserve">, and also why it insists on sterilizing space probes to avoid contaminating other worlds with </w:t>
      </w:r>
      <w:r w:rsidRPr="002401A3">
        <w:rPr>
          <w:rStyle w:val="StyleUnderline"/>
        </w:rPr>
        <w:lastRenderedPageBreak/>
        <w:t>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8" w:history="1">
        <w:r w:rsidRPr="002401A3">
          <w:rPr>
            <w:rStyle w:val="Hyperlink"/>
            <w:sz w:val="12"/>
          </w:rPr>
          <w:t>experiments</w:t>
        </w:r>
      </w:hyperlink>
      <w:r w:rsidRPr="002401A3">
        <w:rPr>
          <w:sz w:val="12"/>
        </w:rPr>
        <w:t xml:space="preserve"> into space and hosted </w:t>
      </w:r>
      <w:hyperlink r:id="rId3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4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w:t>
      </w:r>
      <w:r w:rsidRPr="00377999">
        <w:rPr>
          <w:sz w:val="12"/>
        </w:rPr>
        <w:t xml:space="preserve">,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w:t>
      </w:r>
      <w:r w:rsidRPr="002401A3">
        <w:rPr>
          <w:sz w:val="12"/>
        </w:rPr>
        <w:t xml:space="preserve">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6" w:history="1">
        <w:r w:rsidRPr="002401A3">
          <w:rPr>
            <w:rStyle w:val="Hyperlink"/>
            <w:sz w:val="12"/>
          </w:rPr>
          <w:t>announced</w:t>
        </w:r>
      </w:hyperlink>
      <w:r w:rsidRPr="002401A3">
        <w:rPr>
          <w:sz w:val="12"/>
        </w:rPr>
        <w:t xml:space="preserve"> his plan to hire ten thousand refugees and was immediately hailed as a </w:t>
      </w:r>
      <w:hyperlink r:id="rId4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50" w:history="1">
        <w:r w:rsidRPr="002401A3">
          <w:rPr>
            <w:rStyle w:val="Hyperlink"/>
            <w:sz w:val="12"/>
          </w:rPr>
          <w:t>Keep the red planet red</w:t>
        </w:r>
      </w:hyperlink>
      <w:r w:rsidRPr="002401A3">
        <w:rPr>
          <w:sz w:val="12"/>
        </w:rPr>
        <w:t xml:space="preserve">! </w:t>
      </w:r>
    </w:p>
    <w:p w14:paraId="72E702D6" w14:textId="77777777" w:rsidR="00753B00" w:rsidRPr="002401A3" w:rsidRDefault="00753B00" w:rsidP="00753B00">
      <w:pPr>
        <w:pStyle w:val="Heading4"/>
        <w:rPr>
          <w:rFonts w:cs="Calibri"/>
        </w:rPr>
      </w:pPr>
      <w:r>
        <w:rPr>
          <w:rFonts w:cs="Calibri"/>
        </w:rPr>
        <w:lastRenderedPageBreak/>
        <w:t xml:space="preserve">This private expansion into space results in corporate colonization of planets that undermines the interests of the rest of humanity. </w:t>
      </w:r>
      <w:r w:rsidRPr="002401A3">
        <w:rPr>
          <w:rFonts w:cs="Calibri"/>
        </w:rPr>
        <w:t xml:space="preserve">Spencer </w:t>
      </w:r>
      <w:r>
        <w:rPr>
          <w:rFonts w:cs="Calibri"/>
        </w:rPr>
        <w:t>’17</w:t>
      </w:r>
    </w:p>
    <w:p w14:paraId="2364D1DE" w14:textId="77777777" w:rsidR="00753B00" w:rsidRPr="002401A3" w:rsidRDefault="00753B00" w:rsidP="00753B00">
      <w:r w:rsidRPr="002401A3">
        <w:t xml:space="preserve">Spencer, Keith A. [senior editor at Salon]“Against Mars-a-Lago: Why SpaceX's Mars Colonization Plan Should Terrify You.” Salon, Salon.com, </w:t>
      </w:r>
      <w:r>
        <w:t>Oct. 8 2017</w:t>
      </w:r>
      <w:r w:rsidRPr="002401A3">
        <w:t xml:space="preserve">, https://www.salon.com/2017/10/08/against-mars-a-lago-why-spacexs-mars-colonization-plan-should-terrify-you/. </w:t>
      </w:r>
    </w:p>
    <w:p w14:paraId="6DD3EA84" w14:textId="77777777" w:rsidR="00753B00" w:rsidRDefault="00753B00" w:rsidP="00753B00">
      <w:pPr>
        <w:ind w:left="720"/>
        <w:rPr>
          <w:sz w:val="12"/>
        </w:rPr>
      </w:pPr>
      <w:r w:rsidRPr="002401A3">
        <w:rPr>
          <w:sz w:val="12"/>
        </w:rPr>
        <w:t xml:space="preserve">When CEO Elon Musk announced last month that his aerospace company SpaceX would be </w:t>
      </w:r>
      <w:hyperlink r:id="rId5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5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5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5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377999">
        <w:rPr>
          <w:rStyle w:val="Emphasis"/>
          <w:highlight w:val="yellow"/>
        </w:rPr>
        <w:t xml:space="preserve">There has be no </w:t>
      </w:r>
      <w:r w:rsidRPr="002401A3">
        <w:rPr>
          <w:rStyle w:val="Emphasis"/>
          <w:highlight w:val="yellow"/>
        </w:rPr>
        <w:t>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58" w:history="1">
        <w:r w:rsidRPr="002401A3">
          <w:rPr>
            <w:rStyle w:val="StyleUnderline"/>
          </w:rPr>
          <w:t>sacrosanct</w:t>
        </w:r>
      </w:hyperlink>
      <w:r w:rsidRPr="002401A3">
        <w:rPr>
          <w:rStyle w:val="StyleUnderline"/>
        </w:rPr>
        <w:t xml:space="preserve"> </w:t>
      </w:r>
      <w:hyperlink r:id="rId5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2401A3">
        <w:rPr>
          <w:rStyle w:val="StyleUnderline"/>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2401A3">
        <w:rPr>
          <w:rStyle w:val="StyleUnderline"/>
          <w:highlight w:val="yellow"/>
        </w:rPr>
        <w:t>means ceding governance and control</w:t>
      </w:r>
      <w:r w:rsidRPr="002401A3">
        <w:rPr>
          <w:rStyle w:val="StyleUnderline"/>
        </w:rPr>
        <w:t xml:space="preserve"> back </w:t>
      </w:r>
      <w:r w:rsidRPr="002401A3">
        <w:rPr>
          <w:rStyle w:val="StyleUnderline"/>
          <w:highlight w:val="yellow"/>
        </w:rPr>
        <w:t>to corporations whose interest is not ours</w:t>
      </w:r>
      <w:r w:rsidRPr="002401A3">
        <w:rPr>
          <w:rStyle w:val="StyleUnderline"/>
        </w:rPr>
        <w:t xml:space="preserve">, </w:t>
      </w:r>
      <w:r w:rsidRPr="002401A3">
        <w:rPr>
          <w:rStyle w:val="StyleUnderline"/>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2401A3">
        <w:rPr>
          <w:rStyle w:val="StyleUnderline"/>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60" w:history="1">
        <w:r w:rsidRPr="002401A3">
          <w:rPr>
            <w:rStyle w:val="Hyperlink"/>
            <w:sz w:val="12"/>
          </w:rPr>
          <w:t>put in charge</w:t>
        </w:r>
      </w:hyperlink>
      <w:r w:rsidRPr="002401A3">
        <w:rPr>
          <w:sz w:val="12"/>
        </w:rPr>
        <w:t xml:space="preserve"> of running the show on Mars, their interests will inherently be at </w:t>
      </w:r>
      <w:hyperlink r:id="rId61" w:history="1">
        <w:r w:rsidRPr="002401A3">
          <w:rPr>
            <w:rStyle w:val="Hyperlink"/>
            <w:sz w:val="12"/>
          </w:rPr>
          <w:t xml:space="preserve">odds with the workers </w:t>
        </w:r>
      </w:hyperlink>
      <w:r w:rsidRPr="002401A3">
        <w:rPr>
          <w:sz w:val="12"/>
        </w:rPr>
        <w:t xml:space="preserve">and employees involved. After all, a private foundation </w:t>
      </w:r>
      <w:hyperlink r:id="rId6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63" w:history="1">
        <w:r w:rsidRPr="002401A3">
          <w:rPr>
            <w:rStyle w:val="Hyperlink"/>
            <w:sz w:val="12"/>
          </w:rPr>
          <w:t>illustrate</w:t>
        </w:r>
      </w:hyperlink>
      <w:r w:rsidRPr="002401A3">
        <w:rPr>
          <w:sz w:val="12"/>
        </w:rPr>
        <w:t xml:space="preserve">, often </w:t>
      </w:r>
      <w:hyperlink r:id="rId64" w:history="1">
        <w:r w:rsidRPr="002401A3">
          <w:rPr>
            <w:rStyle w:val="Hyperlink"/>
            <w:sz w:val="12"/>
          </w:rPr>
          <w:t>do the bidding</w:t>
        </w:r>
      </w:hyperlink>
      <w:r w:rsidRPr="002401A3">
        <w:rPr>
          <w:sz w:val="12"/>
        </w:rPr>
        <w:t xml:space="preserve"> of their rich donors, and take an </w:t>
      </w:r>
      <w:hyperlink r:id="rId6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377999">
        <w:rPr>
          <w:sz w:val="12"/>
        </w:rPr>
        <w:t xml:space="preserve">The only basis for colonization of Mars that Musk can conceive of is one based on tourism: the rich pay an amount — Musk quotes the ticket price at </w:t>
      </w:r>
      <w:hyperlink r:id="rId66" w:tgtFrame="_blank" w:history="1">
        <w:r w:rsidRPr="00377999">
          <w:rPr>
            <w:rStyle w:val="Hyperlink"/>
            <w:sz w:val="12"/>
          </w:rPr>
          <w:t>$200,000 if he can get 1 million tourists</w:t>
        </w:r>
      </w:hyperlink>
      <w:r w:rsidRPr="00377999">
        <w:rPr>
          <w:sz w:val="12"/>
        </w:rPr>
        <w:t xml:space="preserve"> to pay that — that entitles them to a round-trip ticket. And while they’re on Mars and traveling to it, they luxuriate: Musk has </w:t>
      </w:r>
      <w:hyperlink r:id="rId67" w:tgtFrame="_blank" w:history="1">
        <w:r w:rsidRPr="00377999">
          <w:rPr>
            <w:rStyle w:val="Hyperlink"/>
            <w:sz w:val="12"/>
          </w:rPr>
          <w:t>assured</w:t>
        </w:r>
      </w:hyperlink>
      <w:r w:rsidRPr="00377999">
        <w:rPr>
          <w:sz w:val="12"/>
        </w:rPr>
        <w:t xml:space="preserve"> that the trip would be “fun.” This is what makes Musk’s Mars vision so different than, say, the Apollo missions or the International Space Station.</w:t>
      </w:r>
      <w:r w:rsidRPr="00377999">
        <w:rPr>
          <w:rStyle w:val="StyleUnderline"/>
          <w:sz w:val="12"/>
        </w:rPr>
        <w:t xml:space="preserve"> </w:t>
      </w:r>
      <w:r w:rsidRPr="002401A3">
        <w:rPr>
          <w:rStyle w:val="StyleUnderline"/>
          <w:highlight w:val="yellow"/>
        </w:rPr>
        <w:t>This isn’t</w:t>
      </w:r>
      <w:r w:rsidRPr="002401A3">
        <w:rPr>
          <w:rStyle w:val="StyleUnderline"/>
        </w:rPr>
        <w:t xml:space="preserve"> </w:t>
      </w:r>
      <w:r w:rsidRPr="00377999">
        <w:rPr>
          <w:sz w:val="12"/>
        </w:rPr>
        <w:t>really</w:t>
      </w:r>
      <w:r w:rsidRPr="00377999">
        <w:rPr>
          <w:rStyle w:val="StyleUnderline"/>
          <w:sz w:val="12"/>
        </w:rPr>
        <w:t xml:space="preserve"> </w:t>
      </w:r>
      <w:r w:rsidRPr="002401A3">
        <w:rPr>
          <w:rStyle w:val="StyleUnderline"/>
          <w:highlight w:val="yellow"/>
        </w:rPr>
        <w:t>exploration for humanity’s sake</w:t>
      </w:r>
      <w:r w:rsidRPr="002401A3">
        <w:rPr>
          <w:rStyle w:val="StyleUnderline"/>
        </w:rPr>
        <w:t xml:space="preserve"> — </w:t>
      </w:r>
      <w:r w:rsidRPr="002401A3">
        <w:rPr>
          <w:rStyle w:val="StyleUnderline"/>
          <w:highlight w:val="yellow"/>
        </w:rPr>
        <w:t>there’s not</w:t>
      </w:r>
      <w:r w:rsidRPr="002401A3">
        <w:rPr>
          <w:rStyle w:val="StyleUnderline"/>
        </w:rPr>
        <w:t xml:space="preserve"> </w:t>
      </w:r>
      <w:r w:rsidRPr="00377999">
        <w:rPr>
          <w:sz w:val="12"/>
        </w:rPr>
        <w:t>that much</w:t>
      </w:r>
      <w:r w:rsidRPr="00377999">
        <w:rPr>
          <w:rStyle w:val="StyleUnderline"/>
          <w:sz w:val="12"/>
        </w:rPr>
        <w:t xml:space="preserve"> </w:t>
      </w:r>
      <w:r w:rsidRPr="002401A3">
        <w:rPr>
          <w:rStyle w:val="StyleUnderline"/>
          <w:highlight w:val="yellow"/>
        </w:rPr>
        <w:t xml:space="preserve">science </w:t>
      </w:r>
      <w:r w:rsidRPr="00377999">
        <w:rPr>
          <w:sz w:val="12"/>
        </w:rPr>
        <w:t>assumed</w:t>
      </w:r>
      <w:r w:rsidRPr="00377999">
        <w:rPr>
          <w:rStyle w:val="StyleUnderline"/>
          <w:sz w:val="12"/>
        </w:rPr>
        <w:t xml:space="preserve"> </w:t>
      </w:r>
      <w:r w:rsidRPr="002401A3">
        <w:rPr>
          <w:rStyle w:val="StyleUnderline"/>
          <w:highlight w:val="yellow"/>
        </w:rPr>
        <w:t>here</w:t>
      </w:r>
      <w:r w:rsidRPr="002401A3">
        <w:rPr>
          <w:rStyle w:val="StyleUnderline"/>
        </w:rPr>
        <w:t xml:space="preserve">, as there was in the Moon missions. Musk wants to build the ultimate luxury package, exclusively for the richest among </w:t>
      </w:r>
      <w:r w:rsidRPr="002401A3">
        <w:rPr>
          <w:sz w:val="12"/>
        </w:rPr>
        <w:t>us. Musk isn’t trying to build something akin to Matt Damon’s spartan research base in "The Martian." He wants to build Mars-a-Lago</w:t>
      </w:r>
      <w:r w:rsidRPr="002401A3">
        <w:rPr>
          <w:rStyle w:val="StyleUnderline"/>
        </w:rPr>
        <w:t xml:space="preserve">. And </w:t>
      </w:r>
      <w:r w:rsidRPr="002401A3">
        <w:rPr>
          <w:rStyle w:val="StyleUnderline"/>
          <w:highlight w:val="yellow"/>
        </w:rPr>
        <w:t>an economy based on tourism</w:t>
      </w:r>
      <w:r w:rsidRPr="002401A3">
        <w:rPr>
          <w:rStyle w:val="StyleUnderline"/>
        </w:rPr>
        <w:t xml:space="preserve">, particularly high-end tourism, </w:t>
      </w:r>
      <w:r w:rsidRPr="002401A3">
        <w:rPr>
          <w:rStyle w:val="StyleUnderline"/>
          <w:highlight w:val="yellow"/>
        </w:rPr>
        <w:t>needs employees</w:t>
      </w:r>
      <w:r w:rsidRPr="002401A3">
        <w:rPr>
          <w:rStyle w:val="StyleUnderline"/>
        </w:rPr>
        <w:t xml:space="preserve"> — even if a high degree of automation is assumed. And as I’ve written about </w:t>
      </w:r>
      <w:hyperlink r:id="rId68" w:history="1">
        <w:r w:rsidRPr="002401A3">
          <w:rPr>
            <w:rStyle w:val="StyleUnderline"/>
          </w:rPr>
          <w:t>before</w:t>
        </w:r>
      </w:hyperlink>
      <w:r w:rsidRPr="002401A3">
        <w:rPr>
          <w:rStyle w:val="StyleUnderline"/>
        </w:rPr>
        <w:t xml:space="preserve">, </w:t>
      </w:r>
      <w:r w:rsidRPr="002401A3">
        <w:rPr>
          <w:rStyle w:val="StyleUnderline"/>
          <w:highlight w:val="yellow"/>
        </w:rPr>
        <w:t>that means a lot of labor at the lowest cost</w:t>
      </w:r>
      <w:r w:rsidRPr="002401A3">
        <w:rPr>
          <w:rStyle w:val="StyleUnderline"/>
        </w:rPr>
        <w:t xml:space="preserve"> possible. </w:t>
      </w:r>
      <w:r w:rsidRPr="00377999">
        <w:rPr>
          <w:sz w:val="12"/>
        </w:rPr>
        <w:t>Imagine signing away years of your life</w:t>
      </w:r>
      <w:r w:rsidRPr="00377999">
        <w:rPr>
          <w:rStyle w:val="StyleUnderline"/>
          <w:sz w:val="12"/>
        </w:rPr>
        <w:t xml:space="preserve"> </w:t>
      </w:r>
      <w:r w:rsidRPr="002401A3">
        <w:rPr>
          <w:rStyle w:val="StyleUnderline"/>
        </w:rPr>
        <w:t xml:space="preserve">to be a housekeeper in the Mars-a-Lago hotel, with your communications, water, food, energy </w:t>
      </w:r>
      <w:r w:rsidRPr="002401A3">
        <w:rPr>
          <w:rStyle w:val="StyleUnderline"/>
        </w:rPr>
        <w:lastRenderedPageBreak/>
        <w:t xml:space="preserve">usage, even oxygen tightly managed by your employer, </w:t>
      </w:r>
      <w:r w:rsidRPr="002401A3">
        <w:rPr>
          <w:rStyle w:val="StyleUnderline"/>
          <w:highlight w:val="yellow"/>
        </w:rPr>
        <w:t>and no government to file a grievance to if your employer cuts your wages, harasses you, cuts off your oxygen</w:t>
      </w:r>
      <w:r w:rsidRPr="002401A3">
        <w:rPr>
          <w:rStyle w:val="StyleUnderline"/>
        </w:rPr>
        <w:t>.</w:t>
      </w:r>
      <w:r w:rsidRPr="002401A3">
        <w:rPr>
          <w:sz w:val="12"/>
        </w:rPr>
        <w:t xml:space="preserve"> Where would Mars-a-Lago's employees turn if their rights were impinged upon? Oh wait, </w:t>
      </w:r>
      <w:r w:rsidRPr="002401A3">
        <w:rPr>
          <w:rStyle w:val="StyleUnderline"/>
          <w:highlight w:val="yellow"/>
        </w:rPr>
        <w:t>this planet is</w:t>
      </w:r>
      <w:r w:rsidRPr="002401A3">
        <w:rPr>
          <w:sz w:val="12"/>
        </w:rPr>
        <w:t xml:space="preserve"> run </w:t>
      </w:r>
      <w:r w:rsidRPr="002401A3">
        <w:rPr>
          <w:rStyle w:val="StyleUnderline"/>
          <w:highlight w:val="yellow"/>
        </w:rPr>
        <w:t>private</w:t>
      </w:r>
      <w:r w:rsidRPr="002401A3">
        <w:rPr>
          <w:rStyle w:val="StyleUnderline"/>
        </w:rPr>
        <w:t>ly</w:t>
      </w:r>
      <w:r w:rsidRPr="002401A3">
        <w:rPr>
          <w:sz w:val="12"/>
        </w:rPr>
        <w:t xml:space="preserve">? You have no rights. </w:t>
      </w:r>
      <w:r w:rsidRPr="002401A3">
        <w:rPr>
          <w:rStyle w:val="StyleUnderline"/>
        </w:rPr>
        <w:t xml:space="preserve">Musk's vision for </w:t>
      </w:r>
      <w:r w:rsidRPr="002401A3">
        <w:rPr>
          <w:rStyle w:val="Emphasis"/>
          <w:highlight w:val="yellow"/>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6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5D8C4FC" w14:textId="77777777" w:rsidR="00753B00" w:rsidRPr="0042059C" w:rsidRDefault="00753B00" w:rsidP="00753B00">
      <w:pPr>
        <w:keepNext/>
        <w:keepLines/>
        <w:spacing w:before="40"/>
        <w:outlineLvl w:val="3"/>
        <w:rPr>
          <w:rFonts w:eastAsia="MS Gothic"/>
          <w:b/>
          <w:iCs/>
          <w:sz w:val="26"/>
        </w:rPr>
      </w:pPr>
      <w:r w:rsidRPr="0042059C">
        <w:rPr>
          <w:rFonts w:eastAsia="MS Gothic"/>
          <w:b/>
          <w:iCs/>
          <w:sz w:val="26"/>
        </w:rPr>
        <w:t>Neoliberalism</w:t>
      </w:r>
      <w:r>
        <w:rPr>
          <w:rFonts w:eastAsia="MS Gothic"/>
          <w:b/>
          <w:iCs/>
          <w:sz w:val="26"/>
        </w:rPr>
        <w:t xml:space="preserve"> destroys ethics, locks in poverty and exploitation, decimates the environment, and causes war.</w:t>
      </w:r>
    </w:p>
    <w:p w14:paraId="1809DB47" w14:textId="77777777" w:rsidR="00753B00" w:rsidRPr="0042059C" w:rsidRDefault="00753B00" w:rsidP="00753B00">
      <w:pPr>
        <w:rPr>
          <w:rFonts w:eastAsia="Cambria"/>
        </w:rPr>
      </w:pPr>
      <w:r w:rsidRPr="0042059C">
        <w:rPr>
          <w:rFonts w:eastAsia="Cambria"/>
          <w:b/>
          <w:bCs/>
          <w:sz w:val="26"/>
        </w:rPr>
        <w:t>Werlhof 15</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4D2E03A4" w14:textId="77777777" w:rsidR="00753B00" w:rsidRPr="00C0357D" w:rsidRDefault="00753B00" w:rsidP="00753B00">
      <w:pPr>
        <w:ind w:left="720"/>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As a consequence,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big corporations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workers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Anti-trust laws</w:t>
      </w:r>
      <w:r w:rsidRPr="00C0357D">
        <w:rPr>
          <w:rFonts w:eastAsia="Cambria"/>
          <w:sz w:val="12"/>
        </w:rPr>
        <w:t xml:space="preserve"> have </w:t>
      </w:r>
      <w:r w:rsidRPr="0042059C">
        <w:rPr>
          <w:rFonts w:eastAsia="Cambria"/>
          <w:u w:val="single"/>
        </w:rPr>
        <w:t>lost all power since</w:t>
      </w:r>
      <w:r w:rsidRPr="00C0357D">
        <w:rPr>
          <w:rFonts w:eastAsia="Cambria"/>
          <w:sz w:val="12"/>
        </w:rPr>
        <w:t xml:space="preserve"> the transnational </w:t>
      </w:r>
      <w:r w:rsidRPr="00E110F6">
        <w:rPr>
          <w:rFonts w:eastAsia="Cambria"/>
          <w:iCs/>
          <w:highlight w:val="yellow"/>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E110F6">
        <w:rPr>
          <w:rFonts w:eastAsia="Cambria"/>
          <w:iCs/>
          <w:highlight w:val="yellow"/>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w:t>
      </w:r>
      <w:r w:rsidRPr="00C0357D">
        <w:rPr>
          <w:rFonts w:eastAsia="Cambria"/>
          <w:sz w:val="12"/>
        </w:rPr>
        <w:lastRenderedPageBreak/>
        <w:t xml:space="preserve">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C0357D">
        <w:rPr>
          <w:rFonts w:eastAsia="Cambria"/>
          <w:sz w:val="12"/>
        </w:rPr>
        <w:t xml:space="preserve"> because their performances are below average in comparison to speculation – rather: spookulation – wins. </w:t>
      </w:r>
      <w:r w:rsidRPr="0042059C">
        <w:rPr>
          <w:rFonts w:eastAsia="Cambria"/>
          <w:highlight w:val="yellow"/>
          <w:u w:val="single"/>
        </w:rPr>
        <w:t>The public sector</w:t>
      </w:r>
      <w:r w:rsidRPr="00C0357D">
        <w:rPr>
          <w:rFonts w:eastAsia="Cambria"/>
          <w:sz w:val="12"/>
        </w:rPr>
        <w:t xml:space="preserve">, which has historically been defined as a sector of not-for-profit economy and administration, </w:t>
      </w:r>
      <w:r w:rsidRPr="0042059C">
        <w:rPr>
          <w:rFonts w:eastAsia="Cambria"/>
          <w:highlight w:val="yellow"/>
          <w:u w:val="single"/>
        </w:rPr>
        <w:t>is</w:t>
      </w:r>
      <w:r w:rsidRPr="0042059C">
        <w:rPr>
          <w:rFonts w:eastAsia="Cambria"/>
          <w:u w:val="single"/>
        </w:rPr>
        <w:t xml:space="preserve"> “slimmed” and its “profitable” parts</w:t>
      </w:r>
      <w:r w:rsidRPr="00C0357D">
        <w:rPr>
          <w:rFonts w:eastAsia="Cambria"/>
          <w:sz w:val="12"/>
        </w:rPr>
        <w:t xml:space="preserve"> (“gems”) </w:t>
      </w:r>
      <w:r w:rsidRPr="0042059C">
        <w:rPr>
          <w:rFonts w:eastAsia="Cambria"/>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As a consequence,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e.g.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xml:space="preserve">. In this sense, they are a continuation of the history of so-called original accumulation which has expanded globally, in accordance with to the motto: “Growth through expropriation!”[21]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colonization of the world</w:t>
      </w:r>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traditional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w:t>
      </w:r>
      <w:r w:rsidRPr="00C0357D">
        <w:rPr>
          <w:rFonts w:eastAsia="Cambria"/>
          <w:sz w:val="12"/>
        </w:rPr>
        <w:lastRenderedPageBreak/>
        <w:t xml:space="preserve">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i.e.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communities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xml:space="preserve">. To paraphrase Richard Sennett: “Everything to the Corporations!”[54]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still remain,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w:t>
      </w:r>
      <w:r w:rsidRPr="00C0357D">
        <w:rPr>
          <w:sz w:val="12"/>
        </w:rPr>
        <w:lastRenderedPageBreak/>
        <w:t>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94E840A" w14:textId="77777777" w:rsidR="00753B00" w:rsidRPr="002401A3" w:rsidRDefault="00753B00" w:rsidP="00753B00">
      <w:pPr>
        <w:pStyle w:val="Heading3"/>
        <w:rPr>
          <w:rFonts w:cs="Calibri"/>
        </w:rPr>
      </w:pPr>
      <w:r w:rsidRPr="002401A3">
        <w:rPr>
          <w:rFonts w:cs="Calibri"/>
        </w:rPr>
        <w:lastRenderedPageBreak/>
        <w:t>Plan</w:t>
      </w:r>
    </w:p>
    <w:p w14:paraId="542C6F30" w14:textId="77777777" w:rsidR="00753B00" w:rsidRPr="002401A3" w:rsidRDefault="00753B00" w:rsidP="00753B00">
      <w:pPr>
        <w:pStyle w:val="Heading4"/>
        <w:rPr>
          <w:rFonts w:cs="Calibri"/>
        </w:rPr>
      </w:pPr>
      <w:r w:rsidRPr="002401A3">
        <w:rPr>
          <w:rFonts w:cs="Calibri"/>
        </w:rPr>
        <w:t xml:space="preserve">The appropriation of outer space by private entities is unjust. Thus, the plan. </w:t>
      </w:r>
    </w:p>
    <w:p w14:paraId="47B27282" w14:textId="77777777" w:rsidR="00753B00" w:rsidRPr="00596CC4" w:rsidRDefault="00753B00" w:rsidP="00753B00">
      <w:pPr>
        <w:pStyle w:val="Heading4"/>
      </w:pPr>
      <w:r w:rsidRPr="00596CC4">
        <w:t>Plan text: Outer space ought to be recognized as a global commons as per the Goehring card. Goehring describes but does not advocate treating space in this way.</w:t>
      </w:r>
    </w:p>
    <w:p w14:paraId="23DFB88D" w14:textId="77777777" w:rsidR="00753B00" w:rsidRPr="002401A3" w:rsidRDefault="00753B00" w:rsidP="00753B00">
      <w:r w:rsidRPr="002401A3">
        <w:rPr>
          <w:rStyle w:val="Style13ptBold"/>
        </w:rPr>
        <w:t xml:space="preserve">Goehring 6/3 - </w:t>
      </w:r>
      <w:r w:rsidRPr="002401A3">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14:paraId="58B7AC19" w14:textId="77777777" w:rsidR="00753B00" w:rsidRPr="002401A3" w:rsidRDefault="00753B00" w:rsidP="00753B00">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2401A3">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Christol, not only “protects the proposition what [sic] </w:t>
      </w:r>
      <w:r w:rsidRPr="002401A3">
        <w:rPr>
          <w:rStyle w:val="StyleUnderline"/>
          <w:highlight w:val="yellow"/>
        </w:rPr>
        <w:t>given areas and their resources are open to inclusive use and that there may not be exclusive use</w:t>
      </w:r>
      <w:r w:rsidRPr="002401A3">
        <w:rPr>
          <w:sz w:val="12"/>
        </w:rPr>
        <w:t xml:space="preserve">,” but also “goes farther: it asserts that </w:t>
      </w:r>
      <w:r w:rsidRPr="002401A3">
        <w:rPr>
          <w:rStyle w:val="StyleUnderline"/>
          <w:highlight w:val="yellow"/>
        </w:rPr>
        <w:t>there must be a sharing of the benefits and of the values derived from the indicated commons.</w:t>
      </w:r>
      <w:r w:rsidRPr="002401A3">
        <w:rPr>
          <w:sz w:val="12"/>
        </w:rPr>
        <w:t xml:space="preserve">”44 In other words, </w:t>
      </w:r>
      <w:r w:rsidRPr="002401A3">
        <w:rPr>
          <w:rStyle w:val="StyleUnderline"/>
          <w:highlight w:val="yellow"/>
        </w:rPr>
        <w:t>status as the common heritage of mankind does not permit full private property rights in space resources.</w:t>
      </w:r>
      <w:r w:rsidRPr="002401A3">
        <w:rPr>
          <w:sz w:val="12"/>
        </w:rPr>
        <w:t xml:space="preserve"> </w:t>
      </w:r>
      <w:r w:rsidRPr="002401A3">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2401A3">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195221BD" w14:textId="77777777" w:rsidR="00753B00" w:rsidRPr="002401A3" w:rsidRDefault="00753B00" w:rsidP="00753B00">
      <w:pPr>
        <w:pStyle w:val="Heading3"/>
        <w:rPr>
          <w:rFonts w:cs="Calibri"/>
        </w:rPr>
      </w:pPr>
      <w:r w:rsidRPr="002401A3">
        <w:rPr>
          <w:rFonts w:cs="Calibri"/>
        </w:rPr>
        <w:lastRenderedPageBreak/>
        <w:t>Solvency</w:t>
      </w:r>
    </w:p>
    <w:p w14:paraId="7EE4FD4A" w14:textId="77777777" w:rsidR="00753B00" w:rsidRPr="002401A3" w:rsidRDefault="00753B00" w:rsidP="00753B00">
      <w:pPr>
        <w:pStyle w:val="Heading4"/>
        <w:rPr>
          <w:rFonts w:cs="Calibri"/>
        </w:rPr>
      </w:pPr>
      <w:r w:rsidRPr="002401A3">
        <w:rPr>
          <w:rFonts w:cs="Calibri"/>
        </w:rPr>
        <w:t>Treating space as a commons solves orbital debris. States already agree to a limited regime of this type.</w:t>
      </w:r>
    </w:p>
    <w:p w14:paraId="31D5F17A" w14:textId="77777777" w:rsidR="00753B00" w:rsidRPr="00377999" w:rsidRDefault="00753B00" w:rsidP="00753B00">
      <w:pPr>
        <w:rPr>
          <w:sz w:val="16"/>
        </w:rPr>
      </w:pPr>
      <w:r w:rsidRPr="002401A3">
        <w:rPr>
          <w:rStyle w:val="Style13ptBold"/>
        </w:rPr>
        <w:t>Silverstein &amp; Panda ‘3/9 -</w:t>
      </w:r>
      <w:r w:rsidRPr="002401A3">
        <w:t xml:space="preserve"> </w:t>
      </w:r>
      <w:r w:rsidRPr="00377999">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7999">
        <w:rPr>
          <w:i/>
          <w:sz w:val="16"/>
        </w:rPr>
        <w:t>Carnegie Endowment for International Peace</w:t>
      </w:r>
      <w:r w:rsidRPr="00377999">
        <w:rPr>
          <w:sz w:val="16"/>
        </w:rPr>
        <w:t xml:space="preserve"> (Web). March 9, 2021. Accessed Dec. 13, 2021. &lt;</w:t>
      </w:r>
      <w:hyperlink r:id="rId71" w:history="1">
        <w:r w:rsidRPr="00377999">
          <w:rPr>
            <w:rStyle w:val="Hyperlink"/>
            <w:sz w:val="16"/>
          </w:rPr>
          <w:t>https://carnegieendowment.org/2021/03/09/space-is-great-commons.-it-s-time-to-treat-it-as-such-pub-84018</w:t>
        </w:r>
      </w:hyperlink>
      <w:r w:rsidRPr="00377999">
        <w:rPr>
          <w:sz w:val="16"/>
        </w:rPr>
        <w:t>&gt; AT</w:t>
      </w:r>
    </w:p>
    <w:p w14:paraId="779D96E1" w14:textId="77777777" w:rsidR="00753B00" w:rsidRPr="002401A3" w:rsidRDefault="00753B00" w:rsidP="00753B00">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401A3">
        <w:rPr>
          <w:rStyle w:val="StyleUnderline"/>
          <w:highlight w:val="yellow"/>
        </w:rPr>
        <w:t>borne by all space actors, including emerging states and commercial entities.</w:t>
      </w:r>
      <w:r w:rsidRPr="002401A3">
        <w:rPr>
          <w:sz w:val="12"/>
        </w:rPr>
        <w:t xml:space="preserve">¶ EXISTING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2401A3">
        <w:rPr>
          <w:rStyle w:val="StyleUnderline"/>
          <w:highlight w:val="yellow"/>
        </w:rPr>
        <w:t>The</w:t>
      </w:r>
      <w:r w:rsidRPr="002401A3">
        <w:rPr>
          <w:sz w:val="12"/>
        </w:rPr>
        <w:t xml:space="preserve"> International Telecommunication Union (</w:t>
      </w:r>
      <w:r w:rsidRPr="002401A3">
        <w:rPr>
          <w:rStyle w:val="StyleUnderline"/>
          <w:highlight w:val="yellow"/>
        </w:rPr>
        <w:t>ITU</w:t>
      </w:r>
      <w:r w:rsidRPr="002401A3">
        <w:rPr>
          <w:sz w:val="12"/>
        </w:rPr>
        <w:t xml:space="preserve">) </w:t>
      </w:r>
      <w:r w:rsidRPr="002401A3">
        <w:rPr>
          <w:rStyle w:val="StyleUnderline"/>
          <w:highlight w:val="yellow"/>
        </w:rPr>
        <w:t>coordinates</w:t>
      </w:r>
      <w:r w:rsidRPr="002401A3">
        <w:rPr>
          <w:sz w:val="12"/>
        </w:rPr>
        <w:t>, but does not authorize</w:t>
      </w:r>
      <w:r w:rsidRPr="002401A3">
        <w:rPr>
          <w:sz w:val="12"/>
          <w:highlight w:val="yellow"/>
        </w:rPr>
        <w:t xml:space="preserve">, </w:t>
      </w:r>
      <w:r w:rsidRPr="002401A3">
        <w:rPr>
          <w:sz w:val="26"/>
          <w:szCs w:val="26"/>
          <w:highlight w:val="yellow"/>
        </w:rPr>
        <w:t>s</w:t>
      </w:r>
      <w:r w:rsidRPr="002401A3">
        <w:rPr>
          <w:rStyle w:val="StyleUnderline"/>
          <w:sz w:val="26"/>
          <w:szCs w:val="26"/>
          <w:highlight w:val="yellow"/>
        </w:rPr>
        <w:t>atellite</w:t>
      </w:r>
      <w:r w:rsidRPr="002401A3">
        <w:rPr>
          <w:rStyle w:val="StyleUnderline"/>
          <w:highlight w:val="yellow"/>
        </w:rPr>
        <w:t xml:space="preserve"> deployments and operations in geosynchronous orbits and manages radiofrequency </w:t>
      </w:r>
      <w:r w:rsidRPr="002401A3">
        <w:rPr>
          <w:rStyle w:val="StyleUnderline"/>
          <w:highlight w:val="yellow"/>
        </w:rPr>
        <w:lastRenderedPageBreak/>
        <w:t>spectrum assignments in other regions of space</w:t>
      </w:r>
      <w:r w:rsidRPr="002401A3">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73B23377" w14:textId="77777777" w:rsidR="00753B00" w:rsidRPr="002401A3" w:rsidRDefault="00753B00" w:rsidP="00753B00">
      <w:pPr>
        <w:pStyle w:val="Heading4"/>
        <w:rPr>
          <w:rFonts w:cs="Calibri"/>
        </w:rPr>
      </w:pPr>
      <w:r w:rsidRPr="002401A3">
        <w:rPr>
          <w:rFonts w:cs="Calibri"/>
        </w:rPr>
        <w:t>Space resources must be distributed democratically—this requires challenging private control of outer space</w:t>
      </w:r>
      <w:r>
        <w:rPr>
          <w:rFonts w:cs="Calibri"/>
        </w:rPr>
        <w:t>.</w:t>
      </w:r>
    </w:p>
    <w:p w14:paraId="166D54A5" w14:textId="77777777" w:rsidR="00753B00" w:rsidRPr="002401A3" w:rsidRDefault="00753B00" w:rsidP="00753B00">
      <w:pPr>
        <w:rPr>
          <w:rStyle w:val="Style13ptBold"/>
        </w:rPr>
      </w:pPr>
      <w:r w:rsidRPr="002401A3">
        <w:rPr>
          <w:rStyle w:val="Style13ptBold"/>
        </w:rPr>
        <w:t>Levine 15</w:t>
      </w:r>
    </w:p>
    <w:p w14:paraId="7B54ED85" w14:textId="77777777" w:rsidR="00753B00" w:rsidRPr="002401A3" w:rsidRDefault="00753B00" w:rsidP="00753B00">
      <w:pPr>
        <w:rPr>
          <w:sz w:val="16"/>
        </w:rPr>
      </w:pPr>
      <w:r w:rsidRPr="002401A3">
        <w:rPr>
          <w:sz w:val="16"/>
        </w:rPr>
        <w:t xml:space="preserve">Nick Levine, MPhil candidate in history of science at the University of Cambridge, 3-21-2015, "Democratize the Universe," Jacobin, </w:t>
      </w:r>
      <w:hyperlink r:id="rId72" w:history="1">
        <w:r w:rsidRPr="002401A3">
          <w:rPr>
            <w:rStyle w:val="Hyperlink"/>
            <w:sz w:val="16"/>
          </w:rPr>
          <w:t>https://jacobinmag.com/2015/03/space-industry-extraction-levine</w:t>
        </w:r>
      </w:hyperlink>
    </w:p>
    <w:p w14:paraId="0428EE46" w14:textId="77777777" w:rsidR="00753B00" w:rsidRPr="00BB6CCD" w:rsidRDefault="00753B00" w:rsidP="00753B00">
      <w:pPr>
        <w:ind w:left="720"/>
        <w:rPr>
          <w:bCs/>
          <w:sz w:val="12"/>
        </w:rPr>
      </w:pPr>
      <w:r w:rsidRPr="002401A3">
        <w:rPr>
          <w:rStyle w:val="StyleUnderline"/>
          <w:highlight w:val="yellow"/>
        </w:rPr>
        <w:t>The privatization of the Milky Way has begun</w:t>
      </w:r>
      <w:r w:rsidRPr="002401A3">
        <w:rPr>
          <w:rStyle w:val="StyleUnderline"/>
        </w:rPr>
        <w:t xml:space="preserve">. </w:t>
      </w:r>
      <w:r w:rsidRPr="00BB6CCD">
        <w:rPr>
          <w:sz w:val="12"/>
        </w:rPr>
        <w:t>Last summer, the bipartisan ASTEROIDS Act was introduced in Congress. The legislation’s aim is to grant US corporations property rights over any natural resources</w:t>
      </w:r>
      <w:r w:rsidRPr="00BB6CCD">
        <w:rPr>
          <w:rStyle w:val="StyleUnderline"/>
          <w:sz w:val="12"/>
        </w:rPr>
        <w:t xml:space="preserve"> </w:t>
      </w:r>
      <w:r w:rsidRPr="00BB6CCD">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t>
      </w:r>
      <w:r w:rsidRPr="00BB6CCD">
        <w:rPr>
          <w:rStyle w:val="StyleUnderline"/>
          <w:highlight w:val="yellow"/>
        </w:rPr>
        <w:t>We could fight for a galactic democracy, where the proceeds of the space economy are distributed widely</w:t>
      </w:r>
      <w:r w:rsidRPr="002401A3">
        <w:rPr>
          <w:rStyle w:val="StyleUnderline"/>
        </w:rPr>
        <w:t xml:space="preserve">. </w:t>
      </w:r>
      <w:r w:rsidRPr="00BB6CCD">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BB6CCD">
        <w:rPr>
          <w:bCs/>
          <w:sz w:val="2"/>
        </w:rPr>
        <w:t xml:space="preserve"> </w:t>
      </w:r>
      <w:r w:rsidRPr="00BB6CCD">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BB6CCD">
        <w:rPr>
          <w:bCs/>
          <w:sz w:val="12"/>
        </w:rPr>
        <w:t xml:space="preserve"> asserted their strength in numbers in the United Nations by </w:t>
      </w:r>
      <w:r w:rsidRPr="002401A3">
        <w:rPr>
          <w:rStyle w:val="StyleUnderline"/>
          <w:highlight w:val="yellow"/>
        </w:rPr>
        <w:t>forming</w:t>
      </w:r>
      <w:r w:rsidRPr="00BB6CCD">
        <w:rPr>
          <w:bCs/>
          <w:sz w:val="12"/>
        </w:rPr>
        <w:t xml:space="preserve"> a caucus known as </w:t>
      </w:r>
      <w:r w:rsidRPr="002401A3">
        <w:rPr>
          <w:rStyle w:val="StyleUnderline"/>
          <w:highlight w:val="yellow"/>
        </w:rPr>
        <w:t>the G</w:t>
      </w:r>
      <w:r w:rsidRPr="002401A3">
        <w:rPr>
          <w:rStyle w:val="StyleUnderline"/>
        </w:rPr>
        <w:t xml:space="preserve">roup of </w:t>
      </w:r>
      <w:r w:rsidRPr="002401A3">
        <w:rPr>
          <w:rStyle w:val="StyleUnderline"/>
          <w:highlight w:val="yellow"/>
        </w:rPr>
        <w:t>77</w:t>
      </w:r>
      <w:r w:rsidRPr="00BB6CCD">
        <w:rPr>
          <w:bCs/>
          <w:sz w:val="12"/>
        </w:rPr>
        <w:t xml:space="preserve">. In the early 1970s, this bloc </w:t>
      </w:r>
      <w:r w:rsidRPr="002401A3">
        <w:rPr>
          <w:rStyle w:val="StyleUnderline"/>
          <w:highlight w:val="yellow"/>
        </w:rPr>
        <w:t>announced its intention to establish a “new international economic order,” which found its expression i</w:t>
      </w:r>
      <w:r w:rsidRPr="00B9754D">
        <w:rPr>
          <w:rStyle w:val="StyleUnderline"/>
          <w:highlight w:val="yellow"/>
        </w:rPr>
        <w:t>n</w:t>
      </w:r>
      <w:r w:rsidRPr="002401A3">
        <w:rPr>
          <w:rStyle w:val="StyleUnderline"/>
        </w:rPr>
        <w:t xml:space="preserve"> a series of UN </w:t>
      </w:r>
      <w:r w:rsidRPr="002401A3">
        <w:rPr>
          <w:rStyle w:val="StyleUnderline"/>
          <w:highlight w:val="yellow"/>
        </w:rPr>
        <w:t>treaties</w:t>
      </w:r>
      <w:r w:rsidRPr="002401A3">
        <w:rPr>
          <w:rStyle w:val="StyleUnderline"/>
        </w:rPr>
        <w:t xml:space="preserve"> governing international regions, </w:t>
      </w:r>
      <w:r w:rsidRPr="002401A3">
        <w:rPr>
          <w:rStyle w:val="StyleUnderline"/>
          <w:highlight w:val="yellow"/>
        </w:rPr>
        <w:t>like</w:t>
      </w:r>
      <w:r w:rsidRPr="002401A3">
        <w:rPr>
          <w:rStyle w:val="StyleUnderline"/>
        </w:rPr>
        <w:t xml:space="preserve"> sea beds and </w:t>
      </w:r>
      <w:r w:rsidRPr="002401A3">
        <w:rPr>
          <w:rStyle w:val="StyleUnderline"/>
          <w:highlight w:val="yellow"/>
        </w:rPr>
        <w:t>outer space, that they hoped would spread the economic benefits of the commons more equitably</w:t>
      </w:r>
      <w:r w:rsidRPr="002401A3">
        <w:rPr>
          <w:rStyle w:val="StyleUnderline"/>
        </w:rPr>
        <w:t>, with special attention to less developed nations.</w:t>
      </w:r>
      <w:r w:rsidRPr="00BB6CCD">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BB6CCD">
        <w:rPr>
          <w:sz w:val="12"/>
        </w:rPr>
        <w:t>The ASTEROIDS Act was submitted on behalf of those who would benefit most from a laissez-faire extraterrestrial system.</w:t>
      </w:r>
      <w:r w:rsidRPr="00BB6CCD">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BB6CCD">
        <w:rPr>
          <w:bCs/>
          <w:sz w:val="12"/>
        </w:rPr>
        <w:t xml:space="preserve"> at least not primarily</w:t>
      </w:r>
      <w:r w:rsidRPr="002401A3">
        <w:rPr>
          <w:rStyle w:val="StyleUnderline"/>
        </w:rPr>
        <w:t xml:space="preserve">. </w:t>
      </w:r>
      <w:r w:rsidRPr="002401A3">
        <w:rPr>
          <w:rStyle w:val="StyleUnderline"/>
          <w:highlight w:val="yellow"/>
        </w:rPr>
        <w:t>What’s at stake is</w:t>
      </w:r>
      <w:r w:rsidRPr="00BB6CCD">
        <w:rPr>
          <w:bCs/>
          <w:sz w:val="12"/>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BB6CCD">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BB6CCD">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BB6CCD">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BB6CCD">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xml:space="preserve">. </w:t>
      </w:r>
      <w:r w:rsidRPr="00BB6CCD">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BB6CCD">
        <w:rPr>
          <w:bCs/>
          <w:sz w:val="2"/>
        </w:rPr>
        <w:t xml:space="preserve"> </w:t>
      </w:r>
      <w:r w:rsidRPr="00BB6CCD">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2401A3">
        <w:rPr>
          <w:rStyle w:val="StyleUnderline"/>
        </w:rPr>
        <w:t>. In 1973</w:t>
      </w:r>
      <w:r w:rsidRPr="00BB6CCD">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BB6CCD">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BB6CCD">
        <w:rPr>
          <w:bCs/>
          <w:sz w:val="2"/>
        </w:rPr>
        <w:t xml:space="preserve"> </w:t>
      </w:r>
      <w:r w:rsidRPr="00BB6CCD">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w:t>
      </w:r>
      <w:r w:rsidRPr="00BB6CCD">
        <w:rPr>
          <w:sz w:val="12"/>
        </w:rPr>
        <w:t xml:space="preserve"> But its appearance marked another clear attempt to unilaterally push international norms toward the free extraction of outer space resources, with limited democratic responsibilities attached </w:t>
      </w:r>
      <w:r w:rsidRPr="00BB6CCD">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BB6CCD">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w:t>
      </w:r>
      <w:r w:rsidRPr="00BB6CCD">
        <w:rPr>
          <w:rStyle w:val="StyleUnderline"/>
          <w:highlight w:val="yellow"/>
        </w:rPr>
        <w:t>a celestial commons presents an opportunity to fight for a more democratic political economy.</w:t>
      </w:r>
      <w:r w:rsidRPr="002401A3">
        <w:rPr>
          <w:rStyle w:val="StyleUnderline"/>
        </w:rPr>
        <w:t xml:space="preserve"> </w:t>
      </w:r>
      <w:r w:rsidRPr="00BB6CCD">
        <w:rPr>
          <w:bCs/>
          <w:sz w:val="12"/>
        </w:rPr>
        <w:t>Sharing the benefits of the celestial commons is key to expanding democracy to a galactic scale</w:t>
      </w:r>
      <w:r w:rsidRPr="00BB6CCD">
        <w:rPr>
          <w:bCs/>
          <w:sz w:val="12"/>
          <w:highlight w:val="yellow"/>
        </w:rPr>
        <w:t xml:space="preserve">. </w:t>
      </w:r>
      <w:r w:rsidRPr="002401A3">
        <w:rPr>
          <w:rStyle w:val="StyleUnderline"/>
          <w:highlight w:val="yellow"/>
        </w:rPr>
        <w:t xml:space="preserve">One </w:t>
      </w:r>
      <w:r w:rsidRPr="00BB6CCD">
        <w:rPr>
          <w:sz w:val="12"/>
        </w:rPr>
        <w:t>time-tested</w:t>
      </w:r>
      <w:r w:rsidRPr="00BB6CCD">
        <w:rPr>
          <w:rStyle w:val="StyleUnderline"/>
          <w:sz w:val="12"/>
          <w:highlight w:val="yellow"/>
        </w:rPr>
        <w:t xml:space="preserve"> </w:t>
      </w:r>
      <w:r w:rsidRPr="002401A3">
        <w:rPr>
          <w:rStyle w:val="StyleUnderline"/>
          <w:highlight w:val="yellow"/>
        </w:rPr>
        <w:t xml:space="preserve">means of distributing the benefits of natural-resource extraction universally is the sovereign wealth </w:t>
      </w:r>
      <w:r w:rsidRPr="00BB6CCD">
        <w:rPr>
          <w:rStyle w:val="StyleUnderline"/>
          <w:highlight w:val="yellow"/>
        </w:rPr>
        <w:t>fund</w:t>
      </w:r>
      <w:r w:rsidRPr="002401A3">
        <w:rPr>
          <w:rStyle w:val="StyleUnderline"/>
        </w:rPr>
        <w:t xml:space="preserve">,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BB6CCD">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14996B9" w14:textId="77777777" w:rsidR="00753B00" w:rsidRPr="002401A3" w:rsidRDefault="00753B00" w:rsidP="00753B00">
      <w:pPr>
        <w:pStyle w:val="Heading4"/>
        <w:rPr>
          <w:rFonts w:cs="Calibri"/>
        </w:rPr>
      </w:pPr>
      <w:r w:rsidRPr="002401A3">
        <w:rPr>
          <w:rFonts w:cs="Calibri"/>
        </w:rPr>
        <w:t>States can extend existing models to govern space, but recognition of space as a commons is key.</w:t>
      </w:r>
    </w:p>
    <w:p w14:paraId="6F27FFE3" w14:textId="77777777" w:rsidR="00753B00" w:rsidRPr="002401A3" w:rsidRDefault="00753B00" w:rsidP="00753B00">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3" w:history="1">
        <w:r w:rsidRPr="002401A3">
          <w:rPr>
            <w:rStyle w:val="Hyperlink"/>
          </w:rPr>
          <w:t>https://carnegieendowment.org/2021/03/09/space-is-great-commons.-it-s-time-to-treat-it-as-such-pub-84018</w:t>
        </w:r>
      </w:hyperlink>
      <w:r w:rsidRPr="002401A3">
        <w:t>&gt; AT</w:t>
      </w:r>
    </w:p>
    <w:p w14:paraId="6C9088A5" w14:textId="77777777" w:rsidR="00753B00" w:rsidRPr="002401A3" w:rsidRDefault="00753B00" w:rsidP="00753B00">
      <w:pPr>
        <w:ind w:left="720"/>
        <w:rPr>
          <w:sz w:val="12"/>
        </w:rPr>
      </w:pPr>
      <w:r w:rsidRPr="002401A3">
        <w:rPr>
          <w:sz w:val="12"/>
          <w:szCs w:val="12"/>
        </w:rPr>
        <w:t xml:space="preserve">BUILDING ON PRIOR MODELS FOR MANAGING COMMONS¶ </w:t>
      </w:r>
      <w:r w:rsidRPr="002401A3">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u w:val="none"/>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2401A3">
        <w:rPr>
          <w:rStyle w:val="StyleUnderline"/>
          <w:highlight w:val="yellow"/>
        </w:rPr>
        <w:t xml:space="preserve">but states can build toward these goals by clarifying their commitments to treat space </w:t>
      </w:r>
      <w:r w:rsidRPr="002401A3">
        <w:rPr>
          <w:rStyle w:val="StyleUnderline"/>
          <w:highlight w:val="yellow"/>
        </w:rPr>
        <w:lastRenderedPageBreak/>
        <w:t>as a commons and pursuing governance arrangements that reflect this commitment.</w:t>
      </w:r>
      <w:r w:rsidRPr="002401A3">
        <w:rPr>
          <w:sz w:val="12"/>
        </w:rPr>
        <w:t xml:space="preserve"> New policies in the United States should reflect that Earth orbits are a great commons.</w:t>
      </w:r>
    </w:p>
    <w:p w14:paraId="7FD71268" w14:textId="77777777" w:rsidR="00753B00" w:rsidRPr="002401A3" w:rsidRDefault="00753B00" w:rsidP="00753B00">
      <w:pPr>
        <w:pStyle w:val="Heading4"/>
        <w:rPr>
          <w:rFonts w:cs="Calibri"/>
        </w:rPr>
      </w:pPr>
      <w:r w:rsidRPr="002401A3">
        <w:rPr>
          <w:rFonts w:cs="Calibri"/>
        </w:rPr>
        <w:t>Treating space as a commons is key to ethical exploration and human survival.</w:t>
      </w:r>
    </w:p>
    <w:p w14:paraId="78EA1258" w14:textId="77777777" w:rsidR="00753B00" w:rsidRPr="002401A3" w:rsidRDefault="00753B00" w:rsidP="00753B00">
      <w:r w:rsidRPr="002401A3">
        <w:rPr>
          <w:rStyle w:val="Style13ptBold"/>
        </w:rPr>
        <w:t xml:space="preserve">Fisk N.D. - </w:t>
      </w:r>
      <w:r w:rsidRPr="002401A3">
        <w:t xml:space="preserve"> L. A. Fisk [President of the Committee on Space Research, chartered by the International Council for Scientific Unions], “Space as a Global Commons,” UNOOSA (Web). ND. Accessed Dec. 13, 2021. &lt;https://www.unoosa.org/documents/pdf/hlf/1st_hlf_Dubai/Presentations/26.pdf&gt; AT</w:t>
      </w:r>
    </w:p>
    <w:p w14:paraId="46CEAFD5" w14:textId="77777777" w:rsidR="00753B00" w:rsidRPr="00191181" w:rsidRDefault="00753B00" w:rsidP="00753B00">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14:paraId="023C4D95" w14:textId="77777777" w:rsidR="00753B00" w:rsidRPr="002401A3" w:rsidRDefault="00753B00" w:rsidP="00753B00">
      <w:pPr>
        <w:ind w:left="720"/>
        <w:rPr>
          <w:sz w:val="14"/>
        </w:rPr>
      </w:pPr>
      <w:r w:rsidRPr="00191181">
        <w:rPr>
          <w:rStyle w:val="StyleUnderline"/>
        </w:rPr>
        <w:t xml:space="preserve">Space as a Global Commons It follows therefore that, given the centrality of space for the future of our civilization, </w:t>
      </w:r>
      <w:r w:rsidRPr="00A132BB">
        <w:rPr>
          <w:rStyle w:val="StyleUnderline"/>
          <w:highlight w:val="yellow"/>
        </w:rPr>
        <w:t>we need to have policies</w:t>
      </w:r>
      <w:r w:rsidRPr="00191181">
        <w:rPr>
          <w:rStyle w:val="StyleUnderline"/>
        </w:rPr>
        <w:t xml:space="preserve"> and practices in place, which are </w:t>
      </w:r>
      <w:r w:rsidRPr="00A132BB">
        <w:rPr>
          <w:rStyle w:val="Emphasis"/>
          <w:highlight w:val="yellow"/>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401A3">
        <w:rPr>
          <w:rStyle w:val="StyleUnderline"/>
          <w:highlight w:val="yellow"/>
        </w:rPr>
        <w:t>A ‘commons’</w:t>
      </w:r>
      <w:r w:rsidRPr="002401A3">
        <w:rPr>
          <w:sz w:val="14"/>
        </w:rPr>
        <w:t xml:space="preserve"> in the English language </w:t>
      </w:r>
      <w:r w:rsidRPr="002401A3">
        <w:rPr>
          <w:rStyle w:val="Emphasis"/>
          <w:bCs/>
          <w:highlight w:val="yellow"/>
        </w:rPr>
        <w:t>is a piece of land owned by and used by all members of a community</w:t>
      </w:r>
      <w:r w:rsidRPr="002401A3">
        <w:rPr>
          <w:sz w:val="14"/>
        </w:rPr>
        <w:t xml:space="preserve">, as in a pasture used by all residents of a village. Many nations of the world view space as a global commons, a resource not owned by any one nation but crucial to the future of all humankind. </w:t>
      </w:r>
    </w:p>
    <w:p w14:paraId="38B684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3B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B0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F71F1"/>
  <w14:defaultImageDpi w14:val="300"/>
  <w15:docId w15:val="{2D5B78E9-916F-C748-A403-F5E2F126B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B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3B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B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53B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53B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B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B00"/>
  </w:style>
  <w:style w:type="character" w:customStyle="1" w:styleId="Heading1Char">
    <w:name w:val="Heading 1 Char"/>
    <w:aliases w:val="Pocket Char"/>
    <w:basedOn w:val="DefaultParagraphFont"/>
    <w:link w:val="Heading1"/>
    <w:uiPriority w:val="9"/>
    <w:rsid w:val="00753B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B0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53B0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53B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3B0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53B0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53B00"/>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53B0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53B00"/>
    <w:rPr>
      <w:color w:val="auto"/>
      <w:u w:val="none"/>
    </w:rPr>
  </w:style>
  <w:style w:type="paragraph" w:styleId="DocumentMap">
    <w:name w:val="Document Map"/>
    <w:basedOn w:val="Normal"/>
    <w:link w:val="DocumentMapChar"/>
    <w:uiPriority w:val="99"/>
    <w:semiHidden/>
    <w:unhideWhenUsed/>
    <w:rsid w:val="00753B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B00"/>
    <w:rPr>
      <w:rFonts w:ascii="Lucida Grande" w:hAnsi="Lucida Grande" w:cs="Lucida Grande"/>
    </w:rPr>
  </w:style>
  <w:style w:type="paragraph" w:customStyle="1" w:styleId="Emphasis1">
    <w:name w:val="Emphasis1"/>
    <w:basedOn w:val="Normal"/>
    <w:link w:val="Emphasis"/>
    <w:autoRedefine/>
    <w:uiPriority w:val="20"/>
    <w:qFormat/>
    <w:rsid w:val="00753B0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53B00"/>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53B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753B00"/>
    <w:pPr>
      <w:ind w:left="720"/>
      <w:contextualSpacing/>
    </w:pPr>
  </w:style>
  <w:style w:type="paragraph" w:customStyle="1" w:styleId="VladaPalanciuc">
    <w:name w:val="Vlada Palanciuc"/>
    <w:basedOn w:val="Normal"/>
    <w:autoRedefine/>
    <w:qFormat/>
    <w:rsid w:val="00753B00"/>
    <w:pPr>
      <w:keepNext/>
      <w:keepLines/>
      <w:spacing w:before="40"/>
      <w:outlineLvl w:val="3"/>
    </w:pPr>
    <w:rPr>
      <w:rFonts w:eastAsiaTheme="majorEastAsia" w:cstheme="majorBidi"/>
      <w:b/>
      <w:iCs/>
      <w:color w:val="000000" w:themeColor="text1"/>
      <w:sz w:val="26"/>
    </w:rPr>
  </w:style>
  <w:style w:type="paragraph" w:customStyle="1" w:styleId="comp">
    <w:name w:val="comp"/>
    <w:basedOn w:val="Normal"/>
    <w:rsid w:val="00753B00"/>
    <w:pPr>
      <w:spacing w:before="100" w:beforeAutospacing="1" w:after="100" w:afterAutospacing="1"/>
    </w:pPr>
  </w:style>
  <w:style w:type="character" w:customStyle="1" w:styleId="Style1Char">
    <w:name w:val="Style1 Char"/>
    <w:basedOn w:val="DefaultParagraphFont"/>
    <w:rsid w:val="00753B00"/>
    <w:rPr>
      <w:rFonts w:ascii="Times New Roman" w:eastAsia="SimSun" w:hAnsi="Times New Roman" w:cs="Times New Roman"/>
      <w:szCs w:val="24"/>
      <w:u w:val="single"/>
      <w:lang w:eastAsia="zh-CN"/>
    </w:rPr>
  </w:style>
  <w:style w:type="paragraph" w:styleId="Title">
    <w:name w:val="Title"/>
    <w:aliases w:val="Bold Underlined,UNDERLINE,Cites and Cards,title,Block Heading"/>
    <w:basedOn w:val="Normal"/>
    <w:next w:val="Normal"/>
    <w:link w:val="TitleChar1"/>
    <w:uiPriority w:val="6"/>
    <w:qFormat/>
    <w:rsid w:val="00753B00"/>
    <w:pPr>
      <w:outlineLvl w:val="0"/>
    </w:pPr>
    <w:rPr>
      <w:rFonts w:asciiTheme="minorHAnsi" w:hAnsiTheme="minorHAnsi"/>
      <w:sz w:val="20"/>
      <w:u w:val="single"/>
    </w:rPr>
  </w:style>
  <w:style w:type="character" w:customStyle="1" w:styleId="TitleChar1">
    <w:name w:val="Title Char1"/>
    <w:aliases w:val="Bold Underlined Char,UNDERLINE Char,Cites and Cards Char,title Char,Block Heading Char"/>
    <w:basedOn w:val="DefaultParagraphFont"/>
    <w:link w:val="Title"/>
    <w:uiPriority w:val="6"/>
    <w:rsid w:val="00753B00"/>
    <w:rPr>
      <w:sz w:val="20"/>
      <w:u w:val="single"/>
    </w:rPr>
  </w:style>
  <w:style w:type="paragraph" w:styleId="NoSpacing">
    <w:name w:val="No Spacing"/>
    <w:aliases w:val="Card Format,DDI Tag,Tag Title,No Spacing tnr,ClearFormatting,Hidden Block Title,No Spacing311,No Spacing51,Dont u,No Spacing1111111,Tags,Clear,No Spacing31,CD - Cite,No Spacing22,Very Small Text,No Spacing3"/>
    <w:basedOn w:val="Heading1"/>
    <w:autoRedefine/>
    <w:uiPriority w:val="99"/>
    <w:qFormat/>
    <w:rsid w:val="00753B0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mallChar">
    <w:name w:val="Small Char"/>
    <w:link w:val="Small"/>
    <w:qFormat/>
    <w:locked/>
    <w:rsid w:val="00753B00"/>
    <w:rPr>
      <w:rFonts w:ascii="Arial Narrow" w:eastAsia="Calibri" w:hAnsi="Arial Narrow" w:cs="Times New Roman"/>
      <w:color w:val="000000"/>
      <w:sz w:val="16"/>
    </w:rPr>
  </w:style>
  <w:style w:type="paragraph" w:customStyle="1" w:styleId="Small">
    <w:name w:val="Small"/>
    <w:basedOn w:val="Normal"/>
    <w:next w:val="Normal"/>
    <w:link w:val="SmallChar"/>
    <w:qFormat/>
    <w:rsid w:val="00753B00"/>
    <w:rPr>
      <w:rFonts w:ascii="Arial Narrow" w:eastAsia="Calibri" w:hAnsi="Arial Narrow" w:cs="Times New Roman"/>
      <w:color w:val="000000"/>
      <w:sz w:val="16"/>
    </w:rPr>
  </w:style>
  <w:style w:type="character" w:customStyle="1" w:styleId="AuthorYear">
    <w:name w:val="AuthorYear"/>
    <w:uiPriority w:val="1"/>
    <w:qFormat/>
    <w:rsid w:val="00753B00"/>
    <w:rPr>
      <w:rFonts w:ascii="Georgia" w:hAnsi="Georgia"/>
      <w:b/>
      <w:sz w:val="24"/>
    </w:rPr>
  </w:style>
  <w:style w:type="paragraph" w:customStyle="1" w:styleId="msonormal0">
    <w:name w:val="msonormal"/>
    <w:basedOn w:val="Normal"/>
    <w:rsid w:val="00753B00"/>
    <w:pPr>
      <w:spacing w:before="100" w:beforeAutospacing="1" w:after="100" w:afterAutospacing="1"/>
    </w:pPr>
    <w:rPr>
      <w:lang w:val="en-HK" w:eastAsia="zh-CN"/>
    </w:rPr>
  </w:style>
  <w:style w:type="paragraph" w:customStyle="1" w:styleId="paragraph">
    <w:name w:val="paragraph"/>
    <w:basedOn w:val="Normal"/>
    <w:rsid w:val="00753B00"/>
    <w:pPr>
      <w:spacing w:before="100" w:beforeAutospacing="1" w:after="100" w:afterAutospacing="1"/>
    </w:pPr>
    <w:rPr>
      <w:lang w:val="en-HK" w:eastAsia="zh-CN"/>
    </w:rPr>
  </w:style>
  <w:style w:type="character" w:customStyle="1" w:styleId="textrun">
    <w:name w:val="textrun"/>
    <w:basedOn w:val="DefaultParagraphFont"/>
    <w:rsid w:val="00753B00"/>
  </w:style>
  <w:style w:type="character" w:customStyle="1" w:styleId="normaltextrun">
    <w:name w:val="normaltextrun"/>
    <w:basedOn w:val="DefaultParagraphFont"/>
    <w:rsid w:val="00753B00"/>
  </w:style>
  <w:style w:type="character" w:customStyle="1" w:styleId="eop">
    <w:name w:val="eop"/>
    <w:basedOn w:val="DefaultParagraphFont"/>
    <w:rsid w:val="00753B00"/>
  </w:style>
  <w:style w:type="character" w:customStyle="1" w:styleId="spellingerror">
    <w:name w:val="spellingerror"/>
    <w:basedOn w:val="DefaultParagraphFont"/>
    <w:rsid w:val="00753B00"/>
  </w:style>
  <w:style w:type="character" w:customStyle="1" w:styleId="contextualspellingandgrammarerror">
    <w:name w:val="contextualspellingandgrammarerror"/>
    <w:basedOn w:val="DefaultParagraphFont"/>
    <w:rsid w:val="00753B00"/>
  </w:style>
  <w:style w:type="character" w:customStyle="1" w:styleId="findhit">
    <w:name w:val="findhit"/>
    <w:basedOn w:val="DefaultParagraphFont"/>
    <w:rsid w:val="00753B00"/>
  </w:style>
  <w:style w:type="paragraph" w:customStyle="1" w:styleId="card0">
    <w:name w:val="card"/>
    <w:aliases w:val="Medium Grid 21"/>
    <w:basedOn w:val="Normal"/>
    <w:next w:val="Normal"/>
    <w:uiPriority w:val="1"/>
    <w:qFormat/>
    <w:rsid w:val="00753B00"/>
    <w:pPr>
      <w:ind w:left="288" w:right="288"/>
    </w:pPr>
    <w:rPr>
      <w:rFonts w:asciiTheme="minorHAnsi" w:hAnsiTheme="minorHAnsi"/>
      <w:u w:val="single"/>
    </w:rPr>
  </w:style>
  <w:style w:type="paragraph" w:customStyle="1" w:styleId="text-justify">
    <w:name w:val="text-justify"/>
    <w:basedOn w:val="Normal"/>
    <w:rsid w:val="00753B00"/>
    <w:pPr>
      <w:spacing w:before="100" w:beforeAutospacing="1" w:after="100" w:afterAutospacing="1"/>
    </w:pPr>
  </w:style>
  <w:style w:type="paragraph" w:styleId="NormalWeb">
    <w:name w:val="Normal (Web)"/>
    <w:basedOn w:val="Normal"/>
    <w:uiPriority w:val="99"/>
    <w:semiHidden/>
    <w:unhideWhenUsed/>
    <w:rsid w:val="00753B00"/>
    <w:pPr>
      <w:spacing w:before="100" w:beforeAutospacing="1" w:after="100" w:afterAutospacing="1"/>
    </w:pPr>
  </w:style>
  <w:style w:type="character" w:styleId="UnresolvedMention">
    <w:name w:val="Unresolved Mention"/>
    <w:basedOn w:val="DefaultParagraphFont"/>
    <w:uiPriority w:val="99"/>
    <w:semiHidden/>
    <w:unhideWhenUsed/>
    <w:rsid w:val="00753B00"/>
    <w:rPr>
      <w:color w:val="605E5C"/>
      <w:shd w:val="clear" w:color="auto" w:fill="E1DFDD"/>
    </w:rPr>
  </w:style>
  <w:style w:type="paragraph" w:customStyle="1" w:styleId="ccl-paragraph--s">
    <w:name w:val="ccl-paragraph--s"/>
    <w:basedOn w:val="Normal"/>
    <w:rsid w:val="00753B0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tronautix.com/m/mpk.html"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dailykos.com/story/2015/5/5/1372730/-Skylab-and-the-Sit-Down-Strike-in-Space" TargetMode="External"/><Relationship Id="rId47" Type="http://schemas.openxmlformats.org/officeDocument/2006/relationships/hyperlink" Target="http://www.huffingtonpost.com/entry/boycott-starbucks-backfires_us_58903e39e4b0c90efeffd8af"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s://www.jacobinmag.com/2017/02/mars-elon-musk-space-exploration-nasa-colonization" TargetMode="External"/><Relationship Id="rId2" Type="http://schemas.openxmlformats.org/officeDocument/2006/relationships/customXml" Target="../customXml/item2.xml"/><Relationship Id="rId16" Type="http://schemas.openxmlformats.org/officeDocument/2006/relationships/hyperlink" Target="https://www.dhi.ac.uk/hartlib/view?docset=main&amp;docname=62A_08" TargetMode="External"/><Relationship Id="rId29" Type="http://schemas.openxmlformats.org/officeDocument/2006/relationships/hyperlink" Target="http://www.mars-one.com/faq/finance-and-feasibility/what-is-mars-ones-funding-model"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nytimes.com/2016/09/28/science/elon-musk-spacex-mars-exploration.html?_r=0" TargetMode="External"/><Relationship Id="rId37" Type="http://schemas.openxmlformats.org/officeDocument/2006/relationships/hyperlink" Target="https://www.nasa.gov/open/data.html" TargetMode="External"/><Relationship Id="rId40" Type="http://schemas.openxmlformats.org/officeDocument/2006/relationships/hyperlink" Target="https://www.nytimes.com/2016/09/28/science/elon-musk-spacex-mars-exploration.html?_r=1" TargetMode="External"/><Relationship Id="rId45" Type="http://schemas.openxmlformats.org/officeDocument/2006/relationships/hyperlink" Target="https://kristof.blogs.nytimes.com/2016/03/28/sherpa-they-die-we-go-home/" TargetMode="External"/><Relationship Id="rId53" Type="http://schemas.openxmlformats.org/officeDocument/2006/relationships/hyperlink" Target="http://blogs.discovermagazine.com/80beats/2010/02/01/obamas-nasa-budget-so-long-moon-missions-hello-private-spaceflight/" TargetMode="External"/><Relationship Id="rId58" Type="http://schemas.openxmlformats.org/officeDocument/2006/relationships/hyperlink" Target="https://www.salon.com/2017/09/19/trumps-interior-secretary-on-national-monuments-sell-em-and-strip-em/" TargetMode="External"/><Relationship Id="rId66" Type="http://schemas.openxmlformats.org/officeDocument/2006/relationships/hyperlink" Target="https://www.recode.net/2016/9/27/13081488/elon-musk-spacex-mars-colony-space-travel-funding-rocket-nasa"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dailykos.com/story/2015/5/5/1372730/-Skylab-and-the-Sit-Down-Strike-in-Space"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businessinsider.com/startups-in-space-2009-8" TargetMode="External"/><Relationship Id="rId30" Type="http://schemas.openxmlformats.org/officeDocument/2006/relationships/hyperlink" Target="https://www.bloomberg.com/news/articles/2016-09-27/elon-musk-s-vision-for-mars-travel-focuses-on-reusable-rockets" TargetMode="External"/><Relationship Id="rId35" Type="http://schemas.openxmlformats.org/officeDocument/2006/relationships/hyperlink" Target="https://mars.jpl.nasa.gov/gallery/atlas/olympus-mons.html" TargetMode="External"/><Relationship Id="rId43" Type="http://schemas.openxmlformats.org/officeDocument/2006/relationships/hyperlink" Target="https://www.newscientist.com/article/mg21628855.100-build-a-mars-base-with-a-box-of-engineered-bugs.html" TargetMode="External"/><Relationship Id="rId48" Type="http://schemas.openxmlformats.org/officeDocument/2006/relationships/hyperlink" Target="https://www.jacobinmag.com/2016/11/david-brock-clinton-sanders-donald-trump/" TargetMode="External"/><Relationship Id="rId56" Type="http://schemas.openxmlformats.org/officeDocument/2006/relationships/hyperlink" Target="https://www.salon.com/2017/08/06/tacoma-the-next-video-game-from-gone-home-creators-imagines-the-gig-economy-in-space/" TargetMode="External"/><Relationship Id="rId64" Type="http://schemas.openxmlformats.org/officeDocument/2006/relationships/hyperlink" Target="http://www.peterfrase.com/2011/08/the-decay-of-the-capitalist-class/" TargetMode="External"/><Relationship Id="rId69" Type="http://schemas.openxmlformats.org/officeDocument/2006/relationships/hyperlink" Target="http://www.businessinsider.com/working-with-elon-musk-tesla-2015-5" TargetMode="External"/><Relationship Id="rId8" Type="http://schemas.openxmlformats.org/officeDocument/2006/relationships/webSettings" Target="webSettings.xml"/><Relationship Id="rId51" Type="http://schemas.openxmlformats.org/officeDocument/2006/relationships/hyperlink" Target="https://www.washingtonpost.com/news/the-switch/wp/2017/09/29/elon-musk-says-his-next-spaceship-could-not-only-take-to-you-the-moon-and-mars-but-from-n-y-to-london-in-29-minutes/?utm_term=.85279aa2076a" TargetMode="External"/><Relationship Id="rId72" Type="http://schemas.openxmlformats.org/officeDocument/2006/relationships/hyperlink" Target="https://jacobinmag.com/2015/03/space-industry-extraction-levine"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www.slate.com/blogs/future_tense/2016/09/27/elon_musk_details_his_crazy_very_real_plan_to_colonize_mars.html" TargetMode="External"/><Relationship Id="rId38" Type="http://schemas.openxmlformats.org/officeDocument/2006/relationships/hyperlink" Target="https://www.nasa.gov/feature/first-cubesat-built-by-an-elementary-school-deployed-into-space" TargetMode="External"/><Relationship Id="rId46" Type="http://schemas.openxmlformats.org/officeDocument/2006/relationships/hyperlink" Target="http://www.businessinsider.com/starbucks-boycott-after-ceos-refugee-support-2017-1" TargetMode="External"/><Relationship Id="rId59" Type="http://schemas.openxmlformats.org/officeDocument/2006/relationships/hyperlink" Target="https://www.salon.com/2016/12/15/exxonmobil-ceo-and-trump-pick-rex-tillerson-my-philosophy-is-to-make-money_partner/" TargetMode="External"/><Relationship Id="rId67" Type="http://schemas.openxmlformats.org/officeDocument/2006/relationships/hyperlink" Target="http://www.telegraph.co.uk/science/2017/06/21/elon-musk-create-city-mars-million-inhabitants/"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theverge.com/2016/9/30/13114704/spacex-elon-musk-vs-mars-one-nasa-mission-timeline" TargetMode="External"/><Relationship Id="rId54" Type="http://schemas.openxmlformats.org/officeDocument/2006/relationships/hyperlink" Target="http://www.theregister.co.uk/2012/03/08/nasa_private_space_nasa/" TargetMode="External"/><Relationship Id="rId62" Type="http://schemas.openxmlformats.org/officeDocument/2006/relationships/hyperlink" Target="https://www.jacobinmag.com/2015/11/philanthropy-charity-banga-carnegie-gates-foundation-development" TargetMode="External"/><Relationship Id="rId70" Type="http://schemas.openxmlformats.org/officeDocument/2006/relationships/hyperlink" Target="https://harpers.org/archive/2011/11/the-bleakness-stake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space.com/19981-private-mars-mission-married-2018.html" TargetMode="External"/><Relationship Id="rId36" Type="http://schemas.openxmlformats.org/officeDocument/2006/relationships/hyperlink" Target="https://www.washingtonpost.com/news/morning-mix/wp/2015/03/03/decades-of-human-waste-have-made-mount-everest-a-fecal-time-bomb/" TargetMode="External"/><Relationship Id="rId49" Type="http://schemas.openxmlformats.org/officeDocument/2006/relationships/hyperlink" Target="https://www.jacobinmag.com/2016/07/populism-democracy-technocrats-brexit-trump-sanders-voting-referendum/" TargetMode="External"/><Relationship Id="rId57" Type="http://schemas.openxmlformats.org/officeDocument/2006/relationships/hyperlink" Target="https://www.theguardian.com/world/2015/mar/04/east-india-company-original-corporate-raiders" TargetMode="External"/><Relationship Id="rId10" Type="http://schemas.openxmlformats.org/officeDocument/2006/relationships/hyperlink" Target="https://doi.org/10.7227/TSC.27.3.2" TargetMode="External"/><Relationship Id="rId31" Type="http://schemas.openxmlformats.org/officeDocument/2006/relationships/hyperlink" Target="https://www.wired.com/2016/09/elon-musk-colonize-mars/" TargetMode="External"/><Relationship Id="rId44" Type="http://schemas.openxmlformats.org/officeDocument/2006/relationships/hyperlink" Target="https://www.outsideonline.com/1929131/how-much-does-it-cost-climb-everest" TargetMode="External"/><Relationship Id="rId52" Type="http://schemas.openxmlformats.org/officeDocument/2006/relationships/hyperlink" Target="http://nypost.com/2017/10/07/elon-musks-inspiring-vision-for-reaching-mars-and-the-stars/" TargetMode="External"/><Relationship Id="rId60" Type="http://schemas.openxmlformats.org/officeDocument/2006/relationships/hyperlink" Target="https://www.jacobinmag.com/2017/02/mars-elon-musk-space-exploration-nasa-colonization" TargetMode="External"/><Relationship Id="rId65" Type="http://schemas.openxmlformats.org/officeDocument/2006/relationships/hyperlink" Target="https://www.salon.com/2016/02/21/corporate_reformers_wreck_public_schools_billionaire_foundations_and_wall_street_financiers_are_not_out_to_help_your_kids_learn/" TargetMode="External"/><Relationship Id="rId73" Type="http://schemas.openxmlformats.org/officeDocument/2006/relationships/hyperlink" Target="https://carnegieendowment.org/2021/03/09/space-is-great-commons.-it-s-time-to-treat-it-as-such-pub-84018"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www.nasa.gov/image-feature/frosted-dunes-on-mars" TargetMode="External"/><Relationship Id="rId50" Type="http://schemas.openxmlformats.org/officeDocument/2006/relationships/hyperlink" Target="https://www.jacobinmag.com/2015/04/aliens-extraterrestrials-active-seti/" TargetMode="External"/><Relationship Id="rId55" Type="http://schemas.openxmlformats.org/officeDocument/2006/relationships/hyperlink" Target="https://www.wsj.com/articles/america-will-return-to-the-moonand-go-beyond-1507158341?mod=e2fb" TargetMode="External"/><Relationship Id="rId7" Type="http://schemas.openxmlformats.org/officeDocument/2006/relationships/settings" Target="settings.xml"/><Relationship Id="rId71" Type="http://schemas.openxmlformats.org/officeDocument/2006/relationships/hyperlink" Target="https://carnegieendowment.org/2021/03/09/space-is-great-commons.-it-s-time-to-treat-it-as-such-pub-84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17952</Words>
  <Characters>102329</Characters>
  <Application>Microsoft Office Word</Application>
  <DocSecurity>0</DocSecurity>
  <Lines>852</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1</cp:revision>
  <dcterms:created xsi:type="dcterms:W3CDTF">2022-01-14T22:01:00Z</dcterms:created>
  <dcterms:modified xsi:type="dcterms:W3CDTF">2022-01-14T22:05:00Z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