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A41C25" w14:textId="77777777" w:rsidR="003E0DE1" w:rsidRPr="002401A3" w:rsidRDefault="003E0DE1" w:rsidP="003E0DE1">
      <w:pPr>
        <w:pStyle w:val="Heading1"/>
        <w:rPr>
          <w:rFonts w:cs="Calibri"/>
        </w:rPr>
      </w:pPr>
      <w:r w:rsidRPr="002401A3">
        <w:rPr>
          <w:rFonts w:cs="Calibri"/>
        </w:rPr>
        <w:t>AC</w:t>
      </w:r>
    </w:p>
    <w:p w14:paraId="08D88D3D" w14:textId="77777777" w:rsidR="003E0DE1" w:rsidRPr="002401A3" w:rsidRDefault="003E0DE1" w:rsidP="003E0DE1">
      <w:pPr>
        <w:pStyle w:val="Heading3"/>
        <w:rPr>
          <w:rFonts w:cs="Calibri"/>
        </w:rPr>
      </w:pPr>
      <w:r w:rsidRPr="002401A3">
        <w:rPr>
          <w:rFonts w:cs="Calibri"/>
        </w:rPr>
        <w:t>Advantage 1: Space Debris</w:t>
      </w:r>
    </w:p>
    <w:p w14:paraId="76AF0FCF" w14:textId="77777777" w:rsidR="003E0DE1" w:rsidRPr="002401A3" w:rsidRDefault="003E0DE1" w:rsidP="003E0DE1">
      <w:pPr>
        <w:pStyle w:val="Heading4"/>
        <w:rPr>
          <w:rFonts w:cs="Calibri"/>
        </w:rPr>
      </w:pPr>
      <w:r w:rsidRPr="002401A3">
        <w:rPr>
          <w:rFonts w:cs="Calibri"/>
        </w:rPr>
        <w:t>Private companies are cramming satellites into the Earth’s orbit</w:t>
      </w:r>
      <w:r>
        <w:rPr>
          <w:rFonts w:cs="Calibri"/>
        </w:rPr>
        <w:t>,</w:t>
      </w:r>
      <w:r w:rsidRPr="002401A3">
        <w:rPr>
          <w:rFonts w:cs="Calibri"/>
        </w:rPr>
        <w:t xml:space="preserve"> which are quickly becoming defunct pieces of “space junk.” </w:t>
      </w:r>
    </w:p>
    <w:p w14:paraId="34FE704F" w14:textId="77777777" w:rsidR="003E0DE1" w:rsidRPr="002401A3" w:rsidRDefault="003E0DE1" w:rsidP="003E0DE1">
      <w:r w:rsidRPr="002401A3">
        <w:t xml:space="preserve">Therese </w:t>
      </w:r>
      <w:r w:rsidRPr="002401A3">
        <w:rPr>
          <w:b/>
          <w:bCs/>
          <w:sz w:val="26"/>
          <w:szCs w:val="26"/>
        </w:rPr>
        <w:t>Wood, 20</w:t>
      </w:r>
      <w:r w:rsidRPr="002401A3">
        <w:t xml:space="preserve"> - ("Who owns our orbit: Just how many satellites are there in </w:t>
      </w:r>
      <w:proofErr w:type="gramStart"/>
      <w:r w:rsidRPr="002401A3">
        <w:t>space?,</w:t>
      </w:r>
      <w:proofErr w:type="gramEnd"/>
      <w:r w:rsidRPr="002401A3">
        <w:t>" World Economic Forum, 10-23-2020, 12-8-2021https://www.weforum.org/agenda/2020/10/visualizing-easrth-satellites-sapce-spacex)//AW</w:t>
      </w:r>
    </w:p>
    <w:p w14:paraId="20276722" w14:textId="77777777" w:rsidR="003E0DE1" w:rsidRPr="002401A3" w:rsidRDefault="003E0DE1" w:rsidP="003E0DE1">
      <w:pPr>
        <w:ind w:left="720"/>
        <w:rPr>
          <w:sz w:val="12"/>
        </w:rPr>
      </w:pPr>
      <w:r w:rsidRPr="002401A3">
        <w:rPr>
          <w:highlight w:val="yellow"/>
          <w:u w:val="single"/>
        </w:rPr>
        <w:t>There are</w:t>
      </w:r>
      <w:r w:rsidRPr="002401A3">
        <w:rPr>
          <w:sz w:val="12"/>
        </w:rPr>
        <w:t xml:space="preserve"> nearly </w:t>
      </w:r>
      <w:r w:rsidRPr="002401A3">
        <w:rPr>
          <w:highlight w:val="yellow"/>
          <w:u w:val="single"/>
        </w:rPr>
        <w:t>6,000 satellites circling</w:t>
      </w:r>
      <w:r w:rsidRPr="002401A3">
        <w:rPr>
          <w:sz w:val="12"/>
        </w:rPr>
        <w:t xml:space="preserve"> the </w:t>
      </w:r>
      <w:r w:rsidRPr="002401A3">
        <w:rPr>
          <w:u w:val="single"/>
        </w:rPr>
        <w:t>Earth</w:t>
      </w:r>
      <w:r w:rsidRPr="002401A3">
        <w:rPr>
          <w:sz w:val="12"/>
        </w:rPr>
        <w:t xml:space="preserve">, but </w:t>
      </w:r>
      <w:r w:rsidRPr="002401A3">
        <w:rPr>
          <w:rStyle w:val="Emphasis"/>
        </w:rPr>
        <w:t>only 40%</w:t>
      </w:r>
      <w:r w:rsidRPr="002401A3">
        <w:rPr>
          <w:sz w:val="12"/>
        </w:rPr>
        <w:t xml:space="preserve"> are </w:t>
      </w:r>
      <w:r w:rsidRPr="002401A3">
        <w:rPr>
          <w:rStyle w:val="Emphasis"/>
        </w:rPr>
        <w:t>operational.</w:t>
      </w:r>
      <w:r w:rsidRPr="002401A3">
        <w:rPr>
          <w:u w:val="single"/>
        </w:rPr>
        <w:t xml:space="preserve"> </w:t>
      </w:r>
      <w:r w:rsidRPr="002401A3">
        <w:rPr>
          <w:sz w:val="12"/>
        </w:rPr>
        <w:t xml:space="preserve">Satellites are a </w:t>
      </w:r>
      <w:r w:rsidRPr="002401A3">
        <w:rPr>
          <w:u w:val="single"/>
        </w:rPr>
        <w:t xml:space="preserve">vital part </w:t>
      </w:r>
      <w:r w:rsidRPr="002401A3">
        <w:rPr>
          <w:sz w:val="12"/>
        </w:rPr>
        <w:t xml:space="preserve">of our </w:t>
      </w:r>
      <w:r w:rsidRPr="002401A3">
        <w:rPr>
          <w:u w:val="single"/>
        </w:rPr>
        <w:t>infrastructure</w:t>
      </w:r>
      <w:r w:rsidRPr="002401A3">
        <w:rPr>
          <w:sz w:val="12"/>
        </w:rPr>
        <w:t xml:space="preserve">, helping us to use </w:t>
      </w:r>
      <w:r w:rsidRPr="002401A3">
        <w:rPr>
          <w:u w:val="single"/>
        </w:rPr>
        <w:t>GPS, access the internet and support studies</w:t>
      </w:r>
      <w:r w:rsidRPr="002401A3">
        <w:rPr>
          <w:sz w:val="12"/>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from internet connectivity and precision agriculture, to border security and archaeological study. Right now, there are nearly 6,000 satellites circling our tiny planet. About </w:t>
      </w:r>
      <w:r w:rsidRPr="002401A3">
        <w:rPr>
          <w:highlight w:val="yellow"/>
          <w:u w:val="single"/>
        </w:rPr>
        <w:t>60%</w:t>
      </w:r>
      <w:r w:rsidRPr="002401A3">
        <w:rPr>
          <w:sz w:val="12"/>
        </w:rPr>
        <w:t xml:space="preserve"> of those </w:t>
      </w:r>
      <w:r w:rsidRPr="002401A3">
        <w:rPr>
          <w:highlight w:val="yellow"/>
          <w:u w:val="single"/>
        </w:rPr>
        <w:t>are defunct</w:t>
      </w:r>
      <w:r w:rsidRPr="002401A3">
        <w:rPr>
          <w:u w:val="single"/>
        </w:rPr>
        <w:t xml:space="preserve"> </w:t>
      </w:r>
      <w:r w:rsidRPr="002401A3">
        <w:rPr>
          <w:sz w:val="12"/>
        </w:rPr>
        <w:t>satellites—</w:t>
      </w:r>
      <w:r w:rsidRPr="002401A3">
        <w:rPr>
          <w:highlight w:val="yellow"/>
          <w:u w:val="single"/>
        </w:rPr>
        <w:t>space junk</w:t>
      </w:r>
      <w:r w:rsidRPr="002401A3">
        <w:rPr>
          <w:sz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2401A3">
        <w:rPr>
          <w:highlight w:val="yellow"/>
          <w:u w:val="single"/>
        </w:rPr>
        <w:t xml:space="preserve">by 2028, there could be </w:t>
      </w:r>
      <w:r w:rsidRPr="002401A3">
        <w:rPr>
          <w:rStyle w:val="Emphasis"/>
          <w:highlight w:val="yellow"/>
        </w:rPr>
        <w:t>15,000</w:t>
      </w:r>
      <w:r w:rsidRPr="002401A3">
        <w:rPr>
          <w:rStyle w:val="Emphasis"/>
        </w:rPr>
        <w:t xml:space="preserve"> satellites in orbit.</w:t>
      </w:r>
      <w:r w:rsidRPr="002401A3">
        <w:rPr>
          <w:u w:val="single"/>
        </w:rPr>
        <w:t xml:space="preserve"> </w:t>
      </w:r>
      <w:r w:rsidRPr="002401A3">
        <w:rPr>
          <w:sz w:val="12"/>
        </w:rPr>
        <w:t xml:space="preserve">Nearly 10,000 satellites will be launched form 2019-2028. Image: Visual Capitalist </w:t>
      </w:r>
      <w:proofErr w:type="gramStart"/>
      <w:r w:rsidRPr="002401A3">
        <w:rPr>
          <w:sz w:val="12"/>
        </w:rPr>
        <w:t>With</w:t>
      </w:r>
      <w:proofErr w:type="gramEnd"/>
      <w:r w:rsidRPr="002401A3">
        <w:rPr>
          <w:sz w:val="12"/>
        </w:rPr>
        <w:t xml:space="preserve"> SpaceX’s planned </w:t>
      </w:r>
      <w:proofErr w:type="spellStart"/>
      <w:r w:rsidRPr="002401A3">
        <w:rPr>
          <w:sz w:val="12"/>
        </w:rPr>
        <w:t>Starlink</w:t>
      </w:r>
      <w:proofErr w:type="spellEnd"/>
      <w:r w:rsidRPr="002401A3">
        <w:rPr>
          <w:sz w:val="12"/>
        </w:rPr>
        <w:t xml:space="preserve">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2401A3">
        <w:rPr>
          <w:highlight w:val="yellow"/>
          <w:u w:val="single"/>
        </w:rPr>
        <w:t>More than half</w:t>
      </w:r>
      <w:r w:rsidRPr="002401A3">
        <w:rPr>
          <w:sz w:val="12"/>
        </w:rPr>
        <w:t xml:space="preserve"> of Earth’s operational satellites are launched </w:t>
      </w:r>
      <w:r w:rsidRPr="002401A3">
        <w:rPr>
          <w:highlight w:val="yellow"/>
          <w:u w:val="single"/>
        </w:rPr>
        <w:t>for commercial purposes</w:t>
      </w:r>
      <w:r w:rsidRPr="002401A3">
        <w:rPr>
          <w:sz w:val="12"/>
        </w:rPr>
        <w:t xml:space="preserve">.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02401A3">
        <w:rPr>
          <w:u w:val="single"/>
        </w:rPr>
        <w:t>SpaceX—</w:t>
      </w:r>
      <w:r w:rsidRPr="002401A3">
        <w:rPr>
          <w:sz w:val="12"/>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RPr="002401A3">
        <w:rPr>
          <w:u w:val="single"/>
        </w:rPr>
        <w:t>22% of</w:t>
      </w:r>
      <w:r w:rsidRPr="002401A3">
        <w:rPr>
          <w:sz w:val="12"/>
        </w:rPr>
        <w:t xml:space="preserve"> the world’s </w:t>
      </w:r>
      <w:r w:rsidRPr="002401A3">
        <w:rPr>
          <w:u w:val="single"/>
        </w:rPr>
        <w:t>operational satellites</w:t>
      </w:r>
      <w:r w:rsidRPr="002401A3">
        <w:rPr>
          <w:sz w:val="12"/>
        </w:rPr>
        <w:t xml:space="preserve"> as of April, it went on to launch an additional 175 satellites in the span of one month, from August to September 2020</w:t>
      </w:r>
    </w:p>
    <w:p w14:paraId="22AC546D" w14:textId="77777777" w:rsidR="003E0DE1" w:rsidRPr="002401A3" w:rsidRDefault="003E0DE1" w:rsidP="003E0DE1">
      <w:pPr>
        <w:pStyle w:val="Heading4"/>
        <w:rPr>
          <w:rFonts w:cs="Calibri"/>
        </w:rPr>
      </w:pPr>
      <w:r w:rsidRPr="002401A3">
        <w:rPr>
          <w:rFonts w:cs="Calibri"/>
        </w:rPr>
        <w:t xml:space="preserve">Increasing space debris levels inevitably set off a chain of collisions.  </w:t>
      </w:r>
    </w:p>
    <w:p w14:paraId="482FA19B" w14:textId="77777777" w:rsidR="003E0DE1" w:rsidRPr="002401A3" w:rsidRDefault="003E0DE1" w:rsidP="003E0DE1">
      <w:r w:rsidRPr="002401A3">
        <w:t xml:space="preserve">Chelsea </w:t>
      </w:r>
      <w:proofErr w:type="spellStart"/>
      <w:r w:rsidRPr="00D5586F">
        <w:rPr>
          <w:rStyle w:val="Style13ptBold"/>
        </w:rPr>
        <w:t>MuñOz-Patchen</w:t>
      </w:r>
      <w:proofErr w:type="spellEnd"/>
      <w:r w:rsidRPr="00D5586F">
        <w:rPr>
          <w:rStyle w:val="Style13ptBold"/>
        </w:rPr>
        <w:t>,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66578023" w14:textId="77777777" w:rsidR="003E0DE1" w:rsidRPr="002401A3" w:rsidRDefault="003E0DE1" w:rsidP="003E0DE1">
      <w:pPr>
        <w:ind w:left="720"/>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w:t>
      </w:r>
      <w:proofErr w:type="spellStart"/>
      <w:r w:rsidRPr="002401A3">
        <w:rPr>
          <w:sz w:val="10"/>
        </w:rPr>
        <w:t>expensive</w:t>
      </w:r>
      <w:proofErr w:type="spellEnd"/>
      <w:r w:rsidRPr="002401A3">
        <w:rPr>
          <w:sz w:val="10"/>
        </w:rPr>
        <w:t xml:space="preser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D5586F">
        <w:rPr>
          <w:sz w:val="12"/>
          <w:szCs w:val="12"/>
        </w:rPr>
        <w:t>commercial</w:t>
      </w:r>
      <w:r w:rsidRPr="002401A3">
        <w:rPr>
          <w:highlight w:val="yellow"/>
          <w:u w:val="single"/>
        </w:rPr>
        <w:t xml:space="preserve"> space tourism will</w:t>
      </w:r>
      <w:r w:rsidRPr="002401A3">
        <w:rPr>
          <w:sz w:val="10"/>
        </w:rPr>
        <w:t xml:space="preserve"> also </w:t>
      </w:r>
      <w:r w:rsidRPr="002401A3">
        <w:rPr>
          <w:highlight w:val="yellow"/>
          <w:u w:val="single"/>
        </w:rPr>
        <w:t>increase</w:t>
      </w:r>
      <w:r w:rsidRPr="002401A3">
        <w:rPr>
          <w:u w:val="single"/>
        </w:rPr>
        <w:t xml:space="preserve"> the number of objects launched into space and thus the amount of </w:t>
      </w:r>
      <w:r w:rsidRPr="002401A3">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45DBADD5" w14:textId="77777777" w:rsidR="003E0DE1" w:rsidRPr="002401A3" w:rsidRDefault="003E0DE1" w:rsidP="003E0DE1">
      <w:pPr>
        <w:pStyle w:val="Heading4"/>
        <w:rPr>
          <w:rFonts w:cs="Calibri"/>
        </w:rPr>
      </w:pPr>
      <w:r>
        <w:rPr>
          <w:rFonts w:cs="Calibri"/>
        </w:rPr>
        <w:t xml:space="preserve">Collisions make orbit unusable, causing </w:t>
      </w:r>
      <w:r w:rsidRPr="002401A3">
        <w:rPr>
          <w:rFonts w:cs="Calibri"/>
        </w:rPr>
        <w:t>nuclear war</w:t>
      </w:r>
      <w:r>
        <w:rPr>
          <w:rFonts w:cs="Calibri"/>
        </w:rPr>
        <w:t>, mass starvation, and economic destruction</w:t>
      </w:r>
      <w:r w:rsidRPr="002401A3">
        <w:rPr>
          <w:rFonts w:cs="Calibri"/>
        </w:rPr>
        <w:t xml:space="preserve">. </w:t>
      </w:r>
    </w:p>
    <w:p w14:paraId="17A8AC88" w14:textId="77777777" w:rsidR="003E0DE1" w:rsidRPr="002401A3" w:rsidRDefault="003E0DE1" w:rsidP="003E0DE1">
      <w:r w:rsidRPr="002401A3">
        <w:t xml:space="preserve">Les </w:t>
      </w:r>
      <w:r w:rsidRPr="002401A3">
        <w:rPr>
          <w:rStyle w:val="Style13ptBold"/>
        </w:rPr>
        <w:t>Johnson 13</w:t>
      </w:r>
      <w:r w:rsidRPr="002401A3">
        <w:t xml:space="preserve">, Deputy Manager for NASA's Advanced Concepts Office at the Marshall Space Flight Center, Co-Investigator for the JAXA T-Rex Space Tether Experiment and PI of NASA's </w:t>
      </w:r>
      <w:proofErr w:type="spellStart"/>
      <w:r w:rsidRPr="002401A3">
        <w:t>ProSEDS</w:t>
      </w:r>
      <w:proofErr w:type="spellEnd"/>
      <w:r w:rsidRPr="002401A3">
        <w:t xml:space="preserve"> Experiment, Master's Degree in Physics from Vanderbilt University, Popular Science Writer, and NASA Technologist, Frequent Contributor to the Journal of the British Interplanetary </w:t>
      </w:r>
      <w:proofErr w:type="spellStart"/>
      <w:r w:rsidRPr="002401A3">
        <w:t>Sodety</w:t>
      </w:r>
      <w:proofErr w:type="spellEnd"/>
      <w:r w:rsidRPr="002401A3">
        <w:t xml:space="preserve"> and Member of the American Institute of Aeronautics and Astronautics, National Space Society, the World Future Society, and MENSA, Sky Alert!: When Satellites Fail, p. 9-12 [language modified]</w:t>
      </w:r>
    </w:p>
    <w:p w14:paraId="3CEFA351" w14:textId="77777777" w:rsidR="003E0DE1" w:rsidRPr="002401A3" w:rsidRDefault="003E0DE1" w:rsidP="003E0DE1">
      <w:pPr>
        <w:ind w:left="720"/>
        <w:rPr>
          <w:sz w:val="12"/>
        </w:rPr>
      </w:pPr>
      <w:r w:rsidRPr="002401A3">
        <w:rPr>
          <w:sz w:val="12"/>
        </w:rPr>
        <w:t>Whatever the initial cause, the result may be the same</w:t>
      </w:r>
      <w:r w:rsidRPr="00D5586F">
        <w:rPr>
          <w:sz w:val="12"/>
        </w:rPr>
        <w:t xml:space="preserve">. </w:t>
      </w:r>
      <w:r w:rsidRPr="00D5586F">
        <w:rPr>
          <w:rStyle w:val="StyleUnderline"/>
        </w:rPr>
        <w:t xml:space="preserve">A </w:t>
      </w:r>
      <w:r w:rsidRPr="00D5586F">
        <w:rPr>
          <w:rStyle w:val="Emphasis"/>
        </w:rPr>
        <w:t>sat</w:t>
      </w:r>
      <w:r w:rsidRPr="00D5586F">
        <w:rPr>
          <w:rStyle w:val="StyleUnderline"/>
        </w:rPr>
        <w:t>ellite 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w:t>
      </w:r>
      <w:proofErr w:type="gramStart"/>
      <w:r w:rsidRPr="002401A3">
        <w:rPr>
          <w:rStyle w:val="StyleUnderline"/>
        </w:rPr>
        <w:t>crossed</w:t>
      </w:r>
      <w:proofErr w:type="gramEnd"/>
      <w:r w:rsidRPr="002401A3">
        <w:rPr>
          <w:rStyle w:val="StyleUnderline"/>
        </w:rPr>
        <w:t xml:space="preserve">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D5586F">
        <w:rPr>
          <w:rStyle w:val="Emphasis"/>
        </w:rPr>
        <w:t>begin</w:t>
      </w:r>
      <w:r w:rsidRPr="00D5586F">
        <w:rPr>
          <w:rStyle w:val="StyleUnderline"/>
        </w:rPr>
        <w:t>s</w:t>
      </w:r>
      <w:r w:rsidRPr="00D5586F">
        <w:rPr>
          <w:sz w:val="12"/>
        </w:rPr>
        <w:t xml:space="preserve">. A few orbits later, two of the new debris pieces strike other satellites, causing them to explode into thousands more pieces of debris. </w:t>
      </w:r>
      <w:r w:rsidRPr="00D5586F">
        <w:rPr>
          <w:rStyle w:val="StyleUnderline"/>
        </w:rPr>
        <w:t>The rate of collisions increases</w:t>
      </w:r>
      <w:r w:rsidRPr="00D5586F">
        <w:rPr>
          <w:sz w:val="12"/>
        </w:rPr>
        <w:t xml:space="preserve">, now with more spacecraft being destroyed. Called </w:t>
      </w:r>
      <w:r w:rsidRPr="00D5586F">
        <w:rPr>
          <w:rStyle w:val="StyleUnderline"/>
        </w:rPr>
        <w:t>the "Kessler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D5586F">
        <w:rPr>
          <w:rStyle w:val="Emphasis"/>
          <w:highlight w:val="yellow"/>
        </w:rPr>
        <w:t>sat</w:t>
      </w:r>
      <w:r w:rsidRPr="00D5586F">
        <w:rPr>
          <w:rStyle w:val="StyleUnderline"/>
          <w:highlight w:val="yellow"/>
        </w:rPr>
        <w:t xml:space="preserve">ellite in </w:t>
      </w:r>
      <w:r w:rsidRPr="00D5586F">
        <w:rPr>
          <w:rStyle w:val="Emphasis"/>
          <w:highlight w:val="yellow"/>
        </w:rPr>
        <w:t>l</w:t>
      </w:r>
      <w:r w:rsidRPr="00D5586F">
        <w:rPr>
          <w:rStyle w:val="StyleUnderline"/>
          <w:highlight w:val="yellow"/>
        </w:rPr>
        <w:t xml:space="preserve">ow </w:t>
      </w:r>
      <w:r w:rsidRPr="00D5586F">
        <w:rPr>
          <w:rStyle w:val="Emphasis"/>
          <w:highlight w:val="yellow"/>
        </w:rPr>
        <w:t>E</w:t>
      </w:r>
      <w:r w:rsidRPr="00D5586F">
        <w:rPr>
          <w:rStyle w:val="StyleUnderline"/>
          <w:highlight w:val="yellow"/>
        </w:rPr>
        <w:t xml:space="preserve">arth </w:t>
      </w:r>
      <w:r w:rsidRPr="00D5586F">
        <w:rPr>
          <w:rStyle w:val="Emphasis"/>
          <w:highlight w:val="yellow"/>
        </w:rPr>
        <w:t>o</w:t>
      </w:r>
      <w:r w:rsidRPr="00D5586F">
        <w:rPr>
          <w:rStyle w:val="StyleUnderline"/>
          <w:highlight w:val="yellow"/>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 xml:space="preserve">allowing </w:t>
      </w:r>
      <w:r w:rsidRPr="00D5586F">
        <w:rPr>
          <w:rStyle w:val="StyleUnderline"/>
          <w:highlight w:val="yellow"/>
        </w:rPr>
        <w:t>debris</w:t>
      </w:r>
      <w:r w:rsidRPr="002401A3">
        <w:rPr>
          <w:rStyle w:val="StyleUnderline"/>
        </w:rPr>
        <w:t xml:space="preserve"> pieces to bum up, most debris</w:t>
      </w:r>
      <w:r w:rsidRPr="002401A3">
        <w:rPr>
          <w:sz w:val="12"/>
        </w:rPr>
        <w:t xml:space="preserve"> (perhaps </w:t>
      </w:r>
      <w:r w:rsidRPr="002401A3">
        <w:rPr>
          <w:rStyle w:val="StyleUnderline"/>
        </w:rPr>
        <w:t xml:space="preserve">numbering in the millions) </w:t>
      </w:r>
      <w:r w:rsidRPr="00D5586F">
        <w:rPr>
          <w:rStyle w:val="StyleUnderline"/>
          <w:highlight w:val="yellow"/>
        </w:rPr>
        <w:t>will remain in space for</w:t>
      </w:r>
      <w:r w:rsidRPr="002401A3">
        <w:rPr>
          <w:rStyle w:val="StyleUnderline"/>
        </w:rPr>
        <w:t xml:space="preserve"> hundreds or </w:t>
      </w:r>
      <w:r w:rsidRPr="00D5586F">
        <w:rPr>
          <w:rStyle w:val="StyleUnderline"/>
          <w:highlight w:val="yellow"/>
        </w:rPr>
        <w:t>thousands of years.</w:t>
      </w:r>
      <w:r w:rsidRPr="002401A3">
        <w:rPr>
          <w:rStyle w:val="StyleUnderline"/>
        </w:rPr>
        <w:t xml:space="preserve">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loses all of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located at all times and anywhere in the world.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one step away from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2401A3">
        <w:rPr>
          <w:sz w:val="12"/>
        </w:rPr>
        <w:t>these spacecraft</w:t>
      </w:r>
      <w:proofErr w:type="gramEnd"/>
      <w:r w:rsidRPr="002401A3">
        <w:rPr>
          <w:sz w:val="12"/>
        </w:rPr>
        <w:t xml:space="preserve">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2401A3">
        <w:rPr>
          <w:rStyle w:val="Emphasis"/>
          <w:highlight w:val="yellow"/>
        </w:rPr>
        <w:t>ag</w:t>
      </w:r>
      <w:r w:rsidRPr="002401A3">
        <w:rPr>
          <w:rStyle w:val="StyleUnderline"/>
        </w:rPr>
        <w:t xml:space="preserve">riculture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proofErr w:type="spellStart"/>
      <w:r w:rsidRPr="002401A3">
        <w:rPr>
          <w:sz w:val="12"/>
        </w:rPr>
        <w:t>Telestar</w:t>
      </w:r>
      <w:proofErr w:type="spellEnd"/>
      <w:r w:rsidRPr="002401A3">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2401A3">
        <w:rPr>
          <w:sz w:val="12"/>
        </w:rPr>
        <w:t>ali</w:t>
      </w:r>
      <w:proofErr w:type="spellEnd"/>
      <w:r w:rsidRPr="002401A3">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2401A3">
        <w:rPr>
          <w:sz w:val="12"/>
        </w:rPr>
        <w:t>Figure !</w:t>
      </w:r>
      <w:proofErr w:type="gramEnd"/>
      <w:r w:rsidRPr="002401A3">
        <w:rPr>
          <w:sz w:val="12"/>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 xml:space="preserve">Our military would suddenly become vulnerable in other areas as well. </w:t>
      </w:r>
      <w:r w:rsidRPr="002401A3">
        <w:rPr>
          <w:rStyle w:val="StyleUnderline"/>
          <w:highlight w:val="yellow"/>
        </w:rPr>
        <w:t>GPS</w:t>
      </w:r>
      <w:r w:rsidRPr="002401A3">
        <w:rPr>
          <w:sz w:val="12"/>
        </w:rPr>
        <w:t xml:space="preserve">, a network of 24-32 satellites in medium-Earth orbit, </w:t>
      </w:r>
      <w:r w:rsidRPr="002401A3">
        <w:rPr>
          <w:rStyle w:val="StyleUnderline"/>
        </w:rPr>
        <w:t xml:space="preserve">was developed to </w:t>
      </w:r>
      <w:r w:rsidRPr="00D5586F">
        <w:rPr>
          <w:rStyle w:val="StyleUnderline"/>
        </w:rPr>
        <w:t xml:space="preserve">provide precise position </w:t>
      </w:r>
      <w:r w:rsidRPr="00D5586F">
        <w:rPr>
          <w:rStyle w:val="Emphasis"/>
        </w:rPr>
        <w:t>info</w:t>
      </w:r>
      <w:r w:rsidRPr="00D5586F">
        <w:rPr>
          <w:rStyle w:val="StyleUnderline"/>
        </w:rPr>
        <w:t>r</w:t>
      </w:r>
      <w:r w:rsidRPr="002401A3">
        <w:rPr>
          <w:rStyle w:val="StyleUnderline"/>
        </w:rPr>
        <w:t>mation to the military, and it is now in common use by individuals and industry. The network</w:t>
      </w:r>
      <w:r w:rsidRPr="002401A3">
        <w:rPr>
          <w:sz w:val="12"/>
        </w:rPr>
        <w:t xml:space="preserve">, which became fully operational in 1993, </w:t>
      </w:r>
      <w:r w:rsidRPr="002401A3">
        <w:rPr>
          <w:rStyle w:val="StyleUnderline"/>
        </w:rPr>
        <w:t>allows</w:t>
      </w:r>
      <w:r w:rsidRPr="002401A3">
        <w:rPr>
          <w:sz w:val="12"/>
        </w:rPr>
        <w:t xml:space="preserve"> our </w:t>
      </w:r>
      <w:r w:rsidRPr="002401A3">
        <w:rPr>
          <w:rStyle w:val="StyleUnderline"/>
        </w:rPr>
        <w:t xml:space="preserve">armed forces to know their exact locations anywhere in the world. It is used to </w:t>
      </w:r>
      <w:r w:rsidRPr="002401A3">
        <w:rPr>
          <w:rStyle w:val="StyleUnderline"/>
          <w:highlight w:val="yellow"/>
        </w:rPr>
        <w:t>guide bombs</w:t>
      </w:r>
      <w:r w:rsidRPr="002401A3">
        <w:rPr>
          <w:rStyle w:val="StyleUnderline"/>
        </w:rPr>
        <w:t xml:space="preserve"> to</w:t>
      </w:r>
      <w:r w:rsidRPr="002401A3">
        <w:rPr>
          <w:sz w:val="12"/>
        </w:rPr>
        <w:t xml:space="preserve"> their </w:t>
      </w:r>
      <w:r w:rsidRPr="002401A3">
        <w:rPr>
          <w:rStyle w:val="StyleUnderline"/>
        </w:rPr>
        <w:t>targets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2401A3">
        <w:rPr>
          <w:rStyle w:val="StyleUnderline"/>
          <w:highlight w:val="yellow"/>
        </w:rPr>
        <w:t>navigate</w:t>
      </w:r>
      <w:r w:rsidRPr="002401A3">
        <w:rPr>
          <w:rStyle w:val="StyleUnderline"/>
        </w:rPr>
        <w:t xml:space="preserve"> in the dark or in adverse </w:t>
      </w:r>
      <w:r w:rsidRPr="002401A3">
        <w:rPr>
          <w:rStyle w:val="StyleUnderline"/>
          <w:highlight w:val="yellow"/>
        </w:rPr>
        <w:t>weather</w:t>
      </w:r>
      <w:r w:rsidRPr="002401A3">
        <w:rPr>
          <w:rStyle w:val="StyleUnderline"/>
        </w:rPr>
        <w:t xml:space="preserve"> or sandstorms.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r w:rsidRPr="002401A3">
        <w:rPr>
          <w:sz w:val="12"/>
        </w:rPr>
        <w:t>.</w:t>
      </w:r>
    </w:p>
    <w:p w14:paraId="50591FF5" w14:textId="77777777" w:rsidR="003E0DE1" w:rsidRPr="002401A3" w:rsidRDefault="003E0DE1" w:rsidP="003E0DE1">
      <w:pPr>
        <w:rPr>
          <w:sz w:val="12"/>
        </w:rPr>
      </w:pPr>
    </w:p>
    <w:p w14:paraId="062BE96D" w14:textId="77777777" w:rsidR="003E0DE1" w:rsidRPr="002401A3" w:rsidRDefault="003E0DE1" w:rsidP="003E0DE1">
      <w:pPr>
        <w:pStyle w:val="Heading3"/>
        <w:rPr>
          <w:rFonts w:cs="Calibri"/>
        </w:rPr>
      </w:pPr>
      <w:r w:rsidRPr="002401A3">
        <w:rPr>
          <w:rFonts w:cs="Calibri"/>
        </w:rPr>
        <w:t xml:space="preserve">Advantage 2: </w:t>
      </w:r>
      <w:r>
        <w:rPr>
          <w:rFonts w:cs="Calibri"/>
        </w:rPr>
        <w:t xml:space="preserve">Corporate </w:t>
      </w:r>
      <w:r w:rsidRPr="002401A3">
        <w:rPr>
          <w:rFonts w:cs="Calibri"/>
        </w:rPr>
        <w:t>Colonialism</w:t>
      </w:r>
    </w:p>
    <w:p w14:paraId="5DA6B1E5" w14:textId="77777777" w:rsidR="003E0DE1" w:rsidRPr="002401A3" w:rsidRDefault="003E0DE1" w:rsidP="003E0DE1">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5F0379FA" w14:textId="77777777" w:rsidR="003E0DE1" w:rsidRPr="002401A3" w:rsidRDefault="003E0DE1" w:rsidP="003E0DE1">
      <w:proofErr w:type="spellStart"/>
      <w:r w:rsidRPr="002401A3">
        <w:rPr>
          <w:rStyle w:val="Style13ptBold"/>
        </w:rPr>
        <w:t>Mccormick</w:t>
      </w:r>
      <w:proofErr w:type="spellEnd"/>
      <w:r w:rsidRPr="002401A3">
        <w:rPr>
          <w:rStyle w:val="Style13ptBold"/>
        </w:rPr>
        <w:t xml:space="preserve">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w:t>
      </w:r>
      <w:proofErr w:type="spellStart"/>
      <w:r w:rsidRPr="002401A3">
        <w:t>marlborough</w:t>
      </w:r>
      <w:proofErr w:type="spellEnd"/>
      <w:r w:rsidRPr="002401A3">
        <w:t xml:space="preserve"> JH]</w:t>
      </w:r>
    </w:p>
    <w:p w14:paraId="236B5938" w14:textId="77777777" w:rsidR="003E0DE1" w:rsidRPr="002401A3" w:rsidRDefault="003E0DE1" w:rsidP="003E0DE1">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9" w:history="1">
        <w:r w:rsidRPr="002401A3">
          <w:rPr>
            <w:rStyle w:val="Hyperlink"/>
            <w:sz w:val="12"/>
          </w:rPr>
          <w:t>Mortality data</w:t>
        </w:r>
      </w:hyperlink>
      <w:r w:rsidRPr="002401A3">
        <w:rPr>
          <w:sz w:val="12"/>
        </w:rPr>
        <w:t> was the stuff of weekly news and </w:t>
      </w:r>
      <w:hyperlink r:id="rId10"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1"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2"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3"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w:t>
      </w:r>
      <w:proofErr w:type="spellStart"/>
      <w:r w:rsidRPr="002401A3">
        <w:rPr>
          <w:sz w:val="12"/>
        </w:rPr>
        <w:t>centred</w:t>
      </w:r>
      <w:proofErr w:type="spellEnd"/>
      <w:r w:rsidRPr="002401A3">
        <w:rPr>
          <w:sz w:val="12"/>
        </w:rPr>
        <w:t xml:space="preserve"> state in </w:t>
      </w:r>
      <w:hyperlink r:id="rId14" w:history="1">
        <w:r w:rsidRPr="002401A3">
          <w:rPr>
            <w:rStyle w:val="Hyperlink"/>
            <w:sz w:val="12"/>
          </w:rPr>
          <w:t>The New Atlantis</w:t>
        </w:r>
      </w:hyperlink>
      <w:r w:rsidRPr="002401A3">
        <w:rPr>
          <w:sz w:val="12"/>
        </w:rPr>
        <w:t xml:space="preserve"> as by his advocacy of observation and experiment. ¶Discovery and invention ¶The English agriculturalist Gabriel </w:t>
      </w:r>
      <w:proofErr w:type="spellStart"/>
      <w:r w:rsidRPr="002401A3">
        <w:rPr>
          <w:sz w:val="12"/>
        </w:rPr>
        <w:t>Plattes</w:t>
      </w:r>
      <w:proofErr w:type="spellEnd"/>
      <w:r w:rsidRPr="002401A3">
        <w:rPr>
          <w:sz w:val="12"/>
        </w:rPr>
        <w:t xml:space="preserve"> cautioned in 1639 that “</w:t>
      </w:r>
      <w:hyperlink r:id="rId15"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6" w:history="1">
        <w:r w:rsidRPr="002401A3">
          <w:rPr>
            <w:rStyle w:val="Hyperlink"/>
            <w:sz w:val="12"/>
          </w:rPr>
          <w:t>perpetual motion engine</w:t>
        </w:r>
      </w:hyperlink>
      <w:r w:rsidRPr="002401A3">
        <w:rPr>
          <w:sz w:val="12"/>
        </w:rPr>
        <w:t xml:space="preserve">” that would plough fields in England, clear forest in Virginia and drive sugar mills in Barbados. Dymock identified private profit and the public good by speeding plantation and replacing costly draught animals with cheaper enslaved </w:t>
      </w:r>
      <w:proofErr w:type="spellStart"/>
      <w:r w:rsidRPr="002401A3">
        <w:rPr>
          <w:sz w:val="12"/>
        </w:rPr>
        <w:t>labour</w:t>
      </w:r>
      <w:proofErr w:type="spellEnd"/>
      <w:r w:rsidRPr="002401A3">
        <w:rPr>
          <w:sz w:val="12"/>
        </w:rPr>
        <w:t>. Projects across the empire would employ the idle, create “elbow-room,” heal “unnatural divisions” and make England “</w:t>
      </w:r>
      <w:hyperlink r:id="rId17"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8"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19"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w:t>
      </w:r>
      <w:proofErr w:type="spellStart"/>
      <w:r w:rsidRPr="002401A3">
        <w:rPr>
          <w:sz w:val="12"/>
        </w:rPr>
        <w:t>labour</w:t>
      </w:r>
      <w:proofErr w:type="spellEnd"/>
      <w:r w:rsidRPr="002401A3">
        <w:rPr>
          <w:sz w:val="12"/>
        </w:rPr>
        <w:t xml:space="preserve"> — off the planet, rezoning Earth as a mostly residential, green space. A garden, as it were. ¶Musk’s plans for Mars are at once more cynical and more grandiose, in timeline and technical requirements if not in ultimate extent. </w:t>
      </w:r>
      <w:r w:rsidRPr="007510E6">
        <w:rPr>
          <w:rStyle w:val="StyleUnderline"/>
          <w:highlight w:val="yellow"/>
        </w:rPr>
        <w:t>They center</w:t>
      </w:r>
      <w:r w:rsidRPr="002401A3">
        <w:rPr>
          <w:sz w:val="12"/>
        </w:rPr>
        <w:t xml:space="preserve"> on </w:t>
      </w:r>
      <w:r w:rsidRPr="007510E6">
        <w:rPr>
          <w:rStyle w:val="StyleUnderline"/>
          <w:highlight w:val="yellow"/>
        </w:rPr>
        <w:t>the dubious possibility of “</w:t>
      </w:r>
      <w:hyperlink r:id="rId20" w:history="1">
        <w:r w:rsidRPr="007510E6">
          <w:rPr>
            <w:rStyle w:val="StyleUnderline"/>
            <w:highlight w:val="yellow"/>
          </w:rPr>
          <w:t>terraforming</w:t>
        </w:r>
      </w:hyperlink>
      <w:r w:rsidRPr="007510E6">
        <w:rPr>
          <w:rStyle w:val="StyleUnderline"/>
          <w:highlight w:val="yellow"/>
        </w:rPr>
        <w:t>” Mars using resources and technologies that don’t yet exist.</w:t>
      </w:r>
      <w:r w:rsidRPr="002401A3">
        <w:rPr>
          <w:sz w:val="12"/>
        </w:rPr>
        <w:t xml:space="preserve"> ¶Musk planned to </w:t>
      </w:r>
      <w:hyperlink r:id="rId21" w:history="1">
        <w:r w:rsidRPr="002401A3">
          <w:rPr>
            <w:rStyle w:val="Hyperlink"/>
            <w:sz w:val="12"/>
          </w:rPr>
          <w:t>send the first humans to Mars in 2024</w:t>
        </w:r>
      </w:hyperlink>
      <w:r w:rsidRPr="002401A3">
        <w:rPr>
          <w:sz w:val="12"/>
        </w:rPr>
        <w:t>, and by 2030, he envisioned breaking ground on a city, </w:t>
      </w:r>
      <w:hyperlink r:id="rId22"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2401A3">
        <w:rPr>
          <w:rStyle w:val="StyleUnderline"/>
          <w:sz w:val="24"/>
          <w:highlight w:val="yellow"/>
        </w:rPr>
        <w:t xml:space="preserve">the vision – a </w:t>
      </w:r>
      <w:r w:rsidRPr="00334DB9">
        <w:rPr>
          <w:rStyle w:val="StyleUnderline"/>
          <w:highlight w:val="yellow"/>
        </w:rPr>
        <w:t>Mars of</w:t>
      </w:r>
      <w:r w:rsidRPr="002401A3">
        <w:rPr>
          <w:rStyle w:val="StyleUnderline"/>
          <w:sz w:val="24"/>
        </w:rPr>
        <w:t xml:space="preserve"> thriving crops, pizza joints and </w:t>
      </w:r>
      <w:r w:rsidRPr="00334DB9">
        <w:rPr>
          <w:rStyle w:val="StyleUnderline"/>
          <w:sz w:val="24"/>
          <w:highlight w:val="yellow"/>
        </w:rPr>
        <w:t xml:space="preserve">“entrepreneurial opportunities,” preserving life and paying dividends while Earth </w:t>
      </w:r>
      <w:r w:rsidRPr="002401A3">
        <w:rPr>
          <w:rStyle w:val="StyleUnderline"/>
          <w:sz w:val="24"/>
          <w:highlight w:val="yellow"/>
        </w:rPr>
        <w:t>becomes</w:t>
      </w:r>
      <w:r w:rsidRPr="002401A3">
        <w:rPr>
          <w:rStyle w:val="StyleUnderline"/>
          <w:sz w:val="24"/>
        </w:rPr>
        <w:t xml:space="preserve"> increasingly </w:t>
      </w:r>
      <w:r w:rsidRPr="002401A3">
        <w:rPr>
          <w:rStyle w:val="StyleUnderline"/>
          <w:sz w:val="24"/>
          <w:highlight w:val="yellow"/>
        </w:rPr>
        <w:t>uninhabitable — remains</w:t>
      </w:r>
      <w:r w:rsidRPr="002401A3">
        <w:rPr>
          <w:rStyle w:val="StyleUnderline"/>
          <w:sz w:val="24"/>
        </w:rPr>
        <w:t>.</w:t>
      </w:r>
      <w:r w:rsidRPr="002401A3">
        <w:rPr>
          <w:sz w:val="12"/>
        </w:rPr>
        <w:t xml:space="preserve"> </w:t>
      </w:r>
      <w:r w:rsidRPr="00334DB9">
        <w:rPr>
          <w:rStyle w:val="StyleUnderline"/>
          <w:sz w:val="24"/>
          <w:highlight w:val="yellow"/>
        </w:rPr>
        <w:t>Like the colonial </w:t>
      </w:r>
      <w:hyperlink r:id="rId23" w:history="1">
        <w:r w:rsidRPr="00334DB9">
          <w:rPr>
            <w:rStyle w:val="StyleUnderline"/>
            <w:sz w:val="24"/>
            <w:highlight w:val="yellow"/>
          </w:rPr>
          <w:t>company-states</w:t>
        </w:r>
      </w:hyperlink>
      <w:r w:rsidRPr="00334DB9">
        <w:rPr>
          <w:rStyle w:val="StyleUnderline"/>
          <w:sz w:val="24"/>
          <w:highlight w:val="yellow"/>
        </w:rPr>
        <w:t> of the 17th and 18th centuries</w:t>
      </w:r>
      <w:r w:rsidRPr="002401A3">
        <w:rPr>
          <w:rStyle w:val="StyleUnderline"/>
          <w:sz w:val="24"/>
        </w:rPr>
        <w:t>, </w:t>
      </w:r>
      <w:hyperlink r:id="rId24"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imagination ¶</w:t>
      </w:r>
      <w:r w:rsidRPr="00876D31">
        <w:rPr>
          <w:rStyle w:val="StyleUnderline"/>
          <w:highlight w:val="yellow"/>
        </w:rPr>
        <w:t xml:space="preserve">The techno-utopian visions of Musk and Bezos betray some of the same assumptions </w:t>
      </w:r>
      <w:r w:rsidRPr="00334DB9">
        <w:t>as their early modern forebears</w:t>
      </w:r>
      <w:r w:rsidRPr="00876D31">
        <w:rPr>
          <w:rStyle w:val="StyleUnderline"/>
          <w:highlight w:val="yellow"/>
        </w:rPr>
        <w:t>. They</w:t>
      </w:r>
      <w:r w:rsidRPr="00876D31">
        <w:rPr>
          <w:rStyle w:val="StyleUnderline"/>
          <w:sz w:val="24"/>
          <w:highlight w:val="yellow"/>
        </w:rPr>
        <w:t xml:space="preserve"> </w:t>
      </w:r>
      <w:r w:rsidRPr="002401A3">
        <w:rPr>
          <w:rStyle w:val="StyleUnderline"/>
          <w:sz w:val="24"/>
          <w:highlight w:val="yellow"/>
        </w:rPr>
        <w:t>offer colonialism as a panacea for</w:t>
      </w:r>
      <w:r w:rsidRPr="002401A3">
        <w:rPr>
          <w:rStyle w:val="StyleUnderline"/>
          <w:sz w:val="24"/>
        </w:rPr>
        <w:t xml:space="preserve"> complex </w:t>
      </w:r>
      <w:r w:rsidRPr="002401A3">
        <w:rPr>
          <w:rStyle w:val="StyleUnderline"/>
          <w:sz w:val="24"/>
          <w:highlight w:val="yellow"/>
        </w:rPr>
        <w:t xml:space="preserve">social, political and economic ills, rather than attempting to work towards a better </w:t>
      </w:r>
      <w:r w:rsidRPr="00876D31">
        <w:rPr>
          <w:rStyle w:val="StyleUnderline"/>
          <w:sz w:val="24"/>
          <w:highlight w:val="yellow"/>
        </w:rPr>
        <w:t>world within the constraints of our environment</w:t>
      </w:r>
      <w:r w:rsidRPr="00876D31">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t xml:space="preserve">devastating consequences of an ideology of limitless growth on our </w:t>
      </w:r>
      <w:r w:rsidRPr="00377999">
        <w:rPr>
          <w:rStyle w:val="StyleUnderline"/>
          <w:sz w:val="24"/>
          <w:highlight w:val="yellow"/>
        </w:rPr>
        <w:t>planet, they seek to export it</w:t>
      </w:r>
      <w:r w:rsidRPr="002401A3">
        <w:rPr>
          <w:rStyle w:val="StyleUnderline"/>
          <w:sz w:val="24"/>
        </w:rPr>
        <w:t xml:space="preserve">, unaltered, </w:t>
      </w:r>
      <w:r w:rsidRPr="00377999">
        <w:rPr>
          <w:rStyle w:val="StyleUnderline"/>
          <w:sz w:val="24"/>
          <w:highlight w:val="yellow"/>
        </w:rPr>
        <w:t>into space.</w:t>
      </w:r>
      <w:r w:rsidRPr="002401A3">
        <w:rPr>
          <w:rStyle w:val="StyleUnderline"/>
          <w:sz w:val="24"/>
        </w:rPr>
        <w:t xml:space="preserve"> They imagine themselves capable of creating </w:t>
      </w:r>
      <w:proofErr w:type="spellStart"/>
      <w:r w:rsidRPr="002401A3">
        <w:rPr>
          <w:rStyle w:val="StyleUnderline"/>
          <w:sz w:val="24"/>
        </w:rPr>
        <w:t>liveable</w:t>
      </w:r>
      <w:proofErr w:type="spellEnd"/>
      <w:r w:rsidRPr="002401A3">
        <w:rPr>
          <w:rStyle w:val="StyleUnderline"/>
          <w:sz w:val="24"/>
        </w:rPr>
        <w:t xml:space="preserve"> environments where none exist. ¶</w:t>
      </w:r>
      <w:r w:rsidRPr="002401A3">
        <w:rPr>
          <w:sz w:val="12"/>
        </w:rPr>
        <w:t xml:space="preserve">But for all their futuristic imagery, </w:t>
      </w:r>
      <w:r w:rsidRPr="00334DB9">
        <w:rPr>
          <w:rStyle w:val="StyleUnderline"/>
          <w:sz w:val="24"/>
          <w:highlight w:val="yellow"/>
        </w:rPr>
        <w:t>they have failed to imagine a different world</w:t>
      </w:r>
      <w:r w:rsidRPr="002401A3">
        <w:rPr>
          <w:rStyle w:val="StyleUnderline"/>
          <w:sz w:val="24"/>
        </w:rPr>
        <w:t xml:space="preserve">. And </w:t>
      </w:r>
      <w:r w:rsidRPr="00334DB9">
        <w:rPr>
          <w:sz w:val="12"/>
        </w:rPr>
        <w:t>they have ignored the history of colonialism on this one. Empire never recreated Eden, but it did fuel centuries of growth based on expropriation, enslavement and environmental transformation in defiance of all limits. We are struggling with these consequences today.</w:t>
      </w:r>
    </w:p>
    <w:p w14:paraId="684A744F" w14:textId="77777777" w:rsidR="003E0DE1" w:rsidRPr="002401A3" w:rsidRDefault="003E0DE1" w:rsidP="003E0DE1">
      <w:pPr>
        <w:pStyle w:val="Heading4"/>
        <w:rPr>
          <w:rFonts w:cs="Calibri"/>
        </w:rPr>
      </w:pPr>
      <w:r>
        <w:rPr>
          <w:rFonts w:cs="Calibri"/>
        </w:rPr>
        <w:t>If only wealthy elites can tap the vast resources of outer space, we lock in a permanent and unconscionable inequality. Private space colonization amounts to unchecked exploitation and authoritarian corporate control of future settlements.</w:t>
      </w:r>
      <w:r w:rsidRPr="002401A3">
        <w:rPr>
          <w:rFonts w:cs="Calibri"/>
        </w:rPr>
        <w:t xml:space="preserve"> Spencer ‘17</w:t>
      </w:r>
    </w:p>
    <w:p w14:paraId="0B5CF908" w14:textId="77777777" w:rsidR="003E0DE1" w:rsidRPr="002401A3" w:rsidRDefault="003E0DE1" w:rsidP="003E0DE1">
      <w:r w:rsidRPr="002401A3">
        <w:t xml:space="preserve">Spencer, Keith A. [senior editor at Salon] “Keep the Red Planet Red.” Jacobin, 2 May 2017, </w:t>
      </w:r>
      <w:hyperlink r:id="rId25" w:history="1">
        <w:r w:rsidRPr="002401A3">
          <w:rPr>
            <w:rStyle w:val="Hyperlink"/>
          </w:rPr>
          <w:t>https://www.jacobinmag.com/2017/02/mars-elon-musk-space-exploration-nasa-colonization.  //</w:t>
        </w:r>
      </w:hyperlink>
      <w:r w:rsidRPr="002401A3">
        <w:t xml:space="preserve"> </w:t>
      </w:r>
      <w:proofErr w:type="spellStart"/>
      <w:r w:rsidRPr="002401A3">
        <w:t>Accesserd</w:t>
      </w:r>
      <w:proofErr w:type="spellEnd"/>
      <w:r w:rsidRPr="002401A3">
        <w:t xml:space="preserve"> 12/15/2021 // </w:t>
      </w:r>
      <w:proofErr w:type="spellStart"/>
      <w:r w:rsidRPr="002401A3">
        <w:t>marlborough</w:t>
      </w:r>
      <w:proofErr w:type="spellEnd"/>
      <w:r w:rsidRPr="002401A3">
        <w:t xml:space="preserve"> JH</w:t>
      </w:r>
    </w:p>
    <w:p w14:paraId="08CA64D4" w14:textId="77777777" w:rsidR="003E0DE1" w:rsidRPr="002401A3" w:rsidRDefault="003E0DE1" w:rsidP="003E0DE1">
      <w:pPr>
        <w:ind w:left="720"/>
      </w:pPr>
      <w:r w:rsidRPr="00377999">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26" w:history="1">
        <w:r w:rsidRPr="00377999">
          <w:rPr>
            <w:rStyle w:val="Hyperlink"/>
            <w:sz w:val="12"/>
          </w:rPr>
          <w:t>research</w:t>
        </w:r>
      </w:hyperlink>
      <w:r w:rsidRPr="00377999">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27" w:history="1">
        <w:r w:rsidRPr="00377999">
          <w:rPr>
            <w:rStyle w:val="Hyperlink"/>
            <w:sz w:val="12"/>
          </w:rPr>
          <w:t>privatizing</w:t>
        </w:r>
      </w:hyperlink>
      <w:r w:rsidRPr="00377999">
        <w:rPr>
          <w:sz w:val="12"/>
        </w:rPr>
        <w:t xml:space="preserve"> much of the American space program, a flurry of ventures released competing proposals to visit and/or colonize the red planet. These schemes’ feasibility and harebrained-ness vary: </w:t>
      </w:r>
      <w:proofErr w:type="gramStart"/>
      <w:r w:rsidRPr="00377999">
        <w:rPr>
          <w:sz w:val="12"/>
        </w:rPr>
        <w:t>the</w:t>
      </w:r>
      <w:proofErr w:type="gramEnd"/>
      <w:r w:rsidRPr="00377999">
        <w:rPr>
          <w:sz w:val="12"/>
        </w:rPr>
        <w:t xml:space="preserve"> Mars Foundation, run by multimillionaire former investor Dennis Tito, is soliciting private donations to send a couple on a </w:t>
      </w:r>
      <w:hyperlink r:id="rId28" w:history="1">
        <w:r w:rsidRPr="00377999">
          <w:rPr>
            <w:rStyle w:val="Hyperlink"/>
            <w:sz w:val="12"/>
          </w:rPr>
          <w:t>flyby</w:t>
        </w:r>
      </w:hyperlink>
      <w:r w:rsidRPr="00377999">
        <w:rPr>
          <w:sz w:val="12"/>
        </w:rPr>
        <w:t xml:space="preserve"> of the red planet. Mars One, a Dutch nonprofit, wants to </w:t>
      </w:r>
      <w:hyperlink r:id="rId29" w:history="1">
        <w:r w:rsidRPr="00377999">
          <w:rPr>
            <w:rStyle w:val="Hyperlink"/>
            <w:sz w:val="12"/>
          </w:rPr>
          <w:t>fund</w:t>
        </w:r>
      </w:hyperlink>
      <w:r w:rsidRPr="00377999">
        <w:rPr>
          <w:sz w:val="12"/>
        </w:rPr>
        <w:t xml:space="preserve"> a permanent human colony through “merchandise sales, ads on video content, brand partnerships, speaking engagements, [b]</w:t>
      </w:r>
      <w:proofErr w:type="spellStart"/>
      <w:r w:rsidRPr="00377999">
        <w:rPr>
          <w:sz w:val="12"/>
        </w:rPr>
        <w:t>roadcasting</w:t>
      </w:r>
      <w:proofErr w:type="spellEnd"/>
      <w:r w:rsidRPr="00377999">
        <w:rPr>
          <w:sz w:val="12"/>
        </w:rPr>
        <w:t xml:space="preserve">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30" w:history="1">
        <w:r w:rsidRPr="00377999">
          <w:rPr>
            <w:rStyle w:val="Hyperlink"/>
            <w:sz w:val="12"/>
          </w:rPr>
          <w:t>specifically</w:t>
        </w:r>
      </w:hyperlink>
      <w:r w:rsidRPr="00377999">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31" w:history="1">
        <w:r w:rsidRPr="00377999">
          <w:rPr>
            <w:rStyle w:val="Hyperlink"/>
            <w:sz w:val="12"/>
          </w:rPr>
          <w:t>vision</w:t>
        </w:r>
      </w:hyperlink>
      <w:r w:rsidRPr="00377999">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32" w:history="1">
        <w:r w:rsidRPr="00377999">
          <w:rPr>
            <w:rStyle w:val="Hyperlink"/>
            <w:sz w:val="12"/>
          </w:rPr>
          <w:t>video</w:t>
        </w:r>
      </w:hyperlink>
      <w:r w:rsidRPr="00377999">
        <w:rPr>
          <w:sz w:val="12"/>
        </w:rPr>
        <w:t xml:space="preserve"> of the transit system in action and </w:t>
      </w:r>
      <w:hyperlink r:id="rId33" w:history="1">
        <w:r w:rsidRPr="00377999">
          <w:rPr>
            <w:rStyle w:val="Hyperlink"/>
            <w:sz w:val="12"/>
          </w:rPr>
          <w:t>details</w:t>
        </w:r>
      </w:hyperlink>
      <w:r w:rsidRPr="00377999">
        <w:rPr>
          <w:sz w:val="12"/>
        </w:rPr>
        <w:t xml:space="preserve"> about the long trip there, which would offer colonists games, restaurants, and entertainment. “It’ll be, like, really fun to go . . . You’re </w:t>
      </w:r>
      <w:proofErr w:type="spellStart"/>
      <w:r w:rsidRPr="00377999">
        <w:rPr>
          <w:sz w:val="12"/>
        </w:rPr>
        <w:t>gonna</w:t>
      </w:r>
      <w:proofErr w:type="spellEnd"/>
      <w:r w:rsidRPr="00377999">
        <w:rPr>
          <w:sz w:val="12"/>
        </w:rPr>
        <w:t xml:space="preserve"> have a great time,” Musk said. His approach to colonizing Mars comes straight out of Silicon Valley’s playbook: Musk has taken a “problem” — how to colonize Mars — and hacked a feasible “solution” that is </w:t>
      </w:r>
      <w:proofErr w:type="gramStart"/>
      <w:r w:rsidRPr="00377999">
        <w:rPr>
          <w:sz w:val="12"/>
        </w:rPr>
        <w:t>one part</w:t>
      </w:r>
      <w:proofErr w:type="gramEnd"/>
      <w:r w:rsidRPr="00377999">
        <w:rPr>
          <w:sz w:val="12"/>
        </w:rPr>
        <w:t xml:space="preserve"> engineering, one part moxie. Just add investors and we’ll be building cities on the red planet in no time. Though vague, Musk reiterated that his vision would need funding. His talk of “tickets” implies that colonists will likely pay for much of the mission. Unlike a space agency’s astronaut selection process, then,</w:t>
      </w:r>
      <w:r w:rsidRPr="00377999">
        <w:rPr>
          <w:rStyle w:val="StyleUnderline"/>
          <w:sz w:val="12"/>
        </w:rPr>
        <w:t xml:space="preserve"> </w:t>
      </w:r>
      <w:r w:rsidRPr="00377999">
        <w:rPr>
          <w:rStyle w:val="StyleUnderline"/>
          <w:highlight w:val="yellow"/>
        </w:rPr>
        <w:t>his</w:t>
      </w:r>
      <w:r w:rsidRPr="002401A3">
        <w:rPr>
          <w:rStyle w:val="StyleUnderline"/>
        </w:rPr>
        <w:t xml:space="preserve"> </w:t>
      </w:r>
      <w:r w:rsidRPr="002401A3">
        <w:rPr>
          <w:rStyle w:val="StyleUnderline"/>
          <w:highlight w:val="yellow"/>
        </w:rPr>
        <w:t>Mars mission will be limited to those who can afford it.</w:t>
      </w:r>
      <w:r w:rsidRPr="002401A3">
        <w:rPr>
          <w:rStyle w:val="StyleUnderline"/>
        </w:rPr>
        <w:t xml:space="preserve"> In that sense, </w:t>
      </w:r>
      <w:r w:rsidRPr="00377999">
        <w:rPr>
          <w:rStyle w:val="StyleUnderline"/>
          <w:highlight w:val="yellow"/>
        </w:rPr>
        <w:t>Musk’s colonization plan looks a lot like joining a country club or gated community</w:t>
      </w:r>
      <w:r w:rsidRPr="002401A3">
        <w:rPr>
          <w:rStyle w:val="StyleUnderline"/>
        </w:rPr>
        <w:t xml:space="preserve">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4"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377999">
        <w:t>even a lifeless world like</w:t>
      </w:r>
      <w:r w:rsidRPr="002401A3">
        <w:rPr>
          <w:rStyle w:val="Emphasis"/>
        </w:rPr>
        <w:t xml:space="preserve"> </w:t>
      </w:r>
      <w:r w:rsidRPr="00377999">
        <w:rPr>
          <w:rStyle w:val="Emphasis"/>
          <w:highlight w:val="yellow"/>
        </w:rPr>
        <w:t>Mars</w:t>
      </w:r>
      <w:r w:rsidRPr="002401A3">
        <w:rPr>
          <w:rStyle w:val="Emphasis"/>
        </w:rPr>
        <w:t xml:space="preserve"> </w:t>
      </w:r>
      <w:r w:rsidRPr="002401A3">
        <w:rPr>
          <w:rStyle w:val="Emphasis"/>
          <w:highlight w:val="yellow"/>
        </w:rPr>
        <w:t>holds incredible scientific, educational, and environmental value.</w:t>
      </w:r>
      <w:r w:rsidRPr="002401A3">
        <w:rPr>
          <w:rStyle w:val="StyleUnderline"/>
        </w:rPr>
        <w:t xml:space="preserve"> </w:t>
      </w:r>
      <w:r w:rsidRPr="002401A3">
        <w:rPr>
          <w:rStyle w:val="StyleUnderline"/>
          <w:highlight w:val="yellow"/>
        </w:rPr>
        <w:t xml:space="preserve">To let private </w:t>
      </w:r>
      <w:proofErr w:type="gramStart"/>
      <w:r w:rsidRPr="002401A3">
        <w:rPr>
          <w:rStyle w:val="StyleUnderline"/>
          <w:highlight w:val="yellow"/>
        </w:rPr>
        <w:t>interests</w:t>
      </w:r>
      <w:proofErr w:type="gramEnd"/>
      <w:r w:rsidRPr="002401A3">
        <w:rPr>
          <w:rStyle w:val="StyleUnderline"/>
          <w:highlight w:val="yellow"/>
        </w:rPr>
        <w:t xml:space="preserve"> colonize</w:t>
      </w:r>
      <w:r w:rsidRPr="002401A3">
        <w:rPr>
          <w:rStyle w:val="StyleUnderline"/>
        </w:rPr>
        <w:t xml:space="preserve">, terraform, or populate it without considering this collective value </w:t>
      </w:r>
      <w:r w:rsidRPr="002401A3">
        <w:rPr>
          <w:rStyle w:val="StyleUnderline"/>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5" w:history="1">
        <w:r w:rsidRPr="002401A3">
          <w:rPr>
            <w:rStyle w:val="Hyperlink"/>
            <w:sz w:val="12"/>
          </w:rPr>
          <w:t>the tallest mountain</w:t>
        </w:r>
      </w:hyperlink>
      <w:r w:rsidRPr="002401A3">
        <w:rPr>
          <w:sz w:val="12"/>
        </w:rPr>
        <w:t xml:space="preserve"> in the solar system become a </w:t>
      </w:r>
      <w:hyperlink r:id="rId36" w:history="1">
        <w:r w:rsidRPr="002401A3">
          <w:rPr>
            <w:rStyle w:val="Hyperlink"/>
            <w:sz w:val="12"/>
          </w:rPr>
          <w:t>trash heap</w:t>
        </w:r>
      </w:hyperlink>
      <w:r w:rsidRPr="002401A3">
        <w:rPr>
          <w:sz w:val="12"/>
        </w:rPr>
        <w:t xml:space="preserve"> like Everest. </w:t>
      </w:r>
      <w:r w:rsidRPr="002401A3">
        <w:rPr>
          <w:rStyle w:val="StyleUnderline"/>
          <w:highlight w:val="yellow"/>
        </w:rPr>
        <w:t>Government</w:t>
      </w:r>
      <w:r w:rsidRPr="002401A3">
        <w:rPr>
          <w:rStyle w:val="StyleUnderline"/>
        </w:rPr>
        <w:t xml:space="preserve"> space </w:t>
      </w:r>
      <w:r w:rsidRPr="002401A3">
        <w:rPr>
          <w:rStyle w:val="StyleUnderline"/>
          <w:highlight w:val="yellow"/>
        </w:rPr>
        <w:t>agencies</w:t>
      </w:r>
      <w:r w:rsidRPr="002401A3">
        <w:rPr>
          <w:rStyle w:val="StyleUnderline"/>
        </w:rPr>
        <w:t xml:space="preserve"> have gone to great lengths to </w:t>
      </w:r>
      <w:r w:rsidRPr="002401A3">
        <w:rPr>
          <w:rStyle w:val="StyleUnderline"/>
          <w:highlight w:val="yellow"/>
        </w:rPr>
        <w:t>keep</w:t>
      </w:r>
      <w:r w:rsidRPr="002401A3">
        <w:rPr>
          <w:rStyle w:val="StyleUnderline"/>
        </w:rPr>
        <w:t xml:space="preserve"> the </w:t>
      </w:r>
      <w:r w:rsidRPr="002401A3">
        <w:rPr>
          <w:rStyle w:val="StyleUnderline"/>
          <w:highlight w:val="yellow"/>
        </w:rPr>
        <w:t>scientific and social benefits</w:t>
      </w:r>
      <w:r w:rsidRPr="002401A3">
        <w:rPr>
          <w:rStyle w:val="StyleUnderline"/>
        </w:rPr>
        <w:t xml:space="preserve"> of publicly funded exploration </w:t>
      </w:r>
      <w:r w:rsidRPr="002401A3">
        <w:rPr>
          <w:rStyle w:val="StyleUnderline"/>
          <w:highlight w:val="yellow"/>
        </w:rPr>
        <w:t>intact</w:t>
      </w:r>
      <w:r w:rsidRPr="002401A3">
        <w:rPr>
          <w:rStyle w:val="StyleUnderline"/>
        </w:rPr>
        <w:t xml:space="preserve">. This is why NASA makes all its mission data </w:t>
      </w:r>
      <w:hyperlink r:id="rId37" w:history="1">
        <w:r w:rsidRPr="002401A3">
          <w:rPr>
            <w:rStyle w:val="StyleUnderline"/>
          </w:rPr>
          <w:t>public</w:t>
        </w:r>
      </w:hyperlink>
      <w:r w:rsidRPr="002401A3">
        <w:rPr>
          <w:rStyle w:val="StyleUnderline"/>
        </w:rPr>
        <w:t>, and also why it insists on sterilizing space probes to avoid contaminating other worlds with 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38" w:history="1">
        <w:r w:rsidRPr="002401A3">
          <w:rPr>
            <w:rStyle w:val="Hyperlink"/>
            <w:sz w:val="12"/>
          </w:rPr>
          <w:t>experiments</w:t>
        </w:r>
      </w:hyperlink>
      <w:r w:rsidRPr="002401A3">
        <w:rPr>
          <w:sz w:val="12"/>
        </w:rPr>
        <w:t xml:space="preserve"> into space and hosted </w:t>
      </w:r>
      <w:hyperlink r:id="rId39"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2401A3">
        <w:rPr>
          <w:rStyle w:val="Emphasis"/>
          <w:highlight w:val="yellow"/>
        </w:rPr>
        <w:t xml:space="preserve">Private industry will be unlikely to follow </w:t>
      </w:r>
      <w:r w:rsidRPr="002401A3">
        <w:rPr>
          <w:rStyle w:val="Emphasis"/>
        </w:rPr>
        <w:t xml:space="preserve">these </w:t>
      </w:r>
      <w:r w:rsidRPr="002401A3">
        <w:rPr>
          <w:rStyle w:val="Emphasis"/>
          <w:highlight w:val="yellow"/>
        </w:rPr>
        <w:t xml:space="preserve">collective practices, </w:t>
      </w:r>
      <w:r w:rsidRPr="002401A3">
        <w:rPr>
          <w:rStyle w:val="Emphasis"/>
        </w:rPr>
        <w:t xml:space="preserve">as </w:t>
      </w:r>
      <w:r w:rsidRPr="002401A3">
        <w:rPr>
          <w:rStyle w:val="Emphasis"/>
          <w:highlight w:val="yellow"/>
        </w:rPr>
        <w:t xml:space="preserve">its desire for profit </w:t>
      </w:r>
      <w:r w:rsidRPr="002401A3">
        <w:rPr>
          <w:rStyle w:val="Emphasis"/>
        </w:rPr>
        <w:t>or for exclusive property rights</w:t>
      </w:r>
      <w:r w:rsidRPr="002401A3">
        <w:rPr>
          <w:rStyle w:val="StyleUnderline"/>
        </w:rPr>
        <w:t xml:space="preserve"> — physical and intellectual — </w:t>
      </w:r>
      <w:r w:rsidRPr="002401A3">
        <w:rPr>
          <w:rStyle w:val="Emphasis"/>
          <w:highlight w:val="yellow"/>
        </w:rPr>
        <w:t>will outweigh any public benefit.</w:t>
      </w:r>
      <w:r w:rsidRPr="002401A3">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0"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w:t>
      </w:r>
      <w:proofErr w:type="spellStart"/>
      <w:r w:rsidRPr="002401A3">
        <w:rPr>
          <w:sz w:val="12"/>
        </w:rPr>
        <w:t>Grush</w:t>
      </w:r>
      <w:proofErr w:type="spellEnd"/>
      <w:r w:rsidRPr="002401A3">
        <w:rPr>
          <w:sz w:val="12"/>
        </w:rPr>
        <w:t xml:space="preserve"> in a </w:t>
      </w:r>
      <w:hyperlink r:id="rId41" w:history="1">
        <w:r w:rsidRPr="002401A3">
          <w:rPr>
            <w:rStyle w:val="Hyperlink"/>
            <w:sz w:val="12"/>
          </w:rPr>
          <w:t>video article</w:t>
        </w:r>
      </w:hyperlink>
      <w:r w:rsidRPr="002401A3">
        <w:rPr>
          <w:sz w:val="12"/>
        </w:rPr>
        <w:t xml:space="preserve"> for the Verge. </w:t>
      </w:r>
      <w:proofErr w:type="spellStart"/>
      <w:r w:rsidRPr="002401A3">
        <w:rPr>
          <w:sz w:val="12"/>
        </w:rPr>
        <w:t>Grush</w:t>
      </w:r>
      <w:proofErr w:type="spellEnd"/>
      <w:r w:rsidRPr="002401A3">
        <w:rPr>
          <w:sz w:val="12"/>
        </w:rPr>
        <w:t xml:space="preserve">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w:t>
      </w:r>
      <w:proofErr w:type="gramStart"/>
      <w:r w:rsidRPr="002401A3">
        <w:rPr>
          <w:sz w:val="12"/>
        </w:rPr>
        <w:t>decision-making, and</w:t>
      </w:r>
      <w:proofErr w:type="gramEnd"/>
      <w:r w:rsidRPr="002401A3">
        <w:rPr>
          <w:sz w:val="12"/>
        </w:rPr>
        <w:t xml:space="preserve"> must cede our whims to privately funded foundations and technocratic “experts” — have already taken hold of most countries. As far as I could find</w:t>
      </w:r>
      <w:r w:rsidRPr="00377999">
        <w:rPr>
          <w:sz w:val="12"/>
        </w:rPr>
        <w:t xml:space="preserve">, none of the magazines that covered Musk’s announcement mentioned this </w:t>
      </w:r>
      <w:proofErr w:type="spellStart"/>
      <w:r w:rsidRPr="00377999">
        <w:rPr>
          <w:sz w:val="12"/>
        </w:rPr>
        <w:t>metatheme</w:t>
      </w:r>
      <w:proofErr w:type="spellEnd"/>
      <w:r w:rsidRPr="00377999">
        <w:rPr>
          <w:sz w:val="12"/>
        </w:rPr>
        <w:t xml:space="preserv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w:t>
      </w:r>
      <w:r w:rsidRPr="002401A3">
        <w:rPr>
          <w:sz w:val="12"/>
        </w:rPr>
        <w:t xml:space="preserve">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2" w:history="1">
        <w:r w:rsidRPr="002401A3">
          <w:rPr>
            <w:rStyle w:val="Hyperlink"/>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it seems probable that </w:t>
      </w:r>
      <w:r w:rsidRPr="002401A3">
        <w:rPr>
          <w:rStyle w:val="StyleUnderline"/>
          <w:highlight w:val="yellow"/>
        </w:rPr>
        <w:t>those who can afford to go will mostly resemble</w:t>
      </w:r>
      <w:r w:rsidRPr="002401A3">
        <w:rPr>
          <w:rStyle w:val="StyleUnderline"/>
        </w:rPr>
        <w:t xml:space="preserve">, ethnically and politically, </w:t>
      </w:r>
      <w:r w:rsidRPr="002401A3">
        <w:rPr>
          <w:rStyle w:val="StyleUnderline"/>
          <w:highlight w:val="yellow"/>
        </w:rPr>
        <w:t>Earth’s ruling class</w:t>
      </w:r>
      <w:r w:rsidRPr="002401A3">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3" w:history="1">
        <w:r w:rsidRPr="002401A3">
          <w:rPr>
            <w:rStyle w:val="Hyperlink"/>
            <w:sz w:val="12"/>
          </w:rPr>
          <w:t>creative ideas</w:t>
        </w:r>
      </w:hyperlink>
      <w:r w:rsidRPr="002401A3">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in order for the collective to survive</w:t>
      </w:r>
      <w:r w:rsidRPr="002401A3">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4"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45"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6" w:history="1">
        <w:r w:rsidRPr="002401A3">
          <w:rPr>
            <w:rStyle w:val="Hyperlink"/>
            <w:sz w:val="12"/>
          </w:rPr>
          <w:t>announced</w:t>
        </w:r>
      </w:hyperlink>
      <w:r w:rsidRPr="002401A3">
        <w:rPr>
          <w:sz w:val="12"/>
        </w:rPr>
        <w:t xml:space="preserve"> his plan to hire ten thousand refugees and was immediately hailed as a </w:t>
      </w:r>
      <w:hyperlink r:id="rId47"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2401A3">
        <w:rPr>
          <w:rStyle w:val="StyleUnderline"/>
        </w:rPr>
        <w:t xml:space="preserve">This doesn’t bode well for how we think of the commons. Are rich people and their foundations the </w:t>
      </w:r>
      <w:hyperlink r:id="rId48" w:history="1">
        <w:r w:rsidRPr="002401A3">
          <w:rPr>
            <w:rStyle w:val="StyleUnderline"/>
          </w:rPr>
          <w:t>only ones who can save us</w:t>
        </w:r>
      </w:hyperlink>
      <w:r w:rsidRPr="002401A3">
        <w:rPr>
          <w:rStyle w:val="StyleUnderline"/>
        </w:rPr>
        <w:t xml:space="preserve">? The plethora of </w:t>
      </w:r>
      <w:r w:rsidRPr="002401A3">
        <w:rPr>
          <w:rStyle w:val="StyleUnderline"/>
          <w:highlight w:val="yellow"/>
        </w:rPr>
        <w:t>private</w:t>
      </w:r>
      <w:r w:rsidRPr="002401A3">
        <w:rPr>
          <w:rStyle w:val="StyleUnderline"/>
        </w:rPr>
        <w:t xml:space="preserve"> Mars </w:t>
      </w:r>
      <w:r w:rsidRPr="002401A3">
        <w:rPr>
          <w:rStyle w:val="StyleUnderline"/>
          <w:highlight w:val="yellow"/>
        </w:rPr>
        <w:t>proposals reflect</w:t>
      </w:r>
      <w:r w:rsidRPr="002401A3">
        <w:rPr>
          <w:rStyle w:val="StyleUnderline"/>
        </w:rPr>
        <w:t xml:space="preserve">s </w:t>
      </w:r>
      <w:r w:rsidRPr="002401A3">
        <w:rPr>
          <w:rStyle w:val="StyleUnderline"/>
          <w:highlight w:val="yellow"/>
        </w:rPr>
        <w:t xml:space="preserve">a </w:t>
      </w:r>
      <w:hyperlink r:id="rId49" w:history="1">
        <w:r w:rsidRPr="002401A3">
          <w:rPr>
            <w:rStyle w:val="StyleUnderline"/>
            <w:highlight w:val="yellow"/>
          </w:rPr>
          <w:t xml:space="preserve">lack of faith in democracy </w:t>
        </w:r>
        <w:r w:rsidRPr="002401A3">
          <w:rPr>
            <w:rStyle w:val="StyleUnderline"/>
          </w:rPr>
          <w:t>on Earth</w:t>
        </w:r>
      </w:hyperlink>
      <w:r w:rsidRPr="002401A3">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it’s not even a problem. </w:t>
      </w:r>
      <w:r w:rsidRPr="002401A3">
        <w:rPr>
          <w:rStyle w:val="StyleUnderline"/>
          <w:highlight w:val="yellow"/>
        </w:rPr>
        <w:t xml:space="preserve">Colonization of Mars should be seen as a complex social and political policy, with </w:t>
      </w:r>
      <w:r w:rsidRPr="002401A3">
        <w:rPr>
          <w:rStyle w:val="StyleUnderline"/>
        </w:rPr>
        <w:t xml:space="preserve">so much </w:t>
      </w:r>
      <w:r w:rsidRPr="002401A3">
        <w:rPr>
          <w:rStyle w:val="StyleUnderline"/>
          <w:highlight w:val="yellow"/>
        </w:rPr>
        <w:t>potential to create inequality and oppression</w:t>
      </w:r>
      <w:r w:rsidRPr="002401A3">
        <w:rPr>
          <w:rStyle w:val="StyleUnderline"/>
        </w:rPr>
        <w:t xml:space="preserve"> that it cannot rationally be undertaken without political consensus and a stratagem for maintaining democracy and egalitarianism</w:t>
      </w:r>
      <w:r w:rsidRPr="002401A3">
        <w:rPr>
          <w:sz w:val="12"/>
        </w:rPr>
        <w:t xml:space="preserve">. We are ready to colonize </w:t>
      </w:r>
      <w:proofErr w:type="gramStart"/>
      <w:r w:rsidRPr="002401A3">
        <w:rPr>
          <w:sz w:val="12"/>
        </w:rPr>
        <w:t>Mars, and</w:t>
      </w:r>
      <w:proofErr w:type="gramEnd"/>
      <w:r w:rsidRPr="002401A3">
        <w:rPr>
          <w:sz w:val="12"/>
        </w:rPr>
        <w:t xml:space="preserve"> have been for half a century. Doing so without a democratic plan will present unimaginable dangers for the planet and colonists alike. As socialists, our rallying cry should be this: </w:t>
      </w:r>
      <w:hyperlink r:id="rId50" w:history="1">
        <w:r w:rsidRPr="002401A3">
          <w:rPr>
            <w:rStyle w:val="Hyperlink"/>
            <w:sz w:val="12"/>
          </w:rPr>
          <w:t>Keep the red planet red</w:t>
        </w:r>
      </w:hyperlink>
      <w:r w:rsidRPr="002401A3">
        <w:rPr>
          <w:sz w:val="12"/>
        </w:rPr>
        <w:t xml:space="preserve">! </w:t>
      </w:r>
    </w:p>
    <w:p w14:paraId="578ABFFA" w14:textId="77777777" w:rsidR="003E0DE1" w:rsidRPr="002401A3" w:rsidRDefault="003E0DE1" w:rsidP="003E0DE1">
      <w:pPr>
        <w:pStyle w:val="Heading4"/>
        <w:rPr>
          <w:rFonts w:cs="Calibri"/>
        </w:rPr>
      </w:pPr>
      <w:r>
        <w:rPr>
          <w:rFonts w:cs="Calibri"/>
        </w:rPr>
        <w:t xml:space="preserve">This private expansion into space results in corporate colonization of planets that undermines the interests of the rest of humanity. </w:t>
      </w:r>
      <w:r w:rsidRPr="002401A3">
        <w:rPr>
          <w:rFonts w:cs="Calibri"/>
        </w:rPr>
        <w:t xml:space="preserve">Spencer </w:t>
      </w:r>
      <w:r>
        <w:rPr>
          <w:rFonts w:cs="Calibri"/>
        </w:rPr>
        <w:t>’17</w:t>
      </w:r>
    </w:p>
    <w:p w14:paraId="00F3C50C" w14:textId="77777777" w:rsidR="003E0DE1" w:rsidRPr="002401A3" w:rsidRDefault="003E0DE1" w:rsidP="003E0DE1">
      <w:r w:rsidRPr="002401A3">
        <w:t xml:space="preserve">Spencer, Keith A. [senior editor at </w:t>
      </w:r>
      <w:proofErr w:type="gramStart"/>
      <w:r w:rsidRPr="002401A3">
        <w:t>Salon]“</w:t>
      </w:r>
      <w:proofErr w:type="gramEnd"/>
      <w:r w:rsidRPr="002401A3">
        <w:t xml:space="preserve">Against Mars-a-Lago: Why SpaceX's Mars Colonization Plan Should Terrify You.” Salon, Salon.com, </w:t>
      </w:r>
      <w:r>
        <w:t xml:space="preserve">Oct. </w:t>
      </w:r>
      <w:proofErr w:type="gramStart"/>
      <w:r>
        <w:t>8</w:t>
      </w:r>
      <w:proofErr w:type="gramEnd"/>
      <w:r>
        <w:t xml:space="preserve"> 2017</w:t>
      </w:r>
      <w:r w:rsidRPr="002401A3">
        <w:t xml:space="preserve">, https://www.salon.com/2017/10/08/against-mars-a-lago-why-spacexs-mars-colonization-plan-should-terrify-you/. </w:t>
      </w:r>
    </w:p>
    <w:p w14:paraId="22DB0E11" w14:textId="77777777" w:rsidR="003E0DE1" w:rsidRDefault="003E0DE1" w:rsidP="003E0DE1">
      <w:pPr>
        <w:ind w:left="720"/>
        <w:rPr>
          <w:sz w:val="12"/>
        </w:rPr>
      </w:pPr>
      <w:r w:rsidRPr="002401A3">
        <w:rPr>
          <w:sz w:val="12"/>
        </w:rPr>
        <w:t xml:space="preserve">When CEO Elon Musk announced last month that his aerospace company SpaceX would be </w:t>
      </w:r>
      <w:hyperlink r:id="rId51"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52"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53"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54"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55"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56"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377999">
        <w:rPr>
          <w:rStyle w:val="Emphasis"/>
          <w:highlight w:val="yellow"/>
        </w:rPr>
        <w:t xml:space="preserve">There has be no </w:t>
      </w:r>
      <w:r w:rsidRPr="002401A3">
        <w:rPr>
          <w:rStyle w:val="Emphasis"/>
          <w:highlight w:val="yellow"/>
        </w:rPr>
        <w:t>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57"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58" w:history="1">
        <w:r w:rsidRPr="002401A3">
          <w:rPr>
            <w:rStyle w:val="StyleUnderline"/>
          </w:rPr>
          <w:t>sacrosanct</w:t>
        </w:r>
      </w:hyperlink>
      <w:r w:rsidRPr="002401A3">
        <w:rPr>
          <w:rStyle w:val="StyleUnderline"/>
        </w:rPr>
        <w:t xml:space="preserve"> </w:t>
      </w:r>
      <w:hyperlink r:id="rId59"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2401A3">
        <w:rPr>
          <w:rStyle w:val="StyleUnderline"/>
          <w:highlight w:val="yellow"/>
        </w:rPr>
        <w:t>To privately colonize a</w:t>
      </w:r>
      <w:r w:rsidRPr="002401A3">
        <w:rPr>
          <w:rStyle w:val="StyleUnderline"/>
        </w:rPr>
        <w:t xml:space="preserve"> nation, much less a </w:t>
      </w:r>
      <w:r w:rsidRPr="002401A3">
        <w:rPr>
          <w:rStyle w:val="StyleUnderline"/>
          <w:highlight w:val="yellow"/>
        </w:rPr>
        <w:t>planet</w:t>
      </w:r>
      <w:r w:rsidRPr="002401A3">
        <w:rPr>
          <w:rStyle w:val="StyleUnderline"/>
        </w:rPr>
        <w:t xml:space="preserve">, </w:t>
      </w:r>
      <w:r w:rsidRPr="002401A3">
        <w:rPr>
          <w:rStyle w:val="StyleUnderline"/>
          <w:highlight w:val="yellow"/>
        </w:rPr>
        <w:t>means ceding governance and control</w:t>
      </w:r>
      <w:r w:rsidRPr="002401A3">
        <w:rPr>
          <w:rStyle w:val="StyleUnderline"/>
        </w:rPr>
        <w:t xml:space="preserve"> back </w:t>
      </w:r>
      <w:r w:rsidRPr="002401A3">
        <w:rPr>
          <w:rStyle w:val="StyleUnderline"/>
          <w:highlight w:val="yellow"/>
        </w:rPr>
        <w:t>to corporations whose interest is not ours</w:t>
      </w:r>
      <w:r w:rsidRPr="002401A3">
        <w:rPr>
          <w:rStyle w:val="StyleUnderline"/>
        </w:rPr>
        <w:t xml:space="preserve">, </w:t>
      </w:r>
      <w:r w:rsidRPr="002401A3">
        <w:rPr>
          <w:rStyle w:val="StyleUnderline"/>
          <w:highlight w:val="yellow"/>
        </w:rPr>
        <w:t>and</w:t>
      </w:r>
      <w:r w:rsidRPr="002401A3">
        <w:rPr>
          <w:rStyle w:val="StyleUnderline"/>
        </w:rPr>
        <w:t xml:space="preserve"> indeed, </w:t>
      </w:r>
      <w:r w:rsidRPr="002401A3">
        <w:rPr>
          <w:rStyle w:val="Emphasis"/>
          <w:highlight w:val="yellow"/>
        </w:rPr>
        <w:t>is always at odds with workers and residents</w:t>
      </w:r>
      <w:r w:rsidRPr="002401A3">
        <w:rPr>
          <w:rStyle w:val="Emphasis"/>
        </w:rPr>
        <w:t xml:space="preserve"> </w:t>
      </w:r>
      <w:r w:rsidRPr="002401A3">
        <w:rPr>
          <w:rStyle w:val="StyleUnderline"/>
        </w:rPr>
        <w:t xml:space="preserve">— </w:t>
      </w:r>
      <w:r w:rsidRPr="002401A3">
        <w:rPr>
          <w:rStyle w:val="StyleUnderline"/>
          <w:highlight w:val="yellow"/>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60" w:history="1">
        <w:r w:rsidRPr="002401A3">
          <w:rPr>
            <w:rStyle w:val="Hyperlink"/>
            <w:sz w:val="12"/>
          </w:rPr>
          <w:t>put in charge</w:t>
        </w:r>
      </w:hyperlink>
      <w:r w:rsidRPr="002401A3">
        <w:rPr>
          <w:sz w:val="12"/>
        </w:rPr>
        <w:t xml:space="preserve"> of running the show on Mars, their interests will inherently be at </w:t>
      </w:r>
      <w:hyperlink r:id="rId61" w:history="1">
        <w:r w:rsidRPr="002401A3">
          <w:rPr>
            <w:rStyle w:val="Hyperlink"/>
            <w:sz w:val="12"/>
          </w:rPr>
          <w:t xml:space="preserve">odds with the workers </w:t>
        </w:r>
      </w:hyperlink>
      <w:r w:rsidRPr="002401A3">
        <w:rPr>
          <w:sz w:val="12"/>
        </w:rPr>
        <w:t xml:space="preserve">and employees involved. After all, a private foundation </w:t>
      </w:r>
      <w:hyperlink r:id="rId62" w:history="1">
        <w:r w:rsidRPr="002401A3">
          <w:rPr>
            <w:rStyle w:val="Hyperlink"/>
            <w:sz w:val="12"/>
          </w:rPr>
          <w:t>is not a democracy</w:t>
        </w:r>
      </w:hyperlink>
      <w:r w:rsidRPr="002401A3">
        <w:rPr>
          <w:sz w:val="12"/>
        </w:rPr>
        <w:t xml:space="preserve">; and as major philanthropic organizations like the Bill and Melinda Gates Foundation </w:t>
      </w:r>
      <w:hyperlink r:id="rId63" w:history="1">
        <w:r w:rsidRPr="002401A3">
          <w:rPr>
            <w:rStyle w:val="Hyperlink"/>
            <w:sz w:val="12"/>
          </w:rPr>
          <w:t>illustrate</w:t>
        </w:r>
      </w:hyperlink>
      <w:r w:rsidRPr="002401A3">
        <w:rPr>
          <w:sz w:val="12"/>
        </w:rPr>
        <w:t xml:space="preserve">, often </w:t>
      </w:r>
      <w:hyperlink r:id="rId64" w:history="1">
        <w:r w:rsidRPr="002401A3">
          <w:rPr>
            <w:rStyle w:val="Hyperlink"/>
            <w:sz w:val="12"/>
          </w:rPr>
          <w:t>do the bidding</w:t>
        </w:r>
      </w:hyperlink>
      <w:r w:rsidRPr="002401A3">
        <w:rPr>
          <w:sz w:val="12"/>
        </w:rPr>
        <w:t xml:space="preserve"> of their rich donors, and take an </w:t>
      </w:r>
      <w:hyperlink r:id="rId65"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377999">
        <w:rPr>
          <w:sz w:val="12"/>
        </w:rPr>
        <w:t xml:space="preserve">The only basis for colonization of Mars that Musk can conceive of is one based on tourism: the rich pay an amount — Musk quotes the ticket price at </w:t>
      </w:r>
      <w:hyperlink r:id="rId66" w:tgtFrame="_blank" w:history="1">
        <w:r w:rsidRPr="00377999">
          <w:rPr>
            <w:rStyle w:val="Hyperlink"/>
            <w:sz w:val="12"/>
          </w:rPr>
          <w:t>$200,000 if he can get 1 million tourists</w:t>
        </w:r>
      </w:hyperlink>
      <w:r w:rsidRPr="00377999">
        <w:rPr>
          <w:sz w:val="12"/>
        </w:rPr>
        <w:t xml:space="preserve"> to pay that — that entitles them to a round-trip ticket. And while they’re on Mars and traveling to it, they luxuriate: Musk has </w:t>
      </w:r>
      <w:hyperlink r:id="rId67" w:tgtFrame="_blank" w:history="1">
        <w:r w:rsidRPr="00377999">
          <w:rPr>
            <w:rStyle w:val="Hyperlink"/>
            <w:sz w:val="12"/>
          </w:rPr>
          <w:t>assured</w:t>
        </w:r>
      </w:hyperlink>
      <w:r w:rsidRPr="00377999">
        <w:rPr>
          <w:sz w:val="12"/>
        </w:rPr>
        <w:t xml:space="preserve"> that the trip would be “fun.” This is what makes Musk’s Mars vision so different than, say, the Apollo missions or the International Space Station.</w:t>
      </w:r>
      <w:r w:rsidRPr="00377999">
        <w:rPr>
          <w:rStyle w:val="StyleUnderline"/>
          <w:sz w:val="12"/>
        </w:rPr>
        <w:t xml:space="preserve"> </w:t>
      </w:r>
      <w:r w:rsidRPr="002401A3">
        <w:rPr>
          <w:rStyle w:val="StyleUnderline"/>
          <w:highlight w:val="yellow"/>
        </w:rPr>
        <w:t>This isn’t</w:t>
      </w:r>
      <w:r w:rsidRPr="002401A3">
        <w:rPr>
          <w:rStyle w:val="StyleUnderline"/>
        </w:rPr>
        <w:t xml:space="preserve"> </w:t>
      </w:r>
      <w:r w:rsidRPr="00377999">
        <w:rPr>
          <w:sz w:val="12"/>
        </w:rPr>
        <w:t>really</w:t>
      </w:r>
      <w:r w:rsidRPr="00377999">
        <w:rPr>
          <w:rStyle w:val="StyleUnderline"/>
          <w:sz w:val="12"/>
        </w:rPr>
        <w:t xml:space="preserve"> </w:t>
      </w:r>
      <w:r w:rsidRPr="002401A3">
        <w:rPr>
          <w:rStyle w:val="StyleUnderline"/>
          <w:highlight w:val="yellow"/>
        </w:rPr>
        <w:t>exploration for humanity’s sake</w:t>
      </w:r>
      <w:r w:rsidRPr="002401A3">
        <w:rPr>
          <w:rStyle w:val="StyleUnderline"/>
        </w:rPr>
        <w:t xml:space="preserve"> — </w:t>
      </w:r>
      <w:r w:rsidRPr="002401A3">
        <w:rPr>
          <w:rStyle w:val="StyleUnderline"/>
          <w:highlight w:val="yellow"/>
        </w:rPr>
        <w:t>there’s not</w:t>
      </w:r>
      <w:r w:rsidRPr="002401A3">
        <w:rPr>
          <w:rStyle w:val="StyleUnderline"/>
        </w:rPr>
        <w:t xml:space="preserve"> </w:t>
      </w:r>
      <w:r w:rsidRPr="00377999">
        <w:rPr>
          <w:sz w:val="12"/>
        </w:rPr>
        <w:t>that much</w:t>
      </w:r>
      <w:r w:rsidRPr="00377999">
        <w:rPr>
          <w:rStyle w:val="StyleUnderline"/>
          <w:sz w:val="12"/>
        </w:rPr>
        <w:t xml:space="preserve"> </w:t>
      </w:r>
      <w:r w:rsidRPr="002401A3">
        <w:rPr>
          <w:rStyle w:val="StyleUnderline"/>
          <w:highlight w:val="yellow"/>
        </w:rPr>
        <w:t xml:space="preserve">science </w:t>
      </w:r>
      <w:r w:rsidRPr="00377999">
        <w:rPr>
          <w:sz w:val="12"/>
        </w:rPr>
        <w:t>assumed</w:t>
      </w:r>
      <w:r w:rsidRPr="00377999">
        <w:rPr>
          <w:rStyle w:val="StyleUnderline"/>
          <w:sz w:val="12"/>
        </w:rPr>
        <w:t xml:space="preserve"> </w:t>
      </w:r>
      <w:r w:rsidRPr="002401A3">
        <w:rPr>
          <w:rStyle w:val="StyleUnderline"/>
          <w:highlight w:val="yellow"/>
        </w:rPr>
        <w:t>here</w:t>
      </w:r>
      <w:r w:rsidRPr="002401A3">
        <w:rPr>
          <w:rStyle w:val="StyleUnderline"/>
        </w:rPr>
        <w:t xml:space="preserve">, as there was in the Moon missions. Musk wants to build the ultimate luxury package, exclusively for the richest among </w:t>
      </w:r>
      <w:r w:rsidRPr="002401A3">
        <w:rPr>
          <w:sz w:val="12"/>
        </w:rPr>
        <w:t>us. Musk isn’t trying to build something akin to Matt Damon’s spartan research base in "The Martian." He wants to build Mars-a-Lago</w:t>
      </w:r>
      <w:r w:rsidRPr="002401A3">
        <w:rPr>
          <w:rStyle w:val="StyleUnderline"/>
        </w:rPr>
        <w:t xml:space="preserve">. And </w:t>
      </w:r>
      <w:r w:rsidRPr="002401A3">
        <w:rPr>
          <w:rStyle w:val="StyleUnderline"/>
          <w:highlight w:val="yellow"/>
        </w:rPr>
        <w:t>an economy based on tourism</w:t>
      </w:r>
      <w:r w:rsidRPr="002401A3">
        <w:rPr>
          <w:rStyle w:val="StyleUnderline"/>
        </w:rPr>
        <w:t xml:space="preserve">, particularly high-end tourism, </w:t>
      </w:r>
      <w:r w:rsidRPr="002401A3">
        <w:rPr>
          <w:rStyle w:val="StyleUnderline"/>
          <w:highlight w:val="yellow"/>
        </w:rPr>
        <w:t>needs employees</w:t>
      </w:r>
      <w:r w:rsidRPr="002401A3">
        <w:rPr>
          <w:rStyle w:val="StyleUnderline"/>
        </w:rPr>
        <w:t xml:space="preserve"> — even if a high degree of automation is assumed. And as I’ve written about </w:t>
      </w:r>
      <w:hyperlink r:id="rId68" w:history="1">
        <w:r w:rsidRPr="002401A3">
          <w:rPr>
            <w:rStyle w:val="StyleUnderline"/>
          </w:rPr>
          <w:t>before</w:t>
        </w:r>
      </w:hyperlink>
      <w:r w:rsidRPr="002401A3">
        <w:rPr>
          <w:rStyle w:val="StyleUnderline"/>
        </w:rPr>
        <w:t xml:space="preserve">, </w:t>
      </w:r>
      <w:r w:rsidRPr="002401A3">
        <w:rPr>
          <w:rStyle w:val="StyleUnderline"/>
          <w:highlight w:val="yellow"/>
        </w:rPr>
        <w:t>that means a lot of labor at the lowest cost</w:t>
      </w:r>
      <w:r w:rsidRPr="002401A3">
        <w:rPr>
          <w:rStyle w:val="StyleUnderline"/>
        </w:rPr>
        <w:t xml:space="preserve"> possible. </w:t>
      </w:r>
      <w:r w:rsidRPr="00377999">
        <w:rPr>
          <w:sz w:val="12"/>
        </w:rPr>
        <w:t>Imagine signing away years of your life</w:t>
      </w:r>
      <w:r w:rsidRPr="00377999">
        <w:rPr>
          <w:rStyle w:val="StyleUnderline"/>
          <w:sz w:val="12"/>
        </w:rPr>
        <w:t xml:space="preserve"> </w:t>
      </w:r>
      <w:r w:rsidRPr="002401A3">
        <w:rPr>
          <w:rStyle w:val="StyleUnderline"/>
        </w:rPr>
        <w:t xml:space="preserve">to be a housekeeper in the Mars-a-Lago hotel, with your communications, water, food, energy usage, even oxygen tightly managed by your employer, </w:t>
      </w:r>
      <w:r w:rsidRPr="002401A3">
        <w:rPr>
          <w:rStyle w:val="StyleUnderline"/>
          <w:highlight w:val="yellow"/>
        </w:rPr>
        <w:t>and no government to file a grievance to if your employer cuts your wages, harasses you, cuts off your oxygen</w:t>
      </w:r>
      <w:r w:rsidRPr="002401A3">
        <w:rPr>
          <w:rStyle w:val="StyleUnderline"/>
        </w:rPr>
        <w:t>.</w:t>
      </w:r>
      <w:r w:rsidRPr="002401A3">
        <w:rPr>
          <w:sz w:val="12"/>
        </w:rPr>
        <w:t xml:space="preserve"> Where would Mars-a-Lago's employees turn if their rights were impinged upon? Oh wait, </w:t>
      </w:r>
      <w:r w:rsidRPr="002401A3">
        <w:rPr>
          <w:rStyle w:val="StyleUnderline"/>
          <w:highlight w:val="yellow"/>
        </w:rPr>
        <w:t>this planet is</w:t>
      </w:r>
      <w:r w:rsidRPr="002401A3">
        <w:rPr>
          <w:sz w:val="12"/>
        </w:rPr>
        <w:t xml:space="preserve"> run </w:t>
      </w:r>
      <w:proofErr w:type="gramStart"/>
      <w:r w:rsidRPr="002401A3">
        <w:rPr>
          <w:rStyle w:val="StyleUnderline"/>
          <w:highlight w:val="yellow"/>
        </w:rPr>
        <w:t>private</w:t>
      </w:r>
      <w:r w:rsidRPr="002401A3">
        <w:rPr>
          <w:rStyle w:val="StyleUnderline"/>
        </w:rPr>
        <w:t>ly</w:t>
      </w:r>
      <w:r w:rsidRPr="002401A3">
        <w:rPr>
          <w:sz w:val="12"/>
        </w:rPr>
        <w:t>?</w:t>
      </w:r>
      <w:proofErr w:type="gramEnd"/>
      <w:r w:rsidRPr="002401A3">
        <w:rPr>
          <w:sz w:val="12"/>
        </w:rPr>
        <w:t xml:space="preserve"> You have no rights. </w:t>
      </w:r>
      <w:r w:rsidRPr="002401A3">
        <w:rPr>
          <w:rStyle w:val="StyleUnderline"/>
        </w:rPr>
        <w:t xml:space="preserve">Musk's vision for </w:t>
      </w:r>
      <w:r w:rsidRPr="002401A3">
        <w:rPr>
          <w:rStyle w:val="Emphasis"/>
          <w:highlight w:val="yellow"/>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2401A3">
        <w:rPr>
          <w:sz w:val="12"/>
        </w:rPr>
        <w:t>care;</w:t>
      </w:r>
      <w:proofErr w:type="gramEnd"/>
      <w:r w:rsidRPr="002401A3">
        <w:rPr>
          <w:sz w:val="12"/>
        </w:rPr>
        <w:t xml:space="preserve"> for Musk, the devil's in the technological and financial details. The social and political are pretty uninteresting to him. This is unsurprising; accounts from those who have worked closely with him hint that he, like many CEOs, </w:t>
      </w:r>
      <w:hyperlink r:id="rId69"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70" w:tgtFrame="_blank" w:history="1">
        <w:r w:rsidRPr="002401A3">
          <w:rPr>
            <w:rStyle w:val="Hyperlink"/>
            <w:sz w:val="12"/>
          </w:rPr>
          <w:t>wrote of</w:t>
        </w:r>
      </w:hyperlink>
      <w:r w:rsidRPr="002401A3">
        <w:rPr>
          <w:sz w:val="12"/>
        </w:rPr>
        <w:t xml:space="preserve"> a popular t-shirt he sighted while picnicking in a small West Virginia coal town: “Mine </w:t>
      </w:r>
      <w:proofErr w:type="gramStart"/>
      <w:r w:rsidRPr="002401A3">
        <w:rPr>
          <w:sz w:val="12"/>
        </w:rPr>
        <w:t>it</w:t>
      </w:r>
      <w:proofErr w:type="gramEnd"/>
      <w:r w:rsidRPr="002401A3">
        <w:rPr>
          <w:sz w:val="12"/>
        </w:rPr>
        <w:t xml:space="preserve">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2401A3">
        <w:rPr>
          <w:sz w:val="12"/>
        </w:rPr>
        <w:t>democratically, or</w:t>
      </w:r>
      <w:proofErr w:type="gramEnd"/>
      <w:r w:rsidRPr="002401A3">
        <w:rPr>
          <w:sz w:val="12"/>
        </w:rPr>
        <w:t xml:space="preserve"> keep it in the sky.”</w:t>
      </w:r>
    </w:p>
    <w:p w14:paraId="48B75833" w14:textId="77777777" w:rsidR="003E0DE1" w:rsidRPr="0042059C" w:rsidRDefault="003E0DE1" w:rsidP="003E0DE1">
      <w:pPr>
        <w:keepNext/>
        <w:keepLines/>
        <w:spacing w:before="40"/>
        <w:outlineLvl w:val="3"/>
        <w:rPr>
          <w:rFonts w:eastAsia="MS Gothic"/>
          <w:b/>
          <w:iCs/>
          <w:sz w:val="26"/>
        </w:rPr>
      </w:pPr>
      <w:r w:rsidRPr="0042059C">
        <w:rPr>
          <w:rFonts w:eastAsia="MS Gothic"/>
          <w:b/>
          <w:iCs/>
          <w:sz w:val="26"/>
        </w:rPr>
        <w:t>Neoliberalism</w:t>
      </w:r>
      <w:r>
        <w:rPr>
          <w:rFonts w:eastAsia="MS Gothic"/>
          <w:b/>
          <w:iCs/>
          <w:sz w:val="26"/>
        </w:rPr>
        <w:t xml:space="preserve"> destroys ethics, locks in poverty and exploitation, decimates the environment, and causes war.</w:t>
      </w:r>
    </w:p>
    <w:p w14:paraId="3CBF8072" w14:textId="77777777" w:rsidR="003E0DE1" w:rsidRPr="0042059C" w:rsidRDefault="003E0DE1" w:rsidP="003E0DE1">
      <w:pPr>
        <w:rPr>
          <w:rFonts w:eastAsia="Cambria"/>
        </w:rPr>
      </w:pPr>
      <w:proofErr w:type="spellStart"/>
      <w:r w:rsidRPr="0042059C">
        <w:rPr>
          <w:rFonts w:eastAsia="Cambria"/>
          <w:b/>
          <w:bCs/>
          <w:sz w:val="26"/>
        </w:rPr>
        <w:t>Werlhof</w:t>
      </w:r>
      <w:proofErr w:type="spellEnd"/>
      <w:r w:rsidRPr="0042059C">
        <w:rPr>
          <w:rFonts w:eastAsia="Cambria"/>
          <w:b/>
          <w:bCs/>
          <w:sz w:val="26"/>
        </w:rPr>
        <w:t xml:space="preserve"> 15</w:t>
      </w:r>
      <w:r w:rsidRPr="0042059C">
        <w:rPr>
          <w:rFonts w:eastAsia="Cambria"/>
        </w:rPr>
        <w:t xml:space="preserve"> – Claudia, Professor of Political Science/Women's Studies, University Innsbruck (Austria), 2015 (“Neoliberal Globalization: Is There an Alternative to Plundering the Earth?” Global Research, May 25</w:t>
      </w:r>
      <w:r w:rsidRPr="0042059C">
        <w:rPr>
          <w:rFonts w:eastAsia="Cambria"/>
          <w:vertAlign w:val="superscript"/>
        </w:rPr>
        <w:t>th</w:t>
      </w:r>
      <w:r w:rsidRPr="0042059C">
        <w:rPr>
          <w:rFonts w:eastAsia="Cambria"/>
        </w:rPr>
        <w:t>, Available Online at http://www.globalresearch.ca/neoliberal-globalization-is-there-an-alternative-to-plundering-the-earth/24403)</w:t>
      </w:r>
    </w:p>
    <w:p w14:paraId="19AF6464" w14:textId="77777777" w:rsidR="003E0DE1" w:rsidRPr="00C0357D" w:rsidRDefault="003E0DE1" w:rsidP="003E0DE1">
      <w:pPr>
        <w:ind w:left="720"/>
        <w:rPr>
          <w:rFonts w:eastAsia="Cambria"/>
          <w:sz w:val="12"/>
          <w:szCs w:val="16"/>
        </w:rPr>
      </w:pPr>
      <w:r w:rsidRPr="0042059C">
        <w:rPr>
          <w:rFonts w:eastAsia="Cambria"/>
          <w:u w:val="single"/>
        </w:rPr>
        <w:t>At the center of</w:t>
      </w:r>
      <w:r w:rsidRPr="00C0357D">
        <w:rPr>
          <w:rFonts w:eastAsia="Cambria"/>
          <w:sz w:val="12"/>
        </w:rPr>
        <w:t xml:space="preserve"> both old and </w:t>
      </w:r>
      <w:r w:rsidRPr="0042059C">
        <w:rPr>
          <w:rFonts w:eastAsia="Cambria"/>
          <w:u w:val="single"/>
        </w:rPr>
        <w:t>new economic liberalism lies</w:t>
      </w:r>
      <w:r w:rsidRPr="00C0357D">
        <w:rPr>
          <w:rFonts w:eastAsia="Cambria"/>
          <w:sz w:val="12"/>
        </w:rPr>
        <w:t xml:space="preserve">: </w:t>
      </w:r>
      <w:r w:rsidRPr="00E110F6">
        <w:rPr>
          <w:rFonts w:eastAsia="Cambria"/>
          <w:iCs/>
          <w:highlight w:val="yellow"/>
          <w:u w:val="single"/>
        </w:rPr>
        <w:t>Self-interest</w:t>
      </w:r>
      <w:r w:rsidRPr="0042059C">
        <w:rPr>
          <w:rFonts w:eastAsia="Cambria"/>
          <w:u w:val="single"/>
        </w:rPr>
        <w:t xml:space="preserve"> and </w:t>
      </w:r>
      <w:r w:rsidRPr="00E110F6">
        <w:rPr>
          <w:rFonts w:eastAsia="Cambria"/>
          <w:iCs/>
          <w:highlight w:val="yellow"/>
          <w:u w:val="single"/>
        </w:rPr>
        <w:t>individualism</w:t>
      </w:r>
      <w:r w:rsidRPr="0042059C">
        <w:rPr>
          <w:rFonts w:eastAsia="Cambria"/>
          <w:u w:val="single"/>
        </w:rPr>
        <w:t>; segregation of ethical principles and economic affairs</w:t>
      </w:r>
      <w:r w:rsidRPr="00C0357D">
        <w:rPr>
          <w:rFonts w:eastAsia="Cambria"/>
          <w:sz w:val="12"/>
        </w:rPr>
        <w:t xml:space="preserve">, in other words: </w:t>
      </w:r>
      <w:r w:rsidRPr="0042059C">
        <w:rPr>
          <w:rFonts w:eastAsia="Cambria"/>
          <w:u w:val="single"/>
        </w:rPr>
        <w:t xml:space="preserve">a process of ‘de-bedding’ economy from society; </w:t>
      </w:r>
      <w:r w:rsidRPr="00E110F6">
        <w:rPr>
          <w:rFonts w:eastAsia="Cambria"/>
          <w:iCs/>
          <w:highlight w:val="yellow"/>
          <w:u w:val="single"/>
        </w:rPr>
        <w:t>economic rationality</w:t>
      </w:r>
      <w:r w:rsidRPr="0042059C">
        <w:rPr>
          <w:rFonts w:eastAsia="Cambria"/>
          <w:u w:val="single"/>
        </w:rPr>
        <w:t xml:space="preserve"> as a mere cost-benefit calculation</w:t>
      </w:r>
      <w:r w:rsidRPr="00C0357D">
        <w:rPr>
          <w:rFonts w:eastAsia="Cambria"/>
          <w:sz w:val="12"/>
        </w:rPr>
        <w:t xml:space="preserve"> and profit maximization; </w:t>
      </w:r>
      <w:r w:rsidRPr="0042059C">
        <w:rPr>
          <w:rFonts w:eastAsia="Cambria"/>
          <w:u w:val="single"/>
        </w:rPr>
        <w:t>competition as the essential driving force for</w:t>
      </w:r>
      <w:r w:rsidRPr="00C0357D">
        <w:rPr>
          <w:rFonts w:eastAsia="Cambria"/>
          <w:sz w:val="12"/>
        </w:rPr>
        <w:t xml:space="preserve"> growth and </w:t>
      </w:r>
      <w:r w:rsidRPr="0042059C">
        <w:rPr>
          <w:rFonts w:eastAsia="Cambria"/>
          <w:u w:val="single"/>
        </w:rPr>
        <w:t>progress</w:t>
      </w:r>
      <w:r w:rsidRPr="00C0357D">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42059C">
        <w:rPr>
          <w:rFonts w:eastAsia="Cambria"/>
          <w:highlight w:val="yellow"/>
          <w:u w:val="single"/>
        </w:rPr>
        <w:t>economic liberalism functions as a model for</w:t>
      </w:r>
      <w:r w:rsidRPr="00C0357D">
        <w:rPr>
          <w:rFonts w:eastAsia="Cambria"/>
          <w:sz w:val="12"/>
        </w:rPr>
        <w:t xml:space="preserve"> each </w:t>
      </w:r>
      <w:r w:rsidRPr="00C0357D">
        <w:rPr>
          <w:sz w:val="12"/>
        </w:rPr>
        <w:t xml:space="preserve">and </w:t>
      </w:r>
      <w:proofErr w:type="spellStart"/>
      <w:r w:rsidRPr="00C0357D">
        <w:rPr>
          <w:sz w:val="12"/>
        </w:rPr>
        <w:t>everyone</w:t>
      </w:r>
      <w:proofErr w:type="spellEnd"/>
      <w:r w:rsidRPr="00C0357D">
        <w:rPr>
          <w:sz w:val="12"/>
        </w:rPr>
        <w:t>:</w:t>
      </w:r>
      <w:r w:rsidRPr="0042059C">
        <w:rPr>
          <w:rFonts w:eastAsia="Cambria"/>
          <w:u w:val="single"/>
        </w:rPr>
        <w:t xml:space="preserve"> </w:t>
      </w:r>
      <w:r w:rsidRPr="0042059C">
        <w:rPr>
          <w:rFonts w:eastAsia="Cambria"/>
          <w:highlight w:val="yellow"/>
          <w:u w:val="single"/>
        </w:rPr>
        <w:t>all</w:t>
      </w:r>
      <w:r w:rsidRPr="00C0357D">
        <w:rPr>
          <w:rFonts w:eastAsia="Cambria"/>
          <w:sz w:val="12"/>
        </w:rPr>
        <w:t xml:space="preserve"> </w:t>
      </w:r>
      <w:r w:rsidRPr="00C0357D">
        <w:rPr>
          <w:sz w:val="12"/>
        </w:rPr>
        <w:t>parts of the economy, all sectors of society, of</w:t>
      </w:r>
      <w:r w:rsidRPr="00C0357D">
        <w:rPr>
          <w:rFonts w:eastAsia="Cambria"/>
          <w:sz w:val="12"/>
        </w:rPr>
        <w:t xml:space="preserve"> </w:t>
      </w:r>
      <w:r w:rsidRPr="0042059C">
        <w:rPr>
          <w:rFonts w:eastAsia="Cambria"/>
          <w:highlight w:val="yellow"/>
          <w:u w:val="single"/>
        </w:rPr>
        <w:t>life</w:t>
      </w:r>
      <w:r w:rsidRPr="00C0357D">
        <w:rPr>
          <w:rFonts w:eastAsia="Cambria"/>
          <w:sz w:val="12"/>
        </w:rPr>
        <w:t xml:space="preserve">/nature </w:t>
      </w:r>
      <w:r w:rsidRPr="0042059C">
        <w:rPr>
          <w:rFonts w:eastAsia="Cambria"/>
          <w:u w:val="single"/>
        </w:rPr>
        <w:t>itself</w:t>
      </w:r>
      <w:r w:rsidRPr="00C0357D">
        <w:rPr>
          <w:rFonts w:eastAsia="Cambria"/>
          <w:sz w:val="12"/>
        </w:rPr>
        <w:t xml:space="preserve">. As a consequence, the once “de-bedded” economy now claims to “im-bed” everything, including political power. Furthermore, </w:t>
      </w:r>
      <w:r w:rsidRPr="0042059C">
        <w:rPr>
          <w:rFonts w:eastAsia="Cambria"/>
          <w:highlight w:val="yellow"/>
          <w:u w:val="single"/>
        </w:rPr>
        <w:t>a</w:t>
      </w:r>
      <w:r w:rsidRPr="0042059C">
        <w:rPr>
          <w:rFonts w:eastAsia="Cambria"/>
          <w:u w:val="single"/>
        </w:rPr>
        <w:t xml:space="preserve"> new </w:t>
      </w:r>
      <w:r w:rsidRPr="00E110F6">
        <w:rPr>
          <w:rFonts w:eastAsia="Cambria"/>
          <w:iCs/>
          <w:highlight w:val="yellow"/>
          <w:u w:val="single"/>
        </w:rPr>
        <w:t>twisted “economic ethics”</w:t>
      </w:r>
      <w:r w:rsidRPr="00C0357D">
        <w:rPr>
          <w:rFonts w:eastAsia="Cambria"/>
          <w:sz w:val="12"/>
        </w:rPr>
        <w:t xml:space="preserve"> (and with it a certain idea of “human nature”) </w:t>
      </w:r>
      <w:r w:rsidRPr="0042059C">
        <w:rPr>
          <w:rFonts w:eastAsia="Cambria"/>
          <w:u w:val="single"/>
        </w:rPr>
        <w:t xml:space="preserve">emerges </w:t>
      </w:r>
      <w:r w:rsidRPr="0042059C">
        <w:rPr>
          <w:rFonts w:eastAsia="Cambria"/>
          <w:highlight w:val="yellow"/>
          <w:u w:val="single"/>
        </w:rPr>
        <w:t>that mocks</w:t>
      </w:r>
      <w:r w:rsidRPr="0042059C">
        <w:rPr>
          <w:rFonts w:eastAsia="Cambria"/>
          <w:u w:val="single"/>
        </w:rPr>
        <w:t xml:space="preserve"> everything from</w:t>
      </w:r>
      <w:r w:rsidRPr="00C0357D">
        <w:rPr>
          <w:rFonts w:eastAsia="Cambria"/>
          <w:sz w:val="12"/>
        </w:rPr>
        <w:t xml:space="preserve"> so-called do-gooders to </w:t>
      </w:r>
      <w:r w:rsidRPr="00E110F6">
        <w:rPr>
          <w:rFonts w:eastAsia="Cambria"/>
          <w:iCs/>
          <w:highlight w:val="yellow"/>
          <w:u w:val="single"/>
        </w:rPr>
        <w:t>altruism</w:t>
      </w:r>
      <w:r w:rsidRPr="00E110F6">
        <w:rPr>
          <w:rFonts w:eastAsia="Cambria"/>
          <w:highlight w:val="yellow"/>
          <w:u w:val="single"/>
        </w:rPr>
        <w:t xml:space="preserve"> to</w:t>
      </w:r>
      <w:r w:rsidRPr="00C0357D">
        <w:rPr>
          <w:rFonts w:eastAsia="Cambria"/>
          <w:sz w:val="12"/>
        </w:rPr>
        <w:t xml:space="preserve"> selfless help to </w:t>
      </w:r>
      <w:r w:rsidRPr="00E110F6">
        <w:rPr>
          <w:rFonts w:eastAsia="Cambria"/>
          <w:iCs/>
          <w:highlight w:val="yellow"/>
          <w:u w:val="single"/>
        </w:rPr>
        <w:t>care for others</w:t>
      </w:r>
      <w:r w:rsidRPr="00C0357D">
        <w:rPr>
          <w:rFonts w:eastAsia="Cambria"/>
          <w:sz w:val="12"/>
        </w:rPr>
        <w:t xml:space="preserve"> to a notion of responsibility.[4] </w:t>
      </w:r>
      <w:r w:rsidRPr="00C0357D">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C0357D">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C0357D">
        <w:rPr>
          <w:rFonts w:eastAsia="Cambria"/>
          <w:sz w:val="12"/>
        </w:rPr>
        <w:t xml:space="preserve">This is rationalized by alleging that their well-being means the well-being of small enterprises and workshops as well. </w:t>
      </w:r>
      <w:r w:rsidRPr="00C0357D">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w:t>
      </w:r>
      <w:proofErr w:type="gramStart"/>
      <w:r w:rsidRPr="00C0357D">
        <w:rPr>
          <w:rFonts w:eastAsia="Cambria"/>
          <w:sz w:val="12"/>
          <w:szCs w:val="16"/>
        </w:rPr>
        <w:t>i.e.</w:t>
      </w:r>
      <w:proofErr w:type="gramEnd"/>
      <w:r w:rsidRPr="00C0357D">
        <w:rPr>
          <w:rFonts w:eastAsia="Cambria"/>
          <w:sz w:val="12"/>
          <w:szCs w:val="16"/>
        </w:rPr>
        <w:t xml:space="preserve"> the valorization of capital.[7] </w:t>
      </w:r>
      <w:r w:rsidRPr="00C0357D">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C0357D">
        <w:rPr>
          <w:sz w:val="12"/>
        </w:rPr>
        <w:t xml:space="preserve">big </w:t>
      </w:r>
      <w:proofErr w:type="gramStart"/>
      <w:r w:rsidRPr="00C0357D">
        <w:rPr>
          <w:sz w:val="12"/>
        </w:rPr>
        <w:t>corporations</w:t>
      </w:r>
      <w:proofErr w:type="gramEnd"/>
      <w:r w:rsidRPr="00C0357D">
        <w:rPr>
          <w:sz w:val="12"/>
        </w:rPr>
        <w:t xml:space="preserve"> win</w:t>
      </w:r>
      <w:r w:rsidRPr="00C0357D">
        <w:rPr>
          <w:rFonts w:eastAsia="Cambria"/>
          <w:sz w:val="12"/>
        </w:rPr>
        <w:t xml:space="preserve">. In turn, they </w:t>
      </w:r>
      <w:r w:rsidRPr="0042059C">
        <w:rPr>
          <w:rFonts w:eastAsia="Cambria"/>
          <w:u w:val="single"/>
        </w:rPr>
        <w:t xml:space="preserve">create new market oligopolies and monopolies of previously unknown dimensions. </w:t>
      </w:r>
      <w:r w:rsidRPr="00E110F6">
        <w:rPr>
          <w:rFonts w:eastAsia="Cambria"/>
          <w:highlight w:val="yellow"/>
          <w:u w:val="single"/>
        </w:rPr>
        <w:t>The market</w:t>
      </w:r>
      <w:r w:rsidRPr="00C0357D">
        <w:rPr>
          <w:rFonts w:eastAsia="Cambria"/>
          <w:sz w:val="12"/>
        </w:rPr>
        <w:t xml:space="preserve"> hence </w:t>
      </w:r>
      <w:r w:rsidRPr="0042059C">
        <w:rPr>
          <w:rFonts w:eastAsia="Cambria"/>
          <w:u w:val="single"/>
        </w:rPr>
        <w:t xml:space="preserve">only remains free for them, while it </w:t>
      </w:r>
      <w:r w:rsidRPr="00E110F6">
        <w:rPr>
          <w:rFonts w:eastAsia="Cambria"/>
          <w:highlight w:val="yellow"/>
          <w:u w:val="single"/>
        </w:rPr>
        <w:t xml:space="preserve">is rendered </w:t>
      </w:r>
      <w:r w:rsidRPr="00E110F6">
        <w:rPr>
          <w:rFonts w:eastAsia="Cambria"/>
          <w:iCs/>
          <w:highlight w:val="yellow"/>
          <w:u w:val="single"/>
        </w:rPr>
        <w:t xml:space="preserve">unfree for all </w:t>
      </w:r>
      <w:r w:rsidRPr="00C0357D">
        <w:rPr>
          <w:sz w:val="12"/>
        </w:rPr>
        <w:t>others</w:t>
      </w:r>
      <w:r w:rsidRPr="00E110F6">
        <w:rPr>
          <w:rFonts w:eastAsia="Cambria"/>
          <w:sz w:val="12"/>
          <w:highlight w:val="yellow"/>
          <w:u w:val="single"/>
        </w:rPr>
        <w:t xml:space="preserve"> </w:t>
      </w:r>
      <w:r w:rsidRPr="00E110F6">
        <w:rPr>
          <w:rFonts w:eastAsia="Cambria"/>
          <w:highlight w:val="yellow"/>
          <w:u w:val="single"/>
        </w:rPr>
        <w:t>who are condemned to</w:t>
      </w:r>
      <w:r w:rsidRPr="0042059C">
        <w:rPr>
          <w:rFonts w:eastAsia="Cambria"/>
          <w:u w:val="single"/>
        </w:rPr>
        <w:t xml:space="preserve"> </w:t>
      </w:r>
      <w:r w:rsidRPr="00C0357D">
        <w:rPr>
          <w:sz w:val="12"/>
        </w:rPr>
        <w:t>an existence of</w:t>
      </w:r>
      <w:r w:rsidRPr="00E110F6">
        <w:rPr>
          <w:rFonts w:eastAsia="Cambria"/>
          <w:iCs/>
          <w:u w:val="single"/>
        </w:rPr>
        <w:t xml:space="preserve"> </w:t>
      </w:r>
      <w:r w:rsidRPr="00E110F6">
        <w:rPr>
          <w:rFonts w:eastAsia="Cambria"/>
          <w:iCs/>
          <w:highlight w:val="yellow"/>
          <w:u w:val="single"/>
        </w:rPr>
        <w:t>dependency</w:t>
      </w:r>
      <w:r w:rsidRPr="00C0357D">
        <w:rPr>
          <w:rFonts w:eastAsia="Cambria"/>
          <w:sz w:val="12"/>
        </w:rPr>
        <w:t xml:space="preserve"> (as enforced producers, workers and consumers) </w:t>
      </w:r>
      <w:r w:rsidRPr="00E110F6">
        <w:rPr>
          <w:rStyle w:val="StyleUnderline"/>
          <w:highlight w:val="yellow"/>
        </w:rPr>
        <w:t>or</w:t>
      </w:r>
      <w:r w:rsidRPr="00E110F6">
        <w:rPr>
          <w:rStyle w:val="StyleUnderline"/>
        </w:rPr>
        <w:t xml:space="preserve"> </w:t>
      </w:r>
      <w:r w:rsidRPr="00E110F6">
        <w:rPr>
          <w:rStyle w:val="StyleUnderline"/>
          <w:highlight w:val="yellow"/>
        </w:rPr>
        <w:t>e</w:t>
      </w:r>
      <w:r w:rsidRPr="00E110F6">
        <w:rPr>
          <w:rFonts w:eastAsia="Cambria"/>
          <w:iCs/>
          <w:highlight w:val="yellow"/>
          <w:u w:val="single"/>
        </w:rPr>
        <w:t xml:space="preserve">xcluded </w:t>
      </w:r>
      <w:r w:rsidRPr="00C0357D">
        <w:rPr>
          <w:sz w:val="12"/>
        </w:rPr>
        <w:t>from the market</w:t>
      </w:r>
      <w:r w:rsidRPr="00E110F6">
        <w:rPr>
          <w:rFonts w:eastAsia="Cambria"/>
          <w:iCs/>
          <w:highlight w:val="yellow"/>
          <w:u w:val="single"/>
        </w:rPr>
        <w:t xml:space="preserve"> altogether</w:t>
      </w:r>
      <w:r w:rsidRPr="00C0357D">
        <w:rPr>
          <w:rFonts w:eastAsia="Cambria"/>
          <w:sz w:val="12"/>
        </w:rPr>
        <w:t xml:space="preserve"> (if they have neither anything to sell or buy). About fifty percent of the world’s population fall into this group today, and the percentage is rising.[8] </w:t>
      </w:r>
      <w:r w:rsidRPr="0042059C">
        <w:rPr>
          <w:rFonts w:eastAsia="Cambria"/>
          <w:u w:val="single"/>
        </w:rPr>
        <w:t>Anti-trust laws</w:t>
      </w:r>
      <w:r w:rsidRPr="00C0357D">
        <w:rPr>
          <w:rFonts w:eastAsia="Cambria"/>
          <w:sz w:val="12"/>
        </w:rPr>
        <w:t xml:space="preserve"> have </w:t>
      </w:r>
      <w:r w:rsidRPr="0042059C">
        <w:rPr>
          <w:rFonts w:eastAsia="Cambria"/>
          <w:u w:val="single"/>
        </w:rPr>
        <w:t>lost all power since</w:t>
      </w:r>
      <w:r w:rsidRPr="00C0357D">
        <w:rPr>
          <w:rFonts w:eastAsia="Cambria"/>
          <w:sz w:val="12"/>
        </w:rPr>
        <w:t xml:space="preserve"> the transnational </w:t>
      </w:r>
      <w:r w:rsidRPr="00E110F6">
        <w:rPr>
          <w:rFonts w:eastAsia="Cambria"/>
          <w:iCs/>
          <w:highlight w:val="yellow"/>
          <w:u w:val="single"/>
        </w:rPr>
        <w:t>corporations set the norms</w:t>
      </w:r>
      <w:r w:rsidRPr="00C0357D">
        <w:rPr>
          <w:rFonts w:eastAsia="Cambria"/>
          <w:sz w:val="12"/>
        </w:rPr>
        <w:t xml:space="preserve">. It is the corporations – not “the market” as an anonymous mechanism or “invisible hand” – that determine today’s rules of trade, for example prices </w:t>
      </w:r>
      <w:r w:rsidRPr="00E110F6">
        <w:rPr>
          <w:rFonts w:eastAsia="Cambria"/>
          <w:iCs/>
          <w:highlight w:val="yellow"/>
          <w:u w:val="single"/>
        </w:rPr>
        <w:t>and legal regulations</w:t>
      </w:r>
      <w:r w:rsidRPr="00C0357D">
        <w:rPr>
          <w:rFonts w:eastAsia="Cambria"/>
          <w:sz w:val="12"/>
        </w:rPr>
        <w:t xml:space="preserve">. This happens </w:t>
      </w:r>
      <w:r w:rsidRPr="0042059C">
        <w:rPr>
          <w:rFonts w:eastAsia="Cambria"/>
          <w:u w:val="single"/>
        </w:rPr>
        <w:t>outside any political control</w:t>
      </w:r>
      <w:r w:rsidRPr="00C0357D">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42059C">
        <w:rPr>
          <w:rFonts w:eastAsia="Cambria"/>
          <w:highlight w:val="yellow"/>
          <w:u w:val="single"/>
        </w:rPr>
        <w:t>Money</w:t>
      </w:r>
      <w:r w:rsidRPr="00C0357D">
        <w:rPr>
          <w:rFonts w:eastAsia="Cambria"/>
          <w:sz w:val="12"/>
        </w:rPr>
        <w:t xml:space="preserve"> instead “</w:t>
      </w:r>
      <w:r w:rsidRPr="0042059C">
        <w:rPr>
          <w:rFonts w:eastAsia="Cambria"/>
          <w:highlight w:val="yellow"/>
          <w:u w:val="single"/>
        </w:rPr>
        <w:t xml:space="preserve">travels </w:t>
      </w:r>
      <w:r w:rsidRPr="00E110F6">
        <w:rPr>
          <w:rFonts w:eastAsia="Cambria"/>
          <w:highlight w:val="yellow"/>
          <w:u w:val="single"/>
        </w:rPr>
        <w:t>upwards</w:t>
      </w:r>
      <w:r w:rsidRPr="00C0357D">
        <w:rPr>
          <w:rFonts w:eastAsia="Cambria"/>
          <w:sz w:val="12"/>
        </w:rPr>
        <w:t xml:space="preserve">” </w:t>
      </w:r>
      <w:r w:rsidRPr="0042059C">
        <w:rPr>
          <w:rFonts w:eastAsia="Cambria"/>
          <w:highlight w:val="yellow"/>
          <w:u w:val="single"/>
        </w:rPr>
        <w:t>and disappears</w:t>
      </w:r>
      <w:r w:rsidRPr="00C0357D">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C0357D">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C0357D">
        <w:rPr>
          <w:rFonts w:eastAsia="Cambria"/>
          <w:sz w:val="12"/>
        </w:rPr>
        <w:t xml:space="preserve"> because their performances are below average in comparison to speculation – rather: </w:t>
      </w:r>
      <w:proofErr w:type="spellStart"/>
      <w:r w:rsidRPr="00C0357D">
        <w:rPr>
          <w:rFonts w:eastAsia="Cambria"/>
          <w:sz w:val="12"/>
        </w:rPr>
        <w:t>spookulation</w:t>
      </w:r>
      <w:proofErr w:type="spellEnd"/>
      <w:r w:rsidRPr="00C0357D">
        <w:rPr>
          <w:rFonts w:eastAsia="Cambria"/>
          <w:sz w:val="12"/>
        </w:rPr>
        <w:t xml:space="preserve"> – wins. </w:t>
      </w:r>
      <w:r w:rsidRPr="0042059C">
        <w:rPr>
          <w:rFonts w:eastAsia="Cambria"/>
          <w:highlight w:val="yellow"/>
          <w:u w:val="single"/>
        </w:rPr>
        <w:t>The public sector</w:t>
      </w:r>
      <w:r w:rsidRPr="00C0357D">
        <w:rPr>
          <w:rFonts w:eastAsia="Cambria"/>
          <w:sz w:val="12"/>
        </w:rPr>
        <w:t xml:space="preserve">, which has historically been defined as a sector of not-for-profit economy and administration, </w:t>
      </w:r>
      <w:r w:rsidRPr="0042059C">
        <w:rPr>
          <w:rFonts w:eastAsia="Cambria"/>
          <w:highlight w:val="yellow"/>
          <w:u w:val="single"/>
        </w:rPr>
        <w:t>is</w:t>
      </w:r>
      <w:r w:rsidRPr="0042059C">
        <w:rPr>
          <w:rFonts w:eastAsia="Cambria"/>
          <w:u w:val="single"/>
        </w:rPr>
        <w:t xml:space="preserve"> “slimmed” and its “profitable” parts</w:t>
      </w:r>
      <w:r w:rsidRPr="00C0357D">
        <w:rPr>
          <w:rFonts w:eastAsia="Cambria"/>
          <w:sz w:val="12"/>
        </w:rPr>
        <w:t xml:space="preserve"> (“gems”) </w:t>
      </w:r>
      <w:r w:rsidRPr="0042059C">
        <w:rPr>
          <w:rFonts w:eastAsia="Cambria"/>
          <w:u w:val="single"/>
        </w:rPr>
        <w:t>handed to corporations</w:t>
      </w:r>
      <w:r w:rsidRPr="00C0357D">
        <w:rPr>
          <w:rFonts w:eastAsia="Cambria"/>
          <w:sz w:val="12"/>
        </w:rPr>
        <w:t xml:space="preserve"> (</w:t>
      </w:r>
      <w:r w:rsidRPr="0042059C">
        <w:rPr>
          <w:rFonts w:eastAsia="Cambria"/>
          <w:highlight w:val="yellow"/>
          <w:u w:val="single"/>
        </w:rPr>
        <w:t>privatized</w:t>
      </w:r>
      <w:r w:rsidRPr="00C0357D">
        <w:rPr>
          <w:rFonts w:eastAsia="Cambria"/>
          <w:sz w:val="12"/>
        </w:rPr>
        <w:t xml:space="preserve">). As a consequence, </w:t>
      </w:r>
      <w:r w:rsidRPr="0042059C">
        <w:rPr>
          <w:rFonts w:eastAsia="Cambria"/>
          <w:highlight w:val="yellow"/>
          <w:u w:val="single"/>
        </w:rPr>
        <w:t>social services</w:t>
      </w:r>
      <w:r w:rsidRPr="00C0357D">
        <w:rPr>
          <w:rFonts w:eastAsia="Cambria"/>
          <w:sz w:val="12"/>
        </w:rPr>
        <w:t xml:space="preserve"> that are </w:t>
      </w:r>
      <w:r w:rsidRPr="00E110F6">
        <w:rPr>
          <w:rFonts w:eastAsia="Cambria"/>
          <w:iCs/>
          <w:highlight w:val="yellow"/>
          <w:u w:val="single"/>
        </w:rPr>
        <w:t>necessary for our existence disappear</w:t>
      </w:r>
      <w:r w:rsidRPr="00C0357D">
        <w:rPr>
          <w:rFonts w:eastAsia="Cambria"/>
          <w:sz w:val="12"/>
        </w:rPr>
        <w:t>. Small and medium private businesses – which, until recently, employed eighty percent of the workforce and provided normal working conditions – are affected by these developments as well</w:t>
      </w:r>
      <w:r w:rsidRPr="00C0357D">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C0357D">
        <w:rPr>
          <w:rFonts w:eastAsia="Cambria"/>
          <w:sz w:val="12"/>
        </w:rPr>
        <w:t xml:space="preserve">16] The recent shift of business opportunities from consumer goods to armaments is a particularly troubling development.[17] </w:t>
      </w:r>
      <w:r w:rsidRPr="00C0357D">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C0357D">
        <w:rPr>
          <w:sz w:val="12"/>
        </w:rPr>
        <w:t>The means of production become concentrated in fewer and fewer hands, especially since finance capital – rendered precarious itself – controls asset values ever more aggressively</w:t>
      </w:r>
      <w:r w:rsidRPr="00C0357D">
        <w:rPr>
          <w:sz w:val="12"/>
          <w:highlight w:val="yellow"/>
        </w:rPr>
        <w:t xml:space="preserve">. </w:t>
      </w:r>
      <w:r w:rsidRPr="00E110F6">
        <w:rPr>
          <w:rFonts w:eastAsia="Cambria"/>
          <w:highlight w:val="yellow"/>
          <w:u w:val="single"/>
        </w:rPr>
        <w:t>New forms of private property are created</w:t>
      </w:r>
      <w:r w:rsidRPr="00C0357D">
        <w:rPr>
          <w:rFonts w:eastAsia="Cambria"/>
          <w:sz w:val="12"/>
        </w:rPr>
        <w:t xml:space="preserve">, not least </w:t>
      </w:r>
      <w:r w:rsidRPr="00E110F6">
        <w:rPr>
          <w:rFonts w:eastAsia="Cambria"/>
          <w:highlight w:val="yellow"/>
          <w:u w:val="single"/>
        </w:rPr>
        <w:t>through the “clearance” of public property</w:t>
      </w:r>
      <w:r w:rsidRPr="0042059C">
        <w:rPr>
          <w:rFonts w:eastAsia="Cambria"/>
          <w:u w:val="single"/>
        </w:rPr>
        <w:t xml:space="preserve"> and the transformation of</w:t>
      </w:r>
      <w:r w:rsidRPr="00C0357D">
        <w:rPr>
          <w:rFonts w:eastAsia="Cambria"/>
          <w:sz w:val="12"/>
        </w:rPr>
        <w:t xml:space="preserve"> formerly </w:t>
      </w:r>
      <w:r w:rsidRPr="0042059C">
        <w:rPr>
          <w:rFonts w:eastAsia="Cambria"/>
          <w:u w:val="single"/>
        </w:rPr>
        <w:t>public</w:t>
      </w:r>
      <w:r w:rsidRPr="00C0357D">
        <w:rPr>
          <w:rFonts w:eastAsia="Cambria"/>
          <w:sz w:val="12"/>
        </w:rPr>
        <w:t xml:space="preserve"> and small-scale private </w:t>
      </w:r>
      <w:r w:rsidRPr="0042059C">
        <w:rPr>
          <w:rFonts w:eastAsia="Cambria"/>
          <w:u w:val="single"/>
        </w:rPr>
        <w:t>services</w:t>
      </w:r>
      <w:r w:rsidRPr="00C0357D">
        <w:rPr>
          <w:rFonts w:eastAsia="Cambria"/>
          <w:sz w:val="12"/>
        </w:rPr>
        <w:t xml:space="preserve"> and industries </w:t>
      </w:r>
      <w:r w:rsidRPr="0042059C">
        <w:rPr>
          <w:rFonts w:eastAsia="Cambria"/>
          <w:u w:val="single"/>
        </w:rPr>
        <w:t>to a corporate business sector</w:t>
      </w:r>
      <w:r w:rsidRPr="00C0357D">
        <w:rPr>
          <w:rFonts w:eastAsia="Cambria"/>
          <w:sz w:val="12"/>
        </w:rPr>
        <w:t xml:space="preserve">. This concerns primarily fields that have long been (at least partly) excluded from the logic of profit – </w:t>
      </w:r>
      <w:proofErr w:type="gramStart"/>
      <w:r w:rsidRPr="00C0357D">
        <w:rPr>
          <w:rFonts w:eastAsia="Cambria"/>
          <w:sz w:val="12"/>
        </w:rPr>
        <w:t>e.g.</w:t>
      </w:r>
      <w:proofErr w:type="gramEnd"/>
      <w:r w:rsidRPr="00C0357D">
        <w:rPr>
          <w:rFonts w:eastAsia="Cambria"/>
          <w:sz w:val="12"/>
        </w:rPr>
        <w:t xml:space="preserve"> </w:t>
      </w:r>
      <w:r w:rsidRPr="0042059C">
        <w:rPr>
          <w:rFonts w:eastAsia="Cambria"/>
          <w:u w:val="single"/>
        </w:rPr>
        <w:t xml:space="preserve">education, health, energy or water supply/disposal. </w:t>
      </w:r>
      <w:r w:rsidRPr="00E110F6">
        <w:rPr>
          <w:rFonts w:eastAsia="Cambria"/>
          <w:iCs/>
          <w:highlight w:val="yellow"/>
          <w:u w:val="single"/>
        </w:rPr>
        <w:t>New</w:t>
      </w:r>
      <w:r w:rsidRPr="00C0357D">
        <w:rPr>
          <w:rFonts w:eastAsia="Cambria"/>
          <w:sz w:val="12"/>
        </w:rPr>
        <w:t xml:space="preserve"> forms of so-called </w:t>
      </w:r>
      <w:r w:rsidRPr="00E110F6">
        <w:rPr>
          <w:rFonts w:eastAsia="Cambria"/>
          <w:iCs/>
          <w:highlight w:val="yellow"/>
          <w:u w:val="single"/>
        </w:rPr>
        <w:t>enclosures</w:t>
      </w:r>
      <w:r w:rsidRPr="00E110F6">
        <w:rPr>
          <w:rFonts w:eastAsia="Cambria"/>
          <w:highlight w:val="yellow"/>
          <w:u w:val="single"/>
        </w:rPr>
        <w:t xml:space="preserve"> emerge from</w:t>
      </w:r>
      <w:r w:rsidRPr="00C0357D">
        <w:rPr>
          <w:rFonts w:eastAsia="Cambria"/>
          <w:sz w:val="12"/>
        </w:rPr>
        <w:t xml:space="preserve"> today’s </w:t>
      </w:r>
      <w:r w:rsidRPr="00E110F6">
        <w:rPr>
          <w:rStyle w:val="StyleUnderline"/>
          <w:highlight w:val="yellow"/>
        </w:rPr>
        <w:t>total commercialization of</w:t>
      </w:r>
      <w:r w:rsidRPr="00C0357D">
        <w:rPr>
          <w:rFonts w:eastAsia="Cambria"/>
          <w:sz w:val="12"/>
        </w:rPr>
        <w:t xml:space="preserve"> formerly small-scale private or public industries and services, of </w:t>
      </w:r>
      <w:r w:rsidRPr="00E110F6">
        <w:rPr>
          <w:rFonts w:eastAsia="Cambria"/>
          <w:highlight w:val="yellow"/>
          <w:u w:val="single"/>
        </w:rPr>
        <w:t>the “commons”,</w:t>
      </w:r>
      <w:r w:rsidRPr="00C0357D">
        <w:rPr>
          <w:rFonts w:eastAsia="Cambria"/>
          <w:sz w:val="12"/>
        </w:rPr>
        <w:t xml:space="preserve"> and of natural resources </w:t>
      </w:r>
      <w:r w:rsidRPr="0042059C">
        <w:rPr>
          <w:rFonts w:eastAsia="Cambria"/>
          <w:highlight w:val="yellow"/>
          <w:u w:val="single"/>
        </w:rPr>
        <w:t xml:space="preserve">like </w:t>
      </w:r>
      <w:r w:rsidRPr="00E110F6">
        <w:rPr>
          <w:rFonts w:eastAsia="Cambria"/>
          <w:iCs/>
          <w:highlight w:val="yellow"/>
          <w:u w:val="single"/>
        </w:rPr>
        <w:t>oceans</w:t>
      </w:r>
      <w:r w:rsidRPr="0042059C">
        <w:rPr>
          <w:rFonts w:eastAsia="Cambria"/>
          <w:highlight w:val="yellow"/>
          <w:u w:val="single"/>
        </w:rPr>
        <w:t xml:space="preserve">, </w:t>
      </w:r>
      <w:r w:rsidRPr="00E110F6">
        <w:rPr>
          <w:rFonts w:eastAsia="Cambria"/>
          <w:iCs/>
          <w:highlight w:val="yellow"/>
          <w:u w:val="single"/>
        </w:rPr>
        <w:t>rain forests</w:t>
      </w:r>
      <w:r w:rsidRPr="0042059C">
        <w:rPr>
          <w:rFonts w:eastAsia="Cambria"/>
          <w:highlight w:val="yellow"/>
          <w:u w:val="single"/>
        </w:rPr>
        <w:t xml:space="preserve">, regions </w:t>
      </w:r>
      <w:r w:rsidRPr="00C0357D">
        <w:rPr>
          <w:rFonts w:eastAsia="Cambria"/>
          <w:highlight w:val="yellow"/>
          <w:u w:val="single"/>
        </w:rPr>
        <w:t>of genetic diversity</w:t>
      </w:r>
      <w:r w:rsidRPr="0042059C">
        <w:rPr>
          <w:rFonts w:eastAsia="Cambria"/>
          <w:u w:val="single"/>
        </w:rPr>
        <w:t xml:space="preserve"> or geopolitical </w:t>
      </w:r>
      <w:r w:rsidRPr="0042059C">
        <w:rPr>
          <w:rFonts w:eastAsia="Cambria"/>
          <w:highlight w:val="yellow"/>
          <w:u w:val="single"/>
        </w:rPr>
        <w:t>interest</w:t>
      </w:r>
      <w:r w:rsidRPr="00C0357D">
        <w:rPr>
          <w:rFonts w:eastAsia="Cambria"/>
          <w:sz w:val="12"/>
        </w:rPr>
        <w:t xml:space="preserve"> (e.g. potential pipeline routes), etc.[19] As far as the new virtual spaces and communication networks go, we are witnessing frantic efforts to bring these under private control as well.[20] All </w:t>
      </w:r>
      <w:r w:rsidRPr="0042059C">
        <w:rPr>
          <w:rFonts w:eastAsia="Cambria"/>
          <w:u w:val="single"/>
        </w:rPr>
        <w:t>these</w:t>
      </w:r>
      <w:r w:rsidRPr="00C0357D">
        <w:rPr>
          <w:rFonts w:eastAsia="Cambria"/>
          <w:sz w:val="12"/>
        </w:rPr>
        <w:t xml:space="preserve"> new forms of private property </w:t>
      </w:r>
      <w:r w:rsidRPr="0042059C">
        <w:rPr>
          <w:rFonts w:eastAsia="Cambria"/>
          <w:u w:val="single"/>
        </w:rPr>
        <w:t>are</w:t>
      </w:r>
      <w:r w:rsidRPr="00C0357D">
        <w:rPr>
          <w:rFonts w:eastAsia="Cambria"/>
          <w:sz w:val="12"/>
        </w:rPr>
        <w:t xml:space="preserve"> essentially </w:t>
      </w:r>
      <w:r w:rsidRPr="0042059C">
        <w:rPr>
          <w:rFonts w:eastAsia="Cambria"/>
          <w:highlight w:val="yellow"/>
          <w:u w:val="single"/>
        </w:rPr>
        <w:t>created by</w:t>
      </w:r>
      <w:r w:rsidRPr="00C0357D">
        <w:rPr>
          <w:rFonts w:eastAsia="Cambria"/>
          <w:sz w:val="12"/>
        </w:rPr>
        <w:t xml:space="preserve"> (more or less) </w:t>
      </w:r>
      <w:r w:rsidRPr="0042059C">
        <w:rPr>
          <w:rFonts w:eastAsia="Cambria"/>
          <w:highlight w:val="yellow"/>
          <w:u w:val="single"/>
        </w:rPr>
        <w:t>predatory</w:t>
      </w:r>
      <w:r w:rsidRPr="0042059C">
        <w:rPr>
          <w:rFonts w:eastAsia="Cambria"/>
          <w:u w:val="single"/>
        </w:rPr>
        <w:t xml:space="preserve"> forms of </w:t>
      </w:r>
      <w:r w:rsidRPr="0042059C">
        <w:rPr>
          <w:rFonts w:eastAsia="Cambria"/>
          <w:highlight w:val="yellow"/>
          <w:u w:val="single"/>
        </w:rPr>
        <w:t>appropriation</w:t>
      </w:r>
      <w:r w:rsidRPr="00C0357D">
        <w:rPr>
          <w:rFonts w:eastAsia="Cambria"/>
          <w:sz w:val="12"/>
        </w:rPr>
        <w:t>. In this sense, they are a continuation of the history of so-called original accumulation which has expanded globally, in accordance with to the motto: “Growth through expropriation</w:t>
      </w:r>
      <w:proofErr w:type="gramStart"/>
      <w:r w:rsidRPr="00C0357D">
        <w:rPr>
          <w:rFonts w:eastAsia="Cambria"/>
          <w:sz w:val="12"/>
        </w:rPr>
        <w:t>!”[</w:t>
      </w:r>
      <w:proofErr w:type="gramEnd"/>
      <w:r w:rsidRPr="00C0357D">
        <w:rPr>
          <w:rFonts w:eastAsia="Cambria"/>
          <w:sz w:val="12"/>
        </w:rPr>
        <w:t xml:space="preserve">21] </w:t>
      </w:r>
      <w:r w:rsidRPr="0042059C">
        <w:rPr>
          <w:rFonts w:eastAsia="Cambria"/>
          <w:u w:val="single"/>
        </w:rPr>
        <w:t>Most people have less and less access to the means of production</w:t>
      </w:r>
      <w:r w:rsidRPr="00C0357D">
        <w:rPr>
          <w:rFonts w:eastAsia="Cambria"/>
          <w:sz w:val="12"/>
        </w:rPr>
        <w:t xml:space="preserve">, and so the </w:t>
      </w:r>
      <w:r w:rsidRPr="00E110F6">
        <w:rPr>
          <w:rFonts w:eastAsia="Cambria"/>
          <w:iCs/>
          <w:highlight w:val="yellow"/>
          <w:u w:val="single"/>
        </w:rPr>
        <w:t>dependence on scarce and underpaid work increases</w:t>
      </w:r>
      <w:r w:rsidRPr="0042059C">
        <w:rPr>
          <w:rFonts w:eastAsia="Cambria"/>
          <w:u w:val="single"/>
        </w:rPr>
        <w:t xml:space="preserve">. </w:t>
      </w:r>
      <w:r w:rsidRPr="00C0357D">
        <w:rPr>
          <w:sz w:val="12"/>
        </w:rPr>
        <w:t xml:space="preserve">The destruction of the welfare state also destroys the notion that individuals can rely on the community to provide for them in times of need. Our existence relies exclusively on private, </w:t>
      </w:r>
      <w:proofErr w:type="gramStart"/>
      <w:r w:rsidRPr="00C0357D">
        <w:rPr>
          <w:sz w:val="12"/>
        </w:rPr>
        <w:t>i.e.</w:t>
      </w:r>
      <w:proofErr w:type="gramEnd"/>
      <w:r w:rsidRPr="00C0357D">
        <w:rPr>
          <w:sz w:val="12"/>
        </w:rPr>
        <w:t xml:space="preserve"> expensive, services that are often of much worse quality</w:t>
      </w:r>
      <w:r w:rsidRPr="00C0357D">
        <w:rPr>
          <w:rFonts w:eastAsia="Cambria"/>
          <w:sz w:val="12"/>
        </w:rPr>
        <w:t xml:space="preserve"> and much less reliable than public services. (It is a myth that the private always outdoes the public.) What we are experiencing is undersupply formerly only known by the colonial South. </w:t>
      </w:r>
      <w:r w:rsidRPr="00C0357D">
        <w:rPr>
          <w:sz w:val="12"/>
        </w:rPr>
        <w:t>The old claim that the South will eventually develop into the North is proven wrong.</w:t>
      </w:r>
      <w:r w:rsidRPr="00C0357D">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C0357D">
        <w:rPr>
          <w:rFonts w:eastAsia="Cambria"/>
          <w:sz w:val="12"/>
          <w:szCs w:val="16"/>
        </w:rPr>
        <w:t>It is usually women who are called upon to counterbalance underdevelopment through increased work (“service provisions”) in the household. As a result, the workload and underpay of women takes on horrendous dimensions: they do unpaid work inside their homes and poorly paid “</w:t>
      </w:r>
      <w:proofErr w:type="spellStart"/>
      <w:r w:rsidRPr="00C0357D">
        <w:rPr>
          <w:rFonts w:eastAsia="Cambria"/>
          <w:sz w:val="12"/>
          <w:szCs w:val="16"/>
        </w:rPr>
        <w:t>housewifized</w:t>
      </w:r>
      <w:proofErr w:type="spellEnd"/>
      <w:r w:rsidRPr="00C0357D">
        <w:rPr>
          <w:rFonts w:eastAsia="Cambria"/>
          <w:sz w:val="12"/>
          <w:szCs w:val="16"/>
        </w:rPr>
        <w:t xml:space="preserve">”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C0357D">
        <w:rPr>
          <w:rFonts w:eastAsia="Cambria"/>
          <w:sz w:val="12"/>
        </w:rPr>
        <w:t xml:space="preserve">Today, </w:t>
      </w:r>
      <w:r w:rsidRPr="0042059C">
        <w:rPr>
          <w:rFonts w:eastAsia="Cambria"/>
          <w:u w:val="single"/>
        </w:rPr>
        <w:t xml:space="preserve">hundreds of </w:t>
      </w:r>
      <w:r w:rsidRPr="0042059C">
        <w:rPr>
          <w:rFonts w:eastAsia="Cambria"/>
          <w:highlight w:val="yellow"/>
          <w:u w:val="single"/>
        </w:rPr>
        <w:t>millions of quasi-slaves</w:t>
      </w:r>
      <w:r w:rsidRPr="00C0357D">
        <w:rPr>
          <w:rFonts w:eastAsia="Cambria"/>
          <w:sz w:val="12"/>
        </w:rPr>
        <w:t xml:space="preserve">, more than ever before, </w:t>
      </w:r>
      <w:r w:rsidRPr="0042059C">
        <w:rPr>
          <w:rFonts w:eastAsia="Cambria"/>
          <w:highlight w:val="yellow"/>
          <w:u w:val="single"/>
        </w:rPr>
        <w:t>exist</w:t>
      </w:r>
      <w:r w:rsidRPr="0042059C">
        <w:rPr>
          <w:rFonts w:eastAsia="Cambria"/>
          <w:u w:val="single"/>
        </w:rPr>
        <w:t xml:space="preserve"> in the “world system</w:t>
      </w:r>
      <w:proofErr w:type="gramStart"/>
      <w:r w:rsidRPr="0042059C">
        <w:rPr>
          <w:rFonts w:eastAsia="Cambria"/>
          <w:u w:val="single"/>
        </w:rPr>
        <w:t>.”</w:t>
      </w:r>
      <w:r w:rsidRPr="00C0357D">
        <w:rPr>
          <w:rFonts w:eastAsia="Cambria"/>
          <w:sz w:val="12"/>
        </w:rPr>
        <w:t>[</w:t>
      </w:r>
      <w:proofErr w:type="gramEnd"/>
      <w:r w:rsidRPr="00C0357D">
        <w:rPr>
          <w:rFonts w:eastAsia="Cambria"/>
          <w:sz w:val="12"/>
        </w:rPr>
        <w:t xml:space="preserve">28] </w:t>
      </w:r>
      <w:r w:rsidRPr="0042059C">
        <w:rPr>
          <w:rFonts w:eastAsia="Cambria"/>
          <w:u w:val="single"/>
        </w:rPr>
        <w:t>The authoritarian model of the “Export Processing Zones” is conquering the East and threatening the North</w:t>
      </w:r>
      <w:r w:rsidRPr="00C0357D">
        <w:rPr>
          <w:rFonts w:eastAsia="Cambria"/>
          <w:sz w:val="12"/>
        </w:rPr>
        <w:t xml:space="preserve">. The </w:t>
      </w:r>
      <w:r w:rsidRPr="0042059C">
        <w:rPr>
          <w:rFonts w:eastAsia="Cambria"/>
          <w:highlight w:val="yellow"/>
          <w:u w:val="single"/>
        </w:rPr>
        <w:t>redistribution of wealth runs</w:t>
      </w:r>
      <w:r w:rsidRPr="00C0357D">
        <w:rPr>
          <w:rFonts w:eastAsia="Cambria"/>
          <w:sz w:val="12"/>
        </w:rPr>
        <w:t xml:space="preserve"> ever more – and with ever accelerated speed – </w:t>
      </w:r>
      <w:r w:rsidRPr="0042059C">
        <w:rPr>
          <w:rFonts w:eastAsia="Cambria"/>
          <w:highlight w:val="yellow"/>
          <w:u w:val="single"/>
        </w:rPr>
        <w:t>from the bottom to the top</w:t>
      </w:r>
      <w:r w:rsidRPr="0042059C">
        <w:rPr>
          <w:rFonts w:eastAsia="Cambria"/>
          <w:u w:val="single"/>
        </w:rPr>
        <w:t>. The gap between the rich and the poor has never been wider</w:t>
      </w:r>
      <w:r w:rsidRPr="00C0357D">
        <w:rPr>
          <w:rFonts w:eastAsia="Cambria"/>
          <w:sz w:val="12"/>
        </w:rPr>
        <w:t xml:space="preserve">. The middle classes disappear. This is the situation we are facing. It becomes obvious that </w:t>
      </w:r>
      <w:r w:rsidRPr="0042059C">
        <w:rPr>
          <w:rFonts w:eastAsia="Cambria"/>
          <w:u w:val="single"/>
        </w:rPr>
        <w:t>neoliberalism marks not the end of colonialism but</w:t>
      </w:r>
      <w:r w:rsidRPr="00C0357D">
        <w:rPr>
          <w:rFonts w:eastAsia="Cambria"/>
          <w:sz w:val="12"/>
        </w:rPr>
        <w:t xml:space="preserve">, to the contrary, </w:t>
      </w:r>
      <w:r w:rsidRPr="0042059C">
        <w:rPr>
          <w:rFonts w:eastAsia="Cambria"/>
          <w:u w:val="single"/>
        </w:rPr>
        <w:t>the</w:t>
      </w:r>
      <w:r w:rsidRPr="00C0357D">
        <w:rPr>
          <w:rFonts w:eastAsia="Cambria"/>
          <w:sz w:val="12"/>
        </w:rPr>
        <w:t xml:space="preserve"> colonization of the North. This new “</w:t>
      </w:r>
      <w:r w:rsidRPr="0042059C">
        <w:rPr>
          <w:rFonts w:eastAsia="Cambria"/>
          <w:u w:val="single"/>
        </w:rPr>
        <w:t xml:space="preserve">colonization of the </w:t>
      </w:r>
      <w:proofErr w:type="gramStart"/>
      <w:r w:rsidRPr="0042059C">
        <w:rPr>
          <w:rFonts w:eastAsia="Cambria"/>
          <w:u w:val="single"/>
        </w:rPr>
        <w:t>world</w:t>
      </w:r>
      <w:r w:rsidRPr="00C0357D">
        <w:rPr>
          <w:rFonts w:eastAsia="Cambria"/>
          <w:sz w:val="12"/>
        </w:rPr>
        <w:t>”[</w:t>
      </w:r>
      <w:proofErr w:type="gramEnd"/>
      <w:r w:rsidRPr="00C0357D">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C0357D">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42059C">
        <w:rPr>
          <w:rFonts w:eastAsia="Cambria"/>
          <w:highlight w:val="yellow"/>
          <w:u w:val="single"/>
        </w:rPr>
        <w:t>Social, cultural</w:t>
      </w:r>
      <w:r w:rsidRPr="0042059C">
        <w:rPr>
          <w:rFonts w:eastAsia="Cambria"/>
          <w:u w:val="single"/>
        </w:rPr>
        <w:t xml:space="preserve">, traditional </w:t>
      </w:r>
      <w:r w:rsidRPr="0042059C">
        <w:rPr>
          <w:rFonts w:eastAsia="Cambria"/>
          <w:highlight w:val="yellow"/>
          <w:u w:val="single"/>
        </w:rPr>
        <w:t>and ecological considerations</w:t>
      </w:r>
      <w:r w:rsidRPr="0042059C">
        <w:rPr>
          <w:rFonts w:eastAsia="Cambria"/>
          <w:u w:val="single"/>
        </w:rPr>
        <w:t xml:space="preserve"> are abandoned and </w:t>
      </w:r>
      <w:r w:rsidRPr="0042059C">
        <w:rPr>
          <w:rFonts w:eastAsia="Cambria"/>
          <w:highlight w:val="yellow"/>
          <w:u w:val="single"/>
        </w:rPr>
        <w:t xml:space="preserve">give way to a </w:t>
      </w:r>
      <w:r w:rsidRPr="00E110F6">
        <w:rPr>
          <w:rFonts w:eastAsia="Cambria"/>
          <w:iCs/>
          <w:highlight w:val="yellow"/>
          <w:u w:val="single"/>
        </w:rPr>
        <w:t>mentality of plundering</w:t>
      </w:r>
      <w:r w:rsidRPr="0042059C">
        <w:rPr>
          <w:rFonts w:eastAsia="Cambria"/>
          <w:highlight w:val="yellow"/>
          <w:u w:val="single"/>
        </w:rPr>
        <w:t>. All</w:t>
      </w:r>
      <w:r w:rsidRPr="0042059C">
        <w:rPr>
          <w:rFonts w:eastAsia="Cambria"/>
          <w:u w:val="single"/>
        </w:rPr>
        <w:t xml:space="preserve"> global </w:t>
      </w:r>
      <w:r w:rsidRPr="0042059C">
        <w:rPr>
          <w:rFonts w:eastAsia="Cambria"/>
          <w:highlight w:val="yellow"/>
          <w:u w:val="single"/>
        </w:rPr>
        <w:t>resources</w:t>
      </w:r>
      <w:r w:rsidRPr="00C0357D">
        <w:rPr>
          <w:rFonts w:eastAsia="Cambria"/>
          <w:sz w:val="12"/>
        </w:rPr>
        <w:t xml:space="preserve"> that we still have – natural resources, forests, water, genetic pools – </w:t>
      </w:r>
      <w:r w:rsidRPr="0042059C">
        <w:rPr>
          <w:rFonts w:eastAsia="Cambria"/>
          <w:u w:val="single"/>
        </w:rPr>
        <w:t xml:space="preserve">have </w:t>
      </w:r>
      <w:r w:rsidRPr="0042059C">
        <w:rPr>
          <w:rFonts w:eastAsia="Cambria"/>
          <w:highlight w:val="yellow"/>
          <w:u w:val="single"/>
        </w:rPr>
        <w:t>turn</w:t>
      </w:r>
      <w:r w:rsidRPr="0042059C">
        <w:rPr>
          <w:rFonts w:eastAsia="Cambria"/>
          <w:u w:val="single"/>
        </w:rPr>
        <w:t xml:space="preserve">ed </w:t>
      </w:r>
      <w:r w:rsidRPr="0042059C">
        <w:rPr>
          <w:rFonts w:eastAsia="Cambria"/>
          <w:highlight w:val="yellow"/>
          <w:u w:val="single"/>
        </w:rPr>
        <w:t xml:space="preserve">into </w:t>
      </w:r>
      <w:r w:rsidRPr="00E110F6">
        <w:rPr>
          <w:rFonts w:eastAsia="Cambria"/>
          <w:iCs/>
          <w:highlight w:val="yellow"/>
          <w:u w:val="single"/>
        </w:rPr>
        <w:t>objects of utilization</w:t>
      </w:r>
      <w:r w:rsidRPr="0042059C">
        <w:rPr>
          <w:rFonts w:eastAsia="Cambria"/>
          <w:highlight w:val="yellow"/>
          <w:u w:val="single"/>
        </w:rPr>
        <w:t xml:space="preserve">. </w:t>
      </w:r>
      <w:r w:rsidRPr="00E110F6">
        <w:rPr>
          <w:rFonts w:eastAsia="Cambria"/>
          <w:iCs/>
          <w:highlight w:val="yellow"/>
          <w:u w:val="single"/>
        </w:rPr>
        <w:t>Rapid ecological destruction</w:t>
      </w:r>
      <w:r w:rsidRPr="0042059C">
        <w:rPr>
          <w:rFonts w:eastAsia="Cambria"/>
          <w:highlight w:val="yellow"/>
          <w:u w:val="single"/>
        </w:rPr>
        <w:t xml:space="preserve"> through </w:t>
      </w:r>
      <w:r w:rsidRPr="00E110F6">
        <w:rPr>
          <w:rFonts w:eastAsia="Cambria"/>
          <w:iCs/>
          <w:highlight w:val="yellow"/>
          <w:u w:val="single"/>
        </w:rPr>
        <w:t>depletion</w:t>
      </w:r>
      <w:r w:rsidRPr="0042059C">
        <w:rPr>
          <w:rFonts w:eastAsia="Cambria"/>
          <w:highlight w:val="yellow"/>
          <w:u w:val="single"/>
        </w:rPr>
        <w:t xml:space="preserve"> is the consequence</w:t>
      </w:r>
      <w:r w:rsidRPr="00C0357D">
        <w:rPr>
          <w:rFonts w:eastAsia="Cambria"/>
          <w:sz w:val="12"/>
        </w:rPr>
        <w:t xml:space="preserve">. If one makes more profit by </w:t>
      </w:r>
      <w:r w:rsidRPr="0042059C">
        <w:rPr>
          <w:rFonts w:eastAsia="Cambria"/>
          <w:u w:val="single"/>
        </w:rPr>
        <w:t>cutting down trees</w:t>
      </w:r>
      <w:r w:rsidRPr="00C0357D">
        <w:rPr>
          <w:rFonts w:eastAsia="Cambria"/>
          <w:sz w:val="12"/>
        </w:rPr>
        <w:t xml:space="preserve"> than by planting them, then there is no reason not to cut them.[33] Neither the public nor the state interferes</w:t>
      </w:r>
      <w:r w:rsidRPr="00C0357D">
        <w:rPr>
          <w:rFonts w:eastAsia="Cambria"/>
          <w:sz w:val="12"/>
          <w:szCs w:val="12"/>
        </w:rPr>
        <w:t xml:space="preserve">, </w:t>
      </w:r>
      <w:r w:rsidRPr="00C0357D">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C0357D">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C0357D">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C0357D">
        <w:rPr>
          <w:rFonts w:eastAsia="Cambria"/>
          <w:sz w:val="12"/>
        </w:rPr>
        <w:t xml:space="preserve">Today, </w:t>
      </w:r>
      <w:r w:rsidRPr="0042059C">
        <w:rPr>
          <w:rFonts w:eastAsia="Cambria"/>
          <w:highlight w:val="yellow"/>
          <w:u w:val="single"/>
        </w:rPr>
        <w:t>everything</w:t>
      </w:r>
      <w:r w:rsidRPr="0042059C">
        <w:rPr>
          <w:rFonts w:eastAsia="Cambria"/>
          <w:u w:val="single"/>
        </w:rPr>
        <w:t xml:space="preserve"> on earth </w:t>
      </w:r>
      <w:r w:rsidRPr="00E110F6">
        <w:rPr>
          <w:rStyle w:val="StyleUnderline"/>
          <w:highlight w:val="yellow"/>
        </w:rPr>
        <w:t>is turned</w:t>
      </w:r>
      <w:r w:rsidRPr="00E110F6">
        <w:rPr>
          <w:rFonts w:eastAsia="Cambria"/>
          <w:iCs/>
          <w:u w:val="single"/>
        </w:rPr>
        <w:t xml:space="preserve"> </w:t>
      </w:r>
      <w:r w:rsidRPr="00E110F6">
        <w:rPr>
          <w:rFonts w:eastAsia="Cambria"/>
          <w:iCs/>
          <w:highlight w:val="yellow"/>
          <w:u w:val="single"/>
        </w:rPr>
        <w:t>into commodities</w:t>
      </w:r>
      <w:r w:rsidRPr="00C0357D">
        <w:rPr>
          <w:rFonts w:eastAsia="Cambria"/>
          <w:sz w:val="12"/>
        </w:rPr>
        <w:t xml:space="preserve">, </w:t>
      </w:r>
      <w:proofErr w:type="gramStart"/>
      <w:r w:rsidRPr="00C0357D">
        <w:rPr>
          <w:rFonts w:eastAsia="Cambria"/>
          <w:sz w:val="12"/>
        </w:rPr>
        <w:t>i.e.</w:t>
      </w:r>
      <w:proofErr w:type="gramEnd"/>
      <w:r w:rsidRPr="00C0357D">
        <w:rPr>
          <w:rFonts w:eastAsia="Cambria"/>
          <w:sz w:val="12"/>
        </w:rPr>
        <w:t xml:space="preserve"> everything becomes </w:t>
      </w:r>
      <w:r w:rsidRPr="0042059C">
        <w:rPr>
          <w:rFonts w:eastAsia="Cambria"/>
          <w:u w:val="single"/>
        </w:rPr>
        <w:t>an object of “trade” and commercialization</w:t>
      </w:r>
      <w:r w:rsidRPr="00C0357D">
        <w:rPr>
          <w:rFonts w:eastAsia="Cambria"/>
          <w:sz w:val="12"/>
        </w:rPr>
        <w:t xml:space="preserve"> (which truly means liquidation, the transformation of all into liquid money). In its neoliberal stage it is not enough for capitalism to globally pursue less cost-intensive and preferably “</w:t>
      </w:r>
      <w:proofErr w:type="spellStart"/>
      <w:r w:rsidRPr="00C0357D">
        <w:rPr>
          <w:rFonts w:eastAsia="Cambria"/>
          <w:sz w:val="12"/>
        </w:rPr>
        <w:t>wageless</w:t>
      </w:r>
      <w:proofErr w:type="spellEnd"/>
      <w:r w:rsidRPr="00C0357D">
        <w:rPr>
          <w:rFonts w:eastAsia="Cambria"/>
          <w:sz w:val="12"/>
        </w:rPr>
        <w:t xml:space="preserve">” commodity production. </w:t>
      </w:r>
      <w:r w:rsidRPr="0042059C">
        <w:rPr>
          <w:rFonts w:eastAsia="Cambria"/>
          <w:u w:val="single"/>
        </w:rPr>
        <w:t xml:space="preserve">The objective is to transform everyone and everything into commodities, </w:t>
      </w:r>
      <w:r w:rsidRPr="00E110F6">
        <w:rPr>
          <w:rFonts w:eastAsia="Cambria"/>
          <w:iCs/>
          <w:highlight w:val="yellow"/>
          <w:u w:val="single"/>
        </w:rPr>
        <w:t>including life itself</w:t>
      </w:r>
      <w:r w:rsidRPr="00C0357D">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C0357D">
        <w:rPr>
          <w:sz w:val="12"/>
        </w:rPr>
        <w:t xml:space="preserve">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w:t>
      </w:r>
      <w:proofErr w:type="gramStart"/>
      <w:r w:rsidRPr="00C0357D">
        <w:rPr>
          <w:sz w:val="12"/>
        </w:rPr>
        <w:t>e.g.</w:t>
      </w:r>
      <w:proofErr w:type="gramEnd"/>
      <w:r w:rsidRPr="00C0357D">
        <w:rPr>
          <w:sz w:val="12"/>
        </w:rPr>
        <w:t xml:space="preserve">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C0357D">
        <w:rPr>
          <w:rFonts w:eastAsia="Cambria"/>
          <w:sz w:val="12"/>
        </w:rPr>
        <w:t xml:space="preserve"> – just like the “growth” they create.[39] </w:t>
      </w:r>
      <w:r w:rsidRPr="00C0357D">
        <w:rPr>
          <w:rFonts w:eastAsia="Cambria"/>
          <w:sz w:val="12"/>
          <w:szCs w:val="16"/>
        </w:rPr>
        <w:t xml:space="preserve">The notion that capitalism and democracy are one is proven a myth by neoliberalism and its “monetary totalitarianism”.[40] </w:t>
      </w:r>
      <w:r w:rsidRPr="00C0357D">
        <w:rPr>
          <w:rFonts w:eastAsia="Cambria"/>
          <w:highlight w:val="yellow"/>
          <w:u w:val="single"/>
        </w:rPr>
        <w:t>The primacy of politics over economy has been lost</w:t>
      </w:r>
      <w:r w:rsidRPr="00C0357D">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w:t>
      </w:r>
      <w:proofErr w:type="spellStart"/>
      <w:r w:rsidRPr="00C0357D">
        <w:rPr>
          <w:rFonts w:eastAsia="Cambria"/>
          <w:sz w:val="12"/>
        </w:rPr>
        <w:t>privata</w:t>
      </w:r>
      <w:proofErr w:type="spellEnd"/>
      <w:r w:rsidRPr="00C0357D">
        <w:rPr>
          <w:rFonts w:eastAsia="Cambria"/>
          <w:sz w:val="12"/>
        </w:rPr>
        <w:t xml:space="preserve">, or – as we could say today – a res </w:t>
      </w:r>
      <w:proofErr w:type="spellStart"/>
      <w:r w:rsidRPr="00C0357D">
        <w:rPr>
          <w:rFonts w:eastAsia="Cambria"/>
          <w:sz w:val="12"/>
        </w:rPr>
        <w:t>privata</w:t>
      </w:r>
      <w:proofErr w:type="spellEnd"/>
      <w:r w:rsidRPr="00C0357D">
        <w:rPr>
          <w:rFonts w:eastAsia="Cambria"/>
          <w:sz w:val="12"/>
        </w:rPr>
        <w:t xml:space="preserve"> </w:t>
      </w:r>
      <w:proofErr w:type="spellStart"/>
      <w:r w:rsidRPr="00C0357D">
        <w:rPr>
          <w:rFonts w:eastAsia="Cambria"/>
          <w:sz w:val="12"/>
        </w:rPr>
        <w:t>transnationale</w:t>
      </w:r>
      <w:proofErr w:type="spellEnd"/>
      <w:r w:rsidRPr="00C0357D">
        <w:rPr>
          <w:rFonts w:eastAsia="Cambria"/>
          <w:sz w:val="12"/>
        </w:rPr>
        <w:t xml:space="preserve"> (in its original Latin meaning, </w:t>
      </w:r>
      <w:proofErr w:type="spellStart"/>
      <w:r w:rsidRPr="00C0357D">
        <w:rPr>
          <w:rFonts w:eastAsia="Cambria"/>
          <w:sz w:val="12"/>
        </w:rPr>
        <w:t>privare</w:t>
      </w:r>
      <w:proofErr w:type="spellEnd"/>
      <w:r w:rsidRPr="00C0357D">
        <w:rPr>
          <w:rFonts w:eastAsia="Cambria"/>
          <w:sz w:val="12"/>
        </w:rPr>
        <w:t xml:space="preserv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E110F6">
        <w:rPr>
          <w:rFonts w:eastAsia="Cambria"/>
          <w:iCs/>
          <w:highlight w:val="yellow"/>
          <w:u w:val="single"/>
        </w:rPr>
        <w:t>Neoliberalism and war are two sides of the same coin</w:t>
      </w:r>
      <w:r w:rsidRPr="00C0357D">
        <w:rPr>
          <w:rFonts w:eastAsia="Cambria"/>
          <w:sz w:val="12"/>
        </w:rPr>
        <w:t xml:space="preserve">.[44] </w:t>
      </w:r>
      <w:r w:rsidRPr="0042059C">
        <w:rPr>
          <w:rFonts w:eastAsia="Cambria"/>
          <w:u w:val="single"/>
        </w:rPr>
        <w:t>Free trade, piracy and war are still “an inseparable three”</w:t>
      </w:r>
      <w:r w:rsidRPr="00C0357D">
        <w:rPr>
          <w:rFonts w:eastAsia="Cambria"/>
          <w:sz w:val="12"/>
        </w:rPr>
        <w:t xml:space="preserve"> – today maybe more so than ever. </w:t>
      </w:r>
      <w:r w:rsidRPr="0042059C">
        <w:rPr>
          <w:rFonts w:eastAsia="Cambria"/>
          <w:u w:val="single"/>
        </w:rPr>
        <w:t>War is not only “good for the economy” but is indeed its driving force and can be understood as the “continuation of economy with other means”</w:t>
      </w:r>
      <w:r w:rsidRPr="00C0357D">
        <w:rPr>
          <w:rFonts w:eastAsia="Cambria"/>
          <w:sz w:val="12"/>
        </w:rPr>
        <w:t xml:space="preserve">.[45] War and economy have become almost indistinguishable.[46] </w:t>
      </w:r>
      <w:r w:rsidRPr="0042059C">
        <w:rPr>
          <w:rFonts w:eastAsia="Cambria"/>
          <w:u w:val="single"/>
        </w:rPr>
        <w:t>Wars about resources</w:t>
      </w:r>
      <w:r w:rsidRPr="00C0357D">
        <w:rPr>
          <w:rFonts w:eastAsia="Cambria"/>
          <w:sz w:val="12"/>
        </w:rPr>
        <w:t xml:space="preserve"> – </w:t>
      </w:r>
      <w:r w:rsidRPr="0042059C">
        <w:rPr>
          <w:rFonts w:eastAsia="Cambria"/>
          <w:u w:val="single"/>
        </w:rPr>
        <w:t>especially oil and water</w:t>
      </w:r>
      <w:r w:rsidRPr="00C0357D">
        <w:rPr>
          <w:rFonts w:eastAsia="Cambria"/>
          <w:sz w:val="12"/>
        </w:rPr>
        <w:t xml:space="preserve"> – </w:t>
      </w:r>
      <w:r w:rsidRPr="0042059C">
        <w:rPr>
          <w:rFonts w:eastAsia="Cambria"/>
          <w:u w:val="single"/>
        </w:rPr>
        <w:t>have already begun</w:t>
      </w:r>
      <w:r w:rsidRPr="00C0357D">
        <w:rPr>
          <w:rFonts w:eastAsia="Cambria"/>
          <w:sz w:val="12"/>
        </w:rPr>
        <w:t xml:space="preserve">.[47] </w:t>
      </w:r>
      <w:r w:rsidRPr="0042059C">
        <w:rPr>
          <w:rFonts w:eastAsia="Cambria"/>
          <w:u w:val="single"/>
        </w:rPr>
        <w:t>The Gulf Wars are the most obvious</w:t>
      </w:r>
      <w:r w:rsidRPr="00C0357D">
        <w:rPr>
          <w:rFonts w:eastAsia="Cambria"/>
          <w:sz w:val="12"/>
        </w:rPr>
        <w:t xml:space="preserve"> examples. </w:t>
      </w:r>
      <w:r w:rsidRPr="0042059C">
        <w:rPr>
          <w:rFonts w:eastAsia="Cambria"/>
          <w:u w:val="single"/>
        </w:rPr>
        <w:t>Militarism</w:t>
      </w:r>
      <w:r w:rsidRPr="00C0357D">
        <w:rPr>
          <w:rFonts w:eastAsia="Cambria"/>
          <w:sz w:val="12"/>
        </w:rPr>
        <w:t xml:space="preserve"> once again </w:t>
      </w:r>
      <w:r w:rsidRPr="0042059C">
        <w:rPr>
          <w:rFonts w:eastAsia="Cambria"/>
          <w:u w:val="single"/>
        </w:rPr>
        <w:t xml:space="preserve">appears </w:t>
      </w:r>
      <w:r w:rsidRPr="00C0357D">
        <w:rPr>
          <w:sz w:val="12"/>
        </w:rPr>
        <w:t>as the “executor of capital accumulation</w:t>
      </w:r>
      <w:r w:rsidRPr="00C0357D">
        <w:rPr>
          <w:rFonts w:eastAsia="Cambria"/>
          <w:sz w:val="12"/>
        </w:rPr>
        <w:t xml:space="preserve">” – potentially everywhere and enduringly.[48] </w:t>
      </w:r>
      <w:r w:rsidRPr="0042059C">
        <w:rPr>
          <w:rFonts w:eastAsia="Cambria"/>
          <w:u w:val="single"/>
        </w:rPr>
        <w:t>Human rights</w:t>
      </w:r>
      <w:r w:rsidRPr="00C0357D">
        <w:rPr>
          <w:rFonts w:eastAsia="Cambria"/>
          <w:sz w:val="12"/>
        </w:rPr>
        <w:t xml:space="preserve"> and rights of sovereignty </w:t>
      </w:r>
      <w:r w:rsidRPr="0042059C">
        <w:rPr>
          <w:rFonts w:eastAsia="Cambria"/>
          <w:u w:val="single"/>
        </w:rPr>
        <w:t>have been transferred from people</w:t>
      </w:r>
      <w:r w:rsidRPr="00C0357D">
        <w:rPr>
          <w:rFonts w:eastAsia="Cambria"/>
          <w:sz w:val="12"/>
        </w:rPr>
        <w:t xml:space="preserve">, communities and governments </w:t>
      </w:r>
      <w:r w:rsidRPr="0042059C">
        <w:rPr>
          <w:rFonts w:eastAsia="Cambria"/>
          <w:u w:val="single"/>
        </w:rPr>
        <w:t>to corporations</w:t>
      </w:r>
      <w:r w:rsidRPr="00C0357D">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42059C">
        <w:rPr>
          <w:rFonts w:eastAsia="Cambria"/>
          <w:u w:val="single"/>
        </w:rPr>
        <w:t>International Law</w:t>
      </w:r>
      <w:r w:rsidRPr="00C0357D">
        <w:rPr>
          <w:rFonts w:eastAsia="Cambria"/>
          <w:sz w:val="12"/>
        </w:rPr>
        <w:t xml:space="preserve"> is established which effectively functions from top to bottom (“top-down”) and </w:t>
      </w:r>
      <w:r w:rsidRPr="0042059C">
        <w:rPr>
          <w:rFonts w:eastAsia="Cambria"/>
          <w:u w:val="single"/>
        </w:rPr>
        <w:t>eliminates all local and regional communal rights</w:t>
      </w:r>
      <w:r w:rsidRPr="00C0357D">
        <w:rPr>
          <w:rFonts w:eastAsia="Cambria"/>
          <w:sz w:val="12"/>
        </w:rPr>
        <w:t xml:space="preserve">. And not only that: many such rights are rendered invalid both retroactively and for the future.[53] </w:t>
      </w:r>
      <w:r w:rsidRPr="0042059C">
        <w:rPr>
          <w:rFonts w:eastAsia="Cambria"/>
          <w:highlight w:val="yellow"/>
          <w:u w:val="single"/>
        </w:rPr>
        <w:t>The logic of neoliberalism</w:t>
      </w:r>
      <w:r w:rsidRPr="00C0357D">
        <w:rPr>
          <w:rFonts w:eastAsia="Cambria"/>
          <w:sz w:val="12"/>
        </w:rPr>
        <w:t xml:space="preserve"> as a sort of totalitarian neo-mercantilism </w:t>
      </w:r>
      <w:r w:rsidRPr="0042059C">
        <w:rPr>
          <w:rFonts w:eastAsia="Cambria"/>
          <w:highlight w:val="yellow"/>
          <w:u w:val="single"/>
        </w:rPr>
        <w:t>is that all resources</w:t>
      </w:r>
      <w:r w:rsidRPr="0042059C">
        <w:rPr>
          <w:rFonts w:eastAsia="Cambria"/>
          <w:u w:val="single"/>
        </w:rPr>
        <w:t xml:space="preserve">, all </w:t>
      </w:r>
      <w:r w:rsidRPr="0042059C">
        <w:rPr>
          <w:rFonts w:eastAsia="Cambria"/>
          <w:highlight w:val="yellow"/>
          <w:u w:val="single"/>
        </w:rPr>
        <w:t>markets</w:t>
      </w:r>
      <w:r w:rsidRPr="0042059C">
        <w:rPr>
          <w:rFonts w:eastAsia="Cambria"/>
          <w:u w:val="single"/>
        </w:rPr>
        <w:t xml:space="preserve">, all </w:t>
      </w:r>
      <w:r w:rsidRPr="0042059C">
        <w:rPr>
          <w:rFonts w:eastAsia="Cambria"/>
          <w:highlight w:val="yellow"/>
          <w:u w:val="single"/>
        </w:rPr>
        <w:t>money</w:t>
      </w:r>
      <w:r w:rsidRPr="0042059C">
        <w:rPr>
          <w:rFonts w:eastAsia="Cambria"/>
          <w:u w:val="single"/>
        </w:rPr>
        <w:t xml:space="preserve">, all profits, all </w:t>
      </w:r>
      <w:r w:rsidRPr="0042059C">
        <w:rPr>
          <w:rFonts w:eastAsia="Cambria"/>
          <w:highlight w:val="yellow"/>
          <w:u w:val="single"/>
        </w:rPr>
        <w:t>means of production</w:t>
      </w:r>
      <w:r w:rsidRPr="0042059C">
        <w:rPr>
          <w:rFonts w:eastAsia="Cambria"/>
          <w:u w:val="single"/>
        </w:rPr>
        <w:t xml:space="preserve">, all “investment opportunities”, all </w:t>
      </w:r>
      <w:r w:rsidRPr="0042059C">
        <w:rPr>
          <w:rFonts w:eastAsia="Cambria"/>
          <w:highlight w:val="yellow"/>
          <w:u w:val="single"/>
        </w:rPr>
        <w:t>rights and</w:t>
      </w:r>
      <w:r w:rsidRPr="0042059C">
        <w:rPr>
          <w:rFonts w:eastAsia="Cambria"/>
          <w:u w:val="single"/>
        </w:rPr>
        <w:t xml:space="preserve"> all </w:t>
      </w:r>
      <w:r w:rsidRPr="0042059C">
        <w:rPr>
          <w:rFonts w:eastAsia="Cambria"/>
          <w:highlight w:val="yellow"/>
          <w:u w:val="single"/>
        </w:rPr>
        <w:t xml:space="preserve">power </w:t>
      </w:r>
      <w:r w:rsidRPr="00E110F6">
        <w:rPr>
          <w:rFonts w:eastAsia="Cambria"/>
          <w:iCs/>
          <w:highlight w:val="yellow"/>
          <w:u w:val="single"/>
        </w:rPr>
        <w:t>belong to the corporations only</w:t>
      </w:r>
      <w:r w:rsidRPr="00C0357D">
        <w:rPr>
          <w:rFonts w:eastAsia="Cambria"/>
          <w:sz w:val="12"/>
        </w:rPr>
        <w:t>. To paraphrase Richard Sennett: “Everything to the Corporations</w:t>
      </w:r>
      <w:proofErr w:type="gramStart"/>
      <w:r w:rsidRPr="00C0357D">
        <w:rPr>
          <w:rFonts w:eastAsia="Cambria"/>
          <w:sz w:val="12"/>
        </w:rPr>
        <w:t>!”[</w:t>
      </w:r>
      <w:proofErr w:type="gramEnd"/>
      <w:r w:rsidRPr="00C0357D">
        <w:rPr>
          <w:rFonts w:eastAsia="Cambria"/>
          <w:sz w:val="12"/>
        </w:rPr>
        <w:t xml:space="preserve">54] One might add: “Now!” The </w:t>
      </w:r>
      <w:r w:rsidRPr="0042059C">
        <w:rPr>
          <w:rFonts w:eastAsia="Cambria"/>
          <w:u w:val="single"/>
        </w:rPr>
        <w:t>corporations</w:t>
      </w:r>
      <w:r w:rsidRPr="00C0357D">
        <w:rPr>
          <w:rFonts w:eastAsia="Cambria"/>
          <w:sz w:val="12"/>
        </w:rPr>
        <w:t xml:space="preserve"> are free to </w:t>
      </w:r>
      <w:r w:rsidRPr="0042059C">
        <w:rPr>
          <w:rFonts w:eastAsia="Cambria"/>
          <w:u w:val="single"/>
        </w:rPr>
        <w:t>do whatever they please</w:t>
      </w:r>
      <w:r w:rsidRPr="00C0357D">
        <w:rPr>
          <w:rFonts w:eastAsia="Cambria"/>
          <w:sz w:val="12"/>
        </w:rPr>
        <w:t xml:space="preserve"> with what they get. Nobody is allowed to interfere. Ironically, we are expected to rely on them to find a way out of the crisis we are in. </w:t>
      </w:r>
      <w:r w:rsidRPr="0042059C">
        <w:rPr>
          <w:rFonts w:eastAsia="Cambria"/>
          <w:highlight w:val="yellow"/>
          <w:u w:val="single"/>
        </w:rPr>
        <w:t xml:space="preserve">This puts the </w:t>
      </w:r>
      <w:r w:rsidRPr="00E110F6">
        <w:rPr>
          <w:rFonts w:eastAsia="Cambria"/>
          <w:iCs/>
          <w:highlight w:val="yellow"/>
          <w:u w:val="single"/>
        </w:rPr>
        <w:t>entire globe at risk</w:t>
      </w:r>
      <w:r w:rsidRPr="0042059C">
        <w:rPr>
          <w:rFonts w:eastAsia="Cambria"/>
          <w:u w:val="single"/>
        </w:rPr>
        <w:t xml:space="preserve"> since responsibility is something the corporations do not have or know</w:t>
      </w:r>
      <w:r w:rsidRPr="00C0357D">
        <w:rPr>
          <w:rFonts w:eastAsia="Cambria"/>
          <w:sz w:val="12"/>
        </w:rPr>
        <w:t xml:space="preserve">. The times of social contracts are gone.[55] In fact, pointing out the crisis alone has become a crime and all critique will soon be defined as “terror” and persecuted as such.[56] </w:t>
      </w:r>
      <w:r w:rsidRPr="00C0357D">
        <w:rPr>
          <w:rFonts w:eastAsia="Cambria"/>
          <w:sz w:val="12"/>
          <w:szCs w:val="16"/>
        </w:rPr>
        <w:t xml:space="preserve">IMF Economic Medicine </w:t>
      </w:r>
      <w:r w:rsidRPr="00C0357D">
        <w:rPr>
          <w:rFonts w:eastAsia="Cambria"/>
          <w:sz w:val="12"/>
        </w:rPr>
        <w:t xml:space="preserve">Since the 1980s, it is mainly the </w:t>
      </w:r>
      <w:r w:rsidRPr="00C0357D">
        <w:rPr>
          <w:sz w:val="12"/>
        </w:rPr>
        <w:t>Structural Adjustment Programs (SAPs) of the World Bank and the IMF that act as the enforcers of neoliberalism. These programs are levied against the countries of the South which can be extorted due to their debts. Meanwhile</w:t>
      </w:r>
      <w:r w:rsidRPr="00C0357D">
        <w:rPr>
          <w:rFonts w:eastAsia="Cambria"/>
          <w:sz w:val="12"/>
        </w:rPr>
        <w:t xml:space="preserve">, numerous </w:t>
      </w:r>
      <w:r w:rsidRPr="0042059C">
        <w:rPr>
          <w:rFonts w:eastAsia="Cambria"/>
          <w:highlight w:val="yellow"/>
          <w:u w:val="single"/>
        </w:rPr>
        <w:t>military interventions</w:t>
      </w:r>
      <w:r w:rsidRPr="0042059C">
        <w:rPr>
          <w:rFonts w:eastAsia="Cambria"/>
          <w:u w:val="single"/>
        </w:rPr>
        <w:t xml:space="preserve"> and wars</w:t>
      </w:r>
      <w:r w:rsidRPr="00C0357D">
        <w:rPr>
          <w:rFonts w:eastAsia="Cambria"/>
          <w:sz w:val="12"/>
        </w:rPr>
        <w:t xml:space="preserve"> help to </w:t>
      </w:r>
      <w:r w:rsidRPr="0042059C">
        <w:rPr>
          <w:rFonts w:eastAsia="Cambria"/>
          <w:highlight w:val="yellow"/>
          <w:u w:val="single"/>
        </w:rPr>
        <w:t>take possession of</w:t>
      </w:r>
      <w:r w:rsidRPr="0042059C">
        <w:rPr>
          <w:rFonts w:eastAsia="Cambria"/>
          <w:u w:val="single"/>
        </w:rPr>
        <w:t xml:space="preserve"> the </w:t>
      </w:r>
      <w:r w:rsidRPr="0042059C">
        <w:rPr>
          <w:rFonts w:eastAsia="Cambria"/>
          <w:highlight w:val="yellow"/>
          <w:u w:val="single"/>
        </w:rPr>
        <w:t>assets</w:t>
      </w:r>
      <w:r w:rsidRPr="0042059C">
        <w:rPr>
          <w:rFonts w:eastAsia="Cambria"/>
          <w:u w:val="single"/>
        </w:rPr>
        <w:t xml:space="preserve"> that still remain, </w:t>
      </w:r>
      <w:r w:rsidRPr="0042059C">
        <w:rPr>
          <w:rFonts w:eastAsia="Cambria"/>
          <w:highlight w:val="yellow"/>
          <w:u w:val="single"/>
        </w:rPr>
        <w:t>secure resources, install neoliberalism</w:t>
      </w:r>
      <w:r w:rsidRPr="0042059C">
        <w:rPr>
          <w:rFonts w:eastAsia="Cambria"/>
          <w:u w:val="single"/>
        </w:rPr>
        <w:t xml:space="preserve"> as the global economic politics, </w:t>
      </w:r>
      <w:r w:rsidRPr="0042059C">
        <w:rPr>
          <w:rFonts w:eastAsia="Cambria"/>
          <w:highlight w:val="yellow"/>
          <w:u w:val="single"/>
        </w:rPr>
        <w:t>crush resistance</w:t>
      </w:r>
      <w:r w:rsidRPr="0042059C">
        <w:rPr>
          <w:rFonts w:eastAsia="Cambria"/>
          <w:u w:val="single"/>
        </w:rPr>
        <w:t xml:space="preserve"> movements</w:t>
      </w:r>
      <w:r w:rsidRPr="00C0357D">
        <w:rPr>
          <w:rFonts w:eastAsia="Cambria"/>
          <w:sz w:val="12"/>
        </w:rPr>
        <w:t xml:space="preserve"> (which are cynically labeled as “IMF uprisings”), </w:t>
      </w:r>
      <w:r w:rsidRPr="00C0357D">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78AB1509" w14:textId="77777777" w:rsidR="003E0DE1" w:rsidRPr="002401A3" w:rsidRDefault="003E0DE1" w:rsidP="003E0DE1">
      <w:pPr>
        <w:pStyle w:val="Heading3"/>
        <w:rPr>
          <w:rFonts w:cs="Calibri"/>
        </w:rPr>
      </w:pPr>
      <w:r w:rsidRPr="002401A3">
        <w:rPr>
          <w:rFonts w:cs="Calibri"/>
        </w:rPr>
        <w:t>Plan</w:t>
      </w:r>
    </w:p>
    <w:p w14:paraId="5652E9C3" w14:textId="77777777" w:rsidR="003E0DE1" w:rsidRPr="002401A3" w:rsidRDefault="003E0DE1" w:rsidP="003E0DE1">
      <w:pPr>
        <w:pStyle w:val="Heading4"/>
        <w:rPr>
          <w:rFonts w:cs="Calibri"/>
        </w:rPr>
      </w:pPr>
      <w:r w:rsidRPr="002401A3">
        <w:rPr>
          <w:rFonts w:cs="Calibri"/>
        </w:rPr>
        <w:t xml:space="preserve">The appropriation of outer space by private entities is unjust. Thus, the plan. </w:t>
      </w:r>
    </w:p>
    <w:p w14:paraId="45DEC278" w14:textId="77777777" w:rsidR="003E0DE1" w:rsidRPr="00596CC4" w:rsidRDefault="003E0DE1" w:rsidP="003E0DE1">
      <w:pPr>
        <w:pStyle w:val="Heading4"/>
      </w:pPr>
      <w:r w:rsidRPr="00596CC4">
        <w:t xml:space="preserve">Plan text: Outer space ought to be recognized as a </w:t>
      </w:r>
      <w:proofErr w:type="gramStart"/>
      <w:r w:rsidRPr="00596CC4">
        <w:t>global commons</w:t>
      </w:r>
      <w:proofErr w:type="gramEnd"/>
      <w:r w:rsidRPr="00596CC4">
        <w:t xml:space="preserve"> as per the Goehring card. Goehring describes but does not advocate treating space in this way.</w:t>
      </w:r>
    </w:p>
    <w:p w14:paraId="0DD74D43" w14:textId="77777777" w:rsidR="003E0DE1" w:rsidRPr="002401A3" w:rsidRDefault="003E0DE1" w:rsidP="003E0DE1">
      <w:r w:rsidRPr="002401A3">
        <w:rPr>
          <w:rStyle w:val="Style13ptBold"/>
        </w:rPr>
        <w:t xml:space="preserve">Goehring 6/3 </w:t>
      </w:r>
      <w:proofErr w:type="gramStart"/>
      <w:r w:rsidRPr="002401A3">
        <w:rPr>
          <w:rStyle w:val="Style13ptBold"/>
        </w:rPr>
        <w:t xml:space="preserve">- </w:t>
      </w:r>
      <w:r w:rsidRPr="002401A3">
        <w:t xml:space="preserve"> John</w:t>
      </w:r>
      <w:proofErr w:type="gramEnd"/>
      <w:r w:rsidRPr="002401A3">
        <w:t xml:space="preserve">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2401A3">
        <w:rPr>
          <w:i/>
        </w:rPr>
        <w:t>Journal of National Security Law and Policy</w:t>
      </w:r>
      <w:r w:rsidRPr="002401A3">
        <w:t>. Vol. 11:573. (June 3, 2021</w:t>
      </w:r>
      <w:proofErr w:type="gramStart"/>
      <w:r w:rsidRPr="002401A3">
        <w:t>).&lt;</w:t>
      </w:r>
      <w:proofErr w:type="gramEnd"/>
      <w:r w:rsidRPr="002401A3">
        <w:t>https://jnslp.com/wp-content/uploads/2021/09/Why_Isnt_Outer_Space_a_Global_Commons_2.pdf&gt; AT</w:t>
      </w:r>
    </w:p>
    <w:p w14:paraId="17BBCAC0" w14:textId="77777777" w:rsidR="003E0DE1" w:rsidRPr="002401A3" w:rsidRDefault="003E0DE1" w:rsidP="003E0DE1">
      <w:pPr>
        <w:ind w:left="720"/>
        <w:rPr>
          <w:sz w:val="12"/>
        </w:rPr>
      </w:pPr>
      <w:r w:rsidRPr="002401A3">
        <w:rPr>
          <w:sz w:val="12"/>
          <w:szCs w:val="12"/>
        </w:rPr>
        <w:t xml:space="preserve">B. Global Commons as a Constraining Concept </w:t>
      </w:r>
      <w:r w:rsidRPr="002401A3">
        <w:rPr>
          <w:sz w:val="12"/>
        </w:rPr>
        <w:t xml:space="preserve">In an economic context, as opposed to a military or geopolitical context, “global commons” is typically used to convey a constraining concept. </w:t>
      </w:r>
      <w:r w:rsidRPr="002401A3">
        <w:rPr>
          <w:rStyle w:val="StyleUnderline"/>
          <w:highlight w:val="yellow"/>
        </w:rPr>
        <w:t>The concept of a “commons”</w:t>
      </w:r>
      <w:r w:rsidRPr="002401A3">
        <w:rPr>
          <w:sz w:val="12"/>
        </w:rPr>
        <w:t xml:space="preserve"> may be thought of as constraining because it </w:t>
      </w:r>
      <w:r w:rsidRPr="002401A3">
        <w:rPr>
          <w:rStyle w:val="StyleUnderline"/>
          <w:highlight w:val="yellow"/>
        </w:rPr>
        <w:t>is</w:t>
      </w:r>
      <w:r w:rsidRPr="002401A3">
        <w:rPr>
          <w:sz w:val="12"/>
        </w:rPr>
        <w:t xml:space="preserve"> often </w:t>
      </w:r>
      <w:r w:rsidRPr="002401A3">
        <w:rPr>
          <w:rStyle w:val="StyleUnderline"/>
          <w:highlight w:val="yellow"/>
        </w:rPr>
        <w:t>associated with</w:t>
      </w:r>
      <w:r w:rsidRPr="002401A3">
        <w:rPr>
          <w:sz w:val="12"/>
        </w:rPr>
        <w:t xml:space="preserve"> notions of </w:t>
      </w:r>
      <w:r w:rsidRPr="002401A3">
        <w:rPr>
          <w:rStyle w:val="StyleUnderline"/>
          <w:highlight w:val="yellow"/>
        </w:rPr>
        <w:t>shared ownership, public governance</w:t>
      </w:r>
      <w:r w:rsidRPr="002401A3">
        <w:rPr>
          <w:sz w:val="12"/>
        </w:rPr>
        <w:t xml:space="preserve">, or limitations on use. Whether these constraints are viewed positively or negatively is a subjective assessment. </w:t>
      </w:r>
      <w:r w:rsidRPr="002401A3">
        <w:rPr>
          <w:sz w:val="12"/>
          <w:szCs w:val="12"/>
        </w:rPr>
        <w:t xml:space="preserve">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Ostrom’s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Ostrom’s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This usage was typical prior to Ostrom’s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subtractable, meaning that use of the resource subtracts from the ability of others to use the resource, while others remain plentiful. Describing a resource in this manner, as a common resource, does not necessarily imply any particular property regime or use limitations.36 A common hunting ground, for instance, may be publicly owned or privately owned. Ostrom helped popularize the term “common pool resource” to describe this general category of resources.37 </w:t>
      </w:r>
      <w:r w:rsidRPr="002401A3">
        <w:rPr>
          <w:sz w:val="12"/>
        </w:rPr>
        <w:t>As Dr. Tepper argues, “[</w:t>
      </w:r>
      <w:proofErr w:type="spellStart"/>
      <w:r w:rsidRPr="002401A3">
        <w:rPr>
          <w:sz w:val="12"/>
        </w:rPr>
        <w:t>i</w:t>
      </w:r>
      <w:proofErr w:type="spellEnd"/>
      <w:r w:rsidRPr="002401A3">
        <w:rPr>
          <w:sz w:val="12"/>
        </w:rPr>
        <w:t xml:space="preserve">]t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w:t>
      </w:r>
      <w:proofErr w:type="spellStart"/>
      <w:r w:rsidRPr="002401A3">
        <w:rPr>
          <w:sz w:val="12"/>
        </w:rPr>
        <w:t>Cogolati</w:t>
      </w:r>
      <w:proofErr w:type="spellEnd"/>
      <w:r w:rsidRPr="002401A3">
        <w:rPr>
          <w:sz w:val="12"/>
        </w:rPr>
        <w:t xml:space="preserve"> and </w:t>
      </w:r>
      <w:proofErr w:type="spellStart"/>
      <w:r w:rsidRPr="002401A3">
        <w:rPr>
          <w:sz w:val="12"/>
        </w:rPr>
        <w:t>Woulters</w:t>
      </w:r>
      <w:proofErr w:type="spellEnd"/>
      <w:r w:rsidRPr="002401A3">
        <w:rPr>
          <w:sz w:val="12"/>
        </w:rPr>
        <w:t xml:space="preserve"> observe, “[u]</w:t>
      </w:r>
      <w:proofErr w:type="spellStart"/>
      <w:r w:rsidRPr="002401A3">
        <w:rPr>
          <w:sz w:val="12"/>
        </w:rPr>
        <w:t>nder</w:t>
      </w:r>
      <w:proofErr w:type="spellEnd"/>
      <w:r w:rsidRPr="002401A3">
        <w:rPr>
          <w:sz w:val="12"/>
        </w:rPr>
        <w:t xml:space="preserve"> Ostrom’s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2401A3">
        <w:rPr>
          <w:rStyle w:val="StyleUnderline"/>
          <w:highlight w:val="yellow"/>
        </w:rPr>
        <w:t>“commons” is</w:t>
      </w:r>
      <w:r w:rsidRPr="002401A3">
        <w:rPr>
          <w:sz w:val="12"/>
        </w:rPr>
        <w:t xml:space="preserve"> sometimes </w:t>
      </w:r>
      <w:r w:rsidRPr="002401A3">
        <w:rPr>
          <w:rStyle w:val="StyleUnderline"/>
          <w:highlight w:val="yellow"/>
        </w:rPr>
        <w:t>used to refer to common property, meaning a resource with more than one owner, and which therefore should be governed collectively.</w:t>
      </w:r>
      <w:r w:rsidRPr="002401A3">
        <w:rPr>
          <w:sz w:val="12"/>
        </w:rPr>
        <w:t xml:space="preserve"> This notion of a commons is sometimes associated with the common heritage of mankind concept, particularly in the context of outer space. As expressed in Article 11(3) of the 1979 Moon Agreement, </w:t>
      </w:r>
      <w:r w:rsidRPr="002401A3">
        <w:rPr>
          <w:rStyle w:val="StyleUnderline"/>
          <w:highlight w:val="yellow"/>
        </w:rPr>
        <w:t>the common heritage of mankind concept creates a new type of territorial status in which the moon and celestial bodies “are not only in themselves not subject to national appropriation in a territorial sense, but the fruits and resources of which are also deemed to be the property of mankind at large,”</w:t>
      </w:r>
      <w:r w:rsidRPr="002401A3">
        <w:rPr>
          <w:sz w:val="12"/>
        </w:rPr>
        <w:t xml:space="preserve"> according to Professor Cheng.43 This principle, as characterized by Professor </w:t>
      </w:r>
      <w:proofErr w:type="spellStart"/>
      <w:r w:rsidRPr="002401A3">
        <w:rPr>
          <w:sz w:val="12"/>
        </w:rPr>
        <w:t>Christol</w:t>
      </w:r>
      <w:proofErr w:type="spellEnd"/>
      <w:r w:rsidRPr="002401A3">
        <w:rPr>
          <w:sz w:val="12"/>
        </w:rPr>
        <w:t xml:space="preserve">, not only “protects the proposition what [sic] </w:t>
      </w:r>
      <w:r w:rsidRPr="002401A3">
        <w:rPr>
          <w:rStyle w:val="StyleUnderline"/>
          <w:highlight w:val="yellow"/>
        </w:rPr>
        <w:t>given areas and their resources are open to inclusive use and that there may not be exclusive use</w:t>
      </w:r>
      <w:r w:rsidRPr="002401A3">
        <w:rPr>
          <w:sz w:val="12"/>
        </w:rPr>
        <w:t xml:space="preserve">,” but also “goes farther: it asserts that </w:t>
      </w:r>
      <w:r w:rsidRPr="002401A3">
        <w:rPr>
          <w:rStyle w:val="StyleUnderline"/>
          <w:highlight w:val="yellow"/>
        </w:rPr>
        <w:t>there must be a sharing of the benefits and of the values derived from the indicated commons.</w:t>
      </w:r>
      <w:r w:rsidRPr="002401A3">
        <w:rPr>
          <w:sz w:val="12"/>
        </w:rPr>
        <w:t xml:space="preserve">”44 In other words, </w:t>
      </w:r>
      <w:r w:rsidRPr="002401A3">
        <w:rPr>
          <w:rStyle w:val="StyleUnderline"/>
          <w:highlight w:val="yellow"/>
        </w:rPr>
        <w:t>status as the common heritage of mankind does not permit full private property rights in space resources.</w:t>
      </w:r>
      <w:r w:rsidRPr="002401A3">
        <w:rPr>
          <w:sz w:val="12"/>
        </w:rPr>
        <w:t xml:space="preserve"> </w:t>
      </w:r>
      <w:r w:rsidRPr="002401A3">
        <w:rPr>
          <w:sz w:val="12"/>
          <w:szCs w:val="12"/>
        </w:rPr>
        <w:t xml:space="preserve">It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 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(COPUOS),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OFFICE FOR OUTER SPACE AFFAIRS, https://perma.cc/8VA5-4UW8 (last July 11, 2020). The 1967 Outer Space Treaty, by contrast, has over 100 States Parties.52 </w:t>
      </w:r>
      <w:r w:rsidRPr="002401A3">
        <w:rPr>
          <w:sz w:val="12"/>
        </w:rPr>
        <w:t>Context is essential for discerning the distinction between the constraining concept and the enabling concept. By themselves, “global commons” or “commons” do not necessarily convey one concept or the other</w:t>
      </w:r>
      <w:r w:rsidRPr="002401A3">
        <w:rPr>
          <w:rStyle w:val="StyleUnderline"/>
          <w:highlight w:val="yellow"/>
        </w:rPr>
        <w:t xml:space="preserve">. Describing a resource as a </w:t>
      </w:r>
      <w:proofErr w:type="gramStart"/>
      <w:r w:rsidRPr="002401A3">
        <w:rPr>
          <w:rStyle w:val="StyleUnderline"/>
          <w:highlight w:val="yellow"/>
        </w:rPr>
        <w:t>“global commons”</w:t>
      </w:r>
      <w:proofErr w:type="gramEnd"/>
      <w:r w:rsidRPr="002401A3">
        <w:rPr>
          <w:rStyle w:val="StyleUnderline"/>
          <w:highlight w:val="yellow"/>
        </w:rPr>
        <w:t xml:space="preserve"> in an economic context implies a focus on an open access resource and the consumption of that resource</w:t>
      </w:r>
      <w:r w:rsidRPr="002401A3">
        <w:rPr>
          <w:sz w:val="12"/>
        </w:rPr>
        <w:t xml:space="preserve">; it suggests a resource allocation problem in need of a solution and inevitably invites questions about ownership. In contrast, referring to a </w:t>
      </w:r>
      <w:proofErr w:type="gramStart"/>
      <w:r w:rsidRPr="002401A3">
        <w:rPr>
          <w:sz w:val="12"/>
        </w:rPr>
        <w:t>global commons</w:t>
      </w:r>
      <w:proofErr w:type="gramEnd"/>
      <w:r w:rsidRPr="002401A3">
        <w:rPr>
          <w:sz w:val="12"/>
        </w:rPr>
        <w:t xml:space="preserve">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communis” is not interchangeable with “global commons” when used in a military or geopolitical sense.53</w:t>
      </w:r>
    </w:p>
    <w:p w14:paraId="1A5DDF33" w14:textId="77777777" w:rsidR="003E0DE1" w:rsidRPr="002401A3" w:rsidRDefault="003E0DE1" w:rsidP="003E0DE1">
      <w:pPr>
        <w:pStyle w:val="Heading3"/>
        <w:rPr>
          <w:rFonts w:cs="Calibri"/>
        </w:rPr>
      </w:pPr>
      <w:r w:rsidRPr="002401A3">
        <w:rPr>
          <w:rFonts w:cs="Calibri"/>
        </w:rPr>
        <w:t>Solvency</w:t>
      </w:r>
    </w:p>
    <w:p w14:paraId="1E486AE4" w14:textId="77777777" w:rsidR="003E0DE1" w:rsidRPr="002401A3" w:rsidRDefault="003E0DE1" w:rsidP="003E0DE1">
      <w:pPr>
        <w:pStyle w:val="Heading4"/>
        <w:rPr>
          <w:rFonts w:cs="Calibri"/>
        </w:rPr>
      </w:pPr>
      <w:r w:rsidRPr="002401A3">
        <w:rPr>
          <w:rFonts w:cs="Calibri"/>
        </w:rPr>
        <w:t xml:space="preserve">Treating space as a </w:t>
      </w:r>
      <w:proofErr w:type="gramStart"/>
      <w:r w:rsidRPr="002401A3">
        <w:rPr>
          <w:rFonts w:cs="Calibri"/>
        </w:rPr>
        <w:t>commons</w:t>
      </w:r>
      <w:proofErr w:type="gramEnd"/>
      <w:r w:rsidRPr="002401A3">
        <w:rPr>
          <w:rFonts w:cs="Calibri"/>
        </w:rPr>
        <w:t xml:space="preserve"> solves orbital debris. States already agree to a limited regime of this type.</w:t>
      </w:r>
    </w:p>
    <w:p w14:paraId="5B396B9E" w14:textId="77777777" w:rsidR="003E0DE1" w:rsidRPr="00377999" w:rsidRDefault="003E0DE1" w:rsidP="003E0DE1">
      <w:pPr>
        <w:rPr>
          <w:sz w:val="16"/>
        </w:rPr>
      </w:pPr>
      <w:r w:rsidRPr="002401A3">
        <w:rPr>
          <w:rStyle w:val="Style13ptBold"/>
        </w:rPr>
        <w:t>Silverstein &amp; Panda ‘3/9 -</w:t>
      </w:r>
      <w:r w:rsidRPr="002401A3">
        <w:t xml:space="preserve"> </w:t>
      </w:r>
      <w:r w:rsidRPr="00377999">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7999">
        <w:rPr>
          <w:i/>
          <w:sz w:val="16"/>
        </w:rPr>
        <w:t>Carnegie Endowment for International Peace</w:t>
      </w:r>
      <w:r w:rsidRPr="00377999">
        <w:rPr>
          <w:sz w:val="16"/>
        </w:rPr>
        <w:t xml:space="preserve"> (Web). March 9, 2021. Accessed Dec. 13, 2021. &lt;</w:t>
      </w:r>
      <w:hyperlink r:id="rId71" w:history="1">
        <w:r w:rsidRPr="00377999">
          <w:rPr>
            <w:rStyle w:val="Hyperlink"/>
            <w:sz w:val="16"/>
          </w:rPr>
          <w:t>https://carnegieendowment.org/2021/03/09/space-is-great-commons.-it-s-time-to-treat-it-as-such-pub-84018</w:t>
        </w:r>
      </w:hyperlink>
      <w:r w:rsidRPr="00377999">
        <w:rPr>
          <w:sz w:val="16"/>
        </w:rPr>
        <w:t>&gt; AT</w:t>
      </w:r>
    </w:p>
    <w:p w14:paraId="44E26E7B" w14:textId="77777777" w:rsidR="003E0DE1" w:rsidRPr="002401A3" w:rsidRDefault="003E0DE1" w:rsidP="003E0DE1">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 xml:space="preserve">orbits as a </w:t>
      </w:r>
      <w:proofErr w:type="gramStart"/>
      <w:r w:rsidRPr="002401A3">
        <w:rPr>
          <w:rStyle w:val="StyleUnderline"/>
          <w:highlight w:val="yellow"/>
        </w:rPr>
        <w:t>commons</w:t>
      </w:r>
      <w:proofErr w:type="gramEnd"/>
      <w:r w:rsidRPr="002401A3">
        <w:rPr>
          <w:rStyle w:val="StyleUnderline"/>
          <w:highlight w:val="yellow"/>
        </w:rPr>
        <w:t xml:space="preserve">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w:t>
      </w:r>
      <w:proofErr w:type="gramStart"/>
      <w:r w:rsidRPr="002401A3">
        <w:rPr>
          <w:sz w:val="12"/>
        </w:rPr>
        <w:t>solution.¶</w:t>
      </w:r>
      <w:proofErr w:type="gramEnd"/>
      <w:r w:rsidRPr="002401A3">
        <w:rPr>
          <w:sz w:val="12"/>
        </w:rPr>
        <w:t xml:space="preserve">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w:t>
      </w:r>
      <w:proofErr w:type="gramStart"/>
      <w:r w:rsidRPr="002401A3">
        <w:rPr>
          <w:sz w:val="12"/>
        </w:rPr>
        <w:t>great commons</w:t>
      </w:r>
      <w:proofErr w:type="gramEnd"/>
      <w:r w:rsidRPr="002401A3">
        <w:rPr>
          <w:sz w:val="12"/>
        </w:rPr>
        <w:t xml:space="preserve">.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w:t>
      </w:r>
      <w:proofErr w:type="gramStart"/>
      <w:r w:rsidRPr="002401A3">
        <w:rPr>
          <w:sz w:val="12"/>
        </w:rPr>
        <w:t xml:space="preserve">great </w:t>
      </w:r>
      <w:r w:rsidRPr="002401A3">
        <w:rPr>
          <w:rStyle w:val="StyleUnderline"/>
          <w:highlight w:val="yellow"/>
        </w:rPr>
        <w:t>commons</w:t>
      </w:r>
      <w:proofErr w:type="gramEnd"/>
      <w:r w:rsidRPr="002401A3">
        <w:rPr>
          <w:rStyle w:val="StyleUnderline"/>
          <w:highlight w:val="yellow"/>
        </w:rPr>
        <w:t xml:space="preserve">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2401A3">
        <w:rPr>
          <w:sz w:val="12"/>
        </w:rPr>
        <w:t>commons.¶</w:t>
      </w:r>
      <w:proofErr w:type="gramEnd"/>
      <w:r w:rsidRPr="002401A3">
        <w:rPr>
          <w:sz w:val="12"/>
        </w:rPr>
        <w:t xml:space="preserve">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2401A3">
        <w:rPr>
          <w:sz w:val="12"/>
          <w:szCs w:val="12"/>
        </w:rPr>
        <w:t>impacts.¶</w:t>
      </w:r>
      <w:proofErr w:type="gramEnd"/>
      <w:r w:rsidRPr="002401A3">
        <w:rPr>
          <w:sz w:val="12"/>
          <w:szCs w:val="12"/>
        </w:rPr>
        <w:t xml:space="preserve">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2401A3">
        <w:rPr>
          <w:sz w:val="12"/>
          <w:szCs w:val="12"/>
        </w:rPr>
        <w:t>orbit.¶</w:t>
      </w:r>
      <w:proofErr w:type="gramEnd"/>
      <w:r w:rsidRPr="002401A3">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2401A3">
        <w:rPr>
          <w:sz w:val="12"/>
          <w:szCs w:val="12"/>
        </w:rPr>
        <w:t>risks.¶</w:t>
      </w:r>
      <w:proofErr w:type="gramEnd"/>
      <w:r w:rsidRPr="002401A3">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w:t>
      </w:r>
      <w:proofErr w:type="gramStart"/>
      <w:r w:rsidRPr="002401A3">
        <w:rPr>
          <w:sz w:val="12"/>
          <w:szCs w:val="12"/>
        </w:rPr>
        <w:t>risks.¶</w:t>
      </w:r>
      <w:proofErr w:type="gramEnd"/>
      <w:r w:rsidRPr="002401A3">
        <w:rPr>
          <w:sz w:val="12"/>
          <w:szCs w:val="12"/>
        </w:rPr>
        <w:t xml:space="preserve"> </w:t>
      </w:r>
      <w:r w:rsidRPr="002401A3">
        <w:rPr>
          <w:rStyle w:val="StyleUnderline"/>
          <w:highlight w:val="yellow"/>
        </w:rPr>
        <w:t>Without new governance</w:t>
      </w:r>
      <w:r w:rsidRPr="002401A3">
        <w:rPr>
          <w:sz w:val="12"/>
        </w:rPr>
        <w:t xml:space="preserve"> agreements, problems related to </w:t>
      </w:r>
      <w:r w:rsidRPr="002401A3">
        <w:rPr>
          <w:rStyle w:val="StyleUnderline"/>
          <w:highlight w:val="yellow"/>
        </w:rPr>
        <w:t>debris, heavy orbital traffic, and harmful interference will only intensify.</w:t>
      </w:r>
      <w:r w:rsidRPr="002401A3">
        <w:rPr>
          <w:sz w:val="12"/>
        </w:rPr>
        <w:t xml:space="preserve"> Debris in higher orbits can persist for a century or more. </w:t>
      </w:r>
      <w:r w:rsidRPr="002401A3">
        <w:rPr>
          <w:rStyle w:val="StyleUnderline"/>
          <w:highlight w:val="yellow"/>
        </w:rPr>
        <w:t>The costs of adapting to</w:t>
      </w:r>
      <w:r w:rsidRPr="002401A3">
        <w:rPr>
          <w:sz w:val="12"/>
        </w:rPr>
        <w:t xml:space="preserve"> increasingly </w:t>
      </w:r>
      <w:r w:rsidRPr="002401A3">
        <w:rPr>
          <w:rStyle w:val="StyleUnderline"/>
          <w:highlight w:val="yellow"/>
        </w:rPr>
        <w:t>polluted orbits would be immense, and the opportunity costs would be even higher</w:t>
      </w:r>
      <w:r w:rsidRPr="002401A3">
        <w:rPr>
          <w:sz w:val="12"/>
        </w:rPr>
        <w:t xml:space="preserve">. For instance, all else being equal, hardening satellites against collisions increases their mass and volume, in turn raising launch costs per satellite. These costs, rooted in a failure to govern space as a commons, will be </w:t>
      </w:r>
      <w:r w:rsidRPr="002401A3">
        <w:rPr>
          <w:rStyle w:val="StyleUnderline"/>
          <w:highlight w:val="yellow"/>
        </w:rPr>
        <w:t xml:space="preserve">borne by all space actors, including emerging states and commercial </w:t>
      </w:r>
      <w:proofErr w:type="gramStart"/>
      <w:r w:rsidRPr="002401A3">
        <w:rPr>
          <w:rStyle w:val="StyleUnderline"/>
          <w:highlight w:val="yellow"/>
        </w:rPr>
        <w:t>entities.</w:t>
      </w:r>
      <w:r w:rsidRPr="002401A3">
        <w:rPr>
          <w:sz w:val="12"/>
        </w:rPr>
        <w:t>¶</w:t>
      </w:r>
      <w:proofErr w:type="gramEnd"/>
      <w:r w:rsidRPr="002401A3">
        <w:rPr>
          <w:sz w:val="12"/>
        </w:rPr>
        <w:t xml:space="preserve"> EXISTING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both </w:t>
      </w:r>
      <w:r w:rsidRPr="002401A3">
        <w:rPr>
          <w:rStyle w:val="StyleUnderline"/>
          <w:highlight w:val="yellow"/>
        </w:rPr>
        <w:t>in scope and implementation.</w:t>
      </w:r>
      <w:r w:rsidRPr="002401A3">
        <w:rPr>
          <w:sz w:val="12"/>
        </w:rPr>
        <w:t xml:space="preserve"> Many </w:t>
      </w:r>
      <w:r w:rsidRPr="002401A3">
        <w:rPr>
          <w:rStyle w:val="StyleUnderline"/>
          <w:highlight w:val="yellow"/>
        </w:rPr>
        <w:t>operators pledge to follow national regulations and international guidelines, but decentralized accountability 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the full range of </w:t>
      </w:r>
      <w:r w:rsidRPr="002401A3">
        <w:rPr>
          <w:sz w:val="12"/>
        </w:rPr>
        <w:t>potentially</w:t>
      </w:r>
      <w:r w:rsidRPr="002401A3">
        <w:rPr>
          <w:rStyle w:val="StyleUnderline"/>
          <w:highlight w:val="yellow"/>
        </w:rPr>
        <w:t xml:space="preserve"> risky behaviors in space.</w:t>
      </w:r>
      <w:r w:rsidRPr="002401A3">
        <w:rPr>
          <w:sz w:val="12"/>
        </w:rPr>
        <w:t xml:space="preserve"> For example, while some space operators can maneuver satellites to avoid collisions, there are no compulsory rules or standards on who has the right of </w:t>
      </w:r>
      <w:proofErr w:type="gramStart"/>
      <w:r w:rsidRPr="002401A3">
        <w:rPr>
          <w:sz w:val="12"/>
        </w:rPr>
        <w:t>way.¶</w:t>
      </w:r>
      <w:proofErr w:type="gramEnd"/>
      <w:r w:rsidRPr="002401A3">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w:t>
      </w:r>
      <w:proofErr w:type="gramStart"/>
      <w:r w:rsidRPr="002401A3">
        <w:rPr>
          <w:sz w:val="12"/>
        </w:rPr>
        <w:t>great commons</w:t>
      </w:r>
      <w:proofErr w:type="gramEnd"/>
      <w:r w:rsidRPr="002401A3">
        <w:rPr>
          <w:sz w:val="12"/>
        </w:rPr>
        <w:t xml:space="preserve">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w:t>
      </w:r>
      <w:proofErr w:type="gramStart"/>
      <w:r w:rsidRPr="002401A3">
        <w:rPr>
          <w:sz w:val="12"/>
        </w:rPr>
        <w:t>scope.¶</w:t>
      </w:r>
      <w:proofErr w:type="gramEnd"/>
      <w:r w:rsidRPr="002401A3">
        <w:rPr>
          <w:sz w:val="12"/>
        </w:rPr>
        <w:t xml:space="preserve"> </w:t>
      </w:r>
      <w:r w:rsidRPr="002401A3">
        <w:rPr>
          <w:rStyle w:val="StyleUnderline"/>
          <w:highlight w:val="yellow"/>
        </w:rPr>
        <w:t>States have acceded to supranational regulations of the most limited</w:t>
      </w:r>
      <w:r w:rsidRPr="002401A3">
        <w:rPr>
          <w:sz w:val="12"/>
        </w:rPr>
        <w:t xml:space="preserve"> (and thus most valuable) Earth </w:t>
      </w:r>
      <w:r w:rsidRPr="002401A3">
        <w:rPr>
          <w:rStyle w:val="StyleUnderline"/>
          <w:highlight w:val="yellow"/>
        </w:rPr>
        <w:t>orbits.</w:t>
      </w:r>
      <w:r w:rsidRPr="002401A3">
        <w:rPr>
          <w:sz w:val="12"/>
        </w:rPr>
        <w:t xml:space="preserve"> </w:t>
      </w:r>
      <w:r w:rsidRPr="002401A3">
        <w:rPr>
          <w:rStyle w:val="StyleUnderline"/>
          <w:highlight w:val="yellow"/>
        </w:rPr>
        <w:t>The</w:t>
      </w:r>
      <w:r w:rsidRPr="002401A3">
        <w:rPr>
          <w:sz w:val="12"/>
        </w:rPr>
        <w:t xml:space="preserve"> International Telecommunication Union (</w:t>
      </w:r>
      <w:r w:rsidRPr="002401A3">
        <w:rPr>
          <w:rStyle w:val="StyleUnderline"/>
          <w:highlight w:val="yellow"/>
        </w:rPr>
        <w:t>ITU</w:t>
      </w:r>
      <w:r w:rsidRPr="002401A3">
        <w:rPr>
          <w:sz w:val="12"/>
        </w:rPr>
        <w:t xml:space="preserve">) </w:t>
      </w:r>
      <w:r w:rsidRPr="002401A3">
        <w:rPr>
          <w:rStyle w:val="StyleUnderline"/>
          <w:highlight w:val="yellow"/>
        </w:rPr>
        <w:t>coordinates</w:t>
      </w:r>
      <w:r w:rsidRPr="002401A3">
        <w:rPr>
          <w:sz w:val="12"/>
        </w:rPr>
        <w:t>, but does not authorize</w:t>
      </w:r>
      <w:r w:rsidRPr="002401A3">
        <w:rPr>
          <w:sz w:val="12"/>
          <w:highlight w:val="yellow"/>
        </w:rPr>
        <w:t xml:space="preserve">, </w:t>
      </w:r>
      <w:r w:rsidRPr="002401A3">
        <w:rPr>
          <w:sz w:val="26"/>
          <w:szCs w:val="26"/>
          <w:highlight w:val="yellow"/>
        </w:rPr>
        <w:t>s</w:t>
      </w:r>
      <w:r w:rsidRPr="002401A3">
        <w:rPr>
          <w:rStyle w:val="StyleUnderline"/>
          <w:sz w:val="26"/>
          <w:szCs w:val="26"/>
          <w:highlight w:val="yellow"/>
        </w:rPr>
        <w:t>atellite</w:t>
      </w:r>
      <w:r w:rsidRPr="002401A3">
        <w:rPr>
          <w:rStyle w:val="StyleUnderline"/>
          <w:highlight w:val="yellow"/>
        </w:rPr>
        <w:t xml:space="preserve"> deployments and operations in geosynchronous orbits and manages radiofrequency spectrum assignments in other regions of space</w:t>
      </w:r>
      <w:r w:rsidRPr="002401A3">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3DB5359B" w14:textId="77777777" w:rsidR="003E0DE1" w:rsidRPr="002401A3" w:rsidRDefault="003E0DE1" w:rsidP="003E0DE1">
      <w:pPr>
        <w:pStyle w:val="Heading4"/>
        <w:rPr>
          <w:rFonts w:cs="Calibri"/>
        </w:rPr>
      </w:pPr>
      <w:r w:rsidRPr="002401A3">
        <w:rPr>
          <w:rFonts w:cs="Calibri"/>
        </w:rPr>
        <w:t>Space resources must be distributed democratically—this requires challenging private control of outer space</w:t>
      </w:r>
      <w:r>
        <w:rPr>
          <w:rFonts w:cs="Calibri"/>
        </w:rPr>
        <w:t>.</w:t>
      </w:r>
    </w:p>
    <w:p w14:paraId="6BD65BBD" w14:textId="77777777" w:rsidR="003E0DE1" w:rsidRPr="002401A3" w:rsidRDefault="003E0DE1" w:rsidP="003E0DE1">
      <w:pPr>
        <w:rPr>
          <w:rStyle w:val="Style13ptBold"/>
        </w:rPr>
      </w:pPr>
      <w:r w:rsidRPr="002401A3">
        <w:rPr>
          <w:rStyle w:val="Style13ptBold"/>
        </w:rPr>
        <w:t>Levine 15</w:t>
      </w:r>
    </w:p>
    <w:p w14:paraId="198A5919" w14:textId="77777777" w:rsidR="003E0DE1" w:rsidRPr="002401A3" w:rsidRDefault="003E0DE1" w:rsidP="003E0DE1">
      <w:pPr>
        <w:rPr>
          <w:sz w:val="16"/>
        </w:rPr>
      </w:pPr>
      <w:r w:rsidRPr="002401A3">
        <w:rPr>
          <w:sz w:val="16"/>
        </w:rPr>
        <w:t xml:space="preserve">Nick Levine, MPhil candidate in history of science at the University of Cambridge, 3-21-2015, "Democratize the Universe," Jacobin, </w:t>
      </w:r>
      <w:hyperlink r:id="rId72" w:history="1">
        <w:r w:rsidRPr="002401A3">
          <w:rPr>
            <w:rStyle w:val="Hyperlink"/>
            <w:sz w:val="16"/>
          </w:rPr>
          <w:t>https://jacobinmag.com/2015/03/space-industry-extraction-levine</w:t>
        </w:r>
      </w:hyperlink>
    </w:p>
    <w:p w14:paraId="6B88DC3C" w14:textId="77777777" w:rsidR="003E0DE1" w:rsidRPr="00BB6CCD" w:rsidRDefault="003E0DE1" w:rsidP="003E0DE1">
      <w:pPr>
        <w:ind w:left="720"/>
        <w:rPr>
          <w:bCs/>
          <w:sz w:val="12"/>
        </w:rPr>
      </w:pPr>
      <w:r w:rsidRPr="002401A3">
        <w:rPr>
          <w:rStyle w:val="StyleUnderline"/>
          <w:highlight w:val="yellow"/>
        </w:rPr>
        <w:t>The privatization of the Milky Way has begun</w:t>
      </w:r>
      <w:r w:rsidRPr="002401A3">
        <w:rPr>
          <w:rStyle w:val="StyleUnderline"/>
        </w:rPr>
        <w:t xml:space="preserve">. </w:t>
      </w:r>
      <w:r w:rsidRPr="00BB6CCD">
        <w:rPr>
          <w:sz w:val="12"/>
        </w:rPr>
        <w:t>Last summer, the bipartisan ASTEROIDS Act was introduced in Congress. The legislation’s aim is to grant US corporations property rights over any natural resources</w:t>
      </w:r>
      <w:r w:rsidRPr="00BB6CCD">
        <w:rPr>
          <w:rStyle w:val="StyleUnderline"/>
          <w:sz w:val="12"/>
        </w:rPr>
        <w:t xml:space="preserve"> </w:t>
      </w:r>
      <w:r w:rsidRPr="00BB6CCD">
        <w:rPr>
          <w:bCs/>
          <w:sz w:val="12"/>
        </w:rPr>
        <w:t xml:space="preserve">— like the platinum-group metals used in electronics — that they extract from asteroids. The bill took advantage of an ambiguity in the United Nations’ 1967 Outer Space Treaty. That agreement forbade nations and private organizations from claiming territory on celestial </w:t>
      </w:r>
      <w:proofErr w:type="gramStart"/>
      <w:r w:rsidRPr="00BB6CCD">
        <w:rPr>
          <w:bCs/>
          <w:sz w:val="12"/>
        </w:rPr>
        <w:t>bodies, but</w:t>
      </w:r>
      <w:proofErr w:type="gramEnd"/>
      <w:r w:rsidRPr="00BB6CCD">
        <w:rPr>
          <w:bCs/>
          <w:sz w:val="12"/>
        </w:rPr>
        <w:t xml:space="preserve"> was unclear about whether the exploitation of their natural resources would be allowed, and if so, on what terms</w:t>
      </w:r>
      <w:r w:rsidRPr="002401A3">
        <w:rPr>
          <w:rStyle w:val="StyleUnderline"/>
        </w:rPr>
        <w:t xml:space="preserve">. </w:t>
      </w:r>
      <w:r w:rsidRPr="002401A3">
        <w:rPr>
          <w:rStyle w:val="StyleUnderline"/>
          <w:highlight w:val="yellow"/>
        </w:rPr>
        <w:t>The legal framework governing the economic development of outer space will have enormous effects on the distribution of wealth and income</w:t>
      </w:r>
      <w:r w:rsidRPr="002401A3">
        <w:rPr>
          <w:rStyle w:val="StyleUnderline"/>
        </w:rPr>
        <w:t xml:space="preserve"> in the Milky Way and beyond. </w:t>
      </w:r>
      <w:r w:rsidRPr="00BB6CCD">
        <w:rPr>
          <w:rStyle w:val="StyleUnderline"/>
          <w:highlight w:val="yellow"/>
        </w:rPr>
        <w:t>We could fight for a galactic democracy, where the proceeds of the space economy are distributed widely</w:t>
      </w:r>
      <w:r w:rsidRPr="002401A3">
        <w:rPr>
          <w:rStyle w:val="StyleUnderline"/>
        </w:rPr>
        <w:t xml:space="preserve">. </w:t>
      </w:r>
      <w:r w:rsidRPr="00BB6CCD">
        <w:rPr>
          <w:sz w:val="12"/>
        </w:rPr>
        <w:t xml:space="preserve">Or we could accept the trickle-down </w:t>
      </w:r>
      <w:proofErr w:type="spellStart"/>
      <w:r w:rsidRPr="00BB6CCD">
        <w:rPr>
          <w:sz w:val="12"/>
        </w:rPr>
        <w:t>astronomics</w:t>
      </w:r>
      <w:proofErr w:type="spellEnd"/>
      <w:r w:rsidRPr="00BB6CCD">
        <w:rPr>
          <w:sz w:val="12"/>
        </w:rPr>
        <w:t xml:space="preserve"> anticipated by the ASTEROIDS Act, which would allow for the concentration of vast amounts of economic and political power in the hands of a few corporations and the most technologically developed nations.</w:t>
      </w:r>
      <w:r w:rsidRPr="00BB6CCD">
        <w:rPr>
          <w:bCs/>
          <w:sz w:val="2"/>
        </w:rPr>
        <w:t xml:space="preserve"> </w:t>
      </w:r>
      <w:r w:rsidRPr="00BB6CCD">
        <w:rPr>
          <w:bCs/>
          <w:sz w:val="12"/>
        </w:rPr>
        <w:t xml:space="preserve">Given the pressing problems of inequality and climate change on Earth, the US left has been understandably uninterested in or largely dismissive of any space pursuits. For this reason, it remains unprepared to organize around extraterrestrial economic justice. The Left’s rejection of space has effectively ceded the celestial commons to the business interests who would literally universalize laissez-faire. Organizing around extraterrestrial politics wasn’t always treated as an escapist distraction. In the 1970s, fighting for a </w:t>
      </w:r>
      <w:proofErr w:type="gramStart"/>
      <w:r w:rsidRPr="00BB6CCD">
        <w:rPr>
          <w:bCs/>
          <w:sz w:val="12"/>
        </w:rPr>
        <w:t>celestial commons</w:t>
      </w:r>
      <w:proofErr w:type="gramEnd"/>
      <w:r w:rsidRPr="00BB6CCD">
        <w:rPr>
          <w:bCs/>
          <w:sz w:val="12"/>
        </w:rPr>
        <w:t xml:space="preserve"> was a pillar of developing countries’ struggle to create a more equitable economic order. Starting in the 1960s, </w:t>
      </w:r>
      <w:r w:rsidRPr="002401A3">
        <w:rPr>
          <w:rStyle w:val="StyleUnderline"/>
          <w:highlight w:val="yellow"/>
        </w:rPr>
        <w:t>a coalition of underdeveloped nations, many recently decolonized,</w:t>
      </w:r>
      <w:r w:rsidRPr="00BB6CCD">
        <w:rPr>
          <w:bCs/>
          <w:sz w:val="12"/>
        </w:rPr>
        <w:t xml:space="preserve"> asserted their strength in numbers in the United Nations by </w:t>
      </w:r>
      <w:r w:rsidRPr="002401A3">
        <w:rPr>
          <w:rStyle w:val="StyleUnderline"/>
          <w:highlight w:val="yellow"/>
        </w:rPr>
        <w:t>forming</w:t>
      </w:r>
      <w:r w:rsidRPr="00BB6CCD">
        <w:rPr>
          <w:bCs/>
          <w:sz w:val="12"/>
        </w:rPr>
        <w:t xml:space="preserve"> a caucus known as </w:t>
      </w:r>
      <w:r w:rsidRPr="002401A3">
        <w:rPr>
          <w:rStyle w:val="StyleUnderline"/>
          <w:highlight w:val="yellow"/>
        </w:rPr>
        <w:t>the G</w:t>
      </w:r>
      <w:r w:rsidRPr="002401A3">
        <w:rPr>
          <w:rStyle w:val="StyleUnderline"/>
        </w:rPr>
        <w:t xml:space="preserve">roup of </w:t>
      </w:r>
      <w:r w:rsidRPr="002401A3">
        <w:rPr>
          <w:rStyle w:val="StyleUnderline"/>
          <w:highlight w:val="yellow"/>
        </w:rPr>
        <w:t>77</w:t>
      </w:r>
      <w:r w:rsidRPr="00BB6CCD">
        <w:rPr>
          <w:bCs/>
          <w:sz w:val="12"/>
        </w:rPr>
        <w:t xml:space="preserve">. In the early 1970s, this bloc </w:t>
      </w:r>
      <w:r w:rsidRPr="002401A3">
        <w:rPr>
          <w:rStyle w:val="StyleUnderline"/>
          <w:highlight w:val="yellow"/>
        </w:rPr>
        <w:t>announced its intention to establish a “new international economic order,” which found its expression i</w:t>
      </w:r>
      <w:r w:rsidRPr="00B9754D">
        <w:rPr>
          <w:rStyle w:val="StyleUnderline"/>
          <w:highlight w:val="yellow"/>
        </w:rPr>
        <w:t>n</w:t>
      </w:r>
      <w:r w:rsidRPr="002401A3">
        <w:rPr>
          <w:rStyle w:val="StyleUnderline"/>
        </w:rPr>
        <w:t xml:space="preserve"> a series of UN </w:t>
      </w:r>
      <w:r w:rsidRPr="002401A3">
        <w:rPr>
          <w:rStyle w:val="StyleUnderline"/>
          <w:highlight w:val="yellow"/>
        </w:rPr>
        <w:t>treaties</w:t>
      </w:r>
      <w:r w:rsidRPr="002401A3">
        <w:rPr>
          <w:rStyle w:val="StyleUnderline"/>
        </w:rPr>
        <w:t xml:space="preserve"> governing international regions, </w:t>
      </w:r>
      <w:r w:rsidRPr="002401A3">
        <w:rPr>
          <w:rStyle w:val="StyleUnderline"/>
          <w:highlight w:val="yellow"/>
        </w:rPr>
        <w:t>like</w:t>
      </w:r>
      <w:r w:rsidRPr="002401A3">
        <w:rPr>
          <w:rStyle w:val="StyleUnderline"/>
        </w:rPr>
        <w:t xml:space="preserve"> </w:t>
      </w:r>
      <w:proofErr w:type="gramStart"/>
      <w:r w:rsidRPr="002401A3">
        <w:rPr>
          <w:rStyle w:val="StyleUnderline"/>
        </w:rPr>
        <w:t>sea beds</w:t>
      </w:r>
      <w:proofErr w:type="gramEnd"/>
      <w:r w:rsidRPr="002401A3">
        <w:rPr>
          <w:rStyle w:val="StyleUnderline"/>
        </w:rPr>
        <w:t xml:space="preserve"> and </w:t>
      </w:r>
      <w:r w:rsidRPr="002401A3">
        <w:rPr>
          <w:rStyle w:val="StyleUnderline"/>
          <w:highlight w:val="yellow"/>
        </w:rPr>
        <w:t>outer space, that they hoped would spread the economic benefits of the commons more equitably</w:t>
      </w:r>
      <w:r w:rsidRPr="002401A3">
        <w:rPr>
          <w:rStyle w:val="StyleUnderline"/>
        </w:rPr>
        <w:t>, with special attention to less developed nations.</w:t>
      </w:r>
      <w:r w:rsidRPr="00BB6CCD">
        <w:rPr>
          <w:bCs/>
          <w:sz w:val="12"/>
        </w:rPr>
        <w:t xml:space="preserve"> For these countries — as well as for the nervous US business interests that opposed them — their plan to “socialize the moon,” as some put it at the time, was the first step toward a more egalitarian distribution of wealth and power in human society. It will be years before the industrialization of outer space is economically viable, if it ever is. But the legal framework that would shape that transition is being worked out now. </w:t>
      </w:r>
      <w:r w:rsidRPr="00BB6CCD">
        <w:rPr>
          <w:sz w:val="12"/>
        </w:rPr>
        <w:t>The ASTEROIDS Act was submitted on behalf of those who would benefit most from a laissez-faire extraterrestrial system.</w:t>
      </w:r>
      <w:r w:rsidRPr="00BB6CCD">
        <w:rPr>
          <w:bCs/>
          <w:sz w:val="12"/>
        </w:rPr>
        <w:t xml:space="preserve"> If we leave the discussion about celestial property rights to the business interests that monopolize it now, any dream of economic democracy in outer space will go the way of jetpacks, flying cars, and the fifteen-hour workweek. As Below, So Above Left critics of space proposals make the same mistakes as the most techno-utopian starry-eyed industrialists. From the point of view of the latter, celestial development will provide ultimate salvation to the human race by making us a multi-planetary species; the former </w:t>
      </w:r>
      <w:proofErr w:type="gramStart"/>
      <w:r w:rsidRPr="00BB6CCD">
        <w:rPr>
          <w:bCs/>
          <w:sz w:val="12"/>
        </w:rPr>
        <w:t>see</w:t>
      </w:r>
      <w:proofErr w:type="gramEnd"/>
      <w:r w:rsidRPr="00BB6CCD">
        <w:rPr>
          <w:bCs/>
          <w:sz w:val="12"/>
        </w:rPr>
        <w:t xml:space="preserve"> outer space as an infinite void essentially antagonistic to human life, interest in which is only orchestrated for cynical political ends. Each side misconceives extraterrestrial pursuits as qualitatively different from economic activities on Earth. Venturing into space may be a greater technical challenge; it may cost more, be more dangerous, or be a mistaken use of resources. But to understand these prospects in existential terms rather than as a new episode in the familiar history of industrial development and resource extraction — with all the political-strategic dangers and organizing opportunities that come with them — is to be blinded by the space romanticism that is a peculiar vestige of Cold War geopolitics. </w:t>
      </w:r>
      <w:r w:rsidRPr="002401A3">
        <w:rPr>
          <w:rStyle w:val="StyleUnderline"/>
        </w:rPr>
        <w:t>Whether and how we should go to space are not profound philosophical questions,</w:t>
      </w:r>
      <w:r w:rsidRPr="00BB6CCD">
        <w:rPr>
          <w:bCs/>
          <w:sz w:val="12"/>
        </w:rPr>
        <w:t xml:space="preserve"> at least not primarily</w:t>
      </w:r>
      <w:r w:rsidRPr="002401A3">
        <w:rPr>
          <w:rStyle w:val="StyleUnderline"/>
        </w:rPr>
        <w:t xml:space="preserve">. </w:t>
      </w:r>
      <w:r w:rsidRPr="002401A3">
        <w:rPr>
          <w:rStyle w:val="StyleUnderline"/>
          <w:highlight w:val="yellow"/>
        </w:rPr>
        <w:t>What’s at stake is</w:t>
      </w:r>
      <w:r w:rsidRPr="00BB6CCD">
        <w:rPr>
          <w:bCs/>
          <w:sz w:val="12"/>
        </w:rPr>
        <w:t xml:space="preserve"> not just the “stature of man,” as Hannah Arendt put it, </w:t>
      </w:r>
      <w:r w:rsidRPr="002401A3">
        <w:rPr>
          <w:rStyle w:val="StyleUnderline"/>
        </w:rPr>
        <w:t xml:space="preserve">but a </w:t>
      </w:r>
      <w:r w:rsidRPr="002401A3">
        <w:rPr>
          <w:rStyle w:val="StyleUnderline"/>
          <w:highlight w:val="yellow"/>
        </w:rPr>
        <w:t>political-economic struggle over the future of the celestial commons, which could result in a dramatic intensification of inequality — or a small step</w:t>
      </w:r>
      <w:r w:rsidRPr="002401A3">
        <w:rPr>
          <w:rStyle w:val="StyleUnderline"/>
        </w:rPr>
        <w:t xml:space="preserve"> for humankind </w:t>
      </w:r>
      <w:r w:rsidRPr="002401A3">
        <w:rPr>
          <w:rStyle w:val="StyleUnderline"/>
          <w:highlight w:val="yellow"/>
        </w:rPr>
        <w:t>toward a more egalitarian state of affairs</w:t>
      </w:r>
      <w:r w:rsidRPr="002401A3">
        <w:rPr>
          <w:rStyle w:val="StyleUnderline"/>
        </w:rPr>
        <w:t xml:space="preserve"> on our current plane</w:t>
      </w:r>
      <w:r w:rsidRPr="00BB6CCD">
        <w:rPr>
          <w:bCs/>
          <w:sz w:val="12"/>
        </w:rPr>
        <w:t xml:space="preserve">t. 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w:t>
      </w:r>
      <w:r w:rsidRPr="00BB6CCD">
        <w:rPr>
          <w:sz w:val="12"/>
        </w:rPr>
        <w:t xml:space="preserve">ground. We might also question whether mining asteroids would be detrimental to our current planet’s environment in the medium term. If we don’t find a renewable way to blast off into outer space, the exploitation of these resources could lead to an intensification of, not a move away from, the fossil-fuel economy. If the environmental impact of space mining turns out to be large, it would be analogous to fracking — a technological development that gives us access to new resources, but with devastating ecological side effects </w:t>
      </w:r>
      <w:r w:rsidRPr="00BB6CCD">
        <w:rPr>
          <w:bCs/>
          <w:sz w:val="12"/>
        </w:rPr>
        <w:t xml:space="preserve">— and ought to be opposed on similar grounds. On the other hand, some speculate that mining the Moon’s Helium-3 reserves, for example, could provide an abundant source of clean energy. The terrestrial environmental impact of space activity remains an open question that must be explored before we stake our hopes on the economic development of outer space. Philosophers have suggested that we might have ethical duties to preserve the “natural” states of celestial bodies. Others fear that our activities might unknowingly wipe out alien microbial life. We should remain sensitive to the aesthetic and cultural value of outer space, as well as the potential for extinction and the exhaustion of resources misleadingly proclaimed to be limitless. But if the Left rejects space on these grounds we abandon its fate to the will of private interests. These concerns shouldn’t cause us to write off space altogether — rather, they should motivate us even more to fight for the careful, democratic use of celestial resources for the benefit of all. There is also reason to be cautiously optimistic about extending economic activity to outer space. For one, the resources there — whether platinum-group metals useful in electronics, or fuels that could be central to the semi-independent functioning of an outer space economy — have the potential to raise our standards of living. Imagine, a superabundance of asteroid metals that are scarce on Earth, like platinum, driving the sort of automation that could expand output and reduce the need to work. Of course, there’s nothing inevitable about the benefits of productivity gains being distributed widely, as we’ve seen in the United States over the past forty years. This is a problem not limited to space, and the myth of the “final frontier” must not distract us from the already existing problems of wealth and income distribution on Earth. While the industrialization of the solar system isn’t a panacea for all economic ills, it does offer a significant organizing opportunity, since it will force a confrontation over the future of the vast celestial commons. The democratic possibilities of such a struggle have been recognized </w:t>
      </w:r>
      <w:proofErr w:type="gramStart"/>
      <w:r w:rsidRPr="00BB6CCD">
        <w:rPr>
          <w:bCs/>
          <w:sz w:val="12"/>
        </w:rPr>
        <w:t>before:</w:t>
      </w:r>
      <w:proofErr w:type="gramEnd"/>
      <w:r w:rsidRPr="00BB6CCD">
        <w:rPr>
          <w:bCs/>
          <w:sz w:val="12"/>
        </w:rPr>
        <w:t xml:space="preserve"> one conservative American citizens’ group in the 1970s called a progressive UN space treaty a “vital component of Third World demands for massive redistribution of wealth so as ultimately to equate the economic positions of the two hemispheres.” Many in the 1970s identified the egalitarian potential in the development of outer space, and the Left must not overlook it today. Back to the Future One of the </w:t>
      </w:r>
      <w:r w:rsidRPr="002401A3">
        <w:rPr>
          <w:rStyle w:val="StyleUnderline"/>
          <w:highlight w:val="yellow"/>
        </w:rPr>
        <w:t>G</w:t>
      </w:r>
      <w:r w:rsidRPr="00090B75">
        <w:rPr>
          <w:rStyle w:val="StyleUnderline"/>
        </w:rPr>
        <w:t xml:space="preserve">roup </w:t>
      </w:r>
      <w:r w:rsidRPr="002401A3">
        <w:rPr>
          <w:rStyle w:val="StyleUnderline"/>
          <w:highlight w:val="yellow"/>
        </w:rPr>
        <w:t>of 77’s major goals was to apply some of the redistributive functions of the welfare state on a global scale</w:t>
      </w:r>
      <w:r w:rsidRPr="002401A3">
        <w:rPr>
          <w:rStyle w:val="StyleUnderline"/>
        </w:rPr>
        <w:t xml:space="preserve">. </w:t>
      </w:r>
      <w:r w:rsidRPr="00BB6CCD">
        <w:rPr>
          <w:sz w:val="12"/>
        </w:rPr>
        <w:t>In 1974, that coalition issued a “Declaration on the Establishment of a New International Economic Order,” which called for a fairer system of global trade and resource distribution, one that could alleviate historical inequality. One of the battlegrounds for the Group of 77 was the negotiation over extraterrestrial property rights. The</w:t>
      </w:r>
      <w:r w:rsidRPr="00BB6CCD">
        <w:rPr>
          <w:bCs/>
          <w:sz w:val="2"/>
        </w:rPr>
        <w:t xml:space="preserve"> </w:t>
      </w:r>
      <w:r w:rsidRPr="00BB6CCD">
        <w:rPr>
          <w:bCs/>
          <w:sz w:val="12"/>
        </w:rPr>
        <w:t xml:space="preserve">Outer Space Treaty of 1967, signed by over ninety countries in the heat of the first sprint to the moon, rejected the notion that celestial bodies fell under the legal principle of res nullius — meaning that outer space was empty territory that could be claimed for a nation through occupation. It forbade the “national appropriation by claim of sovereignty, by means of use or occupation, or by any other means” of outer space. But the treaty was not just restrictive. It also had a positive requirement for extraterrestrial conduct: “The exploration and use of outer space,” it declared, “shall be carried out for the benefit and in the interests of all countries, irrespective of their degree of economic or scientific development, and shall be the province of all mankind.” However, nobody knew what this would mean in practice: was it a call for egalitarian economics, or an empty proclamation of liberal benevolence? Complicating matters, it was unclear whether the extraction and sale of natural resources from outer space fell under the category of “appropriation,” which had been forbidden. And what exactly was this benefit to all countries that our outer space pursuits were supposed to bring? How would its distribution be enforced? Which interpretation would win out was more a question of political power than of esoteric legal </w:t>
      </w:r>
      <w:proofErr w:type="gramStart"/>
      <w:r w:rsidRPr="00BB6CCD">
        <w:rPr>
          <w:bCs/>
          <w:sz w:val="12"/>
        </w:rPr>
        <w:t>maneuvers.</w:t>
      </w:r>
      <w:proofErr w:type="gramEnd"/>
      <w:r w:rsidRPr="00BB6CCD">
        <w:rPr>
          <w:bCs/>
          <w:sz w:val="12"/>
        </w:rPr>
        <w:t xml:space="preserve"> The Group of 77 took an activist approach to these issues, proposing amendments to the Outer Space Treaty regime that would spread the economic benefits of the celestial commons to less developed countries that did not have the resources to get to space, let alone mine it. Thus in 1970, the Argentine delegate to the UN Committee on the Peaceful Uses of Outer Space proposed to legally designate outer space and its resources “the common heritage of mankind.” First applied in negotiations over maritime law a few years earlier, the “common heritage” concept was intended to give legal grounding to the peaceful international governance of the commons. </w:t>
      </w:r>
      <w:r w:rsidRPr="002401A3">
        <w:rPr>
          <w:rStyle w:val="StyleUnderline"/>
          <w:highlight w:val="yellow"/>
        </w:rPr>
        <w:t xml:space="preserve">As an alternative to the laissez-faire approach advocated by many private interests, the “common heritage” principle </w:t>
      </w:r>
      <w:r w:rsidRPr="00EA5E82">
        <w:rPr>
          <w:rStyle w:val="StyleUnderline"/>
        </w:rPr>
        <w:t xml:space="preserve">also </w:t>
      </w:r>
      <w:r w:rsidRPr="002401A3">
        <w:rPr>
          <w:rStyle w:val="StyleUnderline"/>
          <w:highlight w:val="yellow"/>
        </w:rPr>
        <w:t>provided a legal framework for the democratic distribution of revenues derived from the international commons</w:t>
      </w:r>
      <w:r w:rsidRPr="002401A3">
        <w:rPr>
          <w:rStyle w:val="StyleUnderline"/>
        </w:rPr>
        <w:t>. In 1973</w:t>
      </w:r>
      <w:r w:rsidRPr="00BB6CCD">
        <w:rPr>
          <w:bCs/>
          <w:sz w:val="12"/>
        </w:rPr>
        <w:t xml:space="preserve">, the Indian delegation to the Committee on the Peaceful Uses of Outer Space tried to put this idea into celestial practice, proposing an amendment to the Outer Space Treaty that called for equitable sharing of space benefits, particularly with developing countries. The Brazilian delegate to the committee summarized the group’s position: “It does not seem justifiable . . . that space activities . . . should evolve in a climate of total laissez-faire, which would conceal under the cloak of rationality new ways for an abusive exercise of power by those who exert control over technology.” Despite opposition from both the Soviet Union and the United States, the final draft of this new outer space agreement included a version of the “common heritage of mankind” doctrine. When the finalized treaty was brought to the US in 1979 for ratification, business groups balked. The vision of egalitarian galactic democracy suggested by the document was rightly seen as contrary to narrow American interests. The United Technologies Corp­oration, a designer and manufacturer of aircrafts and other heavy machinery (including the Black Hawk helicopter) took out a large advertisement in the Washington Post and a number of other newspapers, warning that the treaty would establish an “OPEC-like monopoly, require mandatory transfer of technology, and impose high international taxes on profits as a way of shifting wealth from the developed to the less developed countries.” The president of the corporation, Alexander Haig, also testified against the treaty in Congress in 1979, warning that “the common heritage concept expressed in the treaty underlies Third World efforts directed at a fundamental redistribution of global wealth.” Haig was hired as Ronald Reagan’s secretary of state in 1981, and political opposition to the bill forced NASA’s chief counsel to abandon defense of the treaty. In the end, the Moon Treaty, as the 1979 document came to be known, failed to gain more than a few signatories, leaving open the question of how the benefits of outer space were to be shared. In 1988, a different coalition of developing countries added the question of space benefits to the UN outer space committee’s agenda. But they failed to gain traction, and by 1993 they had to concede, as two long-time delegates to the outer space committee put it, that “their attempt [at] a redistributive revolution in international space cooperation had failed.” The conversation had shifted from the distribution of economic benefits to a narrower emphasis on international scientific coordination and development aid. This retreat culminated in a 1996 declaration that limited the interpretation of the “benefit” clause of the Outer Space Treaty to vague promises to help less developed countries improve their space technologies. The ultimate failure of the Moon Treaty was representative of broader developments in international politics, as the influence of the Group of 77 declined. The fact that the structural adjustment policies of the Washington Consensus won out over the Third World’s redistributive goals was the result of contingent factors — the oil shock’s exacerbation of debt crises, for instance — but it also indicated the limits of the power the Group of 77 had wielded in the first place. In October 2014, the UN outer space committee issued a press release summarizing its most recent session. Its headline: “Outer Space Benefits Must Not Be Allowed to Widen Global Gap between Economic, Social Inequality, Fourth Committee Told.” Despite paying lip service to its past concerns, the outer space committee now emphasizes equal access, voluntary technology transfers, and modest development aid over the direct redistributive approach it took in the 1970s. This shift from struggling for equality of outcome to equality of opportunity, with no accountability mechanism in place to ensure even the latter, represents a striking regression. The egalitarian dreams of the “revolution of the colonized” in the UN, as it was called at the time, have been forgotten. The Empire Strikes Back Recent US plans for outer space development, shaped overwhelmingly by Silicon Valley’s intuitions and capital, stand in stark contrast to the futuristic democratic dreams of the Group of 77. The most prominent of these entrepreneurial visions has been Elon Musk’s plan to colonize Mars. For now, international law seems to unequivocally forbid territorial claims on Mars and other celestial bodies. The legal status of resource extraction, on the other hand, remains an open question. </w:t>
      </w:r>
      <w:r w:rsidRPr="00BB6CCD">
        <w:rPr>
          <w:sz w:val="12"/>
        </w:rPr>
        <w:t>A vocal group of entrepreneurs is hoping to set a precedent for the private appropriation of natural resources from asteroids, without internationally redistributive obligations. Planetary Resources, an asteroid-mining company whose backers include Larry Page, Eric Schmidt, and James Cameron, plans to launch satellites to prospect for valuable asteroids in the next two years. Another US firm, Deep Space Industries, will launch exploratory satellites as soon as next year. These entrepreneurs hope to extract the valuable platinum-group metals, essential for manufacturing electronics, that are rare on Earth. Sensationalist articles on space mining will tell you about an asteroid worth $20 trillion. Investors</w:t>
      </w:r>
      <w:r w:rsidRPr="00BB6CCD">
        <w:rPr>
          <w:bCs/>
          <w:sz w:val="2"/>
        </w:rPr>
        <w:t xml:space="preserve"> </w:t>
      </w:r>
      <w:r w:rsidRPr="00BB6CCD">
        <w:rPr>
          <w:bCs/>
          <w:sz w:val="12"/>
        </w:rPr>
        <w:t xml:space="preserve">also believe that asteroids might provide water that could be broken down into oxygen and hydrogen in space, yielding air for astronauts and fuel for their ships. This could facilitate a dramatic acceleration in the economic development of outer space. The CEO of Deep Space Industries said he hopes asteroids near Earth will be “like the Iron Range of Minnesota was for the Detroit car industry last century — a key resource located near where it was needed. In this case, metals and fuel from asteroids can expand the in-space industries of this century. That is our strategy.” Another entrepreneur called the industrialization of outer space the “biggest wealth-creation opportunity in modern history.” Before this value can be generated, however, the legal wrinkles have to be ironed out. And </w:t>
      </w:r>
      <w:proofErr w:type="gramStart"/>
      <w:r w:rsidRPr="00BB6CCD">
        <w:rPr>
          <w:bCs/>
          <w:sz w:val="12"/>
        </w:rPr>
        <w:t>so</w:t>
      </w:r>
      <w:proofErr w:type="gramEnd"/>
      <w:r w:rsidRPr="00BB6CCD">
        <w:rPr>
          <w:bCs/>
          <w:sz w:val="12"/>
        </w:rPr>
        <w:t xml:space="preserve"> in the summer of 2014, the ASTEROIDS Act was introduced in the House of Representatives to “promote the right of United States commercial entities to explore and utilize resources from asteroids in outer space, in accordance with the existing international obligations of the United States, free from harmful interference, and to transfer or sell such resources.” The legislation was intended to clarify US interpretations of international space law, explicitly granting American companies the right to extract asteroid resources and bring them to market. The conclusion of Congress’s last session means that the bill will have to be reintroduced for it to move forward, and it is uncertain exactly when and how this will happen</w:t>
      </w:r>
      <w:r w:rsidRPr="002401A3">
        <w:rPr>
          <w:rStyle w:val="StyleUnderline"/>
        </w:rPr>
        <w:t>.</w:t>
      </w:r>
      <w:r w:rsidRPr="00BB6CCD">
        <w:rPr>
          <w:sz w:val="12"/>
        </w:rPr>
        <w:t xml:space="preserve"> But its appearance marked another clear attempt to unilaterally push international norms toward the free extraction of outer space resources, with limited democratic responsibilities attached </w:t>
      </w:r>
      <w:r w:rsidRPr="00BB6CCD">
        <w:rPr>
          <w:bCs/>
          <w:sz w:val="12"/>
        </w:rPr>
        <w:t xml:space="preserve">— and it will not be the last. Joanne </w:t>
      </w:r>
      <w:proofErr w:type="spellStart"/>
      <w:r w:rsidRPr="00BB6CCD">
        <w:rPr>
          <w:bCs/>
          <w:sz w:val="12"/>
        </w:rPr>
        <w:t>Gabrynowicz</w:t>
      </w:r>
      <w:proofErr w:type="spellEnd"/>
      <w:r w:rsidRPr="00BB6CCD">
        <w:rPr>
          <w:bCs/>
          <w:sz w:val="12"/>
        </w:rPr>
        <w:t xml:space="preserve">, editor emerita of the Journal of Space Law, said that an adviser to Planetary Resources had drafted the bill. Deep Space Industries also sent a letter supporting it directly to the space subcommittee of the House of Representatives. Moreover, Congressman Bill Posey, a cosponsor of the act, represents Florida, a state that </w:t>
      </w:r>
      <w:proofErr w:type="spellStart"/>
      <w:r w:rsidRPr="00BB6CCD">
        <w:rPr>
          <w:bCs/>
          <w:sz w:val="12"/>
        </w:rPr>
        <w:t>Gabrynowicz</w:t>
      </w:r>
      <w:proofErr w:type="spellEnd"/>
      <w:r w:rsidRPr="00BB6CCD">
        <w:rPr>
          <w:bCs/>
          <w:sz w:val="12"/>
        </w:rPr>
        <w:t xml:space="preserve"> pointed out has recently been forced to try to attract commercial space business — a direct response to the economic hardship caused by the decommissioning NASA’s space shuttle program. Such extraterrestrial special interests will no doubt continue to exert legislative pressure. In addition to asteroids, companies are investing millions in mining the moon, despite legal uncertainties. One such company, Moon Express, has already received a $10 million data-sharing contract from NASA. One of that company’s founders, a former dot-com billionaire, told the Los Angeles Times: There is strong legal precedent and consensus of “finders, keepers” for resources that are liberated through private investment, and the same will be true on the moon. You don’t have to own land to have ownership of resources you unlock from it. Moon Express will use existing precedents of peaceful presence and exploration set by the US government forty years ago. This redeployment of the finders-keepers principle is anathema to the redistributive regime imagined by the Group of 77. Private companies like Planetary Resources and Moon Express, with support from the federal government, are betting not only on the viability of space industrialization, but also on their ability to push through a legal regime that will validate their property claims on their terms. But the universalization of laissez-faire is not inevitable. Final Frontier Thesis The history of the Moon Treaty serves as a reminder that outer space is not just a screen onto which we project techno-utopian fantasies or existential anxieties about the infinite void. It has been, and will continue to be, a site of concrete struggle over economic power. The politics of the present are undoubtedly different from those of the 1970s. The egalitarian project of the Group of 77 has given way to BRICS-style market liberalism. Global capital has gained power where international labor efforts have stagnated. Domestic inequalities have skyrocketed. The rapid proliferation of information technologies has temporarily masked the reality that the future, to paraphrase William Gibson, is not being very evenly distributed. Without international political organization to challenge galactic market fundamentalism, a twenty-first century space odyssey could mean the concentration of even more wealth and income in the hands of a few powerful corporations and the most technologically advanced countries. </w:t>
      </w:r>
      <w:r w:rsidRPr="002401A3">
        <w:rPr>
          <w:rStyle w:val="StyleUnderline"/>
        </w:rPr>
        <w:t xml:space="preserve">At the same time, and for the same reasons, the prospect of preserving the final frontier as </w:t>
      </w:r>
      <w:r w:rsidRPr="00BB6CCD">
        <w:rPr>
          <w:rStyle w:val="StyleUnderline"/>
          <w:highlight w:val="yellow"/>
        </w:rPr>
        <w:t xml:space="preserve">a </w:t>
      </w:r>
      <w:proofErr w:type="gramStart"/>
      <w:r w:rsidRPr="00BB6CCD">
        <w:rPr>
          <w:rStyle w:val="StyleUnderline"/>
          <w:highlight w:val="yellow"/>
        </w:rPr>
        <w:t>celestial commons</w:t>
      </w:r>
      <w:proofErr w:type="gramEnd"/>
      <w:r w:rsidRPr="00BB6CCD">
        <w:rPr>
          <w:rStyle w:val="StyleUnderline"/>
          <w:highlight w:val="yellow"/>
        </w:rPr>
        <w:t xml:space="preserve"> presents an opportunity to fight for a more democratic political economy.</w:t>
      </w:r>
      <w:r w:rsidRPr="002401A3">
        <w:rPr>
          <w:rStyle w:val="StyleUnderline"/>
        </w:rPr>
        <w:t xml:space="preserve"> </w:t>
      </w:r>
      <w:r w:rsidRPr="00BB6CCD">
        <w:rPr>
          <w:bCs/>
          <w:sz w:val="12"/>
        </w:rPr>
        <w:t>Sharing the benefits of the celestial commons is key to expanding democracy to a galactic scale</w:t>
      </w:r>
      <w:r w:rsidRPr="00BB6CCD">
        <w:rPr>
          <w:bCs/>
          <w:sz w:val="12"/>
          <w:highlight w:val="yellow"/>
        </w:rPr>
        <w:t xml:space="preserve">. </w:t>
      </w:r>
      <w:r w:rsidRPr="002401A3">
        <w:rPr>
          <w:rStyle w:val="StyleUnderline"/>
          <w:highlight w:val="yellow"/>
        </w:rPr>
        <w:t xml:space="preserve">One </w:t>
      </w:r>
      <w:r w:rsidRPr="00BB6CCD">
        <w:rPr>
          <w:sz w:val="12"/>
        </w:rPr>
        <w:t>time-tested</w:t>
      </w:r>
      <w:r w:rsidRPr="00BB6CCD">
        <w:rPr>
          <w:rStyle w:val="StyleUnderline"/>
          <w:sz w:val="12"/>
          <w:highlight w:val="yellow"/>
        </w:rPr>
        <w:t xml:space="preserve"> </w:t>
      </w:r>
      <w:r w:rsidRPr="002401A3">
        <w:rPr>
          <w:rStyle w:val="StyleUnderline"/>
          <w:highlight w:val="yellow"/>
        </w:rPr>
        <w:t xml:space="preserve">means of distributing the benefits of natural-resource extraction universally is the sovereign wealth </w:t>
      </w:r>
      <w:r w:rsidRPr="00BB6CCD">
        <w:rPr>
          <w:rStyle w:val="StyleUnderline"/>
          <w:highlight w:val="yellow"/>
        </w:rPr>
        <w:t>fund</w:t>
      </w:r>
      <w:r w:rsidRPr="002401A3">
        <w:rPr>
          <w:rStyle w:val="StyleUnderline"/>
        </w:rPr>
        <w:t xml:space="preserve">, which Alaska uses to deliver oil revenue to its residents. </w:t>
      </w:r>
      <w:r w:rsidRPr="002401A3">
        <w:rPr>
          <w:rStyle w:val="StyleUnderline"/>
          <w:highlight w:val="yellow"/>
        </w:rPr>
        <w:t xml:space="preserve">As an </w:t>
      </w:r>
      <w:proofErr w:type="gramStart"/>
      <w:r w:rsidRPr="002401A3">
        <w:rPr>
          <w:rStyle w:val="StyleUnderline"/>
          <w:highlight w:val="yellow"/>
        </w:rPr>
        <w:t>international commons</w:t>
      </w:r>
      <w:proofErr w:type="gramEnd"/>
      <w:r w:rsidRPr="002401A3">
        <w:rPr>
          <w:rStyle w:val="StyleUnderline"/>
          <w:highlight w:val="yellow"/>
        </w:rPr>
        <w:t xml:space="preserve">, outer space offers an opportunity to experiment with </w:t>
      </w:r>
      <w:r w:rsidRPr="00DE4457">
        <w:rPr>
          <w:rStyle w:val="StyleUnderline"/>
        </w:rPr>
        <w:t xml:space="preserve">such </w:t>
      </w:r>
      <w:r w:rsidRPr="002401A3">
        <w:rPr>
          <w:rStyle w:val="StyleUnderline"/>
          <w:highlight w:val="yellow"/>
        </w:rPr>
        <w:t xml:space="preserve">redistributive mechanisms beyond the </w:t>
      </w:r>
      <w:r w:rsidRPr="00823FD6">
        <w:rPr>
          <w:rStyle w:val="StyleUnderline"/>
        </w:rPr>
        <w:t xml:space="preserve">traditional </w:t>
      </w:r>
      <w:r w:rsidRPr="002401A3">
        <w:rPr>
          <w:rStyle w:val="StyleUnderline"/>
          <w:highlight w:val="yellow"/>
        </w:rPr>
        <w:t>confines of the nation-state</w:t>
      </w:r>
      <w:r w:rsidRPr="002401A3">
        <w:rPr>
          <w:rStyle w:val="StyleUnderline"/>
        </w:rPr>
        <w:t>. Organizing around an issue of such scale may seem utopian, but it’s also necessary</w:t>
      </w:r>
      <w:r w:rsidRPr="00BB6CCD">
        <w:rPr>
          <w:bCs/>
          <w:sz w:val="12"/>
        </w:rPr>
        <w:t>. From regulating capital to mitigating climate change, the problems that confront us are inherently global in scope and require commensurate strategies. At the very least, the global left ought to demand the creation of an independent Galactic Wealth Fund to manage the proceeds of outer space resources on behalf of all human beings. At first, it would amount to little, divided up among all of us. But as the space economy grows relative to the terrestrial one, social dividends from the Galactic Wealth Fund could provide the basis for a truly universal basic income. This is just one component of a broader platform for galactic democracy that must be developed collectively. Extraterrestrial economic justice — not just shiny technological advances — will be central to any truly egalitarian politics in the twenty-first century. It’s time to start building a democratic futurism.</w:t>
      </w:r>
    </w:p>
    <w:p w14:paraId="7C75E6EC" w14:textId="77777777" w:rsidR="003E0DE1" w:rsidRPr="002401A3" w:rsidRDefault="003E0DE1" w:rsidP="003E0DE1">
      <w:pPr>
        <w:pStyle w:val="Heading4"/>
        <w:rPr>
          <w:rFonts w:cs="Calibri"/>
        </w:rPr>
      </w:pPr>
      <w:r w:rsidRPr="002401A3">
        <w:rPr>
          <w:rFonts w:cs="Calibri"/>
        </w:rPr>
        <w:t xml:space="preserve">States can extend existing models to govern space, but recognition of space as a </w:t>
      </w:r>
      <w:proofErr w:type="gramStart"/>
      <w:r w:rsidRPr="002401A3">
        <w:rPr>
          <w:rFonts w:cs="Calibri"/>
        </w:rPr>
        <w:t>commons</w:t>
      </w:r>
      <w:proofErr w:type="gramEnd"/>
      <w:r w:rsidRPr="002401A3">
        <w:rPr>
          <w:rFonts w:cs="Calibri"/>
        </w:rPr>
        <w:t xml:space="preserve"> is key.</w:t>
      </w:r>
    </w:p>
    <w:p w14:paraId="5228F920" w14:textId="77777777" w:rsidR="003E0DE1" w:rsidRPr="002401A3" w:rsidRDefault="003E0DE1" w:rsidP="003E0DE1">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73" w:history="1">
        <w:r w:rsidRPr="002401A3">
          <w:rPr>
            <w:rStyle w:val="Hyperlink"/>
          </w:rPr>
          <w:t>https://carnegieendowment.org/2021/03/09/space-is-great-commons.-it-s-time-to-treat-it-as-such-pub-84018</w:t>
        </w:r>
      </w:hyperlink>
      <w:r w:rsidRPr="002401A3">
        <w:t>&gt; AT</w:t>
      </w:r>
    </w:p>
    <w:p w14:paraId="08EA112D" w14:textId="77777777" w:rsidR="003E0DE1" w:rsidRPr="002401A3" w:rsidRDefault="003E0DE1" w:rsidP="003E0DE1">
      <w:pPr>
        <w:ind w:left="720"/>
        <w:rPr>
          <w:sz w:val="12"/>
        </w:rPr>
      </w:pPr>
      <w:r w:rsidRPr="002401A3">
        <w:rPr>
          <w:sz w:val="12"/>
          <w:szCs w:val="12"/>
        </w:rPr>
        <w:t xml:space="preserve">BUILDING ON PRIOR MODELS FOR MANAGING COMMONS¶ </w:t>
      </w:r>
      <w:r w:rsidRPr="002401A3">
        <w:rPr>
          <w:sz w:val="12"/>
        </w:rPr>
        <w:t xml:space="preserve">The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RPr="002401A3">
        <w:rPr>
          <w:rStyle w:val="StyleUnderline"/>
          <w:highlight w:val="yellow"/>
        </w:rPr>
        <w:t>the negotiations on the original convention on air pollution</w:t>
      </w:r>
      <w:r w:rsidRPr="002401A3">
        <w:rPr>
          <w:sz w:val="12"/>
        </w:rPr>
        <w:t xml:space="preserve"> involved, among others, the United States and the Soviet Union. This </w:t>
      </w:r>
      <w:r w:rsidRPr="002401A3">
        <w:rPr>
          <w:rStyle w:val="StyleUnderline"/>
          <w:highlight w:val="yellow"/>
        </w:rPr>
        <w:t>suggests that states can pursue mutual benefits in areas considered great commons even under competitive conditions.</w:t>
      </w:r>
      <w:r w:rsidRPr="002401A3">
        <w:rPr>
          <w:sz w:val="12"/>
        </w:rPr>
        <w:t xml:space="preserve"> More recent negotiations on the convention’s accompanying protocols show that these competing states can even agree on financing a monitoring regime to support </w:t>
      </w:r>
      <w:proofErr w:type="gramStart"/>
      <w:r w:rsidRPr="002401A3">
        <w:rPr>
          <w:sz w:val="12"/>
        </w:rPr>
        <w:t>progress.¶</w:t>
      </w:r>
      <w:proofErr w:type="gramEnd"/>
      <w:r w:rsidRPr="002401A3">
        <w:rPr>
          <w:sz w:val="12"/>
        </w:rPr>
        <w:t xml:space="preserve"> </w:t>
      </w:r>
      <w:r w:rsidRPr="002401A3">
        <w:rPr>
          <w:rStyle w:val="StyleUnderline"/>
          <w:highlight w:val="yellow"/>
        </w:rPr>
        <w:t>Existing convention</w:t>
      </w:r>
      <w:r w:rsidRPr="002401A3">
        <w:rPr>
          <w:sz w:val="12"/>
        </w:rPr>
        <w:t xml:space="preserve">s and implementing agreements </w:t>
      </w:r>
      <w:r w:rsidRPr="002401A3">
        <w:rPr>
          <w:rStyle w:val="StyleUnderline"/>
          <w:highlight w:val="yellow"/>
        </w:rPr>
        <w:t>indicate that states can reach valuable commitments to manage the Earth’s</w:t>
      </w:r>
      <w:r w:rsidRPr="002401A3">
        <w:rPr>
          <w:sz w:val="12"/>
        </w:rPr>
        <w:t xml:space="preserve"> great </w:t>
      </w:r>
      <w:r w:rsidRPr="002401A3">
        <w:rPr>
          <w:rStyle w:val="StyleUnderline"/>
          <w:highlight w:val="yellow"/>
        </w:rPr>
        <w:t xml:space="preserve">commons. </w:t>
      </w:r>
      <w:r w:rsidRPr="002401A3">
        <w:rPr>
          <w:rStyle w:val="StyleUnderline"/>
          <w:sz w:val="10"/>
          <w:szCs w:val="10"/>
          <w:u w:val="none"/>
        </w:rPr>
        <w:t>These</w:t>
      </w:r>
      <w:r w:rsidRPr="002401A3">
        <w:rPr>
          <w:sz w:val="12"/>
        </w:rPr>
        <w:t xml:space="preserve"> governance models protect state interests and preserve the commons themselves. </w:t>
      </w:r>
      <w:r w:rsidRPr="002401A3">
        <w:rPr>
          <w:rStyle w:val="StyleUnderline"/>
          <w:highlight w:val="yellow"/>
        </w:rPr>
        <w:t xml:space="preserve">These principles apply to space, but progress on establishing more encompassing space governance principles, enforcement mechanisms, and dispute resolution procedures hinges on states sharing the fundamental view that space is a </w:t>
      </w:r>
      <w:proofErr w:type="gramStart"/>
      <w:r w:rsidRPr="002401A3">
        <w:rPr>
          <w:rStyle w:val="StyleUnderline"/>
          <w:highlight w:val="yellow"/>
        </w:rPr>
        <w:t>great commons</w:t>
      </w:r>
      <w:proofErr w:type="gramEnd"/>
      <w:r w:rsidRPr="002401A3">
        <w:rPr>
          <w:rStyle w:val="StyleUnderline"/>
          <w:highlight w:val="yellow"/>
        </w:rPr>
        <w:t>.</w:t>
      </w:r>
      <w:r w:rsidRPr="002401A3">
        <w:rPr>
          <w:sz w:val="12"/>
        </w:rPr>
        <w:t xml:space="preserve"> Reaching such a consensus is an important first </w:t>
      </w:r>
      <w:proofErr w:type="gramStart"/>
      <w:r w:rsidRPr="002401A3">
        <w:rPr>
          <w:sz w:val="12"/>
        </w:rPr>
        <w:t>step.¶</w:t>
      </w:r>
      <w:proofErr w:type="gramEnd"/>
      <w:r w:rsidRPr="002401A3">
        <w:rPr>
          <w:sz w:val="12"/>
        </w:rPr>
        <w:t xml:space="preserve"> New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w:t>
      </w:r>
      <w:proofErr w:type="gramStart"/>
      <w:r w:rsidRPr="002401A3">
        <w:rPr>
          <w:sz w:val="12"/>
        </w:rPr>
        <w:t>rules.¶</w:t>
      </w:r>
      <w:proofErr w:type="gramEnd"/>
      <w:r w:rsidRPr="002401A3">
        <w:rPr>
          <w:sz w:val="12"/>
        </w:rPr>
        <w:t xml:space="preserve"> New conventions or regulatory mechanisms for governing Earth orbits will not appear overnight, </w:t>
      </w:r>
      <w:r w:rsidRPr="002401A3">
        <w:rPr>
          <w:rStyle w:val="StyleUnderline"/>
          <w:highlight w:val="yellow"/>
        </w:rPr>
        <w:t>but states can build toward these goals by clarifying their commitments to treat space as a commons and pursuing governance arrangements that reflect this commitment.</w:t>
      </w:r>
      <w:r w:rsidRPr="002401A3">
        <w:rPr>
          <w:sz w:val="12"/>
        </w:rPr>
        <w:t xml:space="preserve"> New policies in the United States should reflect that Earth orbits are a </w:t>
      </w:r>
      <w:proofErr w:type="gramStart"/>
      <w:r w:rsidRPr="002401A3">
        <w:rPr>
          <w:sz w:val="12"/>
        </w:rPr>
        <w:t>great commons</w:t>
      </w:r>
      <w:proofErr w:type="gramEnd"/>
      <w:r w:rsidRPr="002401A3">
        <w:rPr>
          <w:sz w:val="12"/>
        </w:rPr>
        <w:t>.</w:t>
      </w:r>
    </w:p>
    <w:p w14:paraId="16A1A8F1" w14:textId="77777777" w:rsidR="003E0DE1" w:rsidRPr="002401A3" w:rsidRDefault="003E0DE1" w:rsidP="003E0DE1">
      <w:pPr>
        <w:pStyle w:val="Heading4"/>
        <w:rPr>
          <w:rFonts w:cs="Calibri"/>
        </w:rPr>
      </w:pPr>
      <w:r w:rsidRPr="002401A3">
        <w:rPr>
          <w:rFonts w:cs="Calibri"/>
        </w:rPr>
        <w:t xml:space="preserve">Treating space as a </w:t>
      </w:r>
      <w:proofErr w:type="gramStart"/>
      <w:r w:rsidRPr="002401A3">
        <w:rPr>
          <w:rFonts w:cs="Calibri"/>
        </w:rPr>
        <w:t>commons</w:t>
      </w:r>
      <w:proofErr w:type="gramEnd"/>
      <w:r w:rsidRPr="002401A3">
        <w:rPr>
          <w:rFonts w:cs="Calibri"/>
        </w:rPr>
        <w:t xml:space="preserve"> is key to ethical exploration and human survival.</w:t>
      </w:r>
    </w:p>
    <w:p w14:paraId="52DAE4DD" w14:textId="77777777" w:rsidR="003E0DE1" w:rsidRPr="002401A3" w:rsidRDefault="003E0DE1" w:rsidP="003E0DE1">
      <w:r w:rsidRPr="002401A3">
        <w:rPr>
          <w:rStyle w:val="Style13ptBold"/>
        </w:rPr>
        <w:t xml:space="preserve">Fisk N.D. </w:t>
      </w:r>
      <w:proofErr w:type="gramStart"/>
      <w:r w:rsidRPr="002401A3">
        <w:rPr>
          <w:rStyle w:val="Style13ptBold"/>
        </w:rPr>
        <w:t xml:space="preserve">- </w:t>
      </w:r>
      <w:r w:rsidRPr="002401A3">
        <w:t xml:space="preserve"> L.</w:t>
      </w:r>
      <w:proofErr w:type="gramEnd"/>
      <w:r w:rsidRPr="002401A3">
        <w:t xml:space="preserve"> A. Fisk [President of the Committee on Space Research, chartered by the International Council for Scientific Unions], “Space as a Global Commons,” UNOOSA (Web). ND. Accessed Dec. 13, 2021. &lt;https://www.unoosa.org/documents/pdf/hlf/1st_hlf_Dubai/Presentations/26.pdf&gt; AT</w:t>
      </w:r>
    </w:p>
    <w:p w14:paraId="328ADEC8" w14:textId="77777777" w:rsidR="003E0DE1" w:rsidRPr="00191181" w:rsidRDefault="003E0DE1" w:rsidP="003E0DE1">
      <w:pPr>
        <w:ind w:left="720"/>
        <w:rPr>
          <w:rStyle w:val="StyleUnderline"/>
        </w:rPr>
      </w:pPr>
      <w:r w:rsidRPr="002401A3">
        <w:rPr>
          <w:sz w:val="12"/>
          <w:szCs w:val="12"/>
        </w:rPr>
        <w:t>There is an urgency to consider and act on this issue. • With each passing year, o</w:t>
      </w:r>
      <w:r w:rsidRPr="00191181">
        <w:rPr>
          <w:rStyle w:val="StyleUnderline"/>
        </w:rPr>
        <w:t>ur technological civilization becomes increasingly dependent on the satellites in orbit.</w:t>
      </w:r>
      <w:r w:rsidRPr="002401A3">
        <w:rPr>
          <w:sz w:val="12"/>
          <w:szCs w:val="12"/>
        </w:rPr>
        <w:t xml:space="preserve"> </w:t>
      </w:r>
      <w:r w:rsidRPr="00191181">
        <w:rPr>
          <w:rStyle w:val="Emphasis"/>
        </w:rPr>
        <w:t xml:space="preserve">• The </w:t>
      </w:r>
      <w:r w:rsidRPr="00191181">
        <w:rPr>
          <w:rStyle w:val="Emphasis"/>
          <w:highlight w:val="yellow"/>
        </w:rPr>
        <w:t>primal threats to our civilization</w:t>
      </w:r>
      <w:r w:rsidRPr="002401A3">
        <w:rPr>
          <w:sz w:val="12"/>
          <w:szCs w:val="12"/>
        </w:rPr>
        <w:t xml:space="preserve"> – global </w:t>
      </w:r>
      <w:r w:rsidRPr="00191181">
        <w:rPr>
          <w:rStyle w:val="StyleUnderline"/>
          <w:highlight w:val="yellow"/>
        </w:rPr>
        <w:t>climate change</w:t>
      </w:r>
      <w:r w:rsidRPr="00191181">
        <w:rPr>
          <w:rStyle w:val="StyleUnderline"/>
        </w:rPr>
        <w:t xml:space="preserve"> and space weather</w:t>
      </w:r>
      <w:r w:rsidRPr="002401A3">
        <w:rPr>
          <w:sz w:val="12"/>
          <w:szCs w:val="12"/>
        </w:rPr>
        <w:t xml:space="preserve"> </w:t>
      </w:r>
      <w:r w:rsidRPr="00191181">
        <w:rPr>
          <w:sz w:val="12"/>
          <w:szCs w:val="12"/>
          <w:highlight w:val="yellow"/>
        </w:rPr>
        <w:t xml:space="preserve">– </w:t>
      </w:r>
      <w:r w:rsidRPr="00191181">
        <w:rPr>
          <w:rStyle w:val="StyleUnderline"/>
          <w:highlight w:val="yellow"/>
        </w:rPr>
        <w:t>can only be</w:t>
      </w:r>
      <w:r w:rsidRPr="00191181">
        <w:rPr>
          <w:rStyle w:val="StyleUnderline"/>
        </w:rPr>
        <w:t xml:space="preserve"> </w:t>
      </w:r>
      <w:proofErr w:type="gramStart"/>
      <w:r w:rsidRPr="00191181">
        <w:rPr>
          <w:rStyle w:val="StyleUnderline"/>
        </w:rPr>
        <w:t>understood, and</w:t>
      </w:r>
      <w:proofErr w:type="gramEnd"/>
      <w:r w:rsidRPr="00191181">
        <w:rPr>
          <w:rStyle w:val="StyleUnderline"/>
        </w:rPr>
        <w:t xml:space="preserve"> </w:t>
      </w:r>
      <w:r w:rsidRPr="00191181">
        <w:rPr>
          <w:rStyle w:val="StyleUnderline"/>
          <w:highlight w:val="yellow"/>
        </w:rPr>
        <w:t>dealt with</w:t>
      </w:r>
      <w:r w:rsidRPr="00191181">
        <w:rPr>
          <w:rStyle w:val="StyleUnderline"/>
        </w:rPr>
        <w:t xml:space="preserve"> by using the global perspective of observations </w:t>
      </w:r>
      <w:r w:rsidRPr="00191181">
        <w:rPr>
          <w:rStyle w:val="StyleUnderline"/>
          <w:highlight w:val="yellow"/>
        </w:rPr>
        <w:t>from space.</w:t>
      </w:r>
      <w:r w:rsidRPr="002401A3">
        <w:rPr>
          <w:sz w:val="12"/>
          <w:szCs w:val="12"/>
        </w:rPr>
        <w:t xml:space="preserve"> • We need to recognize also that we are extending the human presence, whether through robotic spacecraft or eventually with humans, throughout our solar system. And </w:t>
      </w:r>
      <w:r w:rsidRPr="00A132BB">
        <w:rPr>
          <w:rStyle w:val="StyleUnderline"/>
          <w:highlight w:val="yellow"/>
        </w:rPr>
        <w:t>we have a commitment</w:t>
      </w:r>
      <w:r w:rsidRPr="00191181">
        <w:rPr>
          <w:rStyle w:val="StyleUnderline"/>
        </w:rPr>
        <w:t xml:space="preserve"> as a civilization </w:t>
      </w:r>
      <w:r w:rsidRPr="00A132BB">
        <w:rPr>
          <w:rStyle w:val="StyleUnderline"/>
          <w:highlight w:val="yellow"/>
        </w:rPr>
        <w:t>to behave responsibility</w:t>
      </w:r>
      <w:r w:rsidRPr="002401A3">
        <w:rPr>
          <w:sz w:val="12"/>
          <w:szCs w:val="12"/>
        </w:rPr>
        <w:t xml:space="preserve"> in this endeavor. </w:t>
      </w:r>
      <w:r w:rsidRPr="00191181">
        <w:rPr>
          <w:rStyle w:val="StyleUnderline"/>
        </w:rPr>
        <w:t>To protect the environments we will explore, and to protect ourselves against any contamination of our planet that results from this exploration.</w:t>
      </w:r>
    </w:p>
    <w:p w14:paraId="14917919" w14:textId="77777777" w:rsidR="003E0DE1" w:rsidRPr="002401A3" w:rsidRDefault="003E0DE1" w:rsidP="003E0DE1">
      <w:pPr>
        <w:ind w:left="720"/>
        <w:rPr>
          <w:sz w:val="14"/>
        </w:rPr>
      </w:pPr>
      <w:r w:rsidRPr="00191181">
        <w:rPr>
          <w:rStyle w:val="StyleUnderline"/>
        </w:rPr>
        <w:t xml:space="preserve">Space as a Global Commons It follows therefore that, given the centrality of space for the future of our civilization, </w:t>
      </w:r>
      <w:r w:rsidRPr="00A132BB">
        <w:rPr>
          <w:rStyle w:val="StyleUnderline"/>
          <w:highlight w:val="yellow"/>
        </w:rPr>
        <w:t>we need to have policies</w:t>
      </w:r>
      <w:r w:rsidRPr="00191181">
        <w:rPr>
          <w:rStyle w:val="StyleUnderline"/>
        </w:rPr>
        <w:t xml:space="preserve"> and practices in place, which are </w:t>
      </w:r>
      <w:r w:rsidRPr="00A132BB">
        <w:rPr>
          <w:rStyle w:val="Emphasis"/>
          <w:highlight w:val="yellow"/>
        </w:rPr>
        <w:t>shared by all spacefaring nations</w:t>
      </w:r>
      <w:r w:rsidRPr="00191181">
        <w:rPr>
          <w:rStyle w:val="StyleUnderline"/>
        </w:rPr>
        <w:t>, that will allow and encourage each and every nation that desires to and has the capability to use and to explore space for peaceful purposes, to do so.</w:t>
      </w:r>
      <w:r w:rsidRPr="002401A3">
        <w:rPr>
          <w:sz w:val="14"/>
        </w:rPr>
        <w:t xml:space="preserve"> We thus need to recognize, encourage, and enable space as a </w:t>
      </w:r>
      <w:proofErr w:type="gramStart"/>
      <w:r w:rsidRPr="002401A3">
        <w:rPr>
          <w:sz w:val="14"/>
        </w:rPr>
        <w:t>global commons</w:t>
      </w:r>
      <w:proofErr w:type="gramEnd"/>
      <w:r w:rsidRPr="002401A3">
        <w:rPr>
          <w:sz w:val="14"/>
        </w:rPr>
        <w:t xml:space="preserve">. </w:t>
      </w:r>
      <w:r w:rsidRPr="002401A3">
        <w:rPr>
          <w:rStyle w:val="StyleUnderline"/>
          <w:highlight w:val="yellow"/>
        </w:rPr>
        <w:t>A ‘commons’</w:t>
      </w:r>
      <w:r w:rsidRPr="002401A3">
        <w:rPr>
          <w:sz w:val="14"/>
        </w:rPr>
        <w:t xml:space="preserve"> in the English language </w:t>
      </w:r>
      <w:r w:rsidRPr="002401A3">
        <w:rPr>
          <w:rStyle w:val="Emphasis"/>
          <w:bCs/>
          <w:highlight w:val="yellow"/>
        </w:rPr>
        <w:t>is a piece of land owned by and used by all members of a community</w:t>
      </w:r>
      <w:r w:rsidRPr="002401A3">
        <w:rPr>
          <w:sz w:val="14"/>
        </w:rPr>
        <w:t xml:space="preserve">, as in a pasture used by all residents of a village. Many nations of the world view space as a </w:t>
      </w:r>
      <w:proofErr w:type="gramStart"/>
      <w:r w:rsidRPr="002401A3">
        <w:rPr>
          <w:sz w:val="14"/>
        </w:rPr>
        <w:t>global commons</w:t>
      </w:r>
      <w:proofErr w:type="gramEnd"/>
      <w:r w:rsidRPr="002401A3">
        <w:rPr>
          <w:sz w:val="14"/>
        </w:rPr>
        <w:t xml:space="preserve">, a resource not owned by any one nation but crucial to the future of all humankind. </w:t>
      </w:r>
    </w:p>
    <w:p w14:paraId="7F3A68A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Narrow">
    <w:altName w:val="Arial Narrow"/>
    <w:panose1 w:val="020B0606020202030204"/>
    <w:charset w:val="00"/>
    <w:family w:val="swiss"/>
    <w:pitch w:val="variable"/>
    <w:sig w:usb0="00000287" w:usb1="00000800"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F573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0DE1"/>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BF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739"/>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CFC689"/>
  <w14:defaultImageDpi w14:val="300"/>
  <w15:docId w15:val="{FA15377B-A8C5-B240-8689-DBB9DD00D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E0DE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F57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F573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DF573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DF573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F57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5739"/>
  </w:style>
  <w:style w:type="character" w:customStyle="1" w:styleId="Heading1Char">
    <w:name w:val="Heading 1 Char"/>
    <w:aliases w:val="Pocket Char"/>
    <w:basedOn w:val="DefaultParagraphFont"/>
    <w:link w:val="Heading1"/>
    <w:uiPriority w:val="9"/>
    <w:rsid w:val="00DF573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F5739"/>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DF573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DF573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F5739"/>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DF5739"/>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DF5739"/>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DF573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DF5739"/>
    <w:rPr>
      <w:color w:val="auto"/>
      <w:u w:val="none"/>
    </w:rPr>
  </w:style>
  <w:style w:type="paragraph" w:styleId="DocumentMap">
    <w:name w:val="Document Map"/>
    <w:basedOn w:val="Normal"/>
    <w:link w:val="DocumentMapChar"/>
    <w:uiPriority w:val="99"/>
    <w:semiHidden/>
    <w:unhideWhenUsed/>
    <w:rsid w:val="00DF573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F5739"/>
    <w:rPr>
      <w:rFonts w:ascii="Lucida Grande" w:hAnsi="Lucida Grande" w:cs="Lucida Grande"/>
    </w:rPr>
  </w:style>
  <w:style w:type="paragraph" w:customStyle="1" w:styleId="Emphasis1">
    <w:name w:val="Emphasis1"/>
    <w:basedOn w:val="Normal"/>
    <w:link w:val="Emphasis"/>
    <w:autoRedefine/>
    <w:uiPriority w:val="20"/>
    <w:qFormat/>
    <w:rsid w:val="00DF573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DF5739"/>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DF573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DF5739"/>
    <w:pPr>
      <w:ind w:left="720"/>
      <w:contextualSpacing/>
    </w:pPr>
  </w:style>
  <w:style w:type="paragraph" w:customStyle="1" w:styleId="VladaPalanciuc">
    <w:name w:val="Vlada Palanciuc"/>
    <w:basedOn w:val="Normal"/>
    <w:autoRedefine/>
    <w:qFormat/>
    <w:rsid w:val="00DF5739"/>
    <w:pPr>
      <w:keepNext/>
      <w:keepLines/>
      <w:spacing w:before="40"/>
      <w:outlineLvl w:val="3"/>
    </w:pPr>
    <w:rPr>
      <w:rFonts w:eastAsiaTheme="majorEastAsia" w:cstheme="majorBidi"/>
      <w:b/>
      <w:iCs/>
      <w:color w:val="000000" w:themeColor="text1"/>
      <w:sz w:val="26"/>
    </w:rPr>
  </w:style>
  <w:style w:type="paragraph" w:customStyle="1" w:styleId="comp">
    <w:name w:val="comp"/>
    <w:basedOn w:val="Normal"/>
    <w:rsid w:val="00DF5739"/>
    <w:pPr>
      <w:spacing w:before="100" w:beforeAutospacing="1" w:after="100" w:afterAutospacing="1"/>
    </w:pPr>
  </w:style>
  <w:style w:type="character" w:customStyle="1" w:styleId="Style1Char">
    <w:name w:val="Style1 Char"/>
    <w:basedOn w:val="DefaultParagraphFont"/>
    <w:rsid w:val="00DF5739"/>
    <w:rPr>
      <w:rFonts w:ascii="Times New Roman" w:eastAsia="SimSun" w:hAnsi="Times New Roman" w:cs="Times New Roman"/>
      <w:szCs w:val="24"/>
      <w:u w:val="single"/>
      <w:lang w:eastAsia="zh-CN"/>
    </w:rPr>
  </w:style>
  <w:style w:type="paragraph" w:styleId="Title">
    <w:name w:val="Title"/>
    <w:aliases w:val="Bold Underlined,UNDERLINE,Cites and Cards,title,Block Heading"/>
    <w:basedOn w:val="Normal"/>
    <w:next w:val="Normal"/>
    <w:link w:val="TitleChar1"/>
    <w:uiPriority w:val="6"/>
    <w:qFormat/>
    <w:rsid w:val="00DF5739"/>
    <w:pPr>
      <w:outlineLvl w:val="0"/>
    </w:pPr>
    <w:rPr>
      <w:rFonts w:asciiTheme="minorHAnsi" w:hAnsiTheme="minorHAnsi"/>
      <w:sz w:val="20"/>
      <w:u w:val="single"/>
    </w:rPr>
  </w:style>
  <w:style w:type="character" w:customStyle="1" w:styleId="TitleChar1">
    <w:name w:val="Title Char1"/>
    <w:aliases w:val="Bold Underlined Char,UNDERLINE Char,Cites and Cards Char,title Char,Block Heading Char"/>
    <w:basedOn w:val="DefaultParagraphFont"/>
    <w:link w:val="Title"/>
    <w:uiPriority w:val="6"/>
    <w:rsid w:val="00DF5739"/>
    <w:rPr>
      <w:sz w:val="20"/>
      <w:u w:val="single"/>
    </w:rPr>
  </w:style>
  <w:style w:type="paragraph" w:styleId="NoSpacing">
    <w:name w:val="No Spacing"/>
    <w:aliases w:val="Card Format,DDI Tag,Tag Title,No Spacing tnr,ClearFormatting,Hidden Block Title,No Spacing311,No Spacing51,Dont u,No Spacing1111111,Tags,Clear,No Spacing31,CD - Cite,No Spacing22,Very Small Text,No Spacing3"/>
    <w:basedOn w:val="Heading1"/>
    <w:autoRedefine/>
    <w:uiPriority w:val="99"/>
    <w:qFormat/>
    <w:rsid w:val="00DF5739"/>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SmallChar">
    <w:name w:val="Small Char"/>
    <w:link w:val="Small"/>
    <w:qFormat/>
    <w:locked/>
    <w:rsid w:val="00DF5739"/>
    <w:rPr>
      <w:rFonts w:ascii="Arial Narrow" w:eastAsia="Calibri" w:hAnsi="Arial Narrow" w:cs="Times New Roman"/>
      <w:color w:val="000000"/>
      <w:sz w:val="16"/>
    </w:rPr>
  </w:style>
  <w:style w:type="paragraph" w:customStyle="1" w:styleId="Small">
    <w:name w:val="Small"/>
    <w:basedOn w:val="Normal"/>
    <w:next w:val="Normal"/>
    <w:link w:val="SmallChar"/>
    <w:qFormat/>
    <w:rsid w:val="00DF5739"/>
    <w:rPr>
      <w:rFonts w:ascii="Arial Narrow" w:eastAsia="Calibri" w:hAnsi="Arial Narrow" w:cs="Times New Roman"/>
      <w:color w:val="000000"/>
      <w:sz w:val="16"/>
    </w:rPr>
  </w:style>
  <w:style w:type="character" w:customStyle="1" w:styleId="AuthorYear">
    <w:name w:val="AuthorYear"/>
    <w:uiPriority w:val="1"/>
    <w:qFormat/>
    <w:rsid w:val="00DF5739"/>
    <w:rPr>
      <w:rFonts w:ascii="Georgia" w:hAnsi="Georgia"/>
      <w:b/>
      <w:sz w:val="24"/>
    </w:rPr>
  </w:style>
  <w:style w:type="paragraph" w:customStyle="1" w:styleId="msonormal0">
    <w:name w:val="msonormal"/>
    <w:basedOn w:val="Normal"/>
    <w:rsid w:val="00DF5739"/>
    <w:pPr>
      <w:spacing w:before="100" w:beforeAutospacing="1" w:after="100" w:afterAutospacing="1"/>
    </w:pPr>
    <w:rPr>
      <w:lang w:val="en-HK" w:eastAsia="zh-CN"/>
    </w:rPr>
  </w:style>
  <w:style w:type="paragraph" w:customStyle="1" w:styleId="paragraph">
    <w:name w:val="paragraph"/>
    <w:basedOn w:val="Normal"/>
    <w:rsid w:val="00DF5739"/>
    <w:pPr>
      <w:spacing w:before="100" w:beforeAutospacing="1" w:after="100" w:afterAutospacing="1"/>
    </w:pPr>
    <w:rPr>
      <w:lang w:val="en-HK" w:eastAsia="zh-CN"/>
    </w:rPr>
  </w:style>
  <w:style w:type="character" w:customStyle="1" w:styleId="textrun">
    <w:name w:val="textrun"/>
    <w:basedOn w:val="DefaultParagraphFont"/>
    <w:rsid w:val="00DF5739"/>
  </w:style>
  <w:style w:type="character" w:customStyle="1" w:styleId="normaltextrun">
    <w:name w:val="normaltextrun"/>
    <w:basedOn w:val="DefaultParagraphFont"/>
    <w:rsid w:val="00DF5739"/>
  </w:style>
  <w:style w:type="character" w:customStyle="1" w:styleId="eop">
    <w:name w:val="eop"/>
    <w:basedOn w:val="DefaultParagraphFont"/>
    <w:rsid w:val="00DF5739"/>
  </w:style>
  <w:style w:type="character" w:customStyle="1" w:styleId="spellingerror">
    <w:name w:val="spellingerror"/>
    <w:basedOn w:val="DefaultParagraphFont"/>
    <w:rsid w:val="00DF5739"/>
  </w:style>
  <w:style w:type="character" w:customStyle="1" w:styleId="contextualspellingandgrammarerror">
    <w:name w:val="contextualspellingandgrammarerror"/>
    <w:basedOn w:val="DefaultParagraphFont"/>
    <w:rsid w:val="00DF5739"/>
  </w:style>
  <w:style w:type="character" w:customStyle="1" w:styleId="findhit">
    <w:name w:val="findhit"/>
    <w:basedOn w:val="DefaultParagraphFont"/>
    <w:rsid w:val="00DF5739"/>
  </w:style>
  <w:style w:type="paragraph" w:customStyle="1" w:styleId="card0">
    <w:name w:val="card"/>
    <w:aliases w:val="Medium Grid 21"/>
    <w:basedOn w:val="Normal"/>
    <w:next w:val="Normal"/>
    <w:uiPriority w:val="1"/>
    <w:qFormat/>
    <w:rsid w:val="00DF5739"/>
    <w:pPr>
      <w:ind w:left="288" w:right="288"/>
    </w:pPr>
    <w:rPr>
      <w:rFonts w:asciiTheme="minorHAnsi" w:hAnsiTheme="minorHAnsi"/>
      <w:u w:val="single"/>
    </w:rPr>
  </w:style>
  <w:style w:type="paragraph" w:customStyle="1" w:styleId="text-justify">
    <w:name w:val="text-justify"/>
    <w:basedOn w:val="Normal"/>
    <w:rsid w:val="00DF5739"/>
    <w:pPr>
      <w:spacing w:before="100" w:beforeAutospacing="1" w:after="100" w:afterAutospacing="1"/>
    </w:pPr>
  </w:style>
  <w:style w:type="paragraph" w:styleId="NormalWeb">
    <w:name w:val="Normal (Web)"/>
    <w:basedOn w:val="Normal"/>
    <w:uiPriority w:val="99"/>
    <w:semiHidden/>
    <w:unhideWhenUsed/>
    <w:rsid w:val="00DF5739"/>
    <w:pPr>
      <w:spacing w:before="100" w:beforeAutospacing="1" w:after="100" w:afterAutospacing="1"/>
    </w:pPr>
  </w:style>
  <w:style w:type="character" w:styleId="UnresolvedMention">
    <w:name w:val="Unresolved Mention"/>
    <w:basedOn w:val="DefaultParagraphFont"/>
    <w:uiPriority w:val="99"/>
    <w:semiHidden/>
    <w:unhideWhenUsed/>
    <w:rsid w:val="003E0DE1"/>
    <w:rPr>
      <w:color w:val="605E5C"/>
      <w:shd w:val="clear" w:color="auto" w:fill="E1DFDD"/>
    </w:rPr>
  </w:style>
  <w:style w:type="paragraph" w:customStyle="1" w:styleId="ccl-paragraph--s">
    <w:name w:val="ccl-paragraph--s"/>
    <w:basedOn w:val="Normal"/>
    <w:rsid w:val="003E0DE1"/>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astronautix.com/m/mpk.html" TargetMode="External"/><Relationship Id="rId21" Type="http://schemas.openxmlformats.org/officeDocument/2006/relationships/hyperlink" Target="https://www.businessinsider.com/elon-musk-spacex-mars-plan-timeline-2018-10" TargetMode="External"/><Relationship Id="rId42" Type="http://schemas.openxmlformats.org/officeDocument/2006/relationships/hyperlink" Target="https://www.dailykos.com/story/2015/5/5/1372730/-Skylab-and-the-Sit-Down-Strike-in-Space" TargetMode="External"/><Relationship Id="rId47" Type="http://schemas.openxmlformats.org/officeDocument/2006/relationships/hyperlink" Target="http://www.huffingtonpost.com/entry/boycott-starbucks-backfires_us_58903e39e4b0c90efeffd8af" TargetMode="External"/><Relationship Id="rId63" Type="http://schemas.openxmlformats.org/officeDocument/2006/relationships/hyperlink" Target="https://www.jacobinmag.com/2015/11/philanthropy-charity-banga-carnegie-gates-foundation-development" TargetMode="External"/><Relationship Id="rId68" Type="http://schemas.openxmlformats.org/officeDocument/2006/relationships/hyperlink" Target="https://www.jacobinmag.com/2017/02/mars-elon-musk-space-exploration-nasa-colonization" TargetMode="External"/><Relationship Id="rId2" Type="http://schemas.openxmlformats.org/officeDocument/2006/relationships/customXml" Target="../customXml/item2.xml"/><Relationship Id="rId16" Type="http://schemas.openxmlformats.org/officeDocument/2006/relationships/hyperlink" Target="https://www.dhi.ac.uk/hartlib/view?docset=main&amp;docname=62A_08" TargetMode="External"/><Relationship Id="rId29" Type="http://schemas.openxmlformats.org/officeDocument/2006/relationships/hyperlink" Target="http://www.mars-one.com/faq/finance-and-feasibility/what-is-mars-ones-funding-model" TargetMode="External"/><Relationship Id="rId11" Type="http://schemas.openxmlformats.org/officeDocument/2006/relationships/hyperlink" Target="http://nationalhumanitiescenter.org/pds/amerbegin/exploration/text5/hakluyt.pdf" TargetMode="External"/><Relationship Id="rId24" Type="http://schemas.openxmlformats.org/officeDocument/2006/relationships/hyperlink" Target="http://bostonreview.net/science-nature/alina-utrata-lost-space" TargetMode="External"/><Relationship Id="rId32" Type="http://schemas.openxmlformats.org/officeDocument/2006/relationships/hyperlink" Target="https://www.nytimes.com/2016/09/28/science/elon-musk-spacex-mars-exploration.html?_r=0" TargetMode="External"/><Relationship Id="rId37" Type="http://schemas.openxmlformats.org/officeDocument/2006/relationships/hyperlink" Target="https://www.nasa.gov/open/data.html" TargetMode="External"/><Relationship Id="rId40" Type="http://schemas.openxmlformats.org/officeDocument/2006/relationships/hyperlink" Target="https://www.nytimes.com/2016/09/28/science/elon-musk-spacex-mars-exploration.html?_r=1" TargetMode="External"/><Relationship Id="rId45" Type="http://schemas.openxmlformats.org/officeDocument/2006/relationships/hyperlink" Target="https://kristof.blogs.nytimes.com/2016/03/28/sherpa-they-die-we-go-home/" TargetMode="External"/><Relationship Id="rId53" Type="http://schemas.openxmlformats.org/officeDocument/2006/relationships/hyperlink" Target="http://blogs.discovermagazine.com/80beats/2010/02/01/obamas-nasa-budget-so-long-moon-missions-hello-private-spaceflight/" TargetMode="External"/><Relationship Id="rId58" Type="http://schemas.openxmlformats.org/officeDocument/2006/relationships/hyperlink" Target="https://www.salon.com/2017/09/19/trumps-interior-secretary-on-national-monuments-sell-em-and-strip-em/" TargetMode="External"/><Relationship Id="rId66" Type="http://schemas.openxmlformats.org/officeDocument/2006/relationships/hyperlink" Target="https://www.recode.net/2016/9/27/13081488/elon-musk-spacex-mars-colony-space-travel-funding-rocket-nasa" TargetMode="External"/><Relationship Id="rId74"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www.dailykos.com/story/2015/5/5/1372730/-Skylab-and-the-Sit-Down-Strike-in-Space" TargetMode="External"/><Relationship Id="rId19" Type="http://schemas.openxmlformats.org/officeDocument/2006/relationships/hyperlink" Target="https://space.nss.org/the-colonization-of-space-gerard-k-o-neill-physics-today-1974/" TargetMode="External"/><Relationship Id="rId14" Type="http://schemas.openxmlformats.org/officeDocument/2006/relationships/hyperlink" Target="https://www.gutenberg.org/files/2434/2434-h/2434-h.htm" TargetMode="External"/><Relationship Id="rId22" Type="http://schemas.openxmlformats.org/officeDocument/2006/relationships/hyperlink" Target="https://www.businessinsider.com/elon-musk-says-we-could-put-a-million-people-on-mars-within-a-century-2015-6" TargetMode="External"/><Relationship Id="rId27" Type="http://schemas.openxmlformats.org/officeDocument/2006/relationships/hyperlink" Target="http://www.businessinsider.com/startups-in-space-2009-8" TargetMode="External"/><Relationship Id="rId30" Type="http://schemas.openxmlformats.org/officeDocument/2006/relationships/hyperlink" Target="https://www.bloomberg.com/news/articles/2016-09-27/elon-musk-s-vision-for-mars-travel-focuses-on-reusable-rockets" TargetMode="External"/><Relationship Id="rId35" Type="http://schemas.openxmlformats.org/officeDocument/2006/relationships/hyperlink" Target="https://mars.jpl.nasa.gov/gallery/atlas/olympus-mons.html" TargetMode="External"/><Relationship Id="rId43" Type="http://schemas.openxmlformats.org/officeDocument/2006/relationships/hyperlink" Target="https://www.newscientist.com/article/mg21628855.100-build-a-mars-base-with-a-box-of-engineered-bugs.html" TargetMode="External"/><Relationship Id="rId48" Type="http://schemas.openxmlformats.org/officeDocument/2006/relationships/hyperlink" Target="https://www.jacobinmag.com/2016/11/david-brock-clinton-sanders-donald-trump/" TargetMode="External"/><Relationship Id="rId56" Type="http://schemas.openxmlformats.org/officeDocument/2006/relationships/hyperlink" Target="https://www.salon.com/2017/08/06/tacoma-the-next-video-game-from-gone-home-creators-imagines-the-gig-economy-in-space/" TargetMode="External"/><Relationship Id="rId64" Type="http://schemas.openxmlformats.org/officeDocument/2006/relationships/hyperlink" Target="http://www.peterfrase.com/2011/08/the-decay-of-the-capitalist-class/" TargetMode="External"/><Relationship Id="rId69" Type="http://schemas.openxmlformats.org/officeDocument/2006/relationships/hyperlink" Target="http://www.businessinsider.com/working-with-elon-musk-tesla-2015-5" TargetMode="External"/><Relationship Id="rId8" Type="http://schemas.openxmlformats.org/officeDocument/2006/relationships/webSettings" Target="webSettings.xml"/><Relationship Id="rId51" Type="http://schemas.openxmlformats.org/officeDocument/2006/relationships/hyperlink" Target="https://www.washingtonpost.com/news/the-switch/wp/2017/09/29/elon-musk-says-his-next-spaceship-could-not-only-take-to-you-the-moon-and-mars-but-from-n-y-to-london-in-29-minutes/?utm_term=.85279aa2076a" TargetMode="External"/><Relationship Id="rId72" Type="http://schemas.openxmlformats.org/officeDocument/2006/relationships/hyperlink" Target="https://jacobinmag.com/2015/03/space-industry-extraction-levine" TargetMode="External"/><Relationship Id="rId3" Type="http://schemas.openxmlformats.org/officeDocument/2006/relationships/customXml" Target="../customXml/item3.xml"/><Relationship Id="rId12" Type="http://schemas.openxmlformats.org/officeDocument/2006/relationships/hyperlink" Target="https://www.digitalhistory.uh.edu/disp_textbook.cfm?smtID=3&amp;psid=70" TargetMode="External"/><Relationship Id="rId17" Type="http://schemas.openxmlformats.org/officeDocument/2006/relationships/hyperlink" Target="https://www.dhi.ac.uk/hartlib/view?docset=main&amp;docname=64_18" TargetMode="External"/><Relationship Id="rId25" Type="http://schemas.openxmlformats.org/officeDocument/2006/relationships/hyperlink" Target="https://www.jacobinmag.com/2017/02/mars-elon-musk-space-exploration-nasa-colonization.%20%20//" TargetMode="External"/><Relationship Id="rId33" Type="http://schemas.openxmlformats.org/officeDocument/2006/relationships/hyperlink" Target="http://www.slate.com/blogs/future_tense/2016/09/27/elon_musk_details_his_crazy_very_real_plan_to_colonize_mars.html" TargetMode="External"/><Relationship Id="rId38" Type="http://schemas.openxmlformats.org/officeDocument/2006/relationships/hyperlink" Target="https://www.nasa.gov/feature/first-cubesat-built-by-an-elementary-school-deployed-into-space" TargetMode="External"/><Relationship Id="rId46" Type="http://schemas.openxmlformats.org/officeDocument/2006/relationships/hyperlink" Target="http://www.businessinsider.com/starbucks-boycott-after-ceos-refugee-support-2017-1" TargetMode="External"/><Relationship Id="rId59" Type="http://schemas.openxmlformats.org/officeDocument/2006/relationships/hyperlink" Target="https://www.salon.com/2016/12/15/exxonmobil-ceo-and-trump-pick-rex-tillerson-my-philosophy-is-to-make-money_partner/" TargetMode="External"/><Relationship Id="rId67" Type="http://schemas.openxmlformats.org/officeDocument/2006/relationships/hyperlink" Target="http://www.telegraph.co.uk/science/2017/06/21/elon-musk-create-city-mars-million-inhabitants/" TargetMode="External"/><Relationship Id="rId20" Type="http://schemas.openxmlformats.org/officeDocument/2006/relationships/hyperlink" Target="https://www.businessinsider.com/nasa-just-quashed-elon-musks-plans-to-make-mars-habitable-for-humans-2018-7" TargetMode="External"/><Relationship Id="rId41" Type="http://schemas.openxmlformats.org/officeDocument/2006/relationships/hyperlink" Target="https://www.theverge.com/2016/9/30/13114704/spacex-elon-musk-vs-mars-one-nasa-mission-timeline" TargetMode="External"/><Relationship Id="rId54" Type="http://schemas.openxmlformats.org/officeDocument/2006/relationships/hyperlink" Target="http://www.theregister.co.uk/2012/03/08/nasa_private_space_nasa/" TargetMode="External"/><Relationship Id="rId62" Type="http://schemas.openxmlformats.org/officeDocument/2006/relationships/hyperlink" Target="https://www.jacobinmag.com/2015/11/philanthropy-charity-banga-carnegie-gates-foundation-development" TargetMode="External"/><Relationship Id="rId70" Type="http://schemas.openxmlformats.org/officeDocument/2006/relationships/hyperlink" Target="https://harpers.org/archive/2011/11/the-bleakness-stakes/"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quod.lib.umich.edu/cgi/t/text/pageviewer-idx?cc=eebo2;c=eebo2;idno=a68588.0001.001;node=A68588.0001.001:5;seq=29;vid=15242;page=root;view=text" TargetMode="External"/><Relationship Id="rId23" Type="http://schemas.openxmlformats.org/officeDocument/2006/relationships/hyperlink" Target="https://doi.org/10.1177/1354066120928127" TargetMode="External"/><Relationship Id="rId28" Type="http://schemas.openxmlformats.org/officeDocument/2006/relationships/hyperlink" Target="http://www.space.com/19981-private-mars-mission-married-2018.html" TargetMode="External"/><Relationship Id="rId36" Type="http://schemas.openxmlformats.org/officeDocument/2006/relationships/hyperlink" Target="https://www.washingtonpost.com/news/morning-mix/wp/2015/03/03/decades-of-human-waste-have-made-mount-everest-a-fecal-time-bomb/" TargetMode="External"/><Relationship Id="rId49" Type="http://schemas.openxmlformats.org/officeDocument/2006/relationships/hyperlink" Target="https://www.jacobinmag.com/2016/07/populism-democracy-technocrats-brexit-trump-sanders-voting-referendum/" TargetMode="External"/><Relationship Id="rId57" Type="http://schemas.openxmlformats.org/officeDocument/2006/relationships/hyperlink" Target="https://www.theguardian.com/world/2015/mar/04/east-india-company-original-corporate-raiders" TargetMode="External"/><Relationship Id="rId10" Type="http://schemas.openxmlformats.org/officeDocument/2006/relationships/hyperlink" Target="https://doi.org/10.7227/TSC.27.3.2" TargetMode="External"/><Relationship Id="rId31" Type="http://schemas.openxmlformats.org/officeDocument/2006/relationships/hyperlink" Target="https://www.wired.com/2016/09/elon-musk-colonize-mars/" TargetMode="External"/><Relationship Id="rId44" Type="http://schemas.openxmlformats.org/officeDocument/2006/relationships/hyperlink" Target="https://www.outsideonline.com/1929131/how-much-does-it-cost-climb-everest" TargetMode="External"/><Relationship Id="rId52" Type="http://schemas.openxmlformats.org/officeDocument/2006/relationships/hyperlink" Target="http://nypost.com/2017/10/07/elon-musks-inspiring-vision-for-reaching-mars-and-the-stars/" TargetMode="External"/><Relationship Id="rId60" Type="http://schemas.openxmlformats.org/officeDocument/2006/relationships/hyperlink" Target="https://www.jacobinmag.com/2017/02/mars-elon-musk-space-exploration-nasa-colonization" TargetMode="External"/><Relationship Id="rId65" Type="http://schemas.openxmlformats.org/officeDocument/2006/relationships/hyperlink" Target="https://www.salon.com/2016/02/21/corporate_reformers_wreck_public_schools_billionaire_foundations_and_wall_street_financiers_are_not_out_to_help_your_kids_learn/" TargetMode="External"/><Relationship Id="rId73" Type="http://schemas.openxmlformats.org/officeDocument/2006/relationships/hyperlink" Target="https://carnegieendowment.org/2021/03/09/space-is-great-commons.-it-s-time-to-treat-it-as-such-pub-84018" TargetMode="External"/><Relationship Id="rId4" Type="http://schemas.openxmlformats.org/officeDocument/2006/relationships/customXml" Target="../customXml/item4.xml"/><Relationship Id="rId9" Type="http://schemas.openxmlformats.org/officeDocument/2006/relationships/hyperlink" Target="https://wellcomecollection.org/works?query=%22bills+of+mortality%22&amp;production.dates.from=1600&amp;production.dates.to=1699&amp;sortOrder=asc&amp;sort=production.dates" TargetMode="External"/><Relationship Id="rId13" Type="http://schemas.openxmlformats.org/officeDocument/2006/relationships/hyperlink" Target="https://doi.org/10.1163/15733823-00215p01" TargetMode="External"/><Relationship Id="rId18" Type="http://schemas.openxmlformats.org/officeDocument/2006/relationships/hyperlink" Target="https://www.geekwire.com/2018/jeff-bezos-isdc-space-vision/" TargetMode="External"/><Relationship Id="rId39" Type="http://schemas.openxmlformats.org/officeDocument/2006/relationships/hyperlink" Target="https://www.nasa.gov/press/2015/april/nasa-extends-campaign-for-public-to-name-features-on-pluto" TargetMode="External"/><Relationship Id="rId34" Type="http://schemas.openxmlformats.org/officeDocument/2006/relationships/hyperlink" Target="https://www.nasa.gov/image-feature/frosted-dunes-on-mars" TargetMode="External"/><Relationship Id="rId50" Type="http://schemas.openxmlformats.org/officeDocument/2006/relationships/hyperlink" Target="https://www.jacobinmag.com/2015/04/aliens-extraterrestrials-active-seti/" TargetMode="External"/><Relationship Id="rId55" Type="http://schemas.openxmlformats.org/officeDocument/2006/relationships/hyperlink" Target="https://www.wsj.com/articles/america-will-return-to-the-moonand-go-beyond-1507158341?mod=e2fb" TargetMode="External"/><Relationship Id="rId7" Type="http://schemas.openxmlformats.org/officeDocument/2006/relationships/settings" Target="settings.xml"/><Relationship Id="rId71" Type="http://schemas.openxmlformats.org/officeDocument/2006/relationships/hyperlink" Target="https://carnegieendowment.org/2021/03/09/space-is-great-commons.-it-s-time-to-treat-it-as-such-pub-8401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elenahudl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A014B1F-EBD3-294E-8D7D-BEEBF6D00BF9}">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17952</Words>
  <Characters>102329</Characters>
  <Application>Microsoft Office Word</Application>
  <DocSecurity>0</DocSecurity>
  <Lines>852</Lines>
  <Paragraphs>240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120041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Helena Hudlin</cp:lastModifiedBy>
  <cp:revision>2</cp:revision>
  <dcterms:created xsi:type="dcterms:W3CDTF">2022-01-15T16:54:00Z</dcterms:created>
  <dcterms:modified xsi:type="dcterms:W3CDTF">2022-01-15T16:54:00Z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