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FAAD96" w14:textId="125B0466" w:rsidR="002077BF" w:rsidRDefault="00E150AA" w:rsidP="00E150AA">
      <w:pPr>
        <w:pStyle w:val="Heading1"/>
      </w:pPr>
      <w:r>
        <w:t xml:space="preserve">WTO Covid </w:t>
      </w:r>
      <w:proofErr w:type="spellStart"/>
      <w:r>
        <w:t>Aff</w:t>
      </w:r>
      <w:proofErr w:type="spellEnd"/>
      <w:r>
        <w:t xml:space="preserve"> 1.0 </w:t>
      </w:r>
    </w:p>
    <w:p w14:paraId="48C46717" w14:textId="31B3B360" w:rsidR="00E150AA" w:rsidRDefault="00E150AA" w:rsidP="00E150AA"/>
    <w:p w14:paraId="55F5316E" w14:textId="3A7634B5" w:rsidR="00E150AA" w:rsidRDefault="00E150AA" w:rsidP="00E150AA"/>
    <w:p w14:paraId="63D0E53C" w14:textId="5FF714B3" w:rsidR="00E150AA" w:rsidRDefault="00E150AA" w:rsidP="00E150AA"/>
    <w:p w14:paraId="24E1F211" w14:textId="07C6CDE7" w:rsidR="00E150AA" w:rsidRDefault="00E150AA" w:rsidP="00E150AA">
      <w:pPr>
        <w:pStyle w:val="Heading2"/>
      </w:pPr>
      <w:r>
        <w:lastRenderedPageBreak/>
        <w:t xml:space="preserve">1AC </w:t>
      </w:r>
    </w:p>
    <w:p w14:paraId="187794A2" w14:textId="3E8DC359" w:rsidR="00E150AA" w:rsidRDefault="00E150AA" w:rsidP="00E150AA"/>
    <w:p w14:paraId="5F8C1106" w14:textId="789FF0E7" w:rsidR="00E150AA" w:rsidRDefault="007A6DCA" w:rsidP="007A6DCA">
      <w:pPr>
        <w:pStyle w:val="Heading3"/>
      </w:pPr>
      <w:r>
        <w:lastRenderedPageBreak/>
        <w:t xml:space="preserve">Covid 1AC 2.0 </w:t>
      </w:r>
    </w:p>
    <w:p w14:paraId="203E7DF7" w14:textId="77777777" w:rsidR="007A6DCA" w:rsidRDefault="007A6DCA" w:rsidP="007A6DCA">
      <w:pPr>
        <w:pStyle w:val="Heading4"/>
      </w:pPr>
      <w:r>
        <w:t xml:space="preserve">Contention 1: Vaccine Inequality </w:t>
      </w:r>
    </w:p>
    <w:p w14:paraId="0D42196A" w14:textId="77777777" w:rsidR="00EC165F" w:rsidRDefault="00EC165F" w:rsidP="00EC165F">
      <w:pPr>
        <w:pStyle w:val="Heading4"/>
      </w:pPr>
      <w:r>
        <w:t>1. Global health inequality threatens progress in fight vs COVID-19 encouraging vaccine resistant mutations</w:t>
      </w:r>
    </w:p>
    <w:p w14:paraId="3BD5B40D" w14:textId="77777777" w:rsidR="00EC165F" w:rsidRPr="006057FE" w:rsidRDefault="00EC165F" w:rsidP="00EC165F">
      <w:pPr>
        <w:rPr>
          <w:rStyle w:val="Style13ptBold"/>
        </w:rPr>
      </w:pPr>
      <w:r w:rsidRPr="006057FE">
        <w:rPr>
          <w:rStyle w:val="Style13ptBold"/>
        </w:rPr>
        <w:t>Fink 7-30-21</w:t>
      </w:r>
    </w:p>
    <w:p w14:paraId="10692793" w14:textId="77777777" w:rsidR="00EC165F" w:rsidRPr="006057FE" w:rsidRDefault="00EC165F" w:rsidP="00EC165F">
      <w:pPr>
        <w:rPr>
          <w:sz w:val="16"/>
        </w:rPr>
      </w:pPr>
      <w:r w:rsidRPr="006057FE">
        <w:rPr>
          <w:sz w:val="16"/>
        </w:rPr>
        <w:t>(Jenni, https://www.newsweek.com/who-warns-world-blind-understanding-covid-spread-hurting-ability-end-pandemic-1614722)</w:t>
      </w:r>
    </w:p>
    <w:p w14:paraId="2D1FE581" w14:textId="77777777" w:rsidR="00EC165F" w:rsidRPr="006057FE" w:rsidRDefault="00EC165F" w:rsidP="00EC165F">
      <w:pPr>
        <w:rPr>
          <w:rStyle w:val="StyleUnderline"/>
        </w:rPr>
      </w:pPr>
      <w:r w:rsidRPr="007C1D4E">
        <w:rPr>
          <w:rStyle w:val="StyleUnderline"/>
          <w:highlight w:val="yellow"/>
        </w:rPr>
        <w:t>A lack of testing for COVID</w:t>
      </w:r>
      <w:r w:rsidRPr="006057FE">
        <w:rPr>
          <w:rStyle w:val="StyleUnderline"/>
        </w:rPr>
        <w:t xml:space="preserve">-19 in parts of the world </w:t>
      </w:r>
      <w:r w:rsidRPr="007C1D4E">
        <w:rPr>
          <w:rStyle w:val="StyleUnderline"/>
          <w:highlight w:val="yellow"/>
        </w:rPr>
        <w:t>is preventing countries</w:t>
      </w:r>
      <w:r w:rsidRPr="006057FE">
        <w:rPr>
          <w:rStyle w:val="StyleUnderline"/>
        </w:rPr>
        <w:t xml:space="preserve"> </w:t>
      </w:r>
      <w:r w:rsidRPr="007C1D4E">
        <w:rPr>
          <w:rStyle w:val="StyleUnderline"/>
          <w:highlight w:val="yellow"/>
        </w:rPr>
        <w:t xml:space="preserve">from having a clear </w:t>
      </w:r>
      <w:r w:rsidRPr="000F22A0">
        <w:rPr>
          <w:rStyle w:val="StyleUnderline"/>
          <w:highlight w:val="yellow"/>
        </w:rPr>
        <w:t>picture of how the virus is spreadin</w:t>
      </w:r>
      <w:r w:rsidRPr="007C1D4E">
        <w:rPr>
          <w:rStyle w:val="StyleUnderline"/>
          <w:highlight w:val="yellow"/>
        </w:rPr>
        <w:t xml:space="preserve">g </w:t>
      </w:r>
      <w:r w:rsidRPr="000F22A0">
        <w:rPr>
          <w:rStyle w:val="StyleUnderline"/>
          <w:highlight w:val="yellow"/>
        </w:rPr>
        <w:t xml:space="preserve">and therefore hurting </w:t>
      </w:r>
      <w:r w:rsidRPr="007C1D4E">
        <w:rPr>
          <w:rStyle w:val="StyleUnderline"/>
          <w:highlight w:val="yellow"/>
        </w:rPr>
        <w:t xml:space="preserve">the world's chances at </w:t>
      </w:r>
      <w:r w:rsidRPr="007C1D4E">
        <w:rPr>
          <w:rStyle w:val="Emphasis"/>
          <w:highlight w:val="yellow"/>
        </w:rPr>
        <w:t>fighting the vi</w:t>
      </w:r>
      <w:r w:rsidRPr="00886DC7">
        <w:rPr>
          <w:rStyle w:val="Emphasis"/>
          <w:highlight w:val="yellow"/>
        </w:rPr>
        <w:t>rus and ending the pandemic</w:t>
      </w:r>
      <w:r w:rsidRPr="00886DC7">
        <w:rPr>
          <w:sz w:val="16"/>
          <w:highlight w:val="yellow"/>
        </w:rPr>
        <w:t>,</w:t>
      </w:r>
      <w:r w:rsidRPr="006057FE">
        <w:rPr>
          <w:sz w:val="16"/>
        </w:rPr>
        <w:t xml:space="preserve"> </w:t>
      </w:r>
      <w:r w:rsidRPr="006057FE">
        <w:rPr>
          <w:rStyle w:val="StyleUnderline"/>
        </w:rPr>
        <w:t>according to the W</w:t>
      </w:r>
      <w:r w:rsidRPr="006057FE">
        <w:rPr>
          <w:sz w:val="16"/>
        </w:rPr>
        <w:t xml:space="preserve">orld </w:t>
      </w:r>
      <w:r w:rsidRPr="006057FE">
        <w:rPr>
          <w:rStyle w:val="StyleUnderline"/>
        </w:rPr>
        <w:t>H</w:t>
      </w:r>
      <w:r w:rsidRPr="006057FE">
        <w:rPr>
          <w:sz w:val="16"/>
        </w:rPr>
        <w:t xml:space="preserve">ealth </w:t>
      </w:r>
      <w:r w:rsidRPr="006057FE">
        <w:rPr>
          <w:rStyle w:val="StyleUnderline"/>
        </w:rPr>
        <w:t>O</w:t>
      </w:r>
      <w:r w:rsidRPr="006057FE">
        <w:rPr>
          <w:sz w:val="16"/>
        </w:rPr>
        <w:t xml:space="preserve">rganization. </w:t>
      </w:r>
      <w:r w:rsidRPr="007C1D4E">
        <w:rPr>
          <w:rStyle w:val="Emphasis"/>
          <w:highlight w:val="yellow"/>
        </w:rPr>
        <w:t>Health inequities</w:t>
      </w:r>
      <w:r w:rsidRPr="006057FE">
        <w:rPr>
          <w:sz w:val="16"/>
        </w:rPr>
        <w:t xml:space="preserve"> throughout the world </w:t>
      </w:r>
      <w:r w:rsidRPr="006057FE">
        <w:rPr>
          <w:rStyle w:val="StyleUnderline"/>
        </w:rPr>
        <w:t xml:space="preserve">have </w:t>
      </w:r>
      <w:r w:rsidRPr="007C1D4E">
        <w:rPr>
          <w:rStyle w:val="StyleUnderline"/>
          <w:highlight w:val="yellow"/>
        </w:rPr>
        <w:t>plagued the global response</w:t>
      </w:r>
      <w:r w:rsidRPr="006057FE">
        <w:rPr>
          <w:rStyle w:val="StyleUnderline"/>
        </w:rPr>
        <w:t xml:space="preserve"> to COVID-19 from the outset and WHO has pushed higher income countries to help lower income countries in the interest of ending the pandemic.</w:t>
      </w:r>
      <w:r w:rsidRPr="006057FE">
        <w:rPr>
          <w:sz w:val="16"/>
        </w:rPr>
        <w:t xml:space="preserve"> Along with restricted access to vaccines, lower income countries have struggled to have sufficient testing, meaning the virus is likely going undetected in certain areas, further enabling its ability to spread. Low testing rates is "leaving the world blind to </w:t>
      </w:r>
      <w:proofErr w:type="gramStart"/>
      <w:r w:rsidRPr="006057FE">
        <w:rPr>
          <w:sz w:val="16"/>
        </w:rPr>
        <w:t>understanding</w:t>
      </w:r>
      <w:proofErr w:type="gramEnd"/>
      <w:r w:rsidRPr="006057FE">
        <w:rPr>
          <w:sz w:val="16"/>
        </w:rPr>
        <w:t xml:space="preserve"> where the disease is and how it's changing," Dr. Tedros Adhanom Ghebreyesus, director general of the WHO said on Friday during a press briefing. Without improving global testing rates, Ghebreyesus said the world can't "fight the disease" or mitigate the risk it poses to people around the globe. who blind covid spread cases On Friday, the World Health Organization warned the world is "blind" to how COVID-19 is spreading because of a lack of testing in certain </w:t>
      </w:r>
      <w:proofErr w:type="gramStart"/>
      <w:r w:rsidRPr="006057FE">
        <w:rPr>
          <w:sz w:val="16"/>
        </w:rPr>
        <w:t>places.</w:t>
      </w:r>
      <w:proofErr w:type="gramEnd"/>
      <w:r w:rsidRPr="006057FE">
        <w:rPr>
          <w:sz w:val="16"/>
        </w:rPr>
        <w:t xml:space="preserve"> WHO Director-General Tedros Adhanom Ghebreyesus attends a daily press briefing on the new coronavirus dubbed COVID-19, at the WHO </w:t>
      </w:r>
      <w:proofErr w:type="spellStart"/>
      <w:r w:rsidRPr="006057FE">
        <w:rPr>
          <w:sz w:val="16"/>
        </w:rPr>
        <w:t>headquaters</w:t>
      </w:r>
      <w:proofErr w:type="spellEnd"/>
      <w:r w:rsidRPr="006057FE">
        <w:rPr>
          <w:sz w:val="16"/>
        </w:rPr>
        <w:t xml:space="preserve"> on March 2, 2020, in Geneva. FABRICE COFFRINI//AFP/GETTY IMAGES NEWSWEEK NEWSLETTER SIGN-UP &gt; </w:t>
      </w:r>
      <w:r w:rsidRPr="007C1D4E">
        <w:rPr>
          <w:rStyle w:val="StyleUnderline"/>
          <w:highlight w:val="yellow"/>
        </w:rPr>
        <w:t>One of</w:t>
      </w:r>
      <w:r w:rsidRPr="006057FE">
        <w:rPr>
          <w:rStyle w:val="StyleUnderline"/>
        </w:rPr>
        <w:t xml:space="preserve"> </w:t>
      </w:r>
      <w:r w:rsidRPr="007C1D4E">
        <w:rPr>
          <w:rStyle w:val="StyleUnderline"/>
          <w:highlight w:val="yellow"/>
        </w:rPr>
        <w:t>Ghebreyesus' biggest frustrations</w:t>
      </w:r>
      <w:r w:rsidRPr="006057FE">
        <w:rPr>
          <w:rStyle w:val="StyleUnderline"/>
        </w:rPr>
        <w:t xml:space="preserve"> with the pandemic response </w:t>
      </w:r>
      <w:r w:rsidRPr="007C1D4E">
        <w:rPr>
          <w:rStyle w:val="StyleUnderline"/>
          <w:highlight w:val="yellow"/>
        </w:rPr>
        <w:t xml:space="preserve">is the failure to </w:t>
      </w:r>
      <w:r w:rsidRPr="007C1D4E">
        <w:rPr>
          <w:rStyle w:val="Emphasis"/>
          <w:highlight w:val="yellow"/>
        </w:rPr>
        <w:t>evenly distribute the vaccine</w:t>
      </w:r>
      <w:r w:rsidRPr="006057FE">
        <w:rPr>
          <w:rStyle w:val="StyleUnderline"/>
        </w:rPr>
        <w:t xml:space="preserve"> around the world.</w:t>
      </w:r>
      <w:r w:rsidRPr="006057FE">
        <w:rPr>
          <w:sz w:val="16"/>
        </w:rPr>
        <w:t xml:space="preserve"> In some countries, like the United States and other higher-income nations, significant portions of the population have been vaccinated. While those </w:t>
      </w:r>
      <w:proofErr w:type="gramStart"/>
      <w:r w:rsidRPr="006057FE">
        <w:rPr>
          <w:sz w:val="16"/>
        </w:rPr>
        <w:t>large vaccinated</w:t>
      </w:r>
      <w:proofErr w:type="gramEnd"/>
      <w:r w:rsidRPr="006057FE">
        <w:rPr>
          <w:sz w:val="16"/>
        </w:rPr>
        <w:t xml:space="preserve"> populations help reduce the spread of the virus in some areas, </w:t>
      </w:r>
      <w:r w:rsidRPr="006057FE">
        <w:rPr>
          <w:rStyle w:val="StyleUnderline"/>
        </w:rPr>
        <w:t xml:space="preserve">other countries, especially those in Africa, haven't been able to vaccinate even 10 percent of their population. This puts the entire world at risk because </w:t>
      </w:r>
      <w:r w:rsidRPr="007C1D4E">
        <w:rPr>
          <w:rStyle w:val="StyleUnderline"/>
          <w:highlight w:val="yellow"/>
        </w:rPr>
        <w:t>when</w:t>
      </w:r>
      <w:r w:rsidRPr="006057FE">
        <w:rPr>
          <w:rStyle w:val="StyleUnderline"/>
        </w:rPr>
        <w:t xml:space="preserve"> </w:t>
      </w:r>
      <w:r w:rsidRPr="007C1D4E">
        <w:rPr>
          <w:rStyle w:val="StyleUnderline"/>
          <w:highlight w:val="yellow"/>
        </w:rPr>
        <w:t xml:space="preserve">the virus </w:t>
      </w:r>
      <w:proofErr w:type="gramStart"/>
      <w:r w:rsidRPr="007C1D4E">
        <w:rPr>
          <w:rStyle w:val="StyleUnderline"/>
          <w:highlight w:val="yellow"/>
        </w:rPr>
        <w:t>is able to</w:t>
      </w:r>
      <w:proofErr w:type="gramEnd"/>
      <w:r w:rsidRPr="007C1D4E">
        <w:rPr>
          <w:rStyle w:val="StyleUnderline"/>
          <w:highlight w:val="yellow"/>
        </w:rPr>
        <w:t xml:space="preserve"> spread</w:t>
      </w:r>
      <w:r w:rsidRPr="006057FE">
        <w:rPr>
          <w:rStyle w:val="StyleUnderline"/>
        </w:rPr>
        <w:t xml:space="preserve"> throughout communities </w:t>
      </w:r>
      <w:r w:rsidRPr="007C1D4E">
        <w:rPr>
          <w:rStyle w:val="StyleUnderline"/>
          <w:highlight w:val="yellow"/>
        </w:rPr>
        <w:t xml:space="preserve">it </w:t>
      </w:r>
      <w:r w:rsidRPr="007C1D4E">
        <w:rPr>
          <w:rStyle w:val="Emphasis"/>
          <w:highlight w:val="yellow"/>
        </w:rPr>
        <w:t>has the ability to mutate</w:t>
      </w:r>
      <w:r w:rsidRPr="006057FE">
        <w:rPr>
          <w:rStyle w:val="StyleUnderline"/>
        </w:rPr>
        <w:t xml:space="preserve">, thereby increasing the possibility that a </w:t>
      </w:r>
      <w:r w:rsidRPr="007C1D4E">
        <w:rPr>
          <w:rStyle w:val="StyleUnderline"/>
          <w:highlight w:val="yellow"/>
        </w:rPr>
        <w:t xml:space="preserve">mutation could </w:t>
      </w:r>
      <w:r w:rsidRPr="007C1D4E">
        <w:rPr>
          <w:rStyle w:val="Emphasis"/>
          <w:highlight w:val="yellow"/>
        </w:rPr>
        <w:t>evade the vaccines</w:t>
      </w:r>
      <w:r w:rsidRPr="006057FE">
        <w:rPr>
          <w:rStyle w:val="StyleUnderline"/>
        </w:rPr>
        <w:t>.</w:t>
      </w:r>
      <w:r>
        <w:rPr>
          <w:rStyle w:val="StyleUnderline"/>
        </w:rPr>
        <w:t xml:space="preserve"> </w:t>
      </w:r>
      <w:r w:rsidRPr="006057FE">
        <w:rPr>
          <w:rStyle w:val="StyleUnderline"/>
        </w:rPr>
        <w:t xml:space="preserve">It's a </w:t>
      </w:r>
      <w:proofErr w:type="gramStart"/>
      <w:r w:rsidRPr="006057FE">
        <w:rPr>
          <w:rStyle w:val="StyleUnderline"/>
        </w:rPr>
        <w:t>scenario public health officials</w:t>
      </w:r>
      <w:proofErr w:type="gramEnd"/>
      <w:r w:rsidRPr="006057FE">
        <w:rPr>
          <w:rStyle w:val="StyleUnderline"/>
        </w:rPr>
        <w:t xml:space="preserve"> have been warning about for months and Ghebreyesus said on Friday that "hard won </w:t>
      </w:r>
      <w:r w:rsidRPr="006057FE">
        <w:rPr>
          <w:rStyle w:val="Emphasis"/>
        </w:rPr>
        <w:t>gains are in jeopardy</w:t>
      </w:r>
      <w:r w:rsidRPr="006057FE">
        <w:rPr>
          <w:rStyle w:val="StyleUnderline"/>
        </w:rPr>
        <w:t>" or have already been lost because the virus has been able to spread</w:t>
      </w:r>
      <w:r w:rsidRPr="006057FE">
        <w:rPr>
          <w:sz w:val="16"/>
        </w:rPr>
        <w:t xml:space="preserve">. Nearly 30 countries have high or rising oxygen needs and the shortage of life-saving oxygen could lead to </w:t>
      </w:r>
      <w:r w:rsidRPr="00852E7A">
        <w:rPr>
          <w:sz w:val="16"/>
        </w:rPr>
        <w:t xml:space="preserve">increased deaths. </w:t>
      </w:r>
      <w:r w:rsidRPr="00852E7A">
        <w:rPr>
          <w:rStyle w:val="StyleUnderline"/>
        </w:rPr>
        <w:t>More than 196 million cases of COVID-19 have been reported around the world</w:t>
      </w:r>
      <w:r w:rsidRPr="00852E7A">
        <w:rPr>
          <w:sz w:val="16"/>
        </w:rPr>
        <w:t>, accor</w:t>
      </w:r>
      <w:r w:rsidRPr="006057FE">
        <w:rPr>
          <w:sz w:val="16"/>
        </w:rPr>
        <w:t xml:space="preserve">ding to a Johns Hopkins University tracker, </w:t>
      </w:r>
      <w:r w:rsidRPr="006057FE">
        <w:rPr>
          <w:rStyle w:val="StyleUnderline"/>
        </w:rPr>
        <w:t xml:space="preserve">and more than </w:t>
      </w:r>
      <w:r w:rsidRPr="000F22A0">
        <w:rPr>
          <w:rStyle w:val="StyleUnderline"/>
          <w:highlight w:val="yellow"/>
        </w:rPr>
        <w:t xml:space="preserve">4.2 </w:t>
      </w:r>
      <w:r w:rsidRPr="00886DC7">
        <w:rPr>
          <w:rStyle w:val="StyleUnderline"/>
          <w:highlight w:val="yellow"/>
        </w:rPr>
        <w:t>million people have died</w:t>
      </w:r>
      <w:r w:rsidRPr="006057FE">
        <w:rPr>
          <w:sz w:val="16"/>
        </w:rPr>
        <w:t xml:space="preserve">. </w:t>
      </w:r>
      <w:r w:rsidRPr="006057FE">
        <w:rPr>
          <w:rStyle w:val="StyleUnderline"/>
        </w:rPr>
        <w:t xml:space="preserve">Ghebreyesus suspected the number of cases would top 200 million within the next two weeks and warned that </w:t>
      </w:r>
      <w:r w:rsidRPr="007C1D4E">
        <w:rPr>
          <w:rStyle w:val="StyleUnderline"/>
          <w:highlight w:val="yellow"/>
        </w:rPr>
        <w:t>health systems</w:t>
      </w:r>
      <w:r w:rsidRPr="006057FE">
        <w:rPr>
          <w:rStyle w:val="StyleUnderline"/>
        </w:rPr>
        <w:t xml:space="preserve"> </w:t>
      </w:r>
      <w:r w:rsidRPr="00886DC7">
        <w:rPr>
          <w:rStyle w:val="StyleUnderline"/>
          <w:highlight w:val="yellow"/>
        </w:rPr>
        <w:t xml:space="preserve">in many countries </w:t>
      </w:r>
      <w:r w:rsidRPr="00886DC7">
        <w:rPr>
          <w:rStyle w:val="Emphasis"/>
          <w:highlight w:val="yellow"/>
        </w:rPr>
        <w:t xml:space="preserve">are being </w:t>
      </w:r>
      <w:r w:rsidRPr="007C1D4E">
        <w:rPr>
          <w:rStyle w:val="Emphasis"/>
          <w:highlight w:val="yellow"/>
        </w:rPr>
        <w:t>overwhelmed</w:t>
      </w:r>
      <w:r w:rsidRPr="006057FE">
        <w:rPr>
          <w:rStyle w:val="Emphasis"/>
        </w:rPr>
        <w:t>.</w:t>
      </w:r>
      <w:r w:rsidRPr="006057FE">
        <w:rPr>
          <w:sz w:val="16"/>
        </w:rPr>
        <w:t xml:space="preserve"> Preventing hospitals from exceeding capacity was a massive concern when the pandemic first broke out and a year later, parts of the U.S. are having their health systems strained as the more transmissible Delta variant spreads. On Thursday, Arkansas Governor Asa Hutchinson declared a public health emergency that allows the state to bring in health care workers from outside Arkansas and makes it easier for retired health care workers and medical students to become licensed. The goal is to help alleviate stress on health care systems and Hutchinson said they've had people waiting in ambulances because there wasn't an open spot in a hospital. </w:t>
      </w:r>
      <w:r w:rsidRPr="00886DC7">
        <w:rPr>
          <w:rStyle w:val="StyleUnderline"/>
          <w:highlight w:val="yellow"/>
        </w:rPr>
        <w:t>That strain will only become more exacerbated if a mutation occurs</w:t>
      </w:r>
      <w:r w:rsidRPr="006057FE">
        <w:rPr>
          <w:rStyle w:val="StyleUnderline"/>
        </w:rPr>
        <w:t xml:space="preserve"> that evades the vaccine, as inoculations have proven effective at helping to keep people out of the hospital</w:t>
      </w:r>
      <w:r w:rsidRPr="006057FE">
        <w:rPr>
          <w:sz w:val="16"/>
        </w:rPr>
        <w:t xml:space="preserve">. Ghebreyesus warned that more variants will emerge if global access to vaccines and testing doesn't improve. </w:t>
      </w:r>
      <w:r w:rsidRPr="00852E7A">
        <w:rPr>
          <w:rStyle w:val="StyleUnderline"/>
        </w:rPr>
        <w:t xml:space="preserve">"The pandemic will end when the world chooses to end it. It is in our hands. We have all the tools we need. We can prevent this disease. We can test for </w:t>
      </w:r>
      <w:proofErr w:type="gramStart"/>
      <w:r w:rsidRPr="00852E7A">
        <w:rPr>
          <w:rStyle w:val="StyleUnderline"/>
        </w:rPr>
        <w:t>it</w:t>
      </w:r>
      <w:proofErr w:type="gramEnd"/>
      <w:r w:rsidRPr="00852E7A">
        <w:rPr>
          <w:rStyle w:val="StyleUnderline"/>
        </w:rPr>
        <w:t xml:space="preserve"> and we </w:t>
      </w:r>
      <w:r w:rsidRPr="006057FE">
        <w:rPr>
          <w:rStyle w:val="StyleUnderline"/>
        </w:rPr>
        <w:t>can treat it," Ghebreyesus said.</w:t>
      </w:r>
    </w:p>
    <w:p w14:paraId="624AB635" w14:textId="62D4ECE8" w:rsidR="00EC165F" w:rsidRDefault="007A6DCA" w:rsidP="00EC165F">
      <w:pPr>
        <w:pStyle w:val="Heading4"/>
      </w:pPr>
      <w:r>
        <w:t>2</w:t>
      </w:r>
      <w:r w:rsidR="00EC165F">
        <w:t>.  Eliminating IP protections is crucial to reduce global vaccine inequality which threatens mutations. Every pro-waiver argument is disproven</w:t>
      </w:r>
    </w:p>
    <w:p w14:paraId="673CF561" w14:textId="77777777" w:rsidR="00EC165F" w:rsidRPr="009E1383" w:rsidRDefault="00EC165F" w:rsidP="00EC165F">
      <w:pPr>
        <w:rPr>
          <w:rStyle w:val="Style13ptBold"/>
        </w:rPr>
      </w:pPr>
      <w:r w:rsidRPr="009E1383">
        <w:rPr>
          <w:rStyle w:val="Style13ptBold"/>
        </w:rPr>
        <w:t xml:space="preserve">Kumar, PhD, 7-12-21 </w:t>
      </w:r>
    </w:p>
    <w:p w14:paraId="289E7A2F" w14:textId="77777777" w:rsidR="00EC165F" w:rsidRPr="009E1383" w:rsidRDefault="00EC165F" w:rsidP="00EC165F">
      <w:pPr>
        <w:rPr>
          <w:sz w:val="16"/>
        </w:rPr>
      </w:pPr>
      <w:r w:rsidRPr="009E1383">
        <w:rPr>
          <w:sz w:val="16"/>
        </w:rPr>
        <w:lastRenderedPageBreak/>
        <w:t>(</w:t>
      </w:r>
      <w:proofErr w:type="spellStart"/>
      <w:r w:rsidRPr="009E1383">
        <w:rPr>
          <w:sz w:val="16"/>
        </w:rPr>
        <w:t>Rajeesh</w:t>
      </w:r>
      <w:proofErr w:type="spellEnd"/>
      <w:r w:rsidRPr="009E1383">
        <w:rPr>
          <w:sz w:val="16"/>
        </w:rPr>
        <w:t xml:space="preserve">, Associate Fellow Manohar Parrikar Institute for </w:t>
      </w:r>
      <w:proofErr w:type="spellStart"/>
      <w:r w:rsidRPr="009E1383">
        <w:rPr>
          <w:sz w:val="16"/>
        </w:rPr>
        <w:t>Defence</w:t>
      </w:r>
      <w:proofErr w:type="spellEnd"/>
      <w:r w:rsidRPr="009E1383">
        <w:rPr>
          <w:sz w:val="16"/>
        </w:rPr>
        <w:t xml:space="preserve"> Studies and Analysis, https://www.idsa.in/issuebrief/wto-trips-waiver-covid-vaccine-rkumar-120721)</w:t>
      </w:r>
    </w:p>
    <w:p w14:paraId="62C21EC9" w14:textId="77777777" w:rsidR="00EC165F" w:rsidRDefault="00EC165F" w:rsidP="00EC165F">
      <w:r w:rsidRPr="009E1383">
        <w:rPr>
          <w:sz w:val="16"/>
        </w:rPr>
        <w:t xml:space="preserve">In October 2020, </w:t>
      </w:r>
      <w:r w:rsidRPr="00886DC7">
        <w:rPr>
          <w:rStyle w:val="StyleUnderline"/>
          <w:highlight w:val="yellow"/>
        </w:rPr>
        <w:t>India and South Africa</w:t>
      </w:r>
      <w:r w:rsidRPr="009E1383">
        <w:rPr>
          <w:sz w:val="16"/>
        </w:rPr>
        <w:t xml:space="preserve"> had </w:t>
      </w:r>
      <w:r w:rsidRPr="00886DC7">
        <w:rPr>
          <w:rStyle w:val="StyleUnderline"/>
          <w:highlight w:val="yellow"/>
        </w:rPr>
        <w:t>submitted a proposal</w:t>
      </w:r>
      <w:r w:rsidRPr="00504B00">
        <w:rPr>
          <w:rStyle w:val="StyleUnderline"/>
        </w:rPr>
        <w:t xml:space="preserve"> to the</w:t>
      </w:r>
      <w:r w:rsidRPr="009E1383">
        <w:rPr>
          <w:sz w:val="16"/>
        </w:rPr>
        <w:t xml:space="preserve"> World Trade Organization (</w:t>
      </w:r>
      <w:r w:rsidRPr="00504B00">
        <w:rPr>
          <w:rStyle w:val="StyleUnderline"/>
        </w:rPr>
        <w:t xml:space="preserve">WTO), </w:t>
      </w:r>
      <w:r w:rsidRPr="00886DC7">
        <w:rPr>
          <w:rStyle w:val="StyleUnderline"/>
          <w:highlight w:val="yellow"/>
        </w:rPr>
        <w:t xml:space="preserve">suggesting a </w:t>
      </w:r>
      <w:r w:rsidRPr="007C1D4E">
        <w:rPr>
          <w:rStyle w:val="StyleUnderline"/>
          <w:highlight w:val="yellow"/>
        </w:rPr>
        <w:t>waiver of</w:t>
      </w:r>
      <w:r w:rsidRPr="009E1383">
        <w:rPr>
          <w:sz w:val="16"/>
        </w:rPr>
        <w:t xml:space="preserve"> certain provisions of the Trade-Related Aspects of </w:t>
      </w:r>
      <w:r w:rsidRPr="007C1D4E">
        <w:rPr>
          <w:rStyle w:val="StyleUnderline"/>
          <w:highlight w:val="yellow"/>
        </w:rPr>
        <w:t>Intellectual Property Rights</w:t>
      </w:r>
      <w:r w:rsidRPr="009E1383">
        <w:rPr>
          <w:sz w:val="16"/>
        </w:rPr>
        <w:t xml:space="preserve"> (TRIPS) Agreement </w:t>
      </w:r>
      <w:r w:rsidRPr="007C1D4E">
        <w:rPr>
          <w:rStyle w:val="StyleUnderline"/>
          <w:highlight w:val="yellow"/>
        </w:rPr>
        <w:t xml:space="preserve">for </w:t>
      </w:r>
      <w:r w:rsidRPr="00D2511C">
        <w:rPr>
          <w:rStyle w:val="StyleUnderline"/>
        </w:rPr>
        <w:t xml:space="preserve">the “prevention, containment and treatment </w:t>
      </w:r>
      <w:r w:rsidRPr="007C1D4E">
        <w:rPr>
          <w:rStyle w:val="StyleUnderline"/>
          <w:highlight w:val="yellow"/>
        </w:rPr>
        <w:t>of COVID-19</w:t>
      </w:r>
      <w:r w:rsidRPr="00504B00">
        <w:rPr>
          <w:rStyle w:val="StyleUnderline"/>
        </w:rPr>
        <w:t xml:space="preserve">”. </w:t>
      </w:r>
      <w:r w:rsidRPr="009E1383">
        <w:rPr>
          <w:sz w:val="16"/>
        </w:rPr>
        <w:t xml:space="preserve">The proposal seeks the waiver of “the implementation, application, and enforcement of sections 1, 4, 5 and 7 of part II of the TRIPS agreement”, which are stipulations referring to copyright, industrial design, patents, and undisclosed information (trade secrets).1 The </w:t>
      </w:r>
      <w:r w:rsidRPr="00504B00">
        <w:rPr>
          <w:rStyle w:val="StyleUnderline"/>
        </w:rPr>
        <w:t>proponents</w:t>
      </w:r>
      <w:r w:rsidRPr="009E1383">
        <w:rPr>
          <w:sz w:val="16"/>
        </w:rPr>
        <w:t xml:space="preserve"> of the proposal </w:t>
      </w:r>
      <w:r w:rsidRPr="00504B00">
        <w:rPr>
          <w:rStyle w:val="StyleUnderline"/>
        </w:rPr>
        <w:t>argue</w:t>
      </w:r>
      <w:r w:rsidRPr="009E1383">
        <w:rPr>
          <w:sz w:val="16"/>
        </w:rPr>
        <w:t xml:space="preserve"> that </w:t>
      </w:r>
      <w:r w:rsidRPr="007C1D4E">
        <w:rPr>
          <w:rStyle w:val="StyleUnderline"/>
          <w:highlight w:val="yellow"/>
        </w:rPr>
        <w:t xml:space="preserve">a waiver will </w:t>
      </w:r>
      <w:r w:rsidRPr="007C1D4E">
        <w:rPr>
          <w:rStyle w:val="Emphasis"/>
          <w:highlight w:val="yellow"/>
        </w:rPr>
        <w:t>enable timely and equitable access</w:t>
      </w:r>
      <w:r w:rsidRPr="007C1D4E">
        <w:rPr>
          <w:rStyle w:val="StyleUnderline"/>
          <w:highlight w:val="yellow"/>
        </w:rPr>
        <w:t xml:space="preserve"> to </w:t>
      </w:r>
      <w:r w:rsidRPr="007C1D4E">
        <w:rPr>
          <w:rStyle w:val="StyleUnderline"/>
        </w:rPr>
        <w:t>affordable</w:t>
      </w:r>
      <w:r w:rsidRPr="00504B00">
        <w:rPr>
          <w:rStyle w:val="StyleUnderline"/>
        </w:rPr>
        <w:t xml:space="preserve"> </w:t>
      </w:r>
      <w:r w:rsidRPr="007C1D4E">
        <w:rPr>
          <w:rStyle w:val="StyleUnderline"/>
          <w:highlight w:val="yellow"/>
        </w:rPr>
        <w:t>health products</w:t>
      </w:r>
      <w:r w:rsidRPr="00504B00">
        <w:rPr>
          <w:rStyle w:val="StyleUnderline"/>
        </w:rPr>
        <w:t xml:space="preserve"> and technologies, </w:t>
      </w:r>
      <w:r w:rsidRPr="007C1D4E">
        <w:rPr>
          <w:rStyle w:val="StyleUnderline"/>
          <w:highlight w:val="yellow"/>
        </w:rPr>
        <w:t>including vaccines</w:t>
      </w:r>
      <w:r w:rsidRPr="00504B00">
        <w:rPr>
          <w:rStyle w:val="StyleUnderline"/>
        </w:rPr>
        <w:t>.</w:t>
      </w:r>
      <w:r>
        <w:rPr>
          <w:rStyle w:val="StyleUnderline"/>
        </w:rPr>
        <w:t xml:space="preserve"> </w:t>
      </w:r>
      <w:r w:rsidRPr="009E1383">
        <w:rPr>
          <w:sz w:val="16"/>
        </w:rPr>
        <w:t xml:space="preserve">Though many member countries had supported and co-sponsored the proposal, </w:t>
      </w:r>
      <w:r w:rsidRPr="00504B00">
        <w:rPr>
          <w:rStyle w:val="StyleUnderline"/>
        </w:rPr>
        <w:t>a small but influential group of countries</w:t>
      </w:r>
      <w:r w:rsidRPr="009E1383">
        <w:rPr>
          <w:sz w:val="16"/>
        </w:rPr>
        <w:t>, mainly Australia, Canada, the European Union (EU), Japan, the United Kingdom (UK) and the United States (US</w:t>
      </w:r>
      <w:r w:rsidRPr="00504B00">
        <w:rPr>
          <w:rStyle w:val="StyleUnderline"/>
        </w:rPr>
        <w:t>), opposed it</w:t>
      </w:r>
      <w:r w:rsidRPr="009E1383">
        <w:rPr>
          <w:sz w:val="16"/>
        </w:rPr>
        <w:t xml:space="preserve">. </w:t>
      </w:r>
      <w:r w:rsidRPr="00504B00">
        <w:rPr>
          <w:rStyle w:val="StyleUnderline"/>
        </w:rPr>
        <w:t>They argued</w:t>
      </w:r>
      <w:r w:rsidRPr="009E1383">
        <w:rPr>
          <w:sz w:val="16"/>
        </w:rPr>
        <w:t xml:space="preserve"> that </w:t>
      </w:r>
      <w:r w:rsidRPr="00504B00">
        <w:rPr>
          <w:rStyle w:val="StyleUnderline"/>
        </w:rPr>
        <w:t>existing</w:t>
      </w:r>
      <w:r w:rsidRPr="009E1383">
        <w:rPr>
          <w:sz w:val="16"/>
        </w:rPr>
        <w:t xml:space="preserve"> </w:t>
      </w:r>
      <w:r w:rsidRPr="00504B00">
        <w:rPr>
          <w:rStyle w:val="StyleUnderline"/>
        </w:rPr>
        <w:t>exceptions</w:t>
      </w:r>
      <w:r w:rsidRPr="009E1383">
        <w:rPr>
          <w:sz w:val="16"/>
        </w:rPr>
        <w:t xml:space="preserve"> under the TRIPS Agreement </w:t>
      </w:r>
      <w:r w:rsidRPr="00504B00">
        <w:rPr>
          <w:rStyle w:val="StyleUnderline"/>
        </w:rPr>
        <w:t>are sufficient</w:t>
      </w:r>
      <w:r w:rsidRPr="009E1383">
        <w:rPr>
          <w:sz w:val="16"/>
        </w:rPr>
        <w:t xml:space="preserve"> to address the concerns mentioned in the proposal. This resulted in sidelining of the waiver proposal for months. However, on 5 May 2021, the Joseph Biden administration announced its support for waiving intellectual property protections for COVID-19 vaccines.2 It was a significant step towards breaking the seven-month </w:t>
      </w:r>
      <w:proofErr w:type="gramStart"/>
      <w:r w:rsidRPr="009E1383">
        <w:rPr>
          <w:sz w:val="16"/>
        </w:rPr>
        <w:t>gridlock, and</w:t>
      </w:r>
      <w:proofErr w:type="gramEnd"/>
      <w:r w:rsidRPr="009E1383">
        <w:rPr>
          <w:sz w:val="16"/>
        </w:rPr>
        <w:t xml:space="preserve"> led to many more countries modifying their position on the waiver proposal. On 25 May 2021, the co-sponsors of the waiver proposal submitted a revised proposal that specified the scope of the waiver as applying to “health products and technologies” </w:t>
      </w:r>
      <w:proofErr w:type="gramStart"/>
      <w:r w:rsidRPr="009E1383">
        <w:rPr>
          <w:sz w:val="16"/>
        </w:rPr>
        <w:t>and also</w:t>
      </w:r>
      <w:proofErr w:type="gramEnd"/>
      <w:r w:rsidRPr="009E1383">
        <w:rPr>
          <w:sz w:val="16"/>
        </w:rPr>
        <w:t xml:space="preserve"> added a section on the proposed duration of the waiver, i.e., three years.3 At present, more than 100 countries, including the US and China support this proposal. The principal opponent of the waiver is the EU and in June 2021, it submitted an alternative proposal to the TRIPS Council, which requested to keep TRIPS’ provisions intact and focused on compulsory licensing and removing vaccine export restrictions to address the concerns raised by India and South Africa.4 The EU proposal also stated that the TRIPS Agreement does not prevent countries from taking measures to protect public health.5 At the meeting of the TRIPS Council on 8–9 June 2021, the member states agreed to text-based negotiations focusing on two proposals tabled by members. The members also decided to hold a series of meetings till the end of July 2021 to take stock of the text-based negotiations. However, the latest developments show that the waiver discussions hit a hurdle due to a split between the developed and developing countries over the negotiation text. This brief discusses how TRIPS becomes a barrier to the equitable access of COVID-19 vaccines. It also examines how a waiver will help India in its fight against COVID-19 at home and abroad. TRIPS and its Exceptions TRIPS, a comprehensive multilateral agreement on Intellectual Property (IP), was an outcome of the Uruguay Round (1986–94) of negotiations of the General Agreement on Tariffs and Trade (GATT). The Agreement came into force on 1 January 1995 and offers a minimum standard of protection for Intellectual Property Rights (IPR).6 In WTO, IPR are divided into two main categories. First, </w:t>
      </w:r>
      <w:proofErr w:type="gramStart"/>
      <w:r w:rsidRPr="009E1383">
        <w:rPr>
          <w:sz w:val="16"/>
        </w:rPr>
        <w:t>copyright</w:t>
      </w:r>
      <w:proofErr w:type="gramEnd"/>
      <w:r w:rsidRPr="009E1383">
        <w:rPr>
          <w:sz w:val="16"/>
        </w:rPr>
        <w:t xml:space="preserve"> and related rights (Articles 9 to 14, Part II of the TRIPS Agreement). Second, industrial property that includes trademarks, geographical indications, industrial designs, patents, integrated circuit layout designs, and undisclosed information (Articles 15 to 38, Part II of the TRIPS Agreement).7 Article IX.3 and IX.4 of the Marrakesh Agreement Establishing the WTO deals with TRIPS waivers. Article IX.3 says that in “exceptional circumstances” the Ministerial Conference may waive off an obligation imposed on WTO member countries.8 Such a decision requires the support of three-fourths of the WTO membership. According to Article IX.4, any waiver granted for more than one year will be reviewed by the Ministerial Conference. Based on the annual review, the Conference may extend, modify, or terminate the waiver. The TRIPS Agreement provides some flexibility primarily in the form of compulsory licensing and research exceptions through Articles 30 and 31. While Article 30 permits WTO members to make limited exceptions to patent rights, Article 31 provides a detailed exception, provided certain conditions are met. Compulsory licensing is the process of granting a license by a government to use a patent without the patent holder's consent. Article 31 permits granting compulsory license under circumstances such as “national emergencies”, “other circumstances of extreme urgency”, “public noncommercial use”, or against “anti-competitive” practices.9 In addition to these original waivers, the Declaration on the TRIPS Agreement and Public Health, adopted at the 2001 Doha Ministerial Meeting, also </w:t>
      </w:r>
      <w:proofErr w:type="spellStart"/>
      <w:r w:rsidRPr="009E1383">
        <w:rPr>
          <w:sz w:val="16"/>
        </w:rPr>
        <w:t>recognises</w:t>
      </w:r>
      <w:proofErr w:type="spellEnd"/>
      <w:r w:rsidRPr="009E1383">
        <w:rPr>
          <w:sz w:val="16"/>
        </w:rPr>
        <w:t xml:space="preserve"> some exceptions, for instance, in situations of a public health emergency, member countries have the freedom to determine the grounds upon which compulsory licenses are granted. Similarly, under Article 66.1, the least developed countries (LDCs) are given waivers for implementing TRIPS on pharmaceuticals till 1 January 2033. COVID-19 and TRIPS Waiver </w:t>
      </w:r>
      <w:r w:rsidRPr="00852E7A">
        <w:rPr>
          <w:rStyle w:val="StyleUnderline"/>
        </w:rPr>
        <w:t>Two significant factors rekindled the debate on TRIPS</w:t>
      </w:r>
      <w:r w:rsidRPr="009E1383">
        <w:rPr>
          <w:rStyle w:val="StyleUnderline"/>
        </w:rPr>
        <w:t xml:space="preserve"> waiver for essential medical products—first, vaccine inequity, and second, the insufficiency of existing waiver provisions in fighting the COVID-19 pandemic. </w:t>
      </w:r>
      <w:r w:rsidRPr="007C1D4E">
        <w:rPr>
          <w:rStyle w:val="StyleUnderline"/>
          <w:highlight w:val="yellow"/>
        </w:rPr>
        <w:t xml:space="preserve">COVID-19 is an </w:t>
      </w:r>
      <w:r w:rsidRPr="007C1D4E">
        <w:rPr>
          <w:rStyle w:val="Emphasis"/>
          <w:highlight w:val="yellow"/>
        </w:rPr>
        <w:t>exceptional circumstance</w:t>
      </w:r>
      <w:r w:rsidRPr="007C1D4E">
        <w:rPr>
          <w:rStyle w:val="StyleUnderline"/>
          <w:highlight w:val="yellow"/>
        </w:rPr>
        <w:t>, and</w:t>
      </w:r>
      <w:r w:rsidRPr="009E1383">
        <w:rPr>
          <w:rStyle w:val="StyleUnderline"/>
        </w:rPr>
        <w:t xml:space="preserve"> </w:t>
      </w:r>
      <w:r w:rsidRPr="009E1383">
        <w:rPr>
          <w:rStyle w:val="Emphasis"/>
        </w:rPr>
        <w:t xml:space="preserve">equitable global </w:t>
      </w:r>
      <w:r w:rsidRPr="007C1D4E">
        <w:rPr>
          <w:rStyle w:val="Emphasis"/>
          <w:highlight w:val="yellow"/>
        </w:rPr>
        <w:t>access</w:t>
      </w:r>
      <w:r w:rsidRPr="007C1D4E">
        <w:rPr>
          <w:rStyle w:val="StyleUnderline"/>
          <w:highlight w:val="yellow"/>
        </w:rPr>
        <w:t xml:space="preserve"> to the vaccine is necessary to </w:t>
      </w:r>
      <w:r w:rsidRPr="007C1D4E">
        <w:rPr>
          <w:rStyle w:val="Emphasis"/>
          <w:highlight w:val="yellow"/>
        </w:rPr>
        <w:t>bring the pandemic under control</w:t>
      </w:r>
      <w:r w:rsidRPr="007C1D4E">
        <w:rPr>
          <w:rStyle w:val="StyleUnderline"/>
          <w:highlight w:val="yellow"/>
        </w:rPr>
        <w:t>.</w:t>
      </w:r>
      <w:r w:rsidRPr="009E1383">
        <w:rPr>
          <w:rStyle w:val="StyleUnderline"/>
        </w:rPr>
        <w:t xml:space="preserve"> However, </w:t>
      </w:r>
      <w:r w:rsidRPr="007C1D4E">
        <w:rPr>
          <w:rStyle w:val="StyleUnderline"/>
          <w:highlight w:val="yellow"/>
        </w:rPr>
        <w:t>the world is witnessing</w:t>
      </w:r>
      <w:r w:rsidRPr="009E1383">
        <w:rPr>
          <w:rStyle w:val="StyleUnderline"/>
        </w:rPr>
        <w:t xml:space="preserve"> quite the reverse, i.e., </w:t>
      </w:r>
      <w:r w:rsidRPr="00886DC7">
        <w:rPr>
          <w:rStyle w:val="Emphasis"/>
          <w:highlight w:val="yellow"/>
        </w:rPr>
        <w:t>vaccine nationalism</w:t>
      </w:r>
      <w:r w:rsidRPr="009E1383">
        <w:rPr>
          <w:sz w:val="16"/>
        </w:rPr>
        <w:t xml:space="preserve">. </w:t>
      </w:r>
      <w:r w:rsidRPr="009E1383">
        <w:rPr>
          <w:rStyle w:val="StyleUnderline"/>
        </w:rPr>
        <w:t xml:space="preserve">Vaccine nationalism is “my nation first” </w:t>
      </w:r>
      <w:r w:rsidRPr="00852E7A">
        <w:rPr>
          <w:rStyle w:val="StyleUnderline"/>
        </w:rPr>
        <w:t xml:space="preserve">approach to securing and stockpiling vaccines before making them available in other countries. A TRIPS waiver would be instrumental in addressing the </w:t>
      </w:r>
      <w:r w:rsidRPr="00852E7A">
        <w:rPr>
          <w:rStyle w:val="Emphasis"/>
        </w:rPr>
        <w:t>growing inequality in the production</w:t>
      </w:r>
      <w:r w:rsidRPr="00852E7A">
        <w:rPr>
          <w:sz w:val="16"/>
        </w:rPr>
        <w:t>, distribution</w:t>
      </w:r>
      <w:r w:rsidRPr="009E1383">
        <w:rPr>
          <w:sz w:val="16"/>
        </w:rPr>
        <w:t xml:space="preserve">, and pricing of the COVID-19 vaccines. Vaccine Inequity According to Duke Global Health Innovation Center, which monitors COVID-19 vaccine purchases, </w:t>
      </w:r>
      <w:r w:rsidRPr="009E1383">
        <w:rPr>
          <w:rStyle w:val="StyleUnderline"/>
        </w:rPr>
        <w:t>rich nations representing just 14 per cent of the world population have bought up to 53 per cent of the most promising vaccines so far.</w:t>
      </w:r>
      <w:r w:rsidRPr="009E1383">
        <w:rPr>
          <w:sz w:val="16"/>
        </w:rPr>
        <w:t xml:space="preserve"> As of 4 July 2021, the high-income countries (HICs) purchased more than half (6.16 billion) vaccine doses sold globally. </w:t>
      </w:r>
      <w:r w:rsidRPr="009E1383">
        <w:rPr>
          <w:rStyle w:val="StyleUnderline"/>
        </w:rPr>
        <w:t>At the same time, the low-income countries (LICs) received only 0.3 per cent of the vaccines produced</w:t>
      </w:r>
      <w:r w:rsidRPr="009E1383">
        <w:rPr>
          <w:sz w:val="16"/>
        </w:rPr>
        <w:t xml:space="preserve">. The low and middle-income countries (LMICs), which account for 81 per cent of the global adult population, purchased 33 per cent, and COVAX (COVID-19 Vaccines Global Access) has </w:t>
      </w:r>
      <w:r w:rsidRPr="009E1383">
        <w:rPr>
          <w:sz w:val="16"/>
        </w:rPr>
        <w:lastRenderedPageBreak/>
        <w:t xml:space="preserve">received 13 per cent.10 Many HICs bought enough doses to vaccinate their populations several times over. For instance, Canada procured 10.45 doses per person, while the UK, EU and the US procured 8.18, 6.89, and 4.60 doses per inhabitant, respectively.11 </w:t>
      </w:r>
      <w:proofErr w:type="spellStart"/>
      <w:proofErr w:type="gramStart"/>
      <w:r w:rsidRPr="009E1383">
        <w:rPr>
          <w:sz w:val="16"/>
        </w:rPr>
        <w:t>Source:“</w:t>
      </w:r>
      <w:proofErr w:type="gramEnd"/>
      <w:r w:rsidRPr="009E1383">
        <w:rPr>
          <w:sz w:val="16"/>
        </w:rPr>
        <w:t>Tracking</w:t>
      </w:r>
      <w:proofErr w:type="spellEnd"/>
      <w:r w:rsidRPr="009E1383">
        <w:rPr>
          <w:sz w:val="16"/>
        </w:rPr>
        <w:t xml:space="preserve"> COVID-19 Vaccine Purchases Across the Globe”, Duke Global Health Innovation Center, Updated 9 July 2021. </w:t>
      </w:r>
      <w:r w:rsidRPr="009E1383">
        <w:rPr>
          <w:rStyle w:val="StyleUnderline"/>
        </w:rPr>
        <w:t>Consequently, there is a significant disparity between HICs and LICs in vaccine administration</w:t>
      </w:r>
      <w:r w:rsidRPr="009E1383">
        <w:rPr>
          <w:sz w:val="16"/>
        </w:rPr>
        <w:t xml:space="preserve"> as well. </w:t>
      </w:r>
      <w:r w:rsidRPr="009E1383">
        <w:rPr>
          <w:rStyle w:val="StyleUnderline"/>
        </w:rPr>
        <w:t xml:space="preserve">As of 8 </w:t>
      </w:r>
      <w:r w:rsidRPr="00852E7A">
        <w:rPr>
          <w:rStyle w:val="StyleUnderline"/>
        </w:rPr>
        <w:t>July 2021, 3.32 billion vaccine doses had been administered globally.12 Nonetheless</w:t>
      </w:r>
      <w:r w:rsidRPr="009E1383">
        <w:rPr>
          <w:rStyle w:val="StyleUnderline"/>
        </w:rPr>
        <w:t xml:space="preserve">, </w:t>
      </w:r>
      <w:r w:rsidRPr="007C1D4E">
        <w:rPr>
          <w:rStyle w:val="Emphasis"/>
          <w:highlight w:val="yellow"/>
        </w:rPr>
        <w:t>only one per cent</w:t>
      </w:r>
      <w:r w:rsidRPr="007C1D4E">
        <w:rPr>
          <w:rStyle w:val="StyleUnderline"/>
          <w:highlight w:val="yellow"/>
        </w:rPr>
        <w:t xml:space="preserve"> of people in LICs have</w:t>
      </w:r>
      <w:r w:rsidRPr="009E1383">
        <w:rPr>
          <w:rStyle w:val="StyleUnderline"/>
        </w:rPr>
        <w:t xml:space="preserve"> been given at least one dose</w:t>
      </w:r>
      <w:r w:rsidRPr="009E1383">
        <w:rPr>
          <w:sz w:val="16"/>
        </w:rPr>
        <w:t xml:space="preserve">. </w:t>
      </w:r>
      <w:r w:rsidRPr="009E1383">
        <w:rPr>
          <w:rStyle w:val="StyleUnderline"/>
        </w:rPr>
        <w:t xml:space="preserve">While in HICs almost one in four people have </w:t>
      </w:r>
      <w:r w:rsidRPr="007C1D4E">
        <w:rPr>
          <w:rStyle w:val="StyleUnderline"/>
          <w:highlight w:val="yellow"/>
        </w:rPr>
        <w:t>received the vaccine</w:t>
      </w:r>
      <w:r w:rsidRPr="009E1383">
        <w:rPr>
          <w:rStyle w:val="StyleUnderline"/>
        </w:rPr>
        <w:t xml:space="preserve">, in LICs, it is </w:t>
      </w:r>
      <w:r w:rsidRPr="00852E7A">
        <w:rPr>
          <w:rStyle w:val="StyleUnderline"/>
        </w:rPr>
        <w:t xml:space="preserve">one in more than 500. </w:t>
      </w:r>
      <w:r w:rsidRPr="00852E7A">
        <w:rPr>
          <w:sz w:val="16"/>
        </w:rPr>
        <w:t>The World Health Organization (WHO) notes that about 90 per cent of African countries will miss the September target to vaccinate at least 10</w:t>
      </w:r>
      <w:r w:rsidRPr="009E1383">
        <w:rPr>
          <w:sz w:val="16"/>
        </w:rPr>
        <w:t xml:space="preserve">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According to the International Monetary Fund (IMF), at current rates, by the end of 2021, a massive global inequity will continue to exist, with Africa still experiencing meagre vaccination rates while other parts of the world move much closer to complete vaccination.14 </w:t>
      </w:r>
      <w:r w:rsidRPr="009E1383">
        <w:rPr>
          <w:rStyle w:val="StyleUnderline"/>
        </w:rPr>
        <w:t xml:space="preserve">This </w:t>
      </w:r>
      <w:r w:rsidRPr="007C1D4E">
        <w:rPr>
          <w:rStyle w:val="StyleUnderline"/>
          <w:highlight w:val="yellow"/>
        </w:rPr>
        <w:t>vaccine inequity is</w:t>
      </w:r>
      <w:r w:rsidRPr="009E1383">
        <w:rPr>
          <w:rStyle w:val="StyleUnderline"/>
        </w:rPr>
        <w:t xml:space="preserve"> not only morally indefensible but also </w:t>
      </w:r>
      <w:r w:rsidRPr="009E1383">
        <w:rPr>
          <w:rStyle w:val="Emphasis"/>
        </w:rPr>
        <w:t xml:space="preserve">clinically </w:t>
      </w:r>
      <w:r w:rsidRPr="007C1D4E">
        <w:rPr>
          <w:rStyle w:val="Emphasis"/>
          <w:highlight w:val="yellow"/>
        </w:rPr>
        <w:t>counter-productive</w:t>
      </w:r>
      <w:r w:rsidRPr="009E1383">
        <w:rPr>
          <w:sz w:val="16"/>
        </w:rPr>
        <w:t xml:space="preserve">. </w:t>
      </w:r>
      <w:r w:rsidRPr="009E1383">
        <w:rPr>
          <w:rStyle w:val="StyleUnderline"/>
        </w:rPr>
        <w:t xml:space="preserve">If this situation prevails, LICs could be waiting until 2025 for vaccinating half of their people. </w:t>
      </w:r>
      <w:r w:rsidRPr="007C1D4E">
        <w:rPr>
          <w:rStyle w:val="StyleUnderline"/>
          <w:highlight w:val="yellow"/>
        </w:rPr>
        <w:t>Allowing</w:t>
      </w:r>
      <w:r w:rsidRPr="009E1383">
        <w:rPr>
          <w:rStyle w:val="StyleUnderline"/>
        </w:rPr>
        <w:t xml:space="preserve"> most of </w:t>
      </w:r>
      <w:r w:rsidRPr="007C1D4E">
        <w:rPr>
          <w:rStyle w:val="StyleUnderline"/>
          <w:highlight w:val="yellow"/>
        </w:rPr>
        <w:t>the world</w:t>
      </w:r>
      <w:r w:rsidRPr="009E1383">
        <w:rPr>
          <w:rStyle w:val="StyleUnderline"/>
        </w:rPr>
        <w:t xml:space="preserve">’s population </w:t>
      </w:r>
      <w:r w:rsidRPr="007C1D4E">
        <w:rPr>
          <w:rStyle w:val="StyleUnderline"/>
          <w:highlight w:val="yellow"/>
        </w:rPr>
        <w:t xml:space="preserve">to go unvaccinated will also </w:t>
      </w:r>
      <w:r w:rsidRPr="007C1D4E">
        <w:rPr>
          <w:rStyle w:val="Emphasis"/>
          <w:highlight w:val="yellow"/>
        </w:rPr>
        <w:t>spawn</w:t>
      </w:r>
      <w:r w:rsidRPr="009E1383">
        <w:rPr>
          <w:rStyle w:val="Emphasis"/>
        </w:rPr>
        <w:t xml:space="preserve"> new virus </w:t>
      </w:r>
      <w:r w:rsidRPr="007C1D4E">
        <w:rPr>
          <w:rStyle w:val="Emphasis"/>
          <w:highlight w:val="yellow"/>
        </w:rPr>
        <w:t>mutations</w:t>
      </w:r>
      <w:r w:rsidRPr="009E1383">
        <w:rPr>
          <w:rStyle w:val="Emphasis"/>
        </w:rPr>
        <w:t xml:space="preserve">, </w:t>
      </w:r>
      <w:r w:rsidRPr="00852E7A">
        <w:rPr>
          <w:rStyle w:val="Emphasis"/>
        </w:rPr>
        <w:t>more contagious viruses</w:t>
      </w:r>
      <w:r w:rsidRPr="00852E7A">
        <w:rPr>
          <w:sz w:val="16"/>
        </w:rPr>
        <w:t xml:space="preserve"> </w:t>
      </w:r>
      <w:r w:rsidRPr="00852E7A">
        <w:rPr>
          <w:rStyle w:val="StyleUnderline"/>
        </w:rPr>
        <w:t>leading to a steep rise in COVID-19 cases. Such</w:t>
      </w:r>
      <w:r w:rsidRPr="009E1383">
        <w:rPr>
          <w:rStyle w:val="StyleUnderline"/>
        </w:rPr>
        <w:t xml:space="preserve"> a scenario could </w:t>
      </w:r>
      <w:r w:rsidRPr="007C1D4E">
        <w:rPr>
          <w:rStyle w:val="StyleUnderline"/>
          <w:highlight w:val="yellow"/>
        </w:rPr>
        <w:t xml:space="preserve">cause </w:t>
      </w:r>
      <w:r w:rsidRPr="007C1D4E">
        <w:rPr>
          <w:rStyle w:val="Emphasis"/>
          <w:highlight w:val="yellow"/>
        </w:rPr>
        <w:t>twice as many deaths</w:t>
      </w:r>
      <w:r w:rsidRPr="009E1383">
        <w:rPr>
          <w:rStyle w:val="StyleUnderline"/>
        </w:rPr>
        <w:t xml:space="preserve"> as against distributing them globally, on a priority basis</w:t>
      </w:r>
      <w:r w:rsidRPr="009E1383">
        <w:rPr>
          <w:sz w:val="16"/>
        </w:rPr>
        <w:t xml:space="preserve">. </w:t>
      </w:r>
      <w:r w:rsidRPr="00886DC7">
        <w:rPr>
          <w:rStyle w:val="StyleUnderline"/>
          <w:highlight w:val="yellow"/>
        </w:rPr>
        <w:t xml:space="preserve">Preventing this humanitarian catastrophe requires </w:t>
      </w:r>
      <w:r w:rsidRPr="007C1D4E">
        <w:rPr>
          <w:rStyle w:val="Emphasis"/>
          <w:highlight w:val="yellow"/>
        </w:rPr>
        <w:t>removing all barriers</w:t>
      </w:r>
      <w:r w:rsidRPr="007C1D4E">
        <w:rPr>
          <w:rStyle w:val="StyleUnderline"/>
          <w:highlight w:val="yellow"/>
        </w:rPr>
        <w:t xml:space="preserve"> to the</w:t>
      </w:r>
      <w:r w:rsidRPr="009E1383">
        <w:rPr>
          <w:rStyle w:val="StyleUnderline"/>
        </w:rPr>
        <w:t xml:space="preserve"> production and distribution of </w:t>
      </w:r>
      <w:r w:rsidRPr="007C1D4E">
        <w:rPr>
          <w:rStyle w:val="StyleUnderline"/>
          <w:highlight w:val="yellow"/>
        </w:rPr>
        <w:t>vaccines</w:t>
      </w:r>
      <w:r w:rsidRPr="009E1383">
        <w:rPr>
          <w:rStyle w:val="StyleUnderline"/>
        </w:rPr>
        <w:t>.</w:t>
      </w:r>
      <w:r w:rsidRPr="009E1383">
        <w:rPr>
          <w:sz w:val="16"/>
        </w:rPr>
        <w:t xml:space="preserve"> TRIPS is one such barrier that prevents vaccine production in LMICs and hence its equitable distribution. TRIPS: Barrier to Equitable Health Care Access The </w:t>
      </w:r>
      <w:r w:rsidRPr="00852E7A">
        <w:rPr>
          <w:rStyle w:val="StyleUnderline"/>
        </w:rPr>
        <w:t>opponents of the waiver</w:t>
      </w:r>
      <w:r w:rsidRPr="00852E7A">
        <w:rPr>
          <w:sz w:val="16"/>
        </w:rPr>
        <w:t xml:space="preserve"> proposal </w:t>
      </w:r>
      <w:r w:rsidRPr="00852E7A">
        <w:rPr>
          <w:rStyle w:val="StyleUnderline"/>
        </w:rPr>
        <w:t>argue</w:t>
      </w:r>
      <w:r w:rsidRPr="00852E7A">
        <w:rPr>
          <w:sz w:val="16"/>
        </w:rPr>
        <w:t xml:space="preserve"> that </w:t>
      </w:r>
      <w:r w:rsidRPr="00852E7A">
        <w:rPr>
          <w:rStyle w:val="StyleUnderline"/>
        </w:rPr>
        <w:t>IPR are not a significant barrier to equitable access</w:t>
      </w:r>
      <w:r w:rsidRPr="00852E7A">
        <w:rPr>
          <w:sz w:val="16"/>
        </w:rPr>
        <w:t xml:space="preserve"> to health care, and existing TRIPS flexibilities are sufficient to address the COVID-19 pandemic. </w:t>
      </w:r>
      <w:r w:rsidRPr="00852E7A">
        <w:rPr>
          <w:rStyle w:val="Emphasis"/>
        </w:rPr>
        <w:t>However, history suggests the contrary.</w:t>
      </w:r>
      <w:r w:rsidRPr="00852E7A">
        <w:rPr>
          <w:sz w:val="16"/>
        </w:rPr>
        <w:t xml:space="preserve"> For instance, </w:t>
      </w:r>
      <w:r w:rsidRPr="00852E7A">
        <w:rPr>
          <w:rStyle w:val="StyleUnderline"/>
        </w:rPr>
        <w:t>when South Africa passed the Medicines and Related Substances Act</w:t>
      </w:r>
      <w:r w:rsidRPr="00852E7A">
        <w:rPr>
          <w:sz w:val="16"/>
        </w:rPr>
        <w:t xml:space="preserve"> of 1997 to address the HIV/AIDS</w:t>
      </w:r>
      <w:r w:rsidRPr="009E1383">
        <w:rPr>
          <w:sz w:val="16"/>
        </w:rPr>
        <w:t xml:space="preserve"> public health crisis, nearly 40 of world’s largest and </w:t>
      </w:r>
      <w:r w:rsidRPr="009E1383">
        <w:rPr>
          <w:rStyle w:val="StyleUnderline"/>
        </w:rPr>
        <w:t xml:space="preserve">influential </w:t>
      </w:r>
      <w:r w:rsidRPr="00D2511C">
        <w:rPr>
          <w:rStyle w:val="StyleUnderline"/>
        </w:rPr>
        <w:t>pharma companies took the South African government to court</w:t>
      </w:r>
      <w:r w:rsidRPr="009E1383">
        <w:rPr>
          <w:rStyle w:val="StyleUnderline"/>
        </w:rPr>
        <w:t xml:space="preserve"> </w:t>
      </w:r>
      <w:r w:rsidRPr="009E1383">
        <w:rPr>
          <w:sz w:val="16"/>
        </w:rPr>
        <w:t xml:space="preserve">over the violation of TRIPS. The Act, which invoked the compulsory licensing provision, allowed South Africa to produce affordable generic drugs.15 The Big Pharma also lobbied developed countries, particularly the US, to put bilateral trade sanctions against South Africa.16 </w:t>
      </w:r>
      <w:r w:rsidRPr="009E1383">
        <w:rPr>
          <w:rStyle w:val="StyleUnderline"/>
        </w:rPr>
        <w:t>Similarly, when Indian company Cipla decided to provide generic antiretrovirals</w:t>
      </w:r>
      <w:r w:rsidRPr="009E1383">
        <w:rPr>
          <w:sz w:val="16"/>
        </w:rPr>
        <w:t xml:space="preserve"> (ARVs) to the African market at a lower cost, </w:t>
      </w:r>
      <w:r w:rsidRPr="009E1383">
        <w:rPr>
          <w:rStyle w:val="StyleUnderline"/>
        </w:rPr>
        <w:t>Big Pharma retaliated through patent litigations</w:t>
      </w:r>
      <w:r w:rsidRPr="009E1383">
        <w:rPr>
          <w:sz w:val="16"/>
        </w:rPr>
        <w:t xml:space="preserve"> in Indian and international trade courts and branded Indian drug companies as thieves.17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w:t>
      </w:r>
      <w:r w:rsidRPr="007C1D4E">
        <w:rPr>
          <w:rStyle w:val="StyleUnderline"/>
          <w:highlight w:val="yellow"/>
        </w:rPr>
        <w:t>A recent document</w:t>
      </w:r>
      <w:r w:rsidRPr="009E1383">
        <w:rPr>
          <w:rStyle w:val="StyleUnderline"/>
        </w:rPr>
        <w:t xml:space="preserve"> by</w:t>
      </w:r>
      <w:r w:rsidRPr="009E1383">
        <w:rPr>
          <w:sz w:val="16"/>
        </w:rPr>
        <w:t xml:space="preserve"> Médecins Sans </w:t>
      </w:r>
      <w:proofErr w:type="spellStart"/>
      <w:r w:rsidRPr="009E1383">
        <w:rPr>
          <w:sz w:val="16"/>
        </w:rPr>
        <w:t>Frontières</w:t>
      </w:r>
      <w:proofErr w:type="spellEnd"/>
      <w:r w:rsidRPr="009E1383">
        <w:rPr>
          <w:sz w:val="16"/>
        </w:rPr>
        <w:t xml:space="preserve"> (MSF), or </w:t>
      </w:r>
      <w:r w:rsidRPr="009E1383">
        <w:rPr>
          <w:rStyle w:val="StyleUnderline"/>
        </w:rPr>
        <w:t xml:space="preserve">Doctors Without Borders, </w:t>
      </w:r>
      <w:r w:rsidRPr="007C1D4E">
        <w:rPr>
          <w:rStyle w:val="StyleUnderline"/>
          <w:highlight w:val="yellow"/>
        </w:rPr>
        <w:t>highlights</w:t>
      </w:r>
      <w:r w:rsidRPr="009E1383">
        <w:rPr>
          <w:rStyle w:val="StyleUnderline"/>
        </w:rPr>
        <w:t xml:space="preserve"> various instances of </w:t>
      </w:r>
      <w:r w:rsidRPr="007C1D4E">
        <w:rPr>
          <w:rStyle w:val="StyleUnderline"/>
          <w:highlight w:val="yellow"/>
        </w:rPr>
        <w:t xml:space="preserve">how </w:t>
      </w:r>
      <w:r w:rsidRPr="007C1D4E">
        <w:rPr>
          <w:rStyle w:val="Emphasis"/>
          <w:highlight w:val="yellow"/>
        </w:rPr>
        <w:t>IP hinders manufacturing and supply of diagnostics</w:t>
      </w:r>
      <w:r w:rsidRPr="009E1383">
        <w:rPr>
          <w:rStyle w:val="Emphasis"/>
        </w:rPr>
        <w:t>,</w:t>
      </w:r>
      <w:r w:rsidRPr="009E1383">
        <w:rPr>
          <w:rStyle w:val="StyleUnderline"/>
        </w:rPr>
        <w:t xml:space="preserve"> medical equipment, </w:t>
      </w:r>
      <w:proofErr w:type="gramStart"/>
      <w:r w:rsidRPr="009E1383">
        <w:rPr>
          <w:rStyle w:val="StyleUnderline"/>
        </w:rPr>
        <w:t>treatments</w:t>
      </w:r>
      <w:proofErr w:type="gramEnd"/>
      <w:r w:rsidRPr="009E1383">
        <w:rPr>
          <w:rStyle w:val="StyleUnderline"/>
        </w:rPr>
        <w:t xml:space="preserve"> and vaccines during the COVID-19 pandemic</w:t>
      </w:r>
      <w:r w:rsidRPr="009E1383">
        <w:rPr>
          <w:sz w:val="16"/>
        </w:rPr>
        <w:t xml:space="preserve">. For instance, </w:t>
      </w:r>
      <w:r w:rsidRPr="009E1383">
        <w:rPr>
          <w:rStyle w:val="StyleUnderline"/>
        </w:rPr>
        <w:t xml:space="preserve">during the peak of the COVID-19 first wave in Europe, </w:t>
      </w:r>
      <w:r w:rsidRPr="00D2511C">
        <w:rPr>
          <w:rStyle w:val="StyleUnderline"/>
        </w:rPr>
        <w:t>Roche rejected a request from the Netherlands to release the recipe of key chemical reagents</w:t>
      </w:r>
      <w:r w:rsidRPr="00283A45">
        <w:rPr>
          <w:rStyle w:val="StyleUnderline"/>
        </w:rPr>
        <w:t xml:space="preserve"> </w:t>
      </w:r>
      <w:r w:rsidRPr="00D2511C">
        <w:rPr>
          <w:rStyle w:val="StyleUnderline"/>
        </w:rPr>
        <w:t>needed to increase the production of diagnostic kits</w:t>
      </w:r>
      <w:r w:rsidRPr="009E1383">
        <w:rPr>
          <w:sz w:val="16"/>
        </w:rPr>
        <w:t xml:space="preserve">. Another example was patent holders threatening producers of 3D printing ventilators with patent infringement lawsuits in Italy.20 The MSF also found that </w:t>
      </w:r>
      <w:r w:rsidRPr="009E1383">
        <w:rPr>
          <w:rStyle w:val="StyleUnderline"/>
        </w:rPr>
        <w:t>patents pose a severe threat to access to affordable versions of newer vaccines.</w:t>
      </w:r>
      <w:r w:rsidRPr="009E1383">
        <w:rPr>
          <w:sz w:val="16"/>
        </w:rPr>
        <w:t xml:space="preserve">21 </w:t>
      </w:r>
      <w:proofErr w:type="gramStart"/>
      <w:r w:rsidRPr="009E1383">
        <w:rPr>
          <w:sz w:val="16"/>
        </w:rPr>
        <w:t>Source:“</w:t>
      </w:r>
      <w:proofErr w:type="gramEnd"/>
      <w:r w:rsidRPr="009E1383">
        <w:rPr>
          <w:sz w:val="16"/>
        </w:rPr>
        <w:t xml:space="preserve">COVID-19 Vaccine R&amp;D Investments”, Global Health Centre, Graduate Institute, Geneva, Updated 9 July 2021. The </w:t>
      </w:r>
      <w:r w:rsidRPr="00717A69">
        <w:rPr>
          <w:rStyle w:val="StyleUnderline"/>
          <w:highlight w:val="yellow"/>
        </w:rPr>
        <w:t>opponents</w:t>
      </w:r>
      <w:r w:rsidRPr="009E1383">
        <w:rPr>
          <w:rStyle w:val="StyleUnderline"/>
        </w:rPr>
        <w:t xml:space="preserve"> of the TRIPS waiver</w:t>
      </w:r>
      <w:r w:rsidRPr="009E1383">
        <w:rPr>
          <w:sz w:val="16"/>
        </w:rPr>
        <w:t xml:space="preserve"> also </w:t>
      </w:r>
      <w:r w:rsidRPr="00717A69">
        <w:rPr>
          <w:rStyle w:val="StyleUnderline"/>
          <w:highlight w:val="yellow"/>
        </w:rPr>
        <w:t>argue</w:t>
      </w:r>
      <w:r w:rsidRPr="009E1383">
        <w:rPr>
          <w:sz w:val="16"/>
        </w:rPr>
        <w:t xml:space="preserve"> </w:t>
      </w:r>
      <w:r w:rsidRPr="007C1D4E">
        <w:rPr>
          <w:sz w:val="16"/>
        </w:rPr>
        <w:t>that</w:t>
      </w:r>
      <w:r w:rsidRPr="009E1383">
        <w:rPr>
          <w:sz w:val="16"/>
        </w:rPr>
        <w:t xml:space="preserve"> </w:t>
      </w:r>
      <w:r w:rsidRPr="00717A69">
        <w:rPr>
          <w:rStyle w:val="Emphasis"/>
          <w:highlight w:val="yellow"/>
        </w:rPr>
        <w:t>IP is the incentive for innovation</w:t>
      </w:r>
      <w:r w:rsidRPr="009E1383">
        <w:rPr>
          <w:sz w:val="16"/>
        </w:rPr>
        <w:t xml:space="preserve"> and if it is undermined, future innovation will suffer. </w:t>
      </w:r>
      <w:r w:rsidRPr="00717A69">
        <w:rPr>
          <w:rStyle w:val="StyleUnderline"/>
          <w:highlight w:val="yellow"/>
        </w:rPr>
        <w:t>However</w:t>
      </w:r>
      <w:r w:rsidRPr="009E1383">
        <w:rPr>
          <w:rStyle w:val="StyleUnderline"/>
        </w:rPr>
        <w:t xml:space="preserve">, most of the COVID-19 medical innovations, particularly </w:t>
      </w:r>
      <w:r w:rsidRPr="00717A69">
        <w:rPr>
          <w:rStyle w:val="StyleUnderline"/>
          <w:highlight w:val="yellow"/>
        </w:rPr>
        <w:t xml:space="preserve">vaccines, are developed with </w:t>
      </w:r>
      <w:r w:rsidRPr="00717A69">
        <w:rPr>
          <w:rStyle w:val="Emphasis"/>
          <w:highlight w:val="yellow"/>
        </w:rPr>
        <w:t>public financing assistance</w:t>
      </w:r>
      <w:r w:rsidRPr="009E1383">
        <w:rPr>
          <w:sz w:val="16"/>
        </w:rPr>
        <w:t xml:space="preserve">. </w:t>
      </w:r>
      <w:r w:rsidRPr="009E1383">
        <w:rPr>
          <w:rStyle w:val="StyleUnderline"/>
        </w:rPr>
        <w:t>Governments spent billions</w:t>
      </w:r>
      <w:r w:rsidRPr="009E1383">
        <w:rPr>
          <w:sz w:val="16"/>
        </w:rPr>
        <w:t xml:space="preserve"> of dollars </w:t>
      </w:r>
      <w:r w:rsidRPr="009E1383">
        <w:rPr>
          <w:rStyle w:val="StyleUnderline"/>
        </w:rPr>
        <w:t>for COVID-19 vaccine research</w:t>
      </w:r>
      <w:r w:rsidRPr="009E1383">
        <w:rPr>
          <w:sz w:val="16"/>
        </w:rPr>
        <w:t xml:space="preserve">. Notably, </w:t>
      </w:r>
      <w:r w:rsidRPr="00886DC7">
        <w:rPr>
          <w:rStyle w:val="StyleUnderline"/>
          <w:highlight w:val="yellow"/>
        </w:rPr>
        <w:t>out of $6.1 billion in investment tracked up to July 2021</w:t>
      </w:r>
      <w:r w:rsidRPr="00886DC7">
        <w:rPr>
          <w:rStyle w:val="Emphasis"/>
          <w:highlight w:val="yellow"/>
        </w:rPr>
        <w:t>, 98.1</w:t>
      </w:r>
      <w:r w:rsidRPr="00717A69">
        <w:rPr>
          <w:rStyle w:val="Emphasis"/>
          <w:highlight w:val="yellow"/>
        </w:rPr>
        <w:t>2</w:t>
      </w:r>
      <w:r w:rsidRPr="00717A69">
        <w:rPr>
          <w:rStyle w:val="StyleUnderline"/>
          <w:highlight w:val="yellow"/>
        </w:rPr>
        <w:t xml:space="preserve"> per cent was public funding</w:t>
      </w:r>
      <w:r w:rsidRPr="009E1383">
        <w:rPr>
          <w:sz w:val="16"/>
        </w:rPr>
        <w:t xml:space="preserve">.22 The US and Germany are the largest investors in vaccine R&amp;D with $2.2 billion and $1.5 billion funding. </w:t>
      </w:r>
      <w:proofErr w:type="gramStart"/>
      <w:r w:rsidRPr="009E1383">
        <w:rPr>
          <w:sz w:val="16"/>
        </w:rPr>
        <w:t>Source:“</w:t>
      </w:r>
      <w:proofErr w:type="gramEnd"/>
      <w:r w:rsidRPr="009E1383">
        <w:rPr>
          <w:sz w:val="16"/>
        </w:rPr>
        <w:t xml:space="preserve">COVID-19 Vaccine R&amp;D Investments”, Global Health Centre, Graduate Institute, Geneva, Updated 9 July 2021. </w:t>
      </w:r>
      <w:r w:rsidRPr="009E1383">
        <w:rPr>
          <w:rStyle w:val="StyleUnderline"/>
        </w:rPr>
        <w:t>Private companies received 94.6 per cent of this funding</w:t>
      </w:r>
      <w:r w:rsidRPr="009E1383">
        <w:rPr>
          <w:sz w:val="16"/>
        </w:rPr>
        <w:t xml:space="preserve">; </w:t>
      </w:r>
      <w:proofErr w:type="spellStart"/>
      <w:r w:rsidRPr="009E1383">
        <w:rPr>
          <w:sz w:val="16"/>
        </w:rPr>
        <w:t>Moderna</w:t>
      </w:r>
      <w:proofErr w:type="spellEnd"/>
      <w:r w:rsidRPr="009E1383">
        <w:rPr>
          <w:sz w:val="16"/>
        </w:rPr>
        <w:t xml:space="preserve"> received the highest $956.3 million and Janssen $910.6 million. Moreover, </w:t>
      </w:r>
      <w:r w:rsidRPr="009E1383">
        <w:rPr>
          <w:rStyle w:val="StyleUnderline"/>
        </w:rPr>
        <w:t xml:space="preserve">governments also invested $50.9 billion for advance purchase agreements </w:t>
      </w:r>
      <w:r w:rsidRPr="009E1383">
        <w:rPr>
          <w:sz w:val="16"/>
        </w:rPr>
        <w:t xml:space="preserve">(APAs) </w:t>
      </w:r>
      <w:r w:rsidRPr="009E1383">
        <w:rPr>
          <w:rStyle w:val="StyleUnderline"/>
        </w:rPr>
        <w:t>as an incentive for vaccine development</w:t>
      </w:r>
      <w:r w:rsidRPr="009E1383">
        <w:rPr>
          <w:sz w:val="16"/>
        </w:rPr>
        <w:t xml:space="preserve">. </w:t>
      </w:r>
      <w:r w:rsidRPr="009E1383">
        <w:rPr>
          <w:rStyle w:val="StyleUnderline"/>
        </w:rPr>
        <w:t>A recent IMF working paper also notes that public research institutions were a key driver of the COVID-19 R&amp;D effort—accounting for 70 per cent of all COVID-19 clinical trials globally.</w:t>
      </w:r>
      <w:r w:rsidRPr="009E1383">
        <w:rPr>
          <w:sz w:val="16"/>
        </w:rPr>
        <w:t xml:space="preserve">23 </w:t>
      </w:r>
      <w:r w:rsidRPr="009E1383">
        <w:rPr>
          <w:rStyle w:val="StyleUnderline"/>
        </w:rPr>
        <w:t xml:space="preserve">The argument is that vaccines are </w:t>
      </w:r>
      <w:r w:rsidRPr="009E1383">
        <w:rPr>
          <w:rStyle w:val="StyleUnderline"/>
        </w:rPr>
        <w:lastRenderedPageBreak/>
        <w:t>developed with the support of substantial public financing, hence there is a public right to the scientific achievements</w:t>
      </w:r>
      <w:r w:rsidRPr="009E1383">
        <w:rPr>
          <w:sz w:val="16"/>
        </w:rPr>
        <w:t xml:space="preserve">. </w:t>
      </w:r>
      <w:r w:rsidRPr="009E1383">
        <w:rPr>
          <w:rStyle w:val="StyleUnderline"/>
        </w:rPr>
        <w:t xml:space="preserve">Moreover, </w:t>
      </w:r>
      <w:r w:rsidRPr="00283A45">
        <w:rPr>
          <w:rStyle w:val="StyleUnderline"/>
          <w:highlight w:val="yellow"/>
        </w:rPr>
        <w:t>private companies reaped billions in profits from COVID-19 vaccines</w:t>
      </w:r>
      <w:r w:rsidRPr="009E1383">
        <w:rPr>
          <w:sz w:val="16"/>
        </w:rPr>
        <w:t xml:space="preserve">. Source: Katharina Buchholz, “COVID-19 Vaccines Lift Pharma Company Profits”, Statista, 17 May 2021. </w:t>
      </w:r>
      <w:r w:rsidRPr="009E1383">
        <w:rPr>
          <w:rStyle w:val="StyleUnderline"/>
        </w:rPr>
        <w:t>One could argue</w:t>
      </w:r>
      <w:r w:rsidRPr="009E1383">
        <w:rPr>
          <w:sz w:val="16"/>
        </w:rPr>
        <w:t xml:space="preserve"> that </w:t>
      </w:r>
      <w:r w:rsidRPr="009E1383">
        <w:rPr>
          <w:rStyle w:val="StyleUnderline"/>
        </w:rPr>
        <w:t>since the US, Germany and</w:t>
      </w:r>
      <w:r w:rsidRPr="009E1383">
        <w:rPr>
          <w:sz w:val="16"/>
        </w:rPr>
        <w:t xml:space="preserve"> other </w:t>
      </w:r>
      <w:r w:rsidRPr="009E1383">
        <w:rPr>
          <w:rStyle w:val="StyleUnderline"/>
        </w:rPr>
        <w:t>HICs are spending money, their citizens are entitled to get vaccines first</w:t>
      </w:r>
      <w:r w:rsidRPr="009E1383">
        <w:rPr>
          <w:sz w:val="16"/>
        </w:rPr>
        <w:t xml:space="preserve">, hence </w:t>
      </w:r>
      <w:r w:rsidRPr="009E1383">
        <w:rPr>
          <w:rStyle w:val="StyleUnderline"/>
        </w:rPr>
        <w:t>vaccine nationalism is morally defensible</w:t>
      </w:r>
      <w:r w:rsidRPr="009E1383">
        <w:rPr>
          <w:sz w:val="16"/>
        </w:rPr>
        <w:t>. Nonetheless</w:t>
      </w:r>
      <w:r w:rsidRPr="009E1383">
        <w:rPr>
          <w:rStyle w:val="Emphasis"/>
        </w:rPr>
        <w:t>, it is not the case</w:t>
      </w:r>
      <w:r w:rsidRPr="009E1383">
        <w:rPr>
          <w:sz w:val="16"/>
        </w:rPr>
        <w:t xml:space="preserve">. The </w:t>
      </w:r>
      <w:r w:rsidRPr="00717A69">
        <w:rPr>
          <w:rStyle w:val="StyleUnderline"/>
          <w:highlight w:val="yellow"/>
        </w:rPr>
        <w:t>TRIPS</w:t>
      </w:r>
      <w:r w:rsidRPr="009E1383">
        <w:rPr>
          <w:sz w:val="16"/>
        </w:rPr>
        <w:t xml:space="preserve"> Agreement </w:t>
      </w:r>
      <w:r w:rsidRPr="00283A45">
        <w:rPr>
          <w:rStyle w:val="StyleUnderline"/>
        </w:rPr>
        <w:t xml:space="preserve">includes several provisions which </w:t>
      </w:r>
      <w:r w:rsidRPr="00283A45">
        <w:rPr>
          <w:rStyle w:val="StyleUnderline"/>
          <w:highlight w:val="yellow"/>
        </w:rPr>
        <w:t>ma</w:t>
      </w:r>
      <w:r w:rsidRPr="00717A69">
        <w:rPr>
          <w:rStyle w:val="StyleUnderline"/>
          <w:highlight w:val="yellow"/>
        </w:rPr>
        <w:t>ndates promotion of technology transfer</w:t>
      </w:r>
      <w:r w:rsidRPr="009E1383">
        <w:rPr>
          <w:sz w:val="16"/>
        </w:rPr>
        <w:t xml:space="preserve">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w:t>
      </w:r>
      <w:r w:rsidRPr="009E1383">
        <w:rPr>
          <w:rStyle w:val="StyleUnderline"/>
        </w:rPr>
        <w:t xml:space="preserve">The LMICs opened their markets and amended domestic patent laws </w:t>
      </w:r>
      <w:proofErr w:type="spellStart"/>
      <w:r w:rsidRPr="009E1383">
        <w:rPr>
          <w:rStyle w:val="StyleUnderline"/>
        </w:rPr>
        <w:t>favouring</w:t>
      </w:r>
      <w:proofErr w:type="spellEnd"/>
      <w:r w:rsidRPr="009E1383">
        <w:rPr>
          <w:rStyle w:val="StyleUnderline"/>
        </w:rPr>
        <w:t xml:space="preserve"> developing countries’ products against this promise of technology transfer</w:t>
      </w:r>
      <w:r w:rsidRPr="009E1383">
        <w:rPr>
          <w:sz w:val="16"/>
        </w:rPr>
        <w:t xml:space="preserve">. </w:t>
      </w:r>
      <w:r w:rsidRPr="009E1383">
        <w:rPr>
          <w:rStyle w:val="StyleUnderline"/>
        </w:rPr>
        <w:t>Another argument</w:t>
      </w:r>
      <w:r w:rsidRPr="009E1383">
        <w:rPr>
          <w:sz w:val="16"/>
        </w:rPr>
        <w:t xml:space="preserve"> against the proposed TRIPS waiver </w:t>
      </w:r>
      <w:r w:rsidRPr="009E1383">
        <w:rPr>
          <w:rStyle w:val="StyleUnderline"/>
        </w:rPr>
        <w:t>is that a waiver</w:t>
      </w:r>
      <w:r w:rsidRPr="009E1383">
        <w:rPr>
          <w:sz w:val="16"/>
        </w:rPr>
        <w:t xml:space="preserve"> </w:t>
      </w:r>
      <w:r w:rsidRPr="009E1383">
        <w:rPr>
          <w:rStyle w:val="StyleUnderline"/>
        </w:rPr>
        <w:t>would not increase</w:t>
      </w:r>
      <w:r w:rsidRPr="009E1383">
        <w:rPr>
          <w:sz w:val="16"/>
        </w:rPr>
        <w:t xml:space="preserve"> the </w:t>
      </w:r>
      <w:r w:rsidRPr="009E1383">
        <w:rPr>
          <w:rStyle w:val="StyleUnderline"/>
        </w:rPr>
        <w:t>manufacturing of COVID-19 vaccines</w:t>
      </w:r>
      <w:r w:rsidRPr="009E1383">
        <w:rPr>
          <w:sz w:val="16"/>
        </w:rPr>
        <w:t xml:space="preserve">. Indeed, one of the significant factors contributing to vaccine inequity is the lack of manufacturing capacity in the global south. Further, a TRIPS waiver will not automatically translate into improved manufacturing capacity. </w:t>
      </w:r>
      <w:r w:rsidRPr="009E1383">
        <w:rPr>
          <w:rStyle w:val="Emphasis"/>
        </w:rPr>
        <w:t>However</w:t>
      </w:r>
      <w:r w:rsidRPr="00717A69">
        <w:rPr>
          <w:rStyle w:val="Emphasis"/>
          <w:highlight w:val="yellow"/>
        </w:rPr>
        <w:t>, a waiver would be the first but essential step to increase manufacturing capacity worldwid</w:t>
      </w:r>
      <w:r w:rsidRPr="00717A69">
        <w:rPr>
          <w:sz w:val="16"/>
          <w:highlight w:val="yellow"/>
        </w:rPr>
        <w:t>e</w:t>
      </w:r>
      <w:r w:rsidRPr="009E1383">
        <w:rPr>
          <w:sz w:val="16"/>
        </w:rPr>
        <w:t>. For instance</w:t>
      </w:r>
      <w:r w:rsidRPr="00852E7A">
        <w:rPr>
          <w:sz w:val="16"/>
        </w:rPr>
        <w:t xml:space="preserve">, </w:t>
      </w:r>
      <w:r w:rsidRPr="00852E7A">
        <w:rPr>
          <w:rStyle w:val="StyleUnderline"/>
        </w:rPr>
        <w:t>to export COVID-19 vaccine-related products, countries need to ensure that there are no IP restrictions at both ends –</w:t>
      </w:r>
      <w:r w:rsidRPr="00852E7A">
        <w:rPr>
          <w:sz w:val="16"/>
        </w:rPr>
        <w:t xml:space="preserve"> exporting and importing. The market for vaccine materials includes consumables, single-use reactors bags,</w:t>
      </w:r>
      <w:r w:rsidRPr="009E1383">
        <w:rPr>
          <w:sz w:val="16"/>
        </w:rPr>
        <w:t xml:space="preserve"> filters, culture media, and vaccine ingredients. </w:t>
      </w:r>
      <w:r w:rsidRPr="009E1383">
        <w:rPr>
          <w:rStyle w:val="StyleUnderline"/>
        </w:rPr>
        <w:t xml:space="preserve">Export blockages on raw materials, equipment and finished products harm the overall output of the vaccine supply chain. </w:t>
      </w:r>
      <w:r w:rsidRPr="00283A45">
        <w:rPr>
          <w:rStyle w:val="StyleUnderline"/>
          <w:highlight w:val="yellow"/>
        </w:rPr>
        <w:t>If there is no TRIPS restriction,</w:t>
      </w:r>
      <w:r w:rsidRPr="009E1383">
        <w:rPr>
          <w:rStyle w:val="StyleUnderline"/>
        </w:rPr>
        <w:t xml:space="preserve"> </w:t>
      </w:r>
      <w:r w:rsidRPr="00717A69">
        <w:rPr>
          <w:rStyle w:val="StyleUnderline"/>
          <w:highlight w:val="yellow"/>
        </w:rPr>
        <w:t xml:space="preserve">more governments and companies will invest in </w:t>
      </w:r>
      <w:r w:rsidRPr="00717A69">
        <w:rPr>
          <w:rStyle w:val="StyleUnderline"/>
        </w:rPr>
        <w:t xml:space="preserve">repurposing their </w:t>
      </w:r>
      <w:r w:rsidRPr="00717A69">
        <w:rPr>
          <w:rStyle w:val="StyleUnderline"/>
          <w:highlight w:val="yellow"/>
        </w:rPr>
        <w:t>facilities</w:t>
      </w:r>
      <w:r w:rsidRPr="00717A69">
        <w:rPr>
          <w:sz w:val="16"/>
          <w:highlight w:val="yellow"/>
        </w:rPr>
        <w:t xml:space="preserve">. </w:t>
      </w:r>
      <w:r w:rsidRPr="00717A69">
        <w:rPr>
          <w:sz w:val="16"/>
        </w:rPr>
        <w:t>Similarly</w:t>
      </w:r>
      <w:r w:rsidRPr="009E1383">
        <w:rPr>
          <w:sz w:val="16"/>
        </w:rPr>
        <w:t xml:space="preserve">, </w:t>
      </w:r>
      <w:r w:rsidRPr="00717A69">
        <w:rPr>
          <w:rStyle w:val="StyleUnderline"/>
          <w:highlight w:val="yellow"/>
        </w:rPr>
        <w:t>the arguments</w:t>
      </w:r>
      <w:r w:rsidRPr="009E1383">
        <w:rPr>
          <w:rStyle w:val="StyleUnderline"/>
        </w:rPr>
        <w:t xml:space="preserve"> such as </w:t>
      </w:r>
      <w:r w:rsidRPr="00717A69">
        <w:rPr>
          <w:rStyle w:val="StyleUnderline"/>
          <w:highlight w:val="yellow"/>
        </w:rPr>
        <w:t>that</w:t>
      </w:r>
      <w:r w:rsidRPr="009E1383">
        <w:rPr>
          <w:rStyle w:val="StyleUnderline"/>
        </w:rPr>
        <w:t xml:space="preserve"> no other manufacturers can carry out the complex manufacturing process of COVID-19 vaccines and </w:t>
      </w:r>
      <w:r w:rsidRPr="00717A69">
        <w:rPr>
          <w:rStyle w:val="StyleUnderline"/>
          <w:highlight w:val="yellow"/>
        </w:rPr>
        <w:t>generic manufacturing</w:t>
      </w:r>
      <w:r w:rsidRPr="009E1383">
        <w:rPr>
          <w:rStyle w:val="StyleUnderline"/>
        </w:rPr>
        <w:t xml:space="preserve"> as that </w:t>
      </w:r>
      <w:r w:rsidRPr="00717A69">
        <w:rPr>
          <w:rStyle w:val="Emphasis"/>
          <w:highlight w:val="yellow"/>
        </w:rPr>
        <w:t xml:space="preserve">would </w:t>
      </w:r>
      <w:proofErr w:type="spellStart"/>
      <w:r w:rsidRPr="00717A69">
        <w:rPr>
          <w:rStyle w:val="Emphasis"/>
          <w:highlight w:val="yellow"/>
        </w:rPr>
        <w:t>jeopardise</w:t>
      </w:r>
      <w:proofErr w:type="spellEnd"/>
      <w:r w:rsidRPr="00717A69">
        <w:rPr>
          <w:rStyle w:val="Emphasis"/>
          <w:highlight w:val="yellow"/>
        </w:rPr>
        <w:t xml:space="preserve"> quality</w:t>
      </w:r>
      <w:r w:rsidRPr="00717A69">
        <w:rPr>
          <w:rStyle w:val="StyleUnderline"/>
          <w:highlight w:val="yellow"/>
        </w:rPr>
        <w:t xml:space="preserve">, have also been </w:t>
      </w:r>
      <w:r w:rsidRPr="00717A69">
        <w:rPr>
          <w:rStyle w:val="Emphasis"/>
          <w:highlight w:val="yellow"/>
        </w:rPr>
        <w:t>proven wrong</w:t>
      </w:r>
      <w:r w:rsidRPr="009E1383">
        <w:rPr>
          <w:rStyle w:val="Emphasis"/>
        </w:rPr>
        <w:t xml:space="preserve"> in the past</w:t>
      </w:r>
      <w:r w:rsidRPr="009E1383">
        <w:rPr>
          <w:rStyle w:val="StyleUnderline"/>
        </w:rPr>
        <w:t>.</w:t>
      </w:r>
      <w:r w:rsidRPr="009E1383">
        <w:rPr>
          <w:sz w:val="16"/>
        </w:rPr>
        <w:t xml:space="preserve"> For instance</w:t>
      </w:r>
      <w:r w:rsidRPr="009E1383">
        <w:rPr>
          <w:rStyle w:val="StyleUnderline"/>
        </w:rPr>
        <w:t xml:space="preserve">, in the early 1990s, when Indian company </w:t>
      </w:r>
      <w:proofErr w:type="spellStart"/>
      <w:r w:rsidRPr="009E1383">
        <w:rPr>
          <w:rStyle w:val="StyleUnderline"/>
        </w:rPr>
        <w:t>Shantha</w:t>
      </w:r>
      <w:proofErr w:type="spellEnd"/>
      <w:r w:rsidRPr="009E1383">
        <w:rPr>
          <w:rStyle w:val="StyleUnderline"/>
        </w:rPr>
        <w:t xml:space="preserve"> Biotechnics approached a Western firm for a technology transfer of Hepatitis B vaccine, the firm responded</w:t>
      </w:r>
      <w:r w:rsidRPr="009E1383">
        <w:rPr>
          <w:sz w:val="16"/>
        </w:rPr>
        <w:t xml:space="preserve"> that “India cannot afford such high technology vaccines… And even if you can afford to buy the technology, </w:t>
      </w:r>
      <w:r w:rsidRPr="009E1383">
        <w:rPr>
          <w:rStyle w:val="StyleUnderline"/>
        </w:rPr>
        <w:t xml:space="preserve">your scientists cannot understand recombinant technology in the least.”25 Later, </w:t>
      </w:r>
      <w:proofErr w:type="spellStart"/>
      <w:r w:rsidRPr="009E1383">
        <w:rPr>
          <w:rStyle w:val="StyleUnderline"/>
        </w:rPr>
        <w:t>Shantha</w:t>
      </w:r>
      <w:proofErr w:type="spellEnd"/>
      <w:r w:rsidRPr="009E1383">
        <w:rPr>
          <w:rStyle w:val="StyleUnderline"/>
        </w:rPr>
        <w:t xml:space="preserve"> Biotechnics developed its own vaccine at $1 per dose, and the UNICEF</w:t>
      </w:r>
      <w:r w:rsidRPr="009E1383">
        <w:rPr>
          <w:sz w:val="16"/>
        </w:rPr>
        <w:t xml:space="preserve"> (United Nations Children’s Emergency Fund) </w:t>
      </w:r>
      <w:r w:rsidRPr="009E1383">
        <w:rPr>
          <w:rStyle w:val="StyleUnderline"/>
        </w:rPr>
        <w:t xml:space="preserve">mass inoculation </w:t>
      </w:r>
      <w:proofErr w:type="spellStart"/>
      <w:r w:rsidRPr="009E1383">
        <w:rPr>
          <w:rStyle w:val="StyleUnderline"/>
        </w:rPr>
        <w:t>programme</w:t>
      </w:r>
      <w:proofErr w:type="spellEnd"/>
      <w:r w:rsidRPr="009E1383">
        <w:rPr>
          <w:rStyle w:val="StyleUnderline"/>
        </w:rPr>
        <w:t xml:space="preserve"> uses this vaccine against Hepatitis B</w:t>
      </w:r>
      <w:r w:rsidRPr="009E1383">
        <w:rPr>
          <w:sz w:val="16"/>
        </w:rPr>
        <w:t xml:space="preserve">. In 2009, </w:t>
      </w:r>
      <w:proofErr w:type="spellStart"/>
      <w:r w:rsidRPr="009E1383">
        <w:rPr>
          <w:sz w:val="16"/>
        </w:rPr>
        <w:t>Shantha</w:t>
      </w:r>
      <w:proofErr w:type="spellEnd"/>
      <w:r w:rsidRPr="009E1383">
        <w:rPr>
          <w:sz w:val="16"/>
        </w:rPr>
        <w:t xml:space="preserve"> sold over 120 million doses of vaccines globally. India also produces high-quality generic drugs for HIV/AIDS and cancer treatment and markets them across the globe. Now, a couple of Indian companies are in the last stage of producing mRNA (Messenger RNA) vaccines.26 Similarly, Bangladesh and Indonesia claimed that they could manufacture millions of COVID-19 </w:t>
      </w:r>
      <w:proofErr w:type="gramStart"/>
      <w:r w:rsidRPr="009E1383">
        <w:rPr>
          <w:sz w:val="16"/>
        </w:rPr>
        <w:t>vaccine</w:t>
      </w:r>
      <w:proofErr w:type="gramEnd"/>
      <w:r w:rsidRPr="009E1383">
        <w:rPr>
          <w:sz w:val="16"/>
        </w:rPr>
        <w:t xml:space="preserve"> doses a year if pharmaceutical. </w:t>
      </w:r>
      <w:r w:rsidRPr="009E1383">
        <w:rPr>
          <w:rStyle w:val="StyleUnderline"/>
        </w:rPr>
        <w:t>What is more important here is to share the technical know-how and information such as trade secrets. Therefore, the existin</w:t>
      </w:r>
      <w:r w:rsidRPr="000F22A0">
        <w:rPr>
          <w:rStyle w:val="StyleUnderline"/>
        </w:rPr>
        <w:t xml:space="preserve">g </w:t>
      </w:r>
      <w:r w:rsidRPr="00717A69">
        <w:rPr>
          <w:rStyle w:val="StyleUnderline"/>
          <w:highlight w:val="yellow"/>
        </w:rPr>
        <w:t>TRIPS flexibilities,</w:t>
      </w:r>
      <w:r w:rsidRPr="009E1383">
        <w:rPr>
          <w:rStyle w:val="StyleUnderline"/>
        </w:rPr>
        <w:t xml:space="preserve"> such as compulsory and voluntary licensing, </w:t>
      </w:r>
      <w:r w:rsidRPr="00717A69">
        <w:rPr>
          <w:rStyle w:val="StyleUnderline"/>
          <w:highlight w:val="yellow"/>
        </w:rPr>
        <w:t>are insufficient</w:t>
      </w:r>
      <w:r w:rsidRPr="009E1383">
        <w:rPr>
          <w:rStyle w:val="StyleUnderline"/>
        </w:rPr>
        <w:t xml:space="preserve"> to address this crisis. Further, </w:t>
      </w:r>
      <w:r w:rsidRPr="00D2511C">
        <w:rPr>
          <w:rStyle w:val="StyleUnderline"/>
          <w:highlight w:val="yellow"/>
        </w:rPr>
        <w:t>compulsory licensin</w:t>
      </w:r>
      <w:r w:rsidRPr="009E1383">
        <w:rPr>
          <w:rStyle w:val="StyleUnderline"/>
        </w:rPr>
        <w:t xml:space="preserve">g and the domestic legal procedures it </w:t>
      </w:r>
      <w:r w:rsidRPr="00D2511C">
        <w:rPr>
          <w:rStyle w:val="StyleUnderline"/>
          <w:highlight w:val="yellow"/>
        </w:rPr>
        <w:t>requires is cumbersome and not expedient in a public health crisis like the COVID-19 pandemic</w:t>
      </w:r>
      <w:r w:rsidRPr="00D2511C">
        <w:rPr>
          <w:sz w:val="16"/>
          <w:highlight w:val="yellow"/>
        </w:rPr>
        <w:t>.</w:t>
      </w:r>
    </w:p>
    <w:p w14:paraId="4C23EA52" w14:textId="77777777" w:rsidR="00EC165F" w:rsidRDefault="00EC165F" w:rsidP="00EC165F"/>
    <w:p w14:paraId="18E13BCF" w14:textId="77777777" w:rsidR="00EC165F" w:rsidRPr="00076D8A" w:rsidRDefault="00EC165F" w:rsidP="00EC165F">
      <w:pPr>
        <w:pStyle w:val="Heading4"/>
      </w:pPr>
      <w:r>
        <w:t xml:space="preserve">3. </w:t>
      </w:r>
      <w:r w:rsidRPr="00076D8A">
        <w:t xml:space="preserve">Failure to contain COVID-19 causes extinction </w:t>
      </w:r>
    </w:p>
    <w:p w14:paraId="13C03CE2" w14:textId="77777777" w:rsidR="00EC165F" w:rsidRPr="00076D8A" w:rsidRDefault="00EC165F" w:rsidP="00EC165F">
      <w:pPr>
        <w:rPr>
          <w:sz w:val="16"/>
        </w:rPr>
      </w:pPr>
      <w:r w:rsidRPr="00076D8A">
        <w:rPr>
          <w:sz w:val="16"/>
        </w:rPr>
        <w:t xml:space="preserve">Guy R. </w:t>
      </w:r>
      <w:r w:rsidRPr="00076D8A">
        <w:rPr>
          <w:b/>
          <w:bCs/>
          <w:u w:val="single"/>
        </w:rPr>
        <w:t>McPherson, PhD, 20</w:t>
      </w:r>
      <w:r w:rsidRPr="00076D8A">
        <w:rPr>
          <w:sz w:val="16"/>
        </w:rPr>
        <w:t xml:space="preserve"> [PhD Range Science, Professor Emeritus, University of Arizona School of Natural Resources and Department of Ecology &amp; Evolutionary Biology], “Will COVID-19 Trigger Extinction of All Life on Earth?” </w:t>
      </w:r>
      <w:proofErr w:type="spellStart"/>
      <w:r w:rsidRPr="00076D8A">
        <w:rPr>
          <w:sz w:val="16"/>
        </w:rPr>
        <w:t>Eart</w:t>
      </w:r>
      <w:proofErr w:type="spellEnd"/>
      <w:r w:rsidRPr="00076D8A">
        <w:rPr>
          <w:sz w:val="16"/>
        </w:rPr>
        <w:t xml:space="preserve"> &amp; Envi </w:t>
      </w:r>
      <w:proofErr w:type="spellStart"/>
      <w:r w:rsidRPr="00076D8A">
        <w:rPr>
          <w:sz w:val="16"/>
        </w:rPr>
        <w:t>Scie</w:t>
      </w:r>
      <w:proofErr w:type="spellEnd"/>
      <w:r w:rsidRPr="00076D8A">
        <w:rPr>
          <w:sz w:val="16"/>
        </w:rPr>
        <w:t xml:space="preserve"> Res &amp; Rev, Volume 3 Issue 2, 4-8-2020, </w:t>
      </w:r>
      <w:hyperlink r:id="rId5" w:history="1">
        <w:r w:rsidRPr="00076D8A">
          <w:rPr>
            <w:sz w:val="16"/>
          </w:rPr>
          <w:t>https://opastonline.com/wp-content/uploads/2020/04/will-covid-19-trigger-extinction-of-all-life-on-earth-eesrr-20-.pdf</w:t>
        </w:r>
      </w:hyperlink>
    </w:p>
    <w:p w14:paraId="50EC64EB" w14:textId="77777777" w:rsidR="00EC165F" w:rsidRPr="006057FE" w:rsidRDefault="00EC165F" w:rsidP="00EC165F">
      <w:pPr>
        <w:rPr>
          <w:sz w:val="16"/>
        </w:rPr>
      </w:pPr>
      <w:r w:rsidRPr="006057FE">
        <w:rPr>
          <w:sz w:val="16"/>
        </w:rPr>
        <w:t xml:space="preserve">Small lives matter. Indeed, the “human body contains about 100 trillion cells, but only maybe one in 10 of those cells is actually — human” [1]. We are comprised of bacteria and other tiny living organisms, as well as non-living entities such as viruses. One such virus has captured the attention of the world, and with good reason. </w:t>
      </w:r>
      <w:r w:rsidRPr="006057FE">
        <w:rPr>
          <w:b/>
          <w:u w:val="single"/>
        </w:rPr>
        <w:t xml:space="preserve">The novel </w:t>
      </w:r>
      <w:r w:rsidRPr="00717A69">
        <w:rPr>
          <w:b/>
          <w:highlight w:val="yellow"/>
          <w:u w:val="single"/>
        </w:rPr>
        <w:t xml:space="preserve">coronavirus could </w:t>
      </w:r>
      <w:r w:rsidRPr="00717A69">
        <w:rPr>
          <w:b/>
          <w:iCs/>
          <w:highlight w:val="yellow"/>
          <w:u w:val="single"/>
          <w:bdr w:val="single" w:sz="8" w:space="0" w:color="auto"/>
        </w:rPr>
        <w:t>trigger extinction</w:t>
      </w:r>
      <w:r w:rsidRPr="006057FE">
        <w:rPr>
          <w:b/>
          <w:iCs/>
          <w:u w:val="single"/>
          <w:bdr w:val="single" w:sz="8" w:space="0" w:color="auto"/>
        </w:rPr>
        <w:t xml:space="preserve"> of humans</w:t>
      </w:r>
      <w:r w:rsidRPr="006057FE">
        <w:rPr>
          <w:b/>
          <w:u w:val="single"/>
        </w:rPr>
        <w:t xml:space="preserve">, and therefore the </w:t>
      </w:r>
      <w:r w:rsidRPr="006057FE">
        <w:rPr>
          <w:b/>
          <w:iCs/>
          <w:u w:val="single"/>
          <w:bdr w:val="single" w:sz="8" w:space="0" w:color="auto"/>
        </w:rPr>
        <w:t xml:space="preserve">extinction </w:t>
      </w:r>
      <w:r w:rsidRPr="00717A69">
        <w:rPr>
          <w:b/>
          <w:iCs/>
          <w:highlight w:val="yellow"/>
          <w:u w:val="single"/>
          <w:bdr w:val="single" w:sz="8" w:space="0" w:color="auto"/>
        </w:rPr>
        <w:t>of all life</w:t>
      </w:r>
      <w:r w:rsidRPr="006057FE">
        <w:rPr>
          <w:b/>
          <w:iCs/>
          <w:u w:val="single"/>
          <w:bdr w:val="single" w:sz="8" w:space="0" w:color="auto"/>
        </w:rPr>
        <w:t xml:space="preserve"> on Earth</w:t>
      </w:r>
      <w:r w:rsidRPr="006057FE">
        <w:rPr>
          <w:sz w:val="16"/>
        </w:rPr>
        <w:t xml:space="preserve">. I frequently hear and read that COVID-19 is a nefarious attempt by the so-called “elite” among us to depopulate the burgeoning human population on Earth. Other conspiracy theories abound, including COVID-19 as an attempt to further reduce human rights, promote expensive medical therapies, and otherwise enrich the wealthy at the expense of the bamboozled masses. I do not doubt the ability of the informed wealthy to fleece the ignorant masses. Nor do I doubt the ability of the informed </w:t>
      </w:r>
      <w:r w:rsidRPr="006057FE">
        <w:rPr>
          <w:sz w:val="16"/>
        </w:rPr>
        <w:lastRenderedPageBreak/>
        <w:t xml:space="preserve">wealthy to turn virtually any situation into an opportunity for monetary gain. A quick glance at the past two centuries provides plenty of examples. However, I doubt the monetarily wealthy among us are interested in accelerating human extinction, even for financial gain. As I explain below, </w:t>
      </w:r>
      <w:r w:rsidRPr="006057FE">
        <w:rPr>
          <w:b/>
          <w:u w:val="single"/>
        </w:rPr>
        <w:t xml:space="preserve">the ongoing reduction in industrial activity </w:t>
      </w:r>
      <w:proofErr w:type="gramStart"/>
      <w:r w:rsidRPr="006057FE">
        <w:rPr>
          <w:b/>
          <w:u w:val="single"/>
        </w:rPr>
        <w:t>as a result of</w:t>
      </w:r>
      <w:proofErr w:type="gramEnd"/>
      <w:r w:rsidRPr="006057FE">
        <w:rPr>
          <w:b/>
          <w:u w:val="single"/>
        </w:rPr>
        <w:t xml:space="preserve"> COVID-19 almost certainly leads to loss of habitat for human animals, hence putting us on the </w:t>
      </w:r>
      <w:r w:rsidRPr="006057FE">
        <w:rPr>
          <w:b/>
          <w:iCs/>
          <w:u w:val="single"/>
          <w:bdr w:val="single" w:sz="8" w:space="0" w:color="auto"/>
        </w:rPr>
        <w:t>fast track to human extinction</w:t>
      </w:r>
      <w:r w:rsidRPr="006057FE">
        <w:rPr>
          <w:sz w:val="16"/>
        </w:rPr>
        <w:t xml:space="preserve">. I doubt the knowledgeable “elite” are interested in altering the sweet deal they are experiencing with the current set of living arrangements. The aerosol masking effect, or global dimming, has been described in the peer-reviewed literature since at least 1929 [2, 3]. </w:t>
      </w:r>
      <w:r w:rsidRPr="006057FE">
        <w:rPr>
          <w:b/>
          <w:u w:val="single"/>
        </w:rPr>
        <w:t xml:space="preserve">Coincident with industrial activity adding to greenhouse gases that warm the planet, </w:t>
      </w:r>
      <w:r w:rsidRPr="00717A69">
        <w:rPr>
          <w:b/>
          <w:highlight w:val="yellow"/>
          <w:u w:val="single"/>
        </w:rPr>
        <w:t>industrial activity</w:t>
      </w:r>
      <w:r w:rsidRPr="006057FE">
        <w:rPr>
          <w:b/>
          <w:u w:val="single"/>
        </w:rPr>
        <w:t xml:space="preserve"> simultaneously </w:t>
      </w:r>
      <w:r w:rsidRPr="00717A69">
        <w:rPr>
          <w:b/>
          <w:highlight w:val="yellow"/>
          <w:u w:val="single"/>
        </w:rPr>
        <w:t>cools the planet by adding aerosols</w:t>
      </w:r>
      <w:r w:rsidRPr="006057FE">
        <w:rPr>
          <w:b/>
          <w:u w:val="single"/>
        </w:rPr>
        <w:t xml:space="preserve"> to the atmosphere. These </w:t>
      </w:r>
      <w:r w:rsidRPr="00717A69">
        <w:rPr>
          <w:b/>
          <w:highlight w:val="yellow"/>
          <w:u w:val="single"/>
        </w:rPr>
        <w:t>aerosols</w:t>
      </w:r>
      <w:r w:rsidRPr="006057FE">
        <w:rPr>
          <w:b/>
          <w:u w:val="single"/>
        </w:rPr>
        <w:t xml:space="preserve"> </w:t>
      </w:r>
      <w:r w:rsidRPr="00717A69">
        <w:rPr>
          <w:b/>
          <w:highlight w:val="yellow"/>
          <w:u w:val="single"/>
        </w:rPr>
        <w:t>block incoming sunlight</w:t>
      </w:r>
      <w:r w:rsidRPr="006057FE">
        <w:rPr>
          <w:b/>
          <w:u w:val="single"/>
        </w:rPr>
        <w:t>, thereby keeping cool our pale blue dot</w:t>
      </w:r>
      <w:r w:rsidRPr="00717A69">
        <w:rPr>
          <w:b/>
          <w:highlight w:val="yellow"/>
          <w:u w:val="single"/>
        </w:rPr>
        <w:t>. Reducing industrial activity by a</w:t>
      </w:r>
      <w:r w:rsidRPr="006057FE">
        <w:rPr>
          <w:b/>
          <w:u w:val="single"/>
        </w:rPr>
        <w:t xml:space="preserve">s little as </w:t>
      </w:r>
      <w:r w:rsidRPr="00717A69">
        <w:rPr>
          <w:b/>
          <w:highlight w:val="yellow"/>
          <w:u w:val="single"/>
        </w:rPr>
        <w:t>35 percent is</w:t>
      </w:r>
      <w:r w:rsidRPr="006057FE">
        <w:rPr>
          <w:b/>
          <w:u w:val="single"/>
        </w:rPr>
        <w:t xml:space="preserve"> </w:t>
      </w:r>
      <w:r w:rsidRPr="00717A69">
        <w:rPr>
          <w:b/>
          <w:highlight w:val="yellow"/>
          <w:u w:val="single"/>
        </w:rPr>
        <w:t>expected to cause a</w:t>
      </w:r>
      <w:r w:rsidRPr="006057FE">
        <w:rPr>
          <w:b/>
          <w:u w:val="single"/>
        </w:rPr>
        <w:t xml:space="preserve"> </w:t>
      </w:r>
      <w:r w:rsidRPr="006057FE">
        <w:rPr>
          <w:b/>
          <w:iCs/>
          <w:u w:val="single"/>
          <w:bdr w:val="single" w:sz="8" w:space="0" w:color="auto"/>
        </w:rPr>
        <w:t xml:space="preserve">global-average temperature </w:t>
      </w:r>
      <w:proofErr w:type="gramStart"/>
      <w:r w:rsidRPr="00717A69">
        <w:rPr>
          <w:b/>
          <w:iCs/>
          <w:highlight w:val="yellow"/>
          <w:u w:val="single"/>
          <w:bdr w:val="single" w:sz="8" w:space="0" w:color="auto"/>
        </w:rPr>
        <w:t>rise</w:t>
      </w:r>
      <w:proofErr w:type="gramEnd"/>
      <w:r w:rsidRPr="00717A69">
        <w:rPr>
          <w:b/>
          <w:iCs/>
          <w:highlight w:val="yellow"/>
          <w:u w:val="single"/>
          <w:bdr w:val="single" w:sz="8" w:space="0" w:color="auto"/>
        </w:rPr>
        <w:t xml:space="preserve"> of 1 degree Celsius within a few weeks</w:t>
      </w:r>
      <w:r w:rsidRPr="006057FE">
        <w:rPr>
          <w:sz w:val="16"/>
        </w:rPr>
        <w:t>, according to research on the aerosol masking effect [4]. Such research was deemed collectively too conservative by a paper in the 17 January 2019 issue of Science [5]. As pointed out by the lead author of the latter paper on 22 January 2019 “Global efforts to improve air quality by developing cleaner fuels and burning less coal could end up harming our planet by reducing the number of aerosols in the atmosphere, and by doing so, diminishing aerosols’ cooling ability to offset global warming” [6].</w:t>
      </w:r>
    </w:p>
    <w:p w14:paraId="17E87BC4" w14:textId="77777777" w:rsidR="00EC165F" w:rsidRPr="006057FE" w:rsidRDefault="00EC165F" w:rsidP="00EC165F">
      <w:pPr>
        <w:rPr>
          <w:sz w:val="16"/>
        </w:rPr>
      </w:pPr>
      <w:r w:rsidRPr="006057FE">
        <w:rPr>
          <w:sz w:val="16"/>
        </w:rPr>
        <w:t xml:space="preserve">The cooling effect is “nearly twice what scientists previously thought,” and the paper by Rosenfeld et al. [5] cites the conclusion by Levy et al. [4], indicating as little as 35% reduction in industrial activity drives a 1 C global-average rise in temperature, thereby suggesting that as little as a 20% reduction in industrial activity will drive a 1 C spike in temperature within a few weeks [7]. Additional, recent support for the importance of the aerosol masking effect comes from [8, 9]. Furthermore, loss of aerosols exacerbates heat waves [10]. Human extinction might have been triggered several years ago when the global-average temperature of Earth exceeded 1.5 C above the 1750 baseline. According to a comprehensive overview published by European Strategy and Policy Analysis System in April, an “increase of 1.5 degrees is the maximum the planet can tolerate; … at worst, [such a rise in temperature above the 1750 baseline will cause] the extinction of humankind altogether” [11, 12]. Earth’s global-average temperature hit 1.73 C above the 1750 baseline by </w:t>
      </w:r>
      <w:proofErr w:type="gramStart"/>
      <w:r w:rsidRPr="006057FE">
        <w:rPr>
          <w:sz w:val="16"/>
        </w:rPr>
        <w:t>April,</w:t>
      </w:r>
      <w:proofErr w:type="gramEnd"/>
      <w:r w:rsidRPr="006057FE">
        <w:rPr>
          <w:sz w:val="16"/>
        </w:rPr>
        <w:t xml:space="preserve"> 2018 the highest global-average temperature experienced by Homo sapiens on Earth [13, 14].</w:t>
      </w:r>
    </w:p>
    <w:p w14:paraId="4CE0D35D" w14:textId="77777777" w:rsidR="00EC165F" w:rsidRPr="006057FE" w:rsidRDefault="00EC165F" w:rsidP="00EC165F">
      <w:pPr>
        <w:rPr>
          <w:sz w:val="16"/>
        </w:rPr>
      </w:pPr>
      <w:r w:rsidRPr="006057FE">
        <w:rPr>
          <w:sz w:val="16"/>
        </w:rPr>
        <w:t>By 13 March 2020, 2 C above the 1750 baseline was crossed [11]. In other words, human extinction via the death-by-a-</w:t>
      </w:r>
      <w:proofErr w:type="spellStart"/>
      <w:r w:rsidRPr="006057FE">
        <w:rPr>
          <w:sz w:val="16"/>
        </w:rPr>
        <w:t>thousandcuts</w:t>
      </w:r>
      <w:proofErr w:type="spellEnd"/>
      <w:r w:rsidRPr="006057FE">
        <w:rPr>
          <w:sz w:val="16"/>
        </w:rPr>
        <w:t xml:space="preserve"> route might be locked in with no further heating of Earth. </w:t>
      </w:r>
      <w:proofErr w:type="gramStart"/>
      <w:r w:rsidRPr="006057FE">
        <w:rPr>
          <w:sz w:val="16"/>
        </w:rPr>
        <w:t>In light of</w:t>
      </w:r>
      <w:proofErr w:type="gramEnd"/>
      <w:r w:rsidRPr="006057FE">
        <w:rPr>
          <w:sz w:val="16"/>
        </w:rPr>
        <w:t xml:space="preserve"> the ongoing pandemic, the ongoing Mass Extinction Event, and abrupt, irreversible climate change, it is pleasantly surprising that humans still occupy Earth. The pandemic-induced reduction in industrial activity may have already reduced the aerosol masking effect sufficiently to trigger a 1 C temperature spike. The outcome is not yet obvious because the timing of the outbreak of the novel coronavirus was favorable for human habitat. Trees produced leaves in the Northern Hemisphere spring of 2020 </w:t>
      </w:r>
      <w:proofErr w:type="gramStart"/>
      <w:r w:rsidRPr="006057FE">
        <w:rPr>
          <w:sz w:val="16"/>
        </w:rPr>
        <w:t>as a result of</w:t>
      </w:r>
      <w:proofErr w:type="gramEnd"/>
      <w:r w:rsidRPr="006057FE">
        <w:rPr>
          <w:sz w:val="16"/>
        </w:rPr>
        <w:t xml:space="preserve"> carbohydrates stored the previous year and grain crops were harvested before the novel coronavirus emerged. Results of the recent and ongoing rise in temperature, which have already been reported in China and India, will become obvious to most humans when many more trees die. Large-scale die-off of trees likely will approximately correspond with catastrophic crop failure. This might occur by the end of this year, although I would rather it not. </w:t>
      </w:r>
      <w:r w:rsidRPr="006057FE">
        <w:rPr>
          <w:b/>
          <w:iCs/>
          <w:u w:val="single"/>
          <w:bdr w:val="single" w:sz="8" w:space="0" w:color="auto"/>
        </w:rPr>
        <w:t>Every civilization requires bread and circuses</w:t>
      </w:r>
      <w:r w:rsidRPr="006057FE">
        <w:rPr>
          <w:sz w:val="16"/>
        </w:rPr>
        <w:t xml:space="preserve">. There is little doubt </w:t>
      </w:r>
      <w:r w:rsidRPr="006057FE">
        <w:rPr>
          <w:b/>
          <w:u w:val="single"/>
        </w:rPr>
        <w:t xml:space="preserve">the circuses attendant to industrial civilization will continue until the end of the planetary show for Homo sapiens. </w:t>
      </w:r>
      <w:r w:rsidRPr="006057FE">
        <w:rPr>
          <w:b/>
          <w:iCs/>
          <w:u w:val="single"/>
          <w:bdr w:val="single" w:sz="8" w:space="0" w:color="auto"/>
        </w:rPr>
        <w:t>Bread, however, requires wheat</w:t>
      </w:r>
      <w:r w:rsidRPr="006057FE">
        <w:rPr>
          <w:b/>
          <w:u w:val="single"/>
        </w:rPr>
        <w:t xml:space="preserve">. </w:t>
      </w:r>
      <w:r w:rsidRPr="00D2511C">
        <w:rPr>
          <w:b/>
          <w:u w:val="single"/>
        </w:rPr>
        <w:t>Wheat production requires a delicate balance of growing conditions</w:t>
      </w:r>
      <w:r w:rsidRPr="006057FE">
        <w:rPr>
          <w:b/>
          <w:u w:val="single"/>
        </w:rPr>
        <w:t xml:space="preserve"> that, like habitat for humans, teeters on the brink</w:t>
      </w:r>
      <w:r w:rsidRPr="006057FE">
        <w:rPr>
          <w:sz w:val="16"/>
        </w:rPr>
        <w:t xml:space="preserve"> [15]. </w:t>
      </w:r>
      <w:r w:rsidRPr="00717A69">
        <w:rPr>
          <w:b/>
          <w:highlight w:val="yellow"/>
          <w:u w:val="single"/>
        </w:rPr>
        <w:t>The path to</w:t>
      </w:r>
      <w:r w:rsidRPr="006057FE">
        <w:rPr>
          <w:b/>
          <w:u w:val="single"/>
        </w:rPr>
        <w:t xml:space="preserve"> near-term human </w:t>
      </w:r>
      <w:r w:rsidRPr="00717A69">
        <w:rPr>
          <w:b/>
          <w:highlight w:val="yellow"/>
          <w:u w:val="single"/>
        </w:rPr>
        <w:t>extinction</w:t>
      </w:r>
      <w:r w:rsidRPr="006057FE">
        <w:rPr>
          <w:b/>
          <w:u w:val="single"/>
        </w:rPr>
        <w:t xml:space="preserve"> thus </w:t>
      </w:r>
      <w:r w:rsidRPr="00717A69">
        <w:rPr>
          <w:b/>
          <w:highlight w:val="yellow"/>
          <w:u w:val="single"/>
        </w:rPr>
        <w:t>runs from a tiny virus underlying a pandemic through a reduction of industrial activity</w:t>
      </w:r>
      <w:r w:rsidRPr="006057FE">
        <w:rPr>
          <w:b/>
          <w:u w:val="single"/>
        </w:rPr>
        <w:t xml:space="preserve"> that overheats a planet already running a fever</w:t>
      </w:r>
      <w:r w:rsidRPr="006057FE">
        <w:rPr>
          <w:sz w:val="16"/>
        </w:rPr>
        <w:t>.</w:t>
      </w:r>
    </w:p>
    <w:p w14:paraId="6819635C" w14:textId="77777777" w:rsidR="00EC165F" w:rsidRPr="006057FE" w:rsidRDefault="00EC165F" w:rsidP="00EC165F">
      <w:pPr>
        <w:rPr>
          <w:sz w:val="16"/>
        </w:rPr>
      </w:pPr>
      <w:r w:rsidRPr="006057FE">
        <w:rPr>
          <w:b/>
          <w:u w:val="single"/>
        </w:rPr>
        <w:t xml:space="preserve">The outbreak of </w:t>
      </w:r>
      <w:r w:rsidRPr="00717A69">
        <w:rPr>
          <w:b/>
          <w:highlight w:val="yellow"/>
          <w:u w:val="single"/>
        </w:rPr>
        <w:t xml:space="preserve">COVID-19 </w:t>
      </w:r>
      <w:r w:rsidRPr="00717A69">
        <w:rPr>
          <w:b/>
          <w:iCs/>
          <w:highlight w:val="yellow"/>
          <w:u w:val="single"/>
          <w:bdr w:val="single" w:sz="8" w:space="0" w:color="auto"/>
        </w:rPr>
        <w:t>could</w:t>
      </w:r>
      <w:r w:rsidRPr="006057FE">
        <w:rPr>
          <w:b/>
          <w:iCs/>
          <w:u w:val="single"/>
          <w:bdr w:val="single" w:sz="8" w:space="0" w:color="auto"/>
        </w:rPr>
        <w:t xml:space="preserve"> very well be the event that </w:t>
      </w:r>
      <w:r w:rsidRPr="00717A69">
        <w:rPr>
          <w:b/>
          <w:iCs/>
          <w:highlight w:val="yellow"/>
          <w:u w:val="single"/>
          <w:bdr w:val="single" w:sz="8" w:space="0" w:color="auto"/>
        </w:rPr>
        <w:t>accelerates human extinction</w:t>
      </w:r>
      <w:r w:rsidRPr="006057FE">
        <w:rPr>
          <w:b/>
          <w:u w:val="single"/>
        </w:rPr>
        <w:t xml:space="preserve"> via reduction of industrial activity, hence loss of habitat for Homo sapiens. As a result of the rapid environmental change likely to follow, </w:t>
      </w:r>
      <w:r w:rsidRPr="006057FE">
        <w:rPr>
          <w:b/>
          <w:iCs/>
          <w:u w:val="single"/>
          <w:bdr w:val="single" w:sz="8" w:space="0" w:color="auto"/>
        </w:rPr>
        <w:t>we are almost certain to lose all life on Earth</w:t>
      </w:r>
      <w:r w:rsidRPr="006057FE">
        <w:rPr>
          <w:sz w:val="16"/>
        </w:rPr>
        <w:t xml:space="preserve"> [16]. History is replete with examples of human hubris. We thought we were mighty, and we certainly have left our mark on Earth. </w:t>
      </w:r>
      <w:r w:rsidRPr="006057FE">
        <w:rPr>
          <w:b/>
          <w:u w:val="single"/>
        </w:rPr>
        <w:t>How embarrassing for the big-brained human species that a microscopic virus could pull the trigger on our extinction</w:t>
      </w:r>
      <w:r w:rsidRPr="006057FE">
        <w:rPr>
          <w:sz w:val="16"/>
        </w:rPr>
        <w:t xml:space="preserve"> [15].</w:t>
      </w:r>
    </w:p>
    <w:p w14:paraId="11414979" w14:textId="3105B2B0" w:rsidR="007A6DCA" w:rsidRPr="004E4CBD" w:rsidRDefault="007A6DCA" w:rsidP="00EC165F">
      <w:pPr>
        <w:pStyle w:val="Heading4"/>
      </w:pPr>
      <w:r>
        <w:t xml:space="preserve">4. </w:t>
      </w:r>
      <w:r w:rsidRPr="004E4CBD">
        <w:t>Continued COVID spread causes great power war</w:t>
      </w:r>
      <w:r>
        <w:t xml:space="preserve"> and is the death knell of the LIO </w:t>
      </w:r>
      <w:r w:rsidRPr="004E4CBD">
        <w:t>-diversion, nationalism, psychology</w:t>
      </w:r>
    </w:p>
    <w:p w14:paraId="10AC6F7E" w14:textId="77777777" w:rsidR="007A6DCA" w:rsidRPr="004E4CBD" w:rsidRDefault="007A6DCA" w:rsidP="007A6DCA">
      <w:pPr>
        <w:rPr>
          <w:rStyle w:val="Style13ptBold"/>
        </w:rPr>
      </w:pPr>
      <w:proofErr w:type="spellStart"/>
      <w:r w:rsidRPr="004E4CBD">
        <w:rPr>
          <w:rStyle w:val="Style13ptBold"/>
        </w:rPr>
        <w:t>Kitfield</w:t>
      </w:r>
      <w:proofErr w:type="spellEnd"/>
      <w:r w:rsidRPr="004E4CBD">
        <w:rPr>
          <w:rStyle w:val="Style13ptBold"/>
        </w:rPr>
        <w:t xml:space="preserve"> 20 </w:t>
      </w:r>
    </w:p>
    <w:p w14:paraId="423DE1A8" w14:textId="77777777" w:rsidR="007A6DCA" w:rsidRPr="004E4CBD" w:rsidRDefault="007A6DCA" w:rsidP="007A6DCA">
      <w:pPr>
        <w:rPr>
          <w:rStyle w:val="StyleUnderline"/>
          <w:sz w:val="16"/>
          <w:u w:val="none"/>
        </w:rPr>
      </w:pPr>
      <w:r w:rsidRPr="004E4CBD">
        <w:rPr>
          <w:rStyle w:val="StyleUnderline"/>
          <w:sz w:val="16"/>
          <w:u w:val="none"/>
        </w:rPr>
        <w:t xml:space="preserve">(James, the only three-time winner of the prestigious Gerald R. Ford Award for Distinguished Reporting on National Defense, </w:t>
      </w:r>
      <w:hyperlink r:id="rId6" w:history="1">
        <w:r w:rsidRPr="004E4CBD">
          <w:rPr>
            <w:rStyle w:val="Hyperlink"/>
            <w:sz w:val="16"/>
          </w:rPr>
          <w:t>https://breakingdefense.com/2020/05/will-covid-19-kill-the-liberal-world-order/</w:t>
        </w:r>
      </w:hyperlink>
      <w:r w:rsidRPr="004E4CBD">
        <w:rPr>
          <w:rStyle w:val="StyleUnderline"/>
          <w:sz w:val="16"/>
          <w:u w:val="none"/>
        </w:rPr>
        <w:t>, 5-22)</w:t>
      </w:r>
    </w:p>
    <w:p w14:paraId="5B06BC4D" w14:textId="77777777" w:rsidR="007A6DCA" w:rsidRDefault="007A6DCA" w:rsidP="007A6DCA">
      <w:r w:rsidRPr="00476B36">
        <w:rPr>
          <w:rStyle w:val="StyleUnderline"/>
        </w:rPr>
        <w:lastRenderedPageBreak/>
        <w:t xml:space="preserve">For </w:t>
      </w:r>
      <w:proofErr w:type="gramStart"/>
      <w:r w:rsidRPr="00476B36">
        <w:rPr>
          <w:rStyle w:val="StyleUnderline"/>
        </w:rPr>
        <w:t>a brief moment</w:t>
      </w:r>
      <w:proofErr w:type="gramEnd"/>
      <w:r w:rsidRPr="00476B36">
        <w:rPr>
          <w:rStyle w:val="StyleUnderline"/>
        </w:rPr>
        <w:t xml:space="preserve"> it </w:t>
      </w:r>
      <w:r w:rsidRPr="00EC165F">
        <w:rPr>
          <w:rStyle w:val="StyleUnderline"/>
        </w:rPr>
        <w:t>seemed</w:t>
      </w:r>
      <w:r w:rsidRPr="004E4CBD">
        <w:rPr>
          <w:sz w:val="16"/>
        </w:rPr>
        <w:t xml:space="preserve"> </w:t>
      </w:r>
      <w:r w:rsidRPr="00EC165F">
        <w:rPr>
          <w:sz w:val="16"/>
        </w:rPr>
        <w:t>that</w:t>
      </w:r>
      <w:r w:rsidRPr="004E4CBD">
        <w:rPr>
          <w:sz w:val="16"/>
        </w:rPr>
        <w:t xml:space="preserve"> </w:t>
      </w:r>
      <w:r w:rsidRPr="00EC165F">
        <w:rPr>
          <w:rStyle w:val="StyleUnderline"/>
          <w:highlight w:val="yellow"/>
        </w:rPr>
        <w:t>the</w:t>
      </w:r>
      <w:r w:rsidRPr="004E4CBD">
        <w:rPr>
          <w:sz w:val="16"/>
        </w:rPr>
        <w:t xml:space="preserve"> worst global </w:t>
      </w:r>
      <w:r w:rsidRPr="00EC165F">
        <w:rPr>
          <w:rStyle w:val="StyleUnderline"/>
          <w:highlight w:val="yellow"/>
        </w:rPr>
        <w:t>pandemic</w:t>
      </w:r>
      <w:r w:rsidRPr="004E4CBD">
        <w:rPr>
          <w:sz w:val="16"/>
        </w:rPr>
        <w:t xml:space="preserve"> in a century </w:t>
      </w:r>
      <w:r w:rsidRPr="00476B36">
        <w:rPr>
          <w:rStyle w:val="StyleUnderline"/>
        </w:rPr>
        <w:t>might lead to increased comity</w:t>
      </w:r>
      <w:r w:rsidRPr="004E4CBD">
        <w:rPr>
          <w:sz w:val="16"/>
        </w:rPr>
        <w:t xml:space="preserve"> between the United States, China and Russia after years of geopolitical eye-gouging. As the virus spread there were early signs of a pause in the escalating cycle of military brinksmanship, cyberattacks, disinformation campaigns and trade wars that has badly shaken the rules-based international order in this era of great power competition. Beijing seemed to initially embrace a spirit of cooperation when it donated protective gear and testing equipment to hard hit countries in Europe. President Trump for months was uncharacteristically effusive in his praise of Chinese President Xi Jinping’s efforts to combat the virus. Russian President Vladimir Putin got into the soft power act in early April when he dispatched an An-124 military transport to New York filled with donated masks and ventilators. (Of course, you can also argue it was a highly effective information operation designed to undermine U.S. standing in the world.) </w:t>
      </w:r>
      <w:r w:rsidRPr="00476B36">
        <w:rPr>
          <w:rStyle w:val="StyleUnderline"/>
        </w:rPr>
        <w:t>That moment was short lived</w:t>
      </w:r>
      <w:r w:rsidRPr="004E4CBD">
        <w:rPr>
          <w:sz w:val="16"/>
        </w:rPr>
        <w:t>. “</w:t>
      </w:r>
      <w:r w:rsidRPr="00476B36">
        <w:rPr>
          <w:rStyle w:val="StyleUnderline"/>
        </w:rPr>
        <w:t xml:space="preserve">Unfortunately, this crisis </w:t>
      </w:r>
      <w:r w:rsidRPr="00EC165F">
        <w:rPr>
          <w:rStyle w:val="StyleUnderline"/>
          <w:highlight w:val="yellow"/>
        </w:rPr>
        <w:t>is likely to unfold in three consecutive waves</w:t>
      </w:r>
      <w:r w:rsidRPr="00476B36">
        <w:rPr>
          <w:rStyle w:val="StyleUnderline"/>
        </w:rPr>
        <w:t>, with a public health crisis followed by an economic crisis, quite possibly followed by a security crisis,” said</w:t>
      </w:r>
      <w:r w:rsidRPr="004E4CBD">
        <w:rPr>
          <w:sz w:val="16"/>
        </w:rPr>
        <w:t xml:space="preserve"> David </w:t>
      </w:r>
      <w:r w:rsidRPr="00476B36">
        <w:rPr>
          <w:rStyle w:val="StyleUnderline"/>
        </w:rPr>
        <w:t>Kilcullen</w:t>
      </w:r>
      <w:r w:rsidRPr="004E4CBD">
        <w:rPr>
          <w:sz w:val="16"/>
        </w:rPr>
        <w:t xml:space="preserve">, author of the recent book “The Dragons and Snakes: How the Rest Learned to Fight the West,” and a </w:t>
      </w:r>
      <w:r w:rsidRPr="00476B36">
        <w:rPr>
          <w:rStyle w:val="StyleUnderline"/>
        </w:rPr>
        <w:t>former special adviser to</w:t>
      </w:r>
      <w:r w:rsidRPr="004E4CBD">
        <w:rPr>
          <w:sz w:val="16"/>
        </w:rPr>
        <w:t xml:space="preserve"> Gen. David Petraeus in Iraq, and the U.S. Secretary of State. </w:t>
      </w:r>
      <w:r w:rsidRPr="00476B36">
        <w:rPr>
          <w:rStyle w:val="StyleUnderline"/>
        </w:rPr>
        <w:t>The U</w:t>
      </w:r>
      <w:r w:rsidRPr="004E4CBD">
        <w:rPr>
          <w:sz w:val="16"/>
        </w:rPr>
        <w:t xml:space="preserve">nited </w:t>
      </w:r>
      <w:r w:rsidRPr="00476B36">
        <w:rPr>
          <w:rStyle w:val="StyleUnderline"/>
        </w:rPr>
        <w:t>S</w:t>
      </w:r>
      <w:r w:rsidRPr="004E4CBD">
        <w:rPr>
          <w:sz w:val="16"/>
        </w:rPr>
        <w:t xml:space="preserve">tates </w:t>
      </w:r>
      <w:r w:rsidRPr="00476B36">
        <w:rPr>
          <w:rStyle w:val="StyleUnderline"/>
        </w:rPr>
        <w:t>is already experiencing high levels of domestic unrest</w:t>
      </w:r>
      <w:r w:rsidRPr="004E4CBD">
        <w:rPr>
          <w:sz w:val="16"/>
        </w:rPr>
        <w:t xml:space="preserve"> at a time of paralyzing partisan rancor, he noted, and the discord will certainly increase as the presidential election nears in November. </w:t>
      </w:r>
      <w:r w:rsidRPr="00EC165F">
        <w:rPr>
          <w:rStyle w:val="StyleUnderline"/>
          <w:highlight w:val="yellow"/>
        </w:rPr>
        <w:t>Adding</w:t>
      </w:r>
      <w:r w:rsidRPr="00476B36">
        <w:rPr>
          <w:rStyle w:val="StyleUnderline"/>
        </w:rPr>
        <w:t xml:space="preserve"> to that combustible mixture </w:t>
      </w:r>
      <w:r w:rsidRPr="00852E7A">
        <w:rPr>
          <w:rStyle w:val="StyleUnderline"/>
        </w:rPr>
        <w:t xml:space="preserve">is likely to be </w:t>
      </w:r>
      <w:r w:rsidRPr="00EC165F">
        <w:rPr>
          <w:rStyle w:val="StyleUnderline"/>
          <w:highlight w:val="yellow"/>
        </w:rPr>
        <w:t xml:space="preserve">a </w:t>
      </w:r>
      <w:r w:rsidRPr="00EC165F">
        <w:rPr>
          <w:rStyle w:val="Emphasis"/>
          <w:highlight w:val="yellow"/>
        </w:rPr>
        <w:t>second wave</w:t>
      </w:r>
      <w:r w:rsidRPr="00476B36">
        <w:rPr>
          <w:rStyle w:val="Emphasis"/>
        </w:rPr>
        <w:t xml:space="preserve"> of the virus</w:t>
      </w:r>
      <w:r w:rsidRPr="004E4CBD">
        <w:rPr>
          <w:sz w:val="16"/>
        </w:rPr>
        <w:t xml:space="preserve"> expected to hit in the fall, </w:t>
      </w:r>
      <w:r w:rsidRPr="00EC165F">
        <w:rPr>
          <w:rStyle w:val="StyleUnderline"/>
          <w:highlight w:val="yellow"/>
        </w:rPr>
        <w:t>and foreign actors</w:t>
      </w:r>
      <w:r w:rsidRPr="00476B36">
        <w:rPr>
          <w:rStyle w:val="StyleUnderline"/>
        </w:rPr>
        <w:t xml:space="preserve"> like Russian and China d</w:t>
      </w:r>
      <w:r w:rsidRPr="00EC165F">
        <w:rPr>
          <w:rStyle w:val="StyleUnderline"/>
          <w:highlight w:val="yellow"/>
        </w:rPr>
        <w:t xml:space="preserve">etermined to </w:t>
      </w:r>
      <w:r w:rsidRPr="00852E7A">
        <w:rPr>
          <w:rStyle w:val="StyleUnderline"/>
        </w:rPr>
        <w:t xml:space="preserve">use disinformation to </w:t>
      </w:r>
      <w:r w:rsidRPr="00EC165F">
        <w:rPr>
          <w:rStyle w:val="StyleUnderline"/>
          <w:highlight w:val="yellow"/>
        </w:rPr>
        <w:t>stoke domestic division</w:t>
      </w:r>
      <w:r w:rsidRPr="00476B36">
        <w:rPr>
          <w:rStyle w:val="StyleUnderline"/>
        </w:rPr>
        <w:t xml:space="preserve">s </w:t>
      </w:r>
      <w:r w:rsidRPr="004E4CBD">
        <w:rPr>
          <w:sz w:val="16"/>
        </w:rPr>
        <w:t>during the election.</w:t>
      </w:r>
      <w:r>
        <w:rPr>
          <w:rStyle w:val="StyleUnderline"/>
        </w:rPr>
        <w:t xml:space="preserve"> </w:t>
      </w:r>
      <w:r w:rsidRPr="004E4CBD">
        <w:rPr>
          <w:sz w:val="16"/>
        </w:rPr>
        <w:t>“</w:t>
      </w:r>
      <w:r w:rsidRPr="00476B36">
        <w:rPr>
          <w:rStyle w:val="StyleUnderline"/>
        </w:rPr>
        <w:t xml:space="preserve">Given the likelihood of internal instability and anti-government anger here and around the world, </w:t>
      </w:r>
      <w:r w:rsidRPr="00EC165F">
        <w:rPr>
          <w:rStyle w:val="StyleUnderline"/>
          <w:highlight w:val="yellow"/>
        </w:rPr>
        <w:t>there will be a huge incentive</w:t>
      </w:r>
      <w:r w:rsidRPr="00476B36">
        <w:rPr>
          <w:rStyle w:val="StyleUnderline"/>
        </w:rPr>
        <w:t xml:space="preserve"> for leaders</w:t>
      </w:r>
      <w:r w:rsidRPr="004E4CBD">
        <w:rPr>
          <w:sz w:val="16"/>
        </w:rPr>
        <w:t xml:space="preserve"> who personalize politics like Trump, [Russian President Vladimir] Putin and [Chinese President] Xi Jinping </w:t>
      </w:r>
      <w:r w:rsidRPr="00EC165F">
        <w:rPr>
          <w:rStyle w:val="Emphasis"/>
          <w:highlight w:val="yellow"/>
        </w:rPr>
        <w:t>to look for external scapegoats</w:t>
      </w:r>
      <w:r w:rsidRPr="00476B36">
        <w:rPr>
          <w:rStyle w:val="Emphasis"/>
        </w:rPr>
        <w:t xml:space="preserve"> for their domestic troubles</w:t>
      </w:r>
      <w:r w:rsidRPr="004E4CBD">
        <w:rPr>
          <w:sz w:val="16"/>
        </w:rPr>
        <w:t xml:space="preserve">, which has already started to happen,” said Kilcullen. “This crisis also comes at a point when </w:t>
      </w:r>
      <w:r w:rsidRPr="00EC165F">
        <w:rPr>
          <w:rStyle w:val="StyleUnderline"/>
          <w:highlight w:val="yellow"/>
        </w:rPr>
        <w:t>the</w:t>
      </w:r>
      <w:r w:rsidRPr="00476B36">
        <w:rPr>
          <w:rStyle w:val="StyleUnderline"/>
        </w:rPr>
        <w:t xml:space="preserve"> </w:t>
      </w:r>
      <w:r w:rsidRPr="00EC165F">
        <w:rPr>
          <w:rStyle w:val="StyleUnderline"/>
          <w:highlight w:val="yellow"/>
        </w:rPr>
        <w:t>international system</w:t>
      </w:r>
      <w:r w:rsidRPr="004E4CBD">
        <w:rPr>
          <w:sz w:val="16"/>
        </w:rPr>
        <w:t xml:space="preserve"> that we’ve known since the end of World War II </w:t>
      </w:r>
      <w:r w:rsidRPr="00EC165F">
        <w:rPr>
          <w:rStyle w:val="Emphasis"/>
          <w:highlight w:val="yellow"/>
        </w:rPr>
        <w:t>was already</w:t>
      </w:r>
      <w:r w:rsidRPr="00476B36">
        <w:rPr>
          <w:rStyle w:val="Emphasis"/>
        </w:rPr>
        <w:t xml:space="preserve"> rotting and </w:t>
      </w:r>
      <w:r w:rsidRPr="00EC165F">
        <w:rPr>
          <w:rStyle w:val="Emphasis"/>
          <w:highlight w:val="yellow"/>
        </w:rPr>
        <w:t>weak</w:t>
      </w:r>
      <w:r w:rsidRPr="00476B36">
        <w:rPr>
          <w:rStyle w:val="Emphasis"/>
        </w:rPr>
        <w:t>er than it appears</w:t>
      </w:r>
      <w:r w:rsidRPr="004E4CBD">
        <w:rPr>
          <w:sz w:val="16"/>
        </w:rPr>
        <w:t xml:space="preserve">. </w:t>
      </w:r>
      <w:r w:rsidRPr="00476B36">
        <w:rPr>
          <w:rStyle w:val="StyleUnderline"/>
        </w:rPr>
        <w:t xml:space="preserve">It </w:t>
      </w:r>
      <w:r w:rsidRPr="00EC165F">
        <w:rPr>
          <w:rStyle w:val="StyleUnderline"/>
          <w:highlight w:val="yellow"/>
        </w:rPr>
        <w:t xml:space="preserve">may only take </w:t>
      </w:r>
      <w:r w:rsidRPr="00EC165F">
        <w:rPr>
          <w:rStyle w:val="Emphasis"/>
          <w:highlight w:val="yellow"/>
        </w:rPr>
        <w:t>one big shock to bring that whole structure down</w:t>
      </w:r>
      <w:r w:rsidRPr="00476B36">
        <w:rPr>
          <w:rStyle w:val="Emphasis"/>
        </w:rPr>
        <w:t>,</w:t>
      </w:r>
      <w:r w:rsidRPr="00476B36">
        <w:rPr>
          <w:rStyle w:val="StyleUnderline"/>
        </w:rPr>
        <w:t xml:space="preserve"> </w:t>
      </w:r>
      <w:r w:rsidRPr="004E4CBD">
        <w:rPr>
          <w:sz w:val="16"/>
        </w:rPr>
        <w:t xml:space="preserve">and, </w:t>
      </w:r>
      <w:r w:rsidRPr="00476B36">
        <w:rPr>
          <w:rStyle w:val="StyleUnderline"/>
        </w:rPr>
        <w:t xml:space="preserve">if we’re not very careful, the pandemic could be that shock. </w:t>
      </w:r>
      <w:proofErr w:type="gramStart"/>
      <w:r w:rsidRPr="00476B36">
        <w:rPr>
          <w:rStyle w:val="StyleUnderline"/>
        </w:rPr>
        <w:t>So</w:t>
      </w:r>
      <w:proofErr w:type="gramEnd"/>
      <w:r w:rsidRPr="00476B36">
        <w:rPr>
          <w:rStyle w:val="StyleUnderline"/>
        </w:rPr>
        <w:t xml:space="preserve"> this is the </w:t>
      </w:r>
      <w:r w:rsidRPr="00476B36">
        <w:rPr>
          <w:rStyle w:val="Emphasis"/>
        </w:rPr>
        <w:t>most dangerous geopolitical dynamic</w:t>
      </w:r>
      <w:r w:rsidRPr="00476B36">
        <w:rPr>
          <w:rStyle w:val="StyleUnderline"/>
        </w:rPr>
        <w:t xml:space="preserve"> I have seen in my entire career.”</w:t>
      </w:r>
      <w:r>
        <w:rPr>
          <w:rStyle w:val="StyleUnderline"/>
        </w:rPr>
        <w:t xml:space="preserve"> </w:t>
      </w:r>
      <w:r w:rsidRPr="004E4CBD">
        <w:rPr>
          <w:sz w:val="16"/>
        </w:rPr>
        <w:t xml:space="preserve">Chinese President Xi Jinping inspects PLA troops </w:t>
      </w:r>
      <w:proofErr w:type="gramStart"/>
      <w:r w:rsidRPr="004E4CBD">
        <w:rPr>
          <w:sz w:val="16"/>
        </w:rPr>
        <w:t>As</w:t>
      </w:r>
      <w:proofErr w:type="gramEnd"/>
      <w:r w:rsidRPr="004E4CBD">
        <w:rPr>
          <w:sz w:val="16"/>
        </w:rPr>
        <w:t xml:space="preserve"> it became clear the Chinese Communist Party covered up the initial outbreak of the novel coronavirus in Wuhan, wasting precious time and allowing it to blossom into a global pandemic, </w:t>
      </w:r>
      <w:r w:rsidRPr="00476B36">
        <w:rPr>
          <w:rStyle w:val="StyleUnderline"/>
        </w:rPr>
        <w:t>Beijing launched a campaign of intimidation and economic threats to mute international criticism</w:t>
      </w:r>
      <w:r w:rsidRPr="004E4CBD">
        <w:rPr>
          <w:sz w:val="16"/>
        </w:rPr>
        <w:t xml:space="preserve">. Borrowing a page from Russian disinformation operations, Beijing posited the conspiracy theory that the virus originated with the U.S. military. Both China and Russia pushed alarmist narratives about the pandemic on social media to sow division and panic inside the United States. </w:t>
      </w:r>
      <w:r w:rsidRPr="00476B36">
        <w:rPr>
          <w:rStyle w:val="StyleUnderline"/>
        </w:rPr>
        <w:t>Much of the protective equipment Beijing “donated” to the West carried a price tag and turned out to be defective.</w:t>
      </w:r>
      <w:r>
        <w:rPr>
          <w:rStyle w:val="StyleUnderline"/>
        </w:rPr>
        <w:t xml:space="preserve"> </w:t>
      </w:r>
      <w:r w:rsidRPr="004E4CBD">
        <w:rPr>
          <w:sz w:val="16"/>
        </w:rPr>
        <w:t xml:space="preserve">In his own campaign of blame shifting and heated rhetoric, President Donald Trump accused China of being responsible for an attack on the United States that “is worse that Pearl Harbor,” and “worse than the World Trade Center” that fell in the 9/11 terrorist attacks. Chinese incompetence in dealing with the virus, Trump tweeted this week, is responsible for “mass Worldwide killing!” Trump darkly hinted in mid-April that he had information that a virology lab in Wuhan played an important role in the virus’ creation, even though the U.S. Intelligence Community consensus was that the virology lab in Wuhan had nothing to do the virus’ creation or origins. Secretary of State Mike Pompeo insisted there is “enormous evidence” the coronavirus originated in that lab. “We greatly underestimated the degree to which Beijing is ideologically and politically hostile to free nations,” Pompeo told reporters this week, after sending a rare, high-level message of congratulations to recently reelected Taiwanese President Tsai Ing-Wen, who has rejected the “one country, two systems” construct that has kept the peace between China and Taiwan for nearly half a century. </w:t>
      </w:r>
      <w:r w:rsidRPr="00476B36">
        <w:rPr>
          <w:rStyle w:val="StyleUnderline"/>
        </w:rPr>
        <w:t xml:space="preserve">As the Trump administration weighs retribution against China, it has continued to ratchet up the rhetoric and provocations, </w:t>
      </w:r>
      <w:r w:rsidRPr="00476B36">
        <w:rPr>
          <w:rStyle w:val="Emphasis"/>
        </w:rPr>
        <w:t>angering and worrying allies</w:t>
      </w:r>
      <w:r w:rsidRPr="00476B36">
        <w:rPr>
          <w:rStyle w:val="StyleUnderline"/>
        </w:rPr>
        <w:t xml:space="preserve"> by cutting critical funding to the</w:t>
      </w:r>
      <w:r w:rsidRPr="004E4CBD">
        <w:rPr>
          <w:sz w:val="16"/>
        </w:rPr>
        <w:t xml:space="preserve"> World Health Organization </w:t>
      </w:r>
      <w:r w:rsidRPr="00476B36">
        <w:rPr>
          <w:rStyle w:val="StyleUnderline"/>
        </w:rPr>
        <w:t>(WHO</w:t>
      </w:r>
      <w:r w:rsidRPr="004E4CBD">
        <w:rPr>
          <w:sz w:val="16"/>
        </w:rPr>
        <w:t xml:space="preserve">) </w:t>
      </w:r>
      <w:proofErr w:type="gramStart"/>
      <w:r w:rsidRPr="004E4CBD">
        <w:rPr>
          <w:sz w:val="16"/>
        </w:rPr>
        <w:t>in the midst of</w:t>
      </w:r>
      <w:proofErr w:type="gramEnd"/>
      <w:r w:rsidRPr="004E4CBD">
        <w:rPr>
          <w:sz w:val="16"/>
        </w:rPr>
        <w:t xml:space="preserve"> the pandemic, and boycotting a virtual meeting of G-20 nations that attempted to coordinate an international response to the crisis, leaving a leadership gap that China was happy to help fill. Open Skies surveillance plane </w:t>
      </w:r>
      <w:r w:rsidRPr="00476B36">
        <w:rPr>
          <w:rStyle w:val="StyleUnderline"/>
        </w:rPr>
        <w:t>On the Russian front</w:t>
      </w:r>
      <w:r w:rsidRPr="004E4CBD">
        <w:rPr>
          <w:sz w:val="16"/>
        </w:rPr>
        <w:t xml:space="preserve">, the </w:t>
      </w:r>
      <w:r w:rsidRPr="00476B36">
        <w:rPr>
          <w:rStyle w:val="StyleUnderline"/>
        </w:rPr>
        <w:t>Trump</w:t>
      </w:r>
      <w:r w:rsidRPr="004E4CBD">
        <w:rPr>
          <w:sz w:val="16"/>
        </w:rPr>
        <w:t xml:space="preserve"> administration has reportedly </w:t>
      </w:r>
      <w:r w:rsidRPr="00476B36">
        <w:rPr>
          <w:rStyle w:val="StyleUnderline"/>
        </w:rPr>
        <w:t>decided to withdraw from the three-decade old Open Skies Treaty</w:t>
      </w:r>
      <w:r w:rsidRPr="004E4CBD">
        <w:rPr>
          <w:sz w:val="16"/>
        </w:rPr>
        <w:t xml:space="preserve"> that allows 34 countries to fly over each other’s territory with sensors to confirm they are not preparing military action. The trump White House says the Russians are violating the accord by forbidding flights over military exercises and using its own flights over the United States to identify critical infrastructure that can be hit by </w:t>
      </w:r>
      <w:proofErr w:type="spellStart"/>
      <w:r w:rsidRPr="004E4CBD">
        <w:rPr>
          <w:sz w:val="16"/>
        </w:rPr>
        <w:t>cyberattacks.Meanwhile</w:t>
      </w:r>
      <w:proofErr w:type="spellEnd"/>
      <w:r w:rsidRPr="004E4CBD">
        <w:rPr>
          <w:sz w:val="16"/>
        </w:rPr>
        <w:t xml:space="preserve">, populist leaders and autocratic regimes around the world are using the threat of the pandemic to assume extraordinary powers and crack down on their political opposition in what the United Nations Special Rapporteur for Counterterrorism and Human Rights called an “an epidemic of authoritarianism,” according to the </w:t>
      </w:r>
      <w:proofErr w:type="spellStart"/>
      <w:r w:rsidRPr="004E4CBD">
        <w:rPr>
          <w:sz w:val="16"/>
        </w:rPr>
        <w:t>The</w:t>
      </w:r>
      <w:proofErr w:type="spellEnd"/>
      <w:r w:rsidRPr="004E4CBD">
        <w:rPr>
          <w:sz w:val="16"/>
        </w:rPr>
        <w:t xml:space="preserve"> New York Times. Shaky World Order </w:t>
      </w:r>
      <w:r w:rsidRPr="00476B36">
        <w:rPr>
          <w:rStyle w:val="StyleUnderline"/>
        </w:rPr>
        <w:t>Even before the pandemic the post-WW II international order that the United States constructed and led for more than half a century was on shaky ground</w:t>
      </w:r>
      <w:r w:rsidRPr="004E4CBD">
        <w:rPr>
          <w:sz w:val="16"/>
        </w:rPr>
        <w:t xml:space="preserve">. The global institutions, alliances and rules governing international relations has been challenged by assertive autocratic regimes like China and </w:t>
      </w:r>
      <w:proofErr w:type="gramStart"/>
      <w:r w:rsidRPr="004E4CBD">
        <w:rPr>
          <w:sz w:val="16"/>
        </w:rPr>
        <w:t>Russia, and</w:t>
      </w:r>
      <w:proofErr w:type="gramEnd"/>
      <w:r w:rsidRPr="004E4CBD">
        <w:rPr>
          <w:sz w:val="16"/>
        </w:rPr>
        <w:t xml:space="preserve"> eroded from within by inward-looking nationalist-populists movements spreading throughout the Western democracies. The liberal international order has also been largely abandoned by its leader as Donald Trump’s administration retreats further into “America First” isolationism. The Trump doctrine in international affairs actively </w:t>
      </w:r>
      <w:r w:rsidRPr="004E4CBD">
        <w:rPr>
          <w:sz w:val="16"/>
        </w:rPr>
        <w:lastRenderedPageBreak/>
        <w:t xml:space="preserve">seeks to undermine the institutions of global order, whether it’s the World Health and Trade Organizations, the UN, the European </w:t>
      </w:r>
      <w:proofErr w:type="gramStart"/>
      <w:r w:rsidRPr="004E4CBD">
        <w:rPr>
          <w:sz w:val="16"/>
        </w:rPr>
        <w:t>Union</w:t>
      </w:r>
      <w:proofErr w:type="gramEnd"/>
      <w:r w:rsidRPr="004E4CBD">
        <w:rPr>
          <w:sz w:val="16"/>
        </w:rPr>
        <w:t xml:space="preserve"> or NATO. The administration has rejected or abolished all manner of multilateral agreements and treaties designed to peacefully constrain international rivalries, including the Trans-Pacific Partnership Agreement, the Paris Climate Agreement, the Iran nuclear deal, the Intermediate-Range Nuclear Forces treaty, and quite possibly next year the New Strategic Arms Reduction Treaty (New START). A Dark History </w:t>
      </w:r>
      <w:proofErr w:type="spellStart"/>
      <w:r w:rsidRPr="00476B36">
        <w:rPr>
          <w:rStyle w:val="StyleUnderline"/>
        </w:rPr>
        <w:t>History</w:t>
      </w:r>
      <w:proofErr w:type="spellEnd"/>
      <w:r w:rsidRPr="00476B36">
        <w:rPr>
          <w:rStyle w:val="StyleUnderline"/>
        </w:rPr>
        <w:t xml:space="preserve"> is rife with cautionary examples of natural disasters or economic crises conflating with geopolitical tensions, with cataclysmic results. The catastrophic 1918 Spanish flu</w:t>
      </w:r>
      <w:r w:rsidRPr="004E4CBD">
        <w:rPr>
          <w:sz w:val="16"/>
        </w:rPr>
        <w:t xml:space="preserve"> pandemic, which killed more than 20 million victims worldwide, </w:t>
      </w:r>
      <w:r w:rsidRPr="00476B36">
        <w:rPr>
          <w:rStyle w:val="StyleUnderline"/>
        </w:rPr>
        <w:t>was accelerated and spread by troop movements during World War I</w:t>
      </w:r>
      <w:r w:rsidRPr="004E4CBD">
        <w:rPr>
          <w:sz w:val="16"/>
        </w:rPr>
        <w:t xml:space="preserve">. </w:t>
      </w:r>
      <w:r w:rsidRPr="00476B36">
        <w:rPr>
          <w:rStyle w:val="StyleUnderline"/>
        </w:rPr>
        <w:t>With many Americans disillusioned by the war and loss, the United States turned insular and isolationist</w:t>
      </w:r>
      <w:r w:rsidRPr="004E4CBD">
        <w:rPr>
          <w:sz w:val="16"/>
        </w:rPr>
        <w:t xml:space="preserve"> during the 1920s, rejecting the League of Nations, dramatically curtailing immigration and erecting steep tariff barriers to trade. </w:t>
      </w:r>
      <w:r w:rsidRPr="00476B36">
        <w:rPr>
          <w:rStyle w:val="StyleUnderline"/>
        </w:rPr>
        <w:t>Much of the rest of the world followed suit.</w:t>
      </w:r>
      <w:r>
        <w:rPr>
          <w:rStyle w:val="StyleUnderline"/>
        </w:rPr>
        <w:t xml:space="preserve"> </w:t>
      </w:r>
      <w:r w:rsidRPr="004E4CBD">
        <w:rPr>
          <w:sz w:val="16"/>
        </w:rPr>
        <w:t>The U.S. stock market crash of 1929 was compounded the next year by one of the worst droughts in history. When the Japanese invaded China two years later, and Adolf Hitler became German chancellor soon after, there was no League of Nations nor stabilizing trading systems to contain the war fever that swept the globe and became World War II. “</w:t>
      </w:r>
      <w:r w:rsidRPr="00476B36">
        <w:rPr>
          <w:rStyle w:val="StyleUnderline"/>
        </w:rPr>
        <w:t>When you think back to 1918 and the Spanish flu, it’s worth remembering that more people died in the second wave than the first</w:t>
      </w:r>
      <w:r w:rsidRPr="004E4CBD">
        <w:rPr>
          <w:sz w:val="16"/>
        </w:rPr>
        <w:t>, and the Great Depression and the 1930s taught us that bad economic conditions can be transformative</w:t>
      </w:r>
      <w:r w:rsidRPr="00476B36">
        <w:rPr>
          <w:rStyle w:val="StyleUnderline"/>
        </w:rPr>
        <w:t>,” said</w:t>
      </w:r>
      <w:r w:rsidRPr="004E4CBD">
        <w:rPr>
          <w:sz w:val="16"/>
        </w:rPr>
        <w:t xml:space="preserve"> Joseph </w:t>
      </w:r>
      <w:r w:rsidRPr="00476B36">
        <w:rPr>
          <w:rStyle w:val="StyleUnderline"/>
        </w:rPr>
        <w:t xml:space="preserve">Nye, a professor </w:t>
      </w:r>
      <w:proofErr w:type="gramStart"/>
      <w:r w:rsidRPr="00476B36">
        <w:rPr>
          <w:rStyle w:val="StyleUnderline"/>
        </w:rPr>
        <w:t>emeritus</w:t>
      </w:r>
      <w:proofErr w:type="gramEnd"/>
      <w:r w:rsidRPr="00476B36">
        <w:rPr>
          <w:rStyle w:val="StyleUnderline"/>
        </w:rPr>
        <w:t xml:space="preserve"> and former Dean of the Harvard’s Kennedy School</w:t>
      </w:r>
      <w:r w:rsidRPr="004E4CBD">
        <w:rPr>
          <w:sz w:val="16"/>
        </w:rPr>
        <w:t xml:space="preserve"> of Government, speaking recently on a videoconference organized by The National Interest. “</w:t>
      </w:r>
      <w:r w:rsidRPr="00476B36">
        <w:rPr>
          <w:rStyle w:val="StyleUnderline"/>
        </w:rPr>
        <w:t xml:space="preserve">The point is, in the current pandemic </w:t>
      </w:r>
      <w:r w:rsidRPr="00EC165F">
        <w:rPr>
          <w:rStyle w:val="StyleUnderline"/>
          <w:highlight w:val="yellow"/>
        </w:rPr>
        <w:t xml:space="preserve">we’re likely only in </w:t>
      </w:r>
      <w:r w:rsidRPr="00EC165F">
        <w:rPr>
          <w:rStyle w:val="Emphasis"/>
          <w:highlight w:val="yellow"/>
        </w:rPr>
        <w:t xml:space="preserve">Act 1 </w:t>
      </w:r>
      <w:r w:rsidRPr="00852E7A">
        <w:rPr>
          <w:rStyle w:val="Emphasis"/>
        </w:rPr>
        <w:t>of a multi-act play.”</w:t>
      </w:r>
      <w:r>
        <w:rPr>
          <w:rStyle w:val="StyleUnderline"/>
        </w:rPr>
        <w:t xml:space="preserve"> </w:t>
      </w:r>
      <w:r w:rsidRPr="004E4CBD">
        <w:rPr>
          <w:sz w:val="16"/>
        </w:rPr>
        <w:t xml:space="preserve">Combustible Leadership </w:t>
      </w:r>
      <w:r w:rsidRPr="00476B36">
        <w:rPr>
          <w:rStyle w:val="StyleUnderline"/>
        </w:rPr>
        <w:t xml:space="preserve">The very real potential for the pandemic crisis to propel </w:t>
      </w:r>
      <w:r w:rsidRPr="00852E7A">
        <w:rPr>
          <w:rStyle w:val="StyleUnderline"/>
        </w:rPr>
        <w:t>the</w:t>
      </w:r>
      <w:r w:rsidRPr="00476B36">
        <w:rPr>
          <w:rStyle w:val="StyleUnderline"/>
        </w:rPr>
        <w:t xml:space="preserve"> major powers towards outright </w:t>
      </w:r>
      <w:r w:rsidRPr="00852E7A">
        <w:rPr>
          <w:rStyle w:val="StyleUnderline"/>
        </w:rPr>
        <w:t>military conflict was noted recently by</w:t>
      </w:r>
      <w:r w:rsidRPr="00852E7A">
        <w:rPr>
          <w:sz w:val="16"/>
        </w:rPr>
        <w:t xml:space="preserve"> the </w:t>
      </w:r>
      <w:r w:rsidRPr="00852E7A">
        <w:rPr>
          <w:rStyle w:val="StyleUnderline"/>
        </w:rPr>
        <w:t>Chinese Ministry of State Security</w:t>
      </w:r>
      <w:r w:rsidRPr="00852E7A">
        <w:rPr>
          <w:sz w:val="16"/>
        </w:rPr>
        <w:t>, Beijing’s top intelligence</w:t>
      </w:r>
      <w:r w:rsidRPr="004E4CBD">
        <w:rPr>
          <w:sz w:val="16"/>
        </w:rPr>
        <w:t xml:space="preserve"> agency. In a report for Xi Jinping and the senior Chinese leadership </w:t>
      </w:r>
      <w:r w:rsidRPr="00476B36">
        <w:rPr>
          <w:rStyle w:val="StyleUnderline"/>
        </w:rPr>
        <w:t>it reportedly concluded that global anti-China sentiment being stoked</w:t>
      </w:r>
      <w:r w:rsidRPr="004E4CBD">
        <w:rPr>
          <w:sz w:val="16"/>
        </w:rPr>
        <w:t xml:space="preserve"> by the Trump administration </w:t>
      </w:r>
      <w:r w:rsidRPr="00476B36">
        <w:rPr>
          <w:rStyle w:val="StyleUnderline"/>
        </w:rPr>
        <w:t>has reached its highest peak</w:t>
      </w:r>
      <w:r w:rsidRPr="004E4CBD">
        <w:rPr>
          <w:sz w:val="16"/>
        </w:rPr>
        <w:t xml:space="preserve"> since the 1989 Tiananmen Square crackdown, and as a result </w:t>
      </w:r>
      <w:r w:rsidRPr="00852E7A">
        <w:rPr>
          <w:rStyle w:val="StyleUnderline"/>
          <w:highlight w:val="yellow"/>
        </w:rPr>
        <w:t>China</w:t>
      </w:r>
      <w:r w:rsidRPr="00476B36">
        <w:rPr>
          <w:rStyle w:val="StyleUnderline"/>
        </w:rPr>
        <w:t xml:space="preserve"> needs to be </w:t>
      </w:r>
      <w:r w:rsidRPr="00EC165F">
        <w:rPr>
          <w:rStyle w:val="StyleUnderline"/>
          <w:highlight w:val="yellow"/>
        </w:rPr>
        <w:t xml:space="preserve">prepared for a worst-case scenario of </w:t>
      </w:r>
      <w:r w:rsidRPr="00EC165F">
        <w:rPr>
          <w:rStyle w:val="Emphasis"/>
          <w:highlight w:val="yellow"/>
        </w:rPr>
        <w:t>armed confrontation</w:t>
      </w:r>
      <w:r w:rsidRPr="00476B36">
        <w:rPr>
          <w:rStyle w:val="Emphasis"/>
        </w:rPr>
        <w:t xml:space="preserve"> with the United States</w:t>
      </w:r>
      <w:r w:rsidRPr="004E4CBD">
        <w:rPr>
          <w:sz w:val="16"/>
        </w:rPr>
        <w:t xml:space="preserve">. Despite the warnings, </w:t>
      </w:r>
      <w:r w:rsidRPr="00476B36">
        <w:rPr>
          <w:rStyle w:val="StyleUnderline"/>
        </w:rPr>
        <w:t xml:space="preserve">Xi </w:t>
      </w:r>
      <w:r w:rsidRPr="004E4CBD">
        <w:rPr>
          <w:sz w:val="16"/>
        </w:rPr>
        <w:t xml:space="preserve">Jinping </w:t>
      </w:r>
      <w:r w:rsidRPr="00476B36">
        <w:rPr>
          <w:rStyle w:val="StyleUnderline"/>
        </w:rPr>
        <w:t>has doubled down in recent months on provocative military maneuvers</w:t>
      </w:r>
      <w:r w:rsidRPr="004E4CBD">
        <w:rPr>
          <w:sz w:val="16"/>
        </w:rPr>
        <w:t xml:space="preserve"> in its neighboring seas, sending its Liaoning carrier battle group and military flights off the coast of Taiwan; conducting anti-submarine exercises in contested areas of the South China Sea; ramming and sinking a Vietnamese fishing boat near the disputed Paracel Islands; dispatching a fishing boat “militia” to harass Philippine counterparts near the contested Spratly Islands; and harassing a Malaysian drillship. The littoral combat ship USS Montgomery conducts operations near drillship, the West Capella, in Malaysian waters. </w:t>
      </w:r>
      <w:r w:rsidRPr="004E4CBD">
        <w:rPr>
          <w:rStyle w:val="StyleUnderline"/>
        </w:rPr>
        <w:t>Some analysts see those moves as an attempt by Xi Jinping to show strength and bolster his image at home among a Chinese populace wearied by the pandemic shutdowns and economic disruptions</w:t>
      </w:r>
      <w:r w:rsidRPr="004E4CBD">
        <w:rPr>
          <w:sz w:val="16"/>
        </w:rPr>
        <w:t xml:space="preserve">. </w:t>
      </w:r>
      <w:r w:rsidRPr="004E4CBD">
        <w:rPr>
          <w:rStyle w:val="StyleUnderline"/>
        </w:rPr>
        <w:t xml:space="preserve">Those provocations are exactly the kind of saber-rattling that can escalate </w:t>
      </w:r>
      <w:r w:rsidRPr="004E4CBD">
        <w:rPr>
          <w:rStyle w:val="Emphasis"/>
        </w:rPr>
        <w:t>dangerously in a time of crisis.</w:t>
      </w:r>
      <w:r>
        <w:rPr>
          <w:rStyle w:val="StyleUnderline"/>
        </w:rPr>
        <w:t xml:space="preserve"> </w:t>
      </w:r>
      <w:r w:rsidRPr="004E4CBD">
        <w:rPr>
          <w:sz w:val="16"/>
        </w:rPr>
        <w:t xml:space="preserve">George Beebe is a former director of the CIA’s Russia analysis section, and author of the book “The Russia Trap: How Our Shadow War with Russia Could Spiral into Catastrophe.” “My concern is that the </w:t>
      </w:r>
      <w:r w:rsidRPr="004E4CBD">
        <w:rPr>
          <w:rStyle w:val="StyleUnderline"/>
        </w:rPr>
        <w:t>major power leaders</w:t>
      </w:r>
      <w:r w:rsidRPr="004E4CBD">
        <w:rPr>
          <w:sz w:val="16"/>
        </w:rPr>
        <w:t xml:space="preserve"> Putin, Xi and Trump all </w:t>
      </w:r>
      <w:r w:rsidRPr="004E4CBD">
        <w:rPr>
          <w:rStyle w:val="StyleUnderline"/>
        </w:rPr>
        <w:t xml:space="preserve">tend to personalize international relations and politics. They are all going through severe economic and political distress. </w:t>
      </w:r>
      <w:r w:rsidRPr="00EC165F">
        <w:rPr>
          <w:rStyle w:val="StyleUnderline"/>
          <w:highlight w:val="yellow"/>
        </w:rPr>
        <w:t>Each</w:t>
      </w:r>
      <w:r w:rsidRPr="004E4CBD">
        <w:rPr>
          <w:rStyle w:val="StyleUnderline"/>
        </w:rPr>
        <w:t xml:space="preserve"> </w:t>
      </w:r>
      <w:r w:rsidRPr="00852E7A">
        <w:rPr>
          <w:rStyle w:val="StyleUnderline"/>
        </w:rPr>
        <w:t xml:space="preserve">of them </w:t>
      </w:r>
      <w:r w:rsidRPr="00EC165F">
        <w:rPr>
          <w:rStyle w:val="StyleUnderline"/>
          <w:highlight w:val="yellow"/>
        </w:rPr>
        <w:t xml:space="preserve">is convinced that their rivals are trying to </w:t>
      </w:r>
      <w:r w:rsidRPr="00EC165F">
        <w:rPr>
          <w:rStyle w:val="Emphasis"/>
          <w:highlight w:val="yellow"/>
        </w:rPr>
        <w:t>exploit the pandemic crisis, and not one of them is dealing from a position of strength</w:t>
      </w:r>
      <w:r w:rsidRPr="004E4CBD">
        <w:rPr>
          <w:rStyle w:val="Emphasis"/>
        </w:rPr>
        <w:t xml:space="preserve"> and confidence</w:t>
      </w:r>
      <w:r w:rsidRPr="004E4CBD">
        <w:rPr>
          <w:sz w:val="16"/>
        </w:rPr>
        <w:t>,” he told me. Putin has long felt betrayed and threatened by the United States, Beebe noted, and Xi Jinping is convinced that America is trying to thwart China’s rise. One of the few constants in Trump’s worldview is the conviction that China has taken advantage of the United States with trade going back decades. “</w:t>
      </w:r>
      <w:proofErr w:type="gramStart"/>
      <w:r w:rsidRPr="004E4CBD">
        <w:rPr>
          <w:sz w:val="16"/>
        </w:rPr>
        <w:t>So</w:t>
      </w:r>
      <w:proofErr w:type="gramEnd"/>
      <w:r w:rsidRPr="004E4CBD">
        <w:rPr>
          <w:sz w:val="16"/>
        </w:rPr>
        <w:t xml:space="preserve"> </w:t>
      </w:r>
      <w:r w:rsidRPr="004E4CBD">
        <w:rPr>
          <w:rStyle w:val="StyleUnderline"/>
        </w:rPr>
        <w:t>there’s a lot of fear and emotion and very little trust in the relationships between these leaders during a time of great strain</w:t>
      </w:r>
      <w:r w:rsidRPr="004E4CBD">
        <w:rPr>
          <w:sz w:val="16"/>
        </w:rPr>
        <w:t>, and their communications and diplomatic mechanisms to manage a crisis if one occurs have atrophied,” said Beebe. “Given that personalities and personal relationships among national leaders are far more important in international affairs than a lot of people appreciate</w:t>
      </w:r>
      <w:r w:rsidRPr="004E4CBD">
        <w:rPr>
          <w:rStyle w:val="StyleUnderline"/>
        </w:rPr>
        <w:t>, I do worry that we’re entering a very dangerous period when cooler heads may not prevail among the great power leaders</w:t>
      </w:r>
      <w:r w:rsidRPr="004E4CBD">
        <w:rPr>
          <w:sz w:val="16"/>
        </w:rPr>
        <w:t>.”</w:t>
      </w:r>
    </w:p>
    <w:p w14:paraId="2C72C0BF" w14:textId="77777777" w:rsidR="007A6DCA" w:rsidRDefault="007A6DCA" w:rsidP="007A6DCA">
      <w:pPr>
        <w:pStyle w:val="Heading4"/>
      </w:pPr>
      <w:r>
        <w:lastRenderedPageBreak/>
        <w:t>5. Risk of U.S.-China nuclear escalation to total war is high – Chinese planners don’t believe nuclear weapons are usable and US decisionmakers are too confident in limited nuclear war.</w:t>
      </w:r>
    </w:p>
    <w:p w14:paraId="49593302" w14:textId="77777777" w:rsidR="007A6DCA" w:rsidRPr="00F03D24" w:rsidRDefault="007A6DCA" w:rsidP="007A6DCA">
      <w:pPr>
        <w:rPr>
          <w:sz w:val="16"/>
        </w:rPr>
      </w:pPr>
      <w:r w:rsidRPr="00F03D24">
        <w:rPr>
          <w:sz w:val="16"/>
        </w:rPr>
        <w:t xml:space="preserve">Fiona </w:t>
      </w:r>
      <w:r w:rsidRPr="00A87DCB">
        <w:rPr>
          <w:b/>
          <w:bCs/>
          <w:u w:val="single"/>
        </w:rPr>
        <w:t>CUNNINGHAM</w:t>
      </w:r>
      <w:r w:rsidRPr="00F03D24">
        <w:rPr>
          <w:sz w:val="16"/>
        </w:rPr>
        <w:t xml:space="preserve"> </w:t>
      </w:r>
      <w:proofErr w:type="spellStart"/>
      <w:r w:rsidRPr="00F03D24">
        <w:rPr>
          <w:sz w:val="16"/>
        </w:rPr>
        <w:t>Poli</w:t>
      </w:r>
      <w:proofErr w:type="spellEnd"/>
      <w:r w:rsidRPr="00F03D24">
        <w:rPr>
          <w:sz w:val="16"/>
        </w:rPr>
        <w:t xml:space="preserve"> Sci @ GW </w:t>
      </w:r>
      <w:r w:rsidRPr="00A87DCB">
        <w:rPr>
          <w:b/>
          <w:bCs/>
          <w:u w:val="single"/>
        </w:rPr>
        <w:t>AND</w:t>
      </w:r>
      <w:r w:rsidRPr="00F03D24">
        <w:rPr>
          <w:sz w:val="16"/>
        </w:rPr>
        <w:t xml:space="preserve"> Taylor </w:t>
      </w:r>
      <w:r w:rsidRPr="00A87DCB">
        <w:rPr>
          <w:b/>
          <w:bCs/>
          <w:u w:val="single"/>
        </w:rPr>
        <w:t>FRAVEL</w:t>
      </w:r>
      <w:r w:rsidRPr="00F03D24">
        <w:rPr>
          <w:sz w:val="16"/>
        </w:rPr>
        <w:t xml:space="preserve"> Arthur and Ruth Sloan Professor of Political Science and Director of the Security Studies Program at the Massachusetts Institute of Technology </w:t>
      </w:r>
      <w:r w:rsidRPr="00A87DCB">
        <w:rPr>
          <w:b/>
          <w:bCs/>
          <w:u w:val="single"/>
        </w:rPr>
        <w:t>’19</w:t>
      </w:r>
      <w:r w:rsidRPr="00F03D24">
        <w:rPr>
          <w:sz w:val="16"/>
        </w:rPr>
        <w:t xml:space="preserve"> “Dangerous Confidence? Chinese Views on Nuclear Escalation” </w:t>
      </w:r>
      <w:r w:rsidRPr="00F03D24">
        <w:rPr>
          <w:i/>
          <w:iCs/>
          <w:sz w:val="16"/>
        </w:rPr>
        <w:t>International Security</w:t>
      </w:r>
      <w:r w:rsidRPr="00F03D24">
        <w:rPr>
          <w:sz w:val="16"/>
        </w:rPr>
        <w:t xml:space="preserve"> 44 (2) p. EBSCO</w:t>
      </w:r>
    </w:p>
    <w:p w14:paraId="7E06A279" w14:textId="77777777" w:rsidR="007A6DCA" w:rsidRDefault="007A6DCA" w:rsidP="007A6DCA">
      <w:r w:rsidRPr="00A87DCB">
        <w:rPr>
          <w:rStyle w:val="StyleUnderline"/>
        </w:rPr>
        <w:t>Chinese views of nuclear escalation are key to assessing the potential for nuclear escalation in a crisis or armed conflict</w:t>
      </w:r>
      <w:r w:rsidRPr="00F03D24">
        <w:rPr>
          <w:sz w:val="16"/>
        </w:rPr>
        <w:t xml:space="preserve"> between the United States and China, </w:t>
      </w:r>
      <w:r w:rsidRPr="00A87DCB">
        <w:rPr>
          <w:rStyle w:val="StyleUnderline"/>
        </w:rPr>
        <w:t>but they have not been examined systematically</w:t>
      </w:r>
      <w:r w:rsidRPr="00F03D24">
        <w:rPr>
          <w:sz w:val="16"/>
        </w:rPr>
        <w:t xml:space="preserve">. </w:t>
      </w:r>
      <w:r w:rsidRPr="00A87DCB">
        <w:rPr>
          <w:rStyle w:val="StyleUnderline"/>
        </w:rPr>
        <w:t xml:space="preserve">A review of original Chinese-language sources and interviews with members of China's strategic community suggest that </w:t>
      </w:r>
      <w:r w:rsidRPr="00EC165F">
        <w:rPr>
          <w:rStyle w:val="StyleUnderline"/>
          <w:highlight w:val="yellow"/>
        </w:rPr>
        <w:t>China is skeptical that nuclear escalation could be controlled once nuclear weapons are used</w:t>
      </w:r>
      <w:r w:rsidRPr="00A87DCB">
        <w:rPr>
          <w:rStyle w:val="StyleUnderline"/>
        </w:rPr>
        <w:t xml:space="preserve"> and, thus, </w:t>
      </w:r>
      <w:r w:rsidRPr="00EC165F">
        <w:rPr>
          <w:rStyle w:val="StyleUnderline"/>
        </w:rPr>
        <w:t>leaders would be restrained from pursuing even limited use</w:t>
      </w:r>
      <w:r w:rsidRPr="00F03D24">
        <w:rPr>
          <w:sz w:val="16"/>
        </w:rPr>
        <w:t xml:space="preserve">. </w:t>
      </w:r>
      <w:r w:rsidRPr="00A87DCB">
        <w:rPr>
          <w:rStyle w:val="StyleUnderline"/>
        </w:rPr>
        <w:t>These views are reflected in China's nuclear operational doctrine</w:t>
      </w:r>
      <w:r w:rsidRPr="00F03D24">
        <w:rPr>
          <w:sz w:val="16"/>
        </w:rPr>
        <w:t xml:space="preserve"> (which outlines plans for retaliatory strikes only and lacks any clear plans for limited nuclear use) and its force structure (which lacks tactical nuclear weapons). The long-standing decoupling of Chinese nuclear and conventional strategy, organizational biases within China's strategic community, and the availability of space, cyber, and conventional missile weapons as alternative sources of strategic leverage best explain Chinese views toward nuclear escalation. </w:t>
      </w:r>
      <w:r w:rsidRPr="00A87DCB">
        <w:rPr>
          <w:rStyle w:val="StyleUnderline"/>
        </w:rPr>
        <w:t>China's confidence that a U.S.-China conflict would not escalate to the use of nuclear weapons may hamper its ability to identify nuclear escalation risks in such a scenario.</w:t>
      </w:r>
      <w:r w:rsidRPr="00F03D24">
        <w:rPr>
          <w:sz w:val="16"/>
        </w:rPr>
        <w:t xml:space="preserve"> Meanwhile, </w:t>
      </w:r>
      <w:r w:rsidRPr="00852E7A">
        <w:rPr>
          <w:rStyle w:val="StyleUnderline"/>
          <w:highlight w:val="yellow"/>
        </w:rPr>
        <w:t>U.S.</w:t>
      </w:r>
      <w:r w:rsidRPr="00A87DCB">
        <w:rPr>
          <w:rStyle w:val="StyleUnderline"/>
        </w:rPr>
        <w:t xml:space="preserve"> scholars and </w:t>
      </w:r>
      <w:r w:rsidRPr="00EC165F">
        <w:rPr>
          <w:rStyle w:val="StyleUnderline"/>
          <w:highlight w:val="yellow"/>
        </w:rPr>
        <w:t>policymakers</w:t>
      </w:r>
      <w:r w:rsidRPr="00F03D24">
        <w:rPr>
          <w:sz w:val="16"/>
        </w:rPr>
        <w:t xml:space="preserve"> emphasize the risk of inadvertent escalation in a conflict with China, but they </w:t>
      </w:r>
      <w:r w:rsidRPr="00EC165F">
        <w:rPr>
          <w:rStyle w:val="StyleUnderline"/>
          <w:highlight w:val="yellow"/>
        </w:rPr>
        <w:t>are more confident</w:t>
      </w:r>
      <w:r w:rsidRPr="00A87DCB">
        <w:rPr>
          <w:rStyle w:val="StyleUnderline"/>
        </w:rPr>
        <w:t xml:space="preserve"> than their Chinese counterparts </w:t>
      </w:r>
      <w:r w:rsidRPr="00EC165F">
        <w:rPr>
          <w:rStyle w:val="StyleUnderline"/>
          <w:highlight w:val="yellow"/>
        </w:rPr>
        <w:t>that the use of nuclear weapons could remain limited</w:t>
      </w:r>
      <w:r w:rsidRPr="00A87DCB">
        <w:rPr>
          <w:rStyle w:val="StyleUnderline"/>
        </w:rPr>
        <w:t>. When combined</w:t>
      </w:r>
      <w:r w:rsidRPr="00EC165F">
        <w:rPr>
          <w:rStyle w:val="StyleUnderline"/>
          <w:highlight w:val="yellow"/>
        </w:rPr>
        <w:t>, these contrasting views could</w:t>
      </w:r>
      <w:r w:rsidRPr="00A87DCB">
        <w:rPr>
          <w:rStyle w:val="StyleUnderline"/>
        </w:rPr>
        <w:t xml:space="preserve"> create pressure for a U.S.-China conflict to </w:t>
      </w:r>
      <w:r w:rsidRPr="00EC165F">
        <w:rPr>
          <w:rStyle w:val="StyleUnderline"/>
          <w:highlight w:val="yellow"/>
        </w:rPr>
        <w:t xml:space="preserve">escalate rapidly into an </w:t>
      </w:r>
      <w:r w:rsidRPr="00EC165F">
        <w:rPr>
          <w:rStyle w:val="StyleUnderline"/>
          <w:b/>
          <w:bCs/>
          <w:highlight w:val="yellow"/>
        </w:rPr>
        <w:t>unlimited nuclear war</w:t>
      </w:r>
      <w:r w:rsidRPr="00EC165F">
        <w:rPr>
          <w:sz w:val="16"/>
          <w:highlight w:val="yellow"/>
        </w:rPr>
        <w:t>.</w:t>
      </w:r>
      <w:r w:rsidRPr="00F03D24">
        <w:rPr>
          <w:sz w:val="16"/>
        </w:rPr>
        <w:t xml:space="preserve"> Whatever the pathway, understanding the views of China's strategic community toward nuclear escalation is critical for both scholars and policymakers. Our previous research suggested that Chinese experts were relatively confident about crisis stability, defined as a situation in which neither country has an incentive to use nuclear weapons first, in a U.S.-China </w:t>
      </w:r>
      <w:proofErr w:type="gramStart"/>
      <w:r w:rsidRPr="00F03D24">
        <w:rPr>
          <w:sz w:val="16"/>
        </w:rPr>
        <w:t>crisis.[</w:t>
      </w:r>
      <w:proofErr w:type="gramEnd"/>
      <w:r w:rsidRPr="00F03D24">
        <w:rPr>
          <w:sz w:val="16"/>
        </w:rPr>
        <w:t xml:space="preserve"> 2] This article examines the origins and consequences of this confidence. Why are most Chinese experts confident that a U.S.-China conventional war would not escalate to a nuclear war? How consistent are these views with China's operational doctrine and force structure? How much control does China think it would have over nuclear escalation in a conflict? What are the implications of these views? Understanding Chinese views of nuclear escalation is important for several reasons. To start, the dynamics of limited nuclear war are receiving renewed attention among U.S. policymakers. Their concerns that Russia's nuclear doctrine envisages the use of limited nuclear strikes to escalate to de-escalate a conventional conflict has focused U.S. attention on how to deter limited nuclear strikes.[ 3] In addition, as the conventional military superiority of the United States fades,[ 4] some former U.S. policymakers have suggested it might need to threaten limited nuclear strikes to maintain the credibility of its commitments to deter nuclear attacks on allies in Europe and East Asia.[ 5] Finally, the 2018 U.S. Nuclear Posture Review warns that China might believe that it could secure advantages through the limited use of nuclear weapons.[ 6] Second, understanding Chinese views about nuclear escalation can help illuminate the potential for inadvertent escalation in a U.S.-China conflict. Most arguments about inadvertent escalation are based on assumptions about how Chinese leaders would respond if U.S. conventional attacks on China's conventional missile forces also degraded China's nuclear capabilities by destroying some </w:t>
      </w:r>
      <w:proofErr w:type="gramStart"/>
      <w:r w:rsidRPr="00F03D24">
        <w:rPr>
          <w:sz w:val="16"/>
        </w:rPr>
        <w:t>command and control</w:t>
      </w:r>
      <w:proofErr w:type="gramEnd"/>
      <w:r w:rsidRPr="00F03D24">
        <w:rPr>
          <w:sz w:val="16"/>
        </w:rPr>
        <w:t xml:space="preserve"> infrastructure or even some nuclear-armed missiles. Chinese leaders would then face the choice of whether to use China's nuclear weapons before they lost the ability to do </w:t>
      </w:r>
      <w:proofErr w:type="gramStart"/>
      <w:r w:rsidRPr="00F03D24">
        <w:rPr>
          <w:sz w:val="16"/>
        </w:rPr>
        <w:t>so.[</w:t>
      </w:r>
      <w:proofErr w:type="gramEnd"/>
      <w:r w:rsidRPr="00F03D24">
        <w:rPr>
          <w:sz w:val="16"/>
        </w:rPr>
        <w:t xml:space="preserve"> 7] Nevertheless, uncertainty remains regarding how China's leaders would respond under these circumstances.[ 8] Understanding Chinese views about nuclear escalation may help scholars and policymakers anticipate both how Chinese leaders might respond and the risks of such U.S. conventional attacks. Third, </w:t>
      </w:r>
      <w:r w:rsidRPr="00A87DCB">
        <w:rPr>
          <w:rStyle w:val="StyleUnderline"/>
        </w:rPr>
        <w:t>no previous work has comprehensively examined Chinese views of nuclear escalation</w:t>
      </w:r>
      <w:r w:rsidRPr="00F03D24">
        <w:rPr>
          <w:sz w:val="16"/>
        </w:rPr>
        <w:t>, a gap this article seeks to fill. Existing studies of Chinese views of escalation examine only conventional escalation in a crisis or war, not nuclear escalation.[ 9] China's views of nuclear escalation are likely to be distinct from those of conventional escalation, given the differences between nuclear and conventional weapons.[10] A recent book chapter by Chinese experts Zhao Tong and Li Bin analyzing the entanglement of U.S. and Chinese conventional and nuclear capabilities and inadvertent escalation is a partial exception, but it investigates only one of multiple pathways to nuclear escalation.[11]</w:t>
      </w:r>
    </w:p>
    <w:p w14:paraId="5F93F87C" w14:textId="77777777" w:rsidR="007A6DCA" w:rsidRDefault="007A6DCA" w:rsidP="007A6DCA"/>
    <w:p w14:paraId="4AB0A90E" w14:textId="77777777" w:rsidR="007A6DCA" w:rsidRPr="007818EB" w:rsidRDefault="007A6DCA" w:rsidP="007A6DCA">
      <w:pPr>
        <w:pStyle w:val="Heading4"/>
        <w:rPr>
          <w:rFonts w:eastAsia="Times New Roman"/>
        </w:rPr>
      </w:pPr>
      <w:r>
        <w:rPr>
          <w:rFonts w:eastAsia="Times New Roman"/>
        </w:rPr>
        <w:t xml:space="preserve">6. The LIO is crucial to resolve a laundry list of existential threats- alternatives will magnify existing problems post transition war </w:t>
      </w:r>
    </w:p>
    <w:p w14:paraId="76524929" w14:textId="77777777" w:rsidR="007A6DCA" w:rsidRPr="00E66F42" w:rsidRDefault="007A6DCA" w:rsidP="007A6DCA">
      <w:pPr>
        <w:rPr>
          <w:rStyle w:val="Style13ptBold"/>
        </w:rPr>
      </w:pPr>
      <w:proofErr w:type="spellStart"/>
      <w:r w:rsidRPr="00E66F42">
        <w:rPr>
          <w:rStyle w:val="Style13ptBold"/>
        </w:rPr>
        <w:t>Deudney</w:t>
      </w:r>
      <w:proofErr w:type="spellEnd"/>
      <w:r w:rsidRPr="00E66F42">
        <w:rPr>
          <w:rStyle w:val="Style13ptBold"/>
        </w:rPr>
        <w:t xml:space="preserve"> and </w:t>
      </w:r>
      <w:proofErr w:type="spellStart"/>
      <w:r w:rsidRPr="00E66F42">
        <w:rPr>
          <w:rStyle w:val="Style13ptBold"/>
        </w:rPr>
        <w:t>Ikenberry</w:t>
      </w:r>
      <w:proofErr w:type="spellEnd"/>
      <w:r w:rsidRPr="00E66F42">
        <w:rPr>
          <w:rStyle w:val="Style13ptBold"/>
        </w:rPr>
        <w:t>, PhDs, 18</w:t>
      </w:r>
    </w:p>
    <w:p w14:paraId="4DCDAA3F" w14:textId="77777777" w:rsidR="007A6DCA" w:rsidRPr="007818EB" w:rsidRDefault="007A6DCA" w:rsidP="007A6DCA">
      <w:pPr>
        <w:rPr>
          <w:sz w:val="16"/>
        </w:rPr>
      </w:pPr>
      <w:r w:rsidRPr="00E66F42">
        <w:rPr>
          <w:sz w:val="16"/>
        </w:rPr>
        <w:lastRenderedPageBreak/>
        <w:t xml:space="preserve">(Daniel, </w:t>
      </w:r>
      <w:proofErr w:type="spellStart"/>
      <w:r w:rsidRPr="00E66F42">
        <w:rPr>
          <w:sz w:val="16"/>
        </w:rPr>
        <w:t>PoliSci@JohnsHopkins</w:t>
      </w:r>
      <w:proofErr w:type="spellEnd"/>
      <w:r w:rsidRPr="00E66F42">
        <w:rPr>
          <w:sz w:val="16"/>
        </w:rPr>
        <w:t xml:space="preserve">, G. </w:t>
      </w:r>
      <w:proofErr w:type="gramStart"/>
      <w:r w:rsidRPr="00E66F42">
        <w:rPr>
          <w:sz w:val="16"/>
        </w:rPr>
        <w:t>John ,</w:t>
      </w:r>
      <w:proofErr w:type="gramEnd"/>
      <w:r w:rsidRPr="00E66F42">
        <w:rPr>
          <w:sz w:val="16"/>
        </w:rPr>
        <w:t xml:space="preserve"> </w:t>
      </w:r>
      <w:proofErr w:type="spellStart"/>
      <w:r w:rsidRPr="00E66F42">
        <w:rPr>
          <w:sz w:val="16"/>
        </w:rPr>
        <w:t>InternationalAffairs@Princeton</w:t>
      </w:r>
      <w:proofErr w:type="spellEnd"/>
      <w:r w:rsidRPr="00E66F42">
        <w:rPr>
          <w:sz w:val="16"/>
        </w:rPr>
        <w:t xml:space="preserve">, </w:t>
      </w:r>
      <w:hyperlink r:id="rId7" w:history="1">
        <w:r w:rsidRPr="00E66F42">
          <w:rPr>
            <w:rStyle w:val="Hyperlink"/>
            <w:sz w:val="16"/>
          </w:rPr>
          <w:t>https://www.foreignaffairs.com/articles/world/2018-06-14/liberal-world</w:t>
        </w:r>
      </w:hyperlink>
      <w:r w:rsidRPr="00E66F42">
        <w:rPr>
          <w:sz w:val="16"/>
        </w:rPr>
        <w:t>, 6-14)</w:t>
      </w:r>
    </w:p>
    <w:p w14:paraId="66091291" w14:textId="77777777" w:rsidR="007A6DCA" w:rsidRPr="00134F7F" w:rsidRDefault="007A6DCA" w:rsidP="007A6DCA">
      <w:pPr>
        <w:rPr>
          <w:sz w:val="16"/>
        </w:rPr>
      </w:pPr>
      <w:r w:rsidRPr="00852E7A">
        <w:rPr>
          <w:rFonts w:eastAsia="Calibri"/>
          <w:sz w:val="16"/>
        </w:rPr>
        <w:t xml:space="preserve">In many respects, </w:t>
      </w:r>
      <w:r w:rsidRPr="00852E7A">
        <w:rPr>
          <w:rFonts w:eastAsia="Calibri"/>
          <w:u w:val="single"/>
        </w:rPr>
        <w:t xml:space="preserve">today's liberal democratic malaise is a </w:t>
      </w:r>
      <w:r w:rsidRPr="00852E7A">
        <w:rPr>
          <w:rFonts w:eastAsia="Calibri"/>
          <w:iCs/>
          <w:u w:val="single"/>
          <w:bdr w:val="single" w:sz="8" w:space="0" w:color="auto"/>
        </w:rPr>
        <w:t>byproduct of the liberal world order's success.</w:t>
      </w:r>
      <w:r w:rsidRPr="00852E7A">
        <w:rPr>
          <w:rFonts w:eastAsia="Calibri"/>
          <w:sz w:val="16"/>
        </w:rPr>
        <w:t xml:space="preserve"> After the Cold War, that order became a global system, expanding beyond its birthplace in the West. But </w:t>
      </w:r>
      <w:r w:rsidRPr="00852E7A">
        <w:rPr>
          <w:rFonts w:eastAsia="Calibri"/>
          <w:u w:val="single"/>
        </w:rPr>
        <w:t xml:space="preserve">as free markets spread, problems began to crop up: economic inequality grew, old political bargains between capital and labor broke down, and social supports eroded. </w:t>
      </w:r>
      <w:r w:rsidRPr="00852E7A">
        <w:rPr>
          <w:rFonts w:eastAsia="Calibri"/>
          <w:sz w:val="16"/>
        </w:rPr>
        <w:t xml:space="preserve">The </w:t>
      </w:r>
      <w:r w:rsidRPr="00852E7A">
        <w:rPr>
          <w:rFonts w:eastAsia="Calibri"/>
          <w:u w:val="single"/>
        </w:rPr>
        <w:t xml:space="preserve">benefits of globalization and economic expansion were distributed disproportionately to elites. Oligarchic power bloomed. A modulated form of capitalism morphed into </w:t>
      </w:r>
      <w:proofErr w:type="spellStart"/>
      <w:r w:rsidRPr="00852E7A">
        <w:rPr>
          <w:rFonts w:eastAsia="Calibri"/>
          <w:u w:val="single"/>
        </w:rPr>
        <w:t>winnertake</w:t>
      </w:r>
      <w:proofErr w:type="spellEnd"/>
      <w:r w:rsidRPr="00852E7A">
        <w:rPr>
          <w:rFonts w:eastAsia="Calibri"/>
          <w:u w:val="single"/>
        </w:rPr>
        <w:t xml:space="preserve">- all casino capitalism. </w:t>
      </w:r>
      <w:r w:rsidRPr="00852E7A">
        <w:rPr>
          <w:rFonts w:eastAsia="Calibri"/>
          <w:sz w:val="16"/>
        </w:rPr>
        <w:t xml:space="preserve">Many </w:t>
      </w:r>
      <w:r w:rsidRPr="00852E7A">
        <w:rPr>
          <w:rFonts w:eastAsia="Calibri"/>
          <w:u w:val="single"/>
        </w:rPr>
        <w:t xml:space="preserve">new democracies turned out to lack the traditions and habits necessary to sustain democratic institutions. </w:t>
      </w:r>
      <w:r w:rsidRPr="00852E7A">
        <w:rPr>
          <w:rFonts w:eastAsia="Calibri"/>
          <w:sz w:val="16"/>
        </w:rPr>
        <w:t>And</w:t>
      </w:r>
      <w:r w:rsidRPr="00852E7A">
        <w:rPr>
          <w:rFonts w:eastAsia="Calibri"/>
          <w:u w:val="single"/>
        </w:rPr>
        <w:t xml:space="preserve"> large flows of immigrants triggered a xenophobic backlash. </w:t>
      </w:r>
      <w:r w:rsidRPr="00852E7A">
        <w:rPr>
          <w:rFonts w:eastAsia="Calibri"/>
          <w:sz w:val="16"/>
        </w:rPr>
        <w:t xml:space="preserve">Together, these developments have called into question the legitimacy of liberal democratic life and created openings for opportunistic demagogues. </w:t>
      </w:r>
      <w:r w:rsidRPr="00852E7A">
        <w:rPr>
          <w:rFonts w:eastAsia="Calibri"/>
          <w:u w:val="single"/>
        </w:rPr>
        <w:t xml:space="preserve">Just as the causes of this malaise are clear, so is its solution: a return to the </w:t>
      </w:r>
      <w:r w:rsidRPr="00852E7A">
        <w:rPr>
          <w:rFonts w:eastAsia="Calibri"/>
          <w:iCs/>
          <w:u w:val="single"/>
          <w:bdr w:val="single" w:sz="8" w:space="0" w:color="auto"/>
        </w:rPr>
        <w:t>fundamentals of liberal democracy</w:t>
      </w:r>
      <w:r w:rsidRPr="00852E7A">
        <w:rPr>
          <w:rFonts w:eastAsia="Calibri"/>
          <w:u w:val="single"/>
        </w:rPr>
        <w:t>.</w:t>
      </w:r>
      <w:r w:rsidRPr="007818EB">
        <w:rPr>
          <w:rFonts w:eastAsia="Calibri"/>
          <w:u w:val="single"/>
        </w:rPr>
        <w:t xml:space="preserve"> Rather than deeply challenging the first principles of liberal democracy</w:t>
      </w:r>
      <w:r w:rsidRPr="007818EB">
        <w:rPr>
          <w:rFonts w:eastAsia="Calibri"/>
          <w:sz w:val="16"/>
        </w:rPr>
        <w:t xml:space="preserve">, the </w:t>
      </w:r>
      <w:r w:rsidRPr="007818EB">
        <w:rPr>
          <w:rFonts w:eastAsia="Calibri"/>
          <w:u w:val="single"/>
        </w:rPr>
        <w:t>current problems call for reforms to better realize them. To reduce inequality, political leaders will need to return to</w:t>
      </w:r>
      <w:r w:rsidRPr="007818EB">
        <w:rPr>
          <w:rFonts w:eastAsia="Calibri"/>
          <w:sz w:val="16"/>
        </w:rPr>
        <w:t xml:space="preserve"> the </w:t>
      </w:r>
      <w:r w:rsidRPr="007818EB">
        <w:rPr>
          <w:rFonts w:eastAsia="Calibri"/>
          <w:u w:val="single"/>
        </w:rPr>
        <w:t>social democratic policies</w:t>
      </w:r>
      <w:r w:rsidRPr="007818EB">
        <w:rPr>
          <w:rFonts w:eastAsia="Calibri"/>
          <w:sz w:val="16"/>
        </w:rPr>
        <w:t xml:space="preserve"> embodied in the New Deal, </w:t>
      </w:r>
      <w:r w:rsidRPr="007818EB">
        <w:rPr>
          <w:rFonts w:eastAsia="Calibri"/>
          <w:u w:val="single"/>
        </w:rPr>
        <w:t>pass more progressive taxation, and invest in education and infrastructure. To foster a sense of liberal democratic identity, they will need to emphasize education</w:t>
      </w:r>
      <w:r w:rsidRPr="007818EB">
        <w:rPr>
          <w:rFonts w:eastAsia="Calibri"/>
          <w:sz w:val="16"/>
        </w:rPr>
        <w:t xml:space="preserve"> as a catalyst for assimilation </w:t>
      </w:r>
      <w:r w:rsidRPr="007818EB">
        <w:rPr>
          <w:rFonts w:eastAsia="Calibri"/>
          <w:u w:val="single"/>
        </w:rPr>
        <w:t>and promote national and public service.</w:t>
      </w:r>
      <w:r w:rsidRPr="007818EB">
        <w:rPr>
          <w:rFonts w:eastAsia="Calibri"/>
          <w:sz w:val="16"/>
        </w:rPr>
        <w:t xml:space="preserve"> In other words, </w:t>
      </w:r>
      <w:r w:rsidRPr="00EC165F">
        <w:rPr>
          <w:rFonts w:eastAsia="Calibri"/>
          <w:highlight w:val="yellow"/>
          <w:u w:val="single"/>
        </w:rPr>
        <w:t>the remedy for the problems of liberal democracy is more liberal democracy;</w:t>
      </w:r>
      <w:r w:rsidRPr="00EC165F">
        <w:rPr>
          <w:rFonts w:eastAsia="Calibri"/>
          <w:iCs/>
          <w:highlight w:val="yellow"/>
          <w:u w:val="single"/>
          <w:bdr w:val="single" w:sz="8" w:space="0" w:color="auto"/>
        </w:rPr>
        <w:t xml:space="preserve"> </w:t>
      </w:r>
      <w:r w:rsidRPr="00EC165F">
        <w:rPr>
          <w:rFonts w:eastAsia="Calibri"/>
          <w:iCs/>
          <w:u w:val="single"/>
          <w:bdr w:val="single" w:sz="8" w:space="0" w:color="auto"/>
        </w:rPr>
        <w:t>liberalism contains the seeds of its</w:t>
      </w:r>
      <w:r w:rsidRPr="007818EB">
        <w:rPr>
          <w:rFonts w:eastAsia="Calibri"/>
          <w:iCs/>
          <w:u w:val="single"/>
          <w:bdr w:val="single" w:sz="8" w:space="0" w:color="auto"/>
        </w:rPr>
        <w:t xml:space="preserve"> own salvation. </w:t>
      </w:r>
      <w:r w:rsidRPr="007818EB">
        <w:rPr>
          <w:rFonts w:eastAsia="Calibri"/>
          <w:sz w:val="16"/>
        </w:rPr>
        <w:t>Indeed,</w:t>
      </w:r>
      <w:r w:rsidRPr="007818EB">
        <w:rPr>
          <w:rFonts w:eastAsia="Calibri"/>
          <w:u w:val="single"/>
        </w:rPr>
        <w:t xml:space="preserve"> </w:t>
      </w:r>
      <w:r w:rsidRPr="00EC165F">
        <w:rPr>
          <w:rFonts w:eastAsia="Calibri"/>
          <w:highlight w:val="yellow"/>
          <w:u w:val="single"/>
        </w:rPr>
        <w:t xml:space="preserve">liberal democracies have </w:t>
      </w:r>
      <w:r w:rsidRPr="00EC165F">
        <w:rPr>
          <w:rFonts w:eastAsia="Calibri"/>
          <w:iCs/>
          <w:highlight w:val="yellow"/>
          <w:u w:val="single"/>
          <w:bdr w:val="single" w:sz="8" w:space="0" w:color="auto"/>
        </w:rPr>
        <w:t>repeatedly recovered</w:t>
      </w:r>
      <w:r w:rsidRPr="00EC165F">
        <w:rPr>
          <w:rFonts w:eastAsia="Calibri"/>
          <w:highlight w:val="yellow"/>
          <w:u w:val="single"/>
        </w:rPr>
        <w:t xml:space="preserve"> from crises</w:t>
      </w:r>
      <w:r w:rsidRPr="007818EB">
        <w:rPr>
          <w:rFonts w:eastAsia="Calibri"/>
          <w:u w:val="single"/>
        </w:rPr>
        <w:t xml:space="preserve"> resulting from their own excesses.</w:t>
      </w:r>
      <w:r w:rsidRPr="007818EB">
        <w:rPr>
          <w:rFonts w:eastAsia="Calibri"/>
          <w:sz w:val="16"/>
        </w:rPr>
        <w:t xml:space="preserve"> In the 1930s,</w:t>
      </w:r>
      <w:r w:rsidRPr="007818EB">
        <w:rPr>
          <w:rFonts w:eastAsia="Calibri"/>
          <w:u w:val="single"/>
        </w:rPr>
        <w:t xml:space="preserve"> overproduction and the integration of financial markets brought about an economic depression, which triggered</w:t>
      </w:r>
      <w:r w:rsidRPr="007818EB">
        <w:rPr>
          <w:rFonts w:eastAsia="Calibri"/>
          <w:sz w:val="16"/>
        </w:rPr>
        <w:t xml:space="preserve"> the rise of</w:t>
      </w:r>
      <w:r w:rsidRPr="007818EB">
        <w:rPr>
          <w:rFonts w:eastAsia="Calibri"/>
          <w:u w:val="single"/>
        </w:rPr>
        <w:t xml:space="preserve"> fascism. But it also triggered the New Deal and social democracy, leading to a more stable form of capitalism. </w:t>
      </w:r>
      <w:r w:rsidRPr="007818EB">
        <w:rPr>
          <w:rFonts w:eastAsia="Calibri"/>
          <w:sz w:val="16"/>
        </w:rPr>
        <w:t xml:space="preserve">In the 1950s, the success of </w:t>
      </w:r>
      <w:r w:rsidRPr="007818EB">
        <w:rPr>
          <w:rFonts w:eastAsia="Calibri"/>
          <w:u w:val="single"/>
        </w:rPr>
        <w:t xml:space="preserve">the Manhattan Project, combined with the emerging U.S.-Soviet rivalry, created the novel threat of a worldwide nuclear holocaust. That </w:t>
      </w:r>
      <w:r w:rsidRPr="007818EB">
        <w:rPr>
          <w:rFonts w:eastAsia="Calibri"/>
          <w:sz w:val="16"/>
        </w:rPr>
        <w:t xml:space="preserve">threat </w:t>
      </w:r>
      <w:r w:rsidRPr="007818EB">
        <w:rPr>
          <w:rFonts w:eastAsia="Calibri"/>
          <w:u w:val="single"/>
        </w:rPr>
        <w:t xml:space="preserve">gave rise to arms control pacts and agreements concerning the governance of global spaces, </w:t>
      </w:r>
      <w:r w:rsidRPr="007818EB">
        <w:rPr>
          <w:rFonts w:eastAsia="Calibri"/>
          <w:sz w:val="16"/>
        </w:rPr>
        <w:t>deals forged by the United States in collaboration with the Soviet Union. In the 1970s,</w:t>
      </w:r>
      <w:r w:rsidRPr="007818EB">
        <w:rPr>
          <w:rFonts w:eastAsia="Calibri"/>
          <w:u w:val="single"/>
        </w:rPr>
        <w:t xml:space="preserve"> rising middle-class consumption led to oil shortages, economic stagnation, and environmental decay. </w:t>
      </w:r>
      <w:r w:rsidRPr="007818EB">
        <w:rPr>
          <w:rFonts w:eastAsia="Calibri"/>
          <w:sz w:val="16"/>
        </w:rPr>
        <w:t>In response,</w:t>
      </w:r>
      <w:r w:rsidRPr="007818EB">
        <w:rPr>
          <w:rFonts w:eastAsia="Calibri"/>
          <w:u w:val="single"/>
        </w:rPr>
        <w:t xml:space="preserve"> the advanced industrial democracies established oil coordination agreements, invested in clean energy, and struck numerous international environmental accords aimed at reducing pollutants. </w:t>
      </w:r>
      <w:r w:rsidRPr="00EC165F">
        <w:rPr>
          <w:rFonts w:eastAsia="Calibri"/>
          <w:highlight w:val="yellow"/>
          <w:u w:val="single"/>
        </w:rPr>
        <w:t>The problems that liberal democracies face today,</w:t>
      </w:r>
      <w:r w:rsidRPr="007818EB">
        <w:rPr>
          <w:rFonts w:eastAsia="Calibri"/>
          <w:u w:val="single"/>
        </w:rPr>
        <w:t xml:space="preserve"> while great, </w:t>
      </w:r>
      <w:r w:rsidRPr="00EC165F">
        <w:rPr>
          <w:rFonts w:eastAsia="Calibri"/>
          <w:highlight w:val="yellow"/>
          <w:u w:val="single"/>
        </w:rPr>
        <w:t xml:space="preserve">are </w:t>
      </w:r>
      <w:r w:rsidRPr="00EC165F">
        <w:rPr>
          <w:rFonts w:eastAsia="Calibri"/>
          <w:iCs/>
          <w:highlight w:val="yellow"/>
          <w:u w:val="single"/>
          <w:bdr w:val="single" w:sz="8" w:space="0" w:color="auto"/>
        </w:rPr>
        <w:t xml:space="preserve">certainly </w:t>
      </w:r>
      <w:r w:rsidRPr="00852E7A">
        <w:rPr>
          <w:rFonts w:eastAsia="Calibri"/>
          <w:iCs/>
          <w:highlight w:val="yellow"/>
          <w:u w:val="single"/>
          <w:bdr w:val="single" w:sz="8" w:space="0" w:color="auto"/>
        </w:rPr>
        <w:t>not more challenging</w:t>
      </w:r>
      <w:r w:rsidRPr="00852E7A">
        <w:rPr>
          <w:rFonts w:eastAsia="Calibri"/>
          <w:highlight w:val="yellow"/>
          <w:u w:val="single"/>
        </w:rPr>
        <w:t xml:space="preserve"> than those</w:t>
      </w:r>
      <w:r w:rsidRPr="007818EB">
        <w:rPr>
          <w:rFonts w:eastAsia="Calibri"/>
          <w:u w:val="single"/>
        </w:rPr>
        <w:t xml:space="preserve"> that they have faced and </w:t>
      </w:r>
      <w:r w:rsidRPr="00852E7A">
        <w:rPr>
          <w:rFonts w:eastAsia="Calibri"/>
          <w:u w:val="single"/>
        </w:rPr>
        <w:t xml:space="preserve">overcome </w:t>
      </w:r>
      <w:r w:rsidRPr="00852E7A">
        <w:rPr>
          <w:rFonts w:eastAsia="Calibri"/>
          <w:highlight w:val="yellow"/>
          <w:u w:val="single"/>
        </w:rPr>
        <w:t>in</w:t>
      </w:r>
      <w:r w:rsidRPr="00852E7A">
        <w:rPr>
          <w:rFonts w:eastAsia="Calibri"/>
          <w:u w:val="single"/>
        </w:rPr>
        <w:t xml:space="preserve"> these historically </w:t>
      </w:r>
      <w:r w:rsidRPr="00852E7A">
        <w:rPr>
          <w:rFonts w:eastAsia="Calibri"/>
          <w:highlight w:val="yellow"/>
          <w:u w:val="single"/>
        </w:rPr>
        <w:t>recent decades.</w:t>
      </w:r>
      <w:r w:rsidRPr="007818EB">
        <w:rPr>
          <w:rFonts w:eastAsia="Calibri"/>
          <w:u w:val="single"/>
        </w:rPr>
        <w:t xml:space="preserve"> </w:t>
      </w:r>
      <w:r w:rsidRPr="007818EB">
        <w:rPr>
          <w:rFonts w:eastAsia="Calibri"/>
          <w:sz w:val="16"/>
        </w:rPr>
        <w:t xml:space="preserve">Of course, there is no guarantee that liberal democracies will successfully rise to the occasion, but </w:t>
      </w:r>
      <w:r w:rsidRPr="007818EB">
        <w:rPr>
          <w:rFonts w:eastAsia="Calibri"/>
          <w:u w:val="single"/>
        </w:rPr>
        <w:t xml:space="preserve">to count them out would </w:t>
      </w:r>
      <w:r w:rsidRPr="007818EB">
        <w:rPr>
          <w:rFonts w:eastAsia="Calibri"/>
          <w:iCs/>
          <w:u w:val="single"/>
          <w:bdr w:val="single" w:sz="8" w:space="0" w:color="auto"/>
        </w:rPr>
        <w:t>fly in the face</w:t>
      </w:r>
      <w:r w:rsidRPr="007818EB">
        <w:rPr>
          <w:rFonts w:eastAsia="Calibri"/>
          <w:u w:val="single"/>
        </w:rPr>
        <w:t xml:space="preserve"> of repeated historical experiences. Today's dire predictions ignore these past successes. They suffer from</w:t>
      </w:r>
      <w:r w:rsidRPr="007818EB">
        <w:rPr>
          <w:rFonts w:eastAsia="Calibri"/>
          <w:sz w:val="16"/>
        </w:rPr>
        <w:t xml:space="preserve"> a blinding </w:t>
      </w:r>
      <w:r w:rsidRPr="007818EB">
        <w:rPr>
          <w:rFonts w:eastAsia="Calibri"/>
          <w:u w:val="single"/>
        </w:rPr>
        <w:t>presentism. Taking what is new and threatening</w:t>
      </w:r>
      <w:r w:rsidRPr="007818EB">
        <w:rPr>
          <w:rFonts w:eastAsia="Calibri"/>
          <w:sz w:val="16"/>
        </w:rPr>
        <w:t xml:space="preserve"> as the master pattern is an understandable reflex in the face of change, but it </w:t>
      </w:r>
      <w:r w:rsidRPr="007818EB">
        <w:rPr>
          <w:rFonts w:eastAsia="Calibri"/>
          <w:u w:val="single"/>
        </w:rPr>
        <w:t>is almost never a very good guide to the future</w:t>
      </w:r>
      <w:r w:rsidRPr="00852E7A">
        <w:rPr>
          <w:rFonts w:eastAsia="Calibri"/>
          <w:u w:val="single"/>
        </w:rPr>
        <w:t xml:space="preserve">. Large-scale human arrangements such as liberal democracy </w:t>
      </w:r>
      <w:r w:rsidRPr="00852E7A">
        <w:rPr>
          <w:rFonts w:eastAsia="Calibri"/>
          <w:iCs/>
          <w:u w:val="single"/>
          <w:bdr w:val="single" w:sz="8" w:space="0" w:color="auto"/>
        </w:rPr>
        <w:t>rarely change as rapidly or as radically</w:t>
      </w:r>
      <w:r w:rsidRPr="007818EB">
        <w:rPr>
          <w:rFonts w:eastAsia="Calibri"/>
          <w:iCs/>
          <w:u w:val="single"/>
          <w:bdr w:val="single" w:sz="8" w:space="0" w:color="auto"/>
        </w:rPr>
        <w:t xml:space="preserve"> </w:t>
      </w:r>
      <w:r w:rsidRPr="007818EB">
        <w:rPr>
          <w:rFonts w:eastAsia="Calibri"/>
          <w:u w:val="single"/>
        </w:rPr>
        <w:t>as they seem to in the moment. If history is any guide</w:t>
      </w:r>
      <w:r w:rsidRPr="00852E7A">
        <w:rPr>
          <w:rFonts w:eastAsia="Calibri"/>
          <w:u w:val="single"/>
        </w:rPr>
        <w:t xml:space="preserve">, today's illiberal </w:t>
      </w:r>
      <w:r w:rsidRPr="00EC165F">
        <w:rPr>
          <w:rFonts w:eastAsia="Calibri"/>
          <w:highlight w:val="yellow"/>
          <w:u w:val="single"/>
        </w:rPr>
        <w:t xml:space="preserve">populists and authoritarians will evoke resistance and </w:t>
      </w:r>
      <w:proofErr w:type="spellStart"/>
      <w:r w:rsidRPr="00EC165F">
        <w:rPr>
          <w:rFonts w:eastAsia="Calibri"/>
          <w:highlight w:val="yellow"/>
          <w:u w:val="single"/>
        </w:rPr>
        <w:t>countermovement</w:t>
      </w:r>
      <w:r w:rsidRPr="007818EB">
        <w:rPr>
          <w:rFonts w:eastAsia="Calibri"/>
          <w:u w:val="single"/>
        </w:rPr>
        <w:t>s</w:t>
      </w:r>
      <w:proofErr w:type="spellEnd"/>
      <w:r w:rsidRPr="007818EB">
        <w:rPr>
          <w:rFonts w:eastAsia="Calibri"/>
          <w:u w:val="single"/>
        </w:rPr>
        <w:t xml:space="preserve">. </w:t>
      </w:r>
      <w:r w:rsidRPr="007818EB">
        <w:rPr>
          <w:rFonts w:eastAsia="Calibri"/>
          <w:sz w:val="16"/>
        </w:rPr>
        <w:t xml:space="preserve">THE RESILIENT ORDER </w:t>
      </w:r>
      <w:r w:rsidRPr="007818EB">
        <w:rPr>
          <w:rFonts w:eastAsia="Calibri"/>
          <w:u w:val="single"/>
        </w:rPr>
        <w:t>After World War II</w:t>
      </w:r>
      <w:r w:rsidRPr="00EC165F">
        <w:rPr>
          <w:rFonts w:eastAsia="Calibri"/>
          <w:highlight w:val="yellow"/>
          <w:u w:val="single"/>
        </w:rPr>
        <w:t>, liberal democracies</w:t>
      </w:r>
      <w:r w:rsidRPr="007818EB">
        <w:rPr>
          <w:rFonts w:eastAsia="Calibri"/>
          <w:u w:val="single"/>
        </w:rPr>
        <w:t xml:space="preserve"> </w:t>
      </w:r>
      <w:r w:rsidRPr="00EC165F">
        <w:rPr>
          <w:rFonts w:eastAsia="Calibri"/>
          <w:highlight w:val="yellow"/>
          <w:u w:val="single"/>
        </w:rPr>
        <w:t>joined</w:t>
      </w:r>
      <w:r w:rsidRPr="007818EB">
        <w:rPr>
          <w:rFonts w:eastAsia="Calibri"/>
          <w:u w:val="single"/>
        </w:rPr>
        <w:t xml:space="preserve"> together to create an international order</w:t>
      </w:r>
      <w:r w:rsidRPr="007818EB">
        <w:rPr>
          <w:rFonts w:eastAsia="Calibri"/>
          <w:sz w:val="16"/>
        </w:rPr>
        <w:t xml:space="preserve"> that reflected their shared interests. And as is the case with liberal democracy itself, </w:t>
      </w:r>
      <w:r w:rsidRPr="00EC165F">
        <w:rPr>
          <w:rFonts w:eastAsia="Calibri"/>
          <w:highlight w:val="yellow"/>
          <w:u w:val="single"/>
        </w:rPr>
        <w:t>the order that emerged</w:t>
      </w:r>
      <w:r w:rsidRPr="007818EB">
        <w:rPr>
          <w:rFonts w:eastAsia="Calibri"/>
          <w:u w:val="single"/>
        </w:rPr>
        <w:t xml:space="preserve"> </w:t>
      </w:r>
      <w:r w:rsidRPr="007818EB">
        <w:rPr>
          <w:rFonts w:eastAsia="Calibri"/>
          <w:sz w:val="16"/>
        </w:rPr>
        <w:t xml:space="preserve">to accompany it </w:t>
      </w:r>
      <w:r w:rsidRPr="007818EB">
        <w:rPr>
          <w:rFonts w:eastAsia="Calibri"/>
          <w:u w:val="single"/>
        </w:rPr>
        <w:t xml:space="preserve">cannot be easily undone. </w:t>
      </w:r>
      <w:r w:rsidRPr="007818EB">
        <w:rPr>
          <w:rFonts w:eastAsia="Calibri"/>
          <w:sz w:val="16"/>
        </w:rPr>
        <w:t>For one thing</w:t>
      </w:r>
      <w:r w:rsidRPr="00EC165F">
        <w:rPr>
          <w:rFonts w:eastAsia="Calibri"/>
          <w:sz w:val="16"/>
          <w:highlight w:val="yellow"/>
        </w:rPr>
        <w:t xml:space="preserve">, </w:t>
      </w:r>
      <w:r w:rsidRPr="00EC165F">
        <w:rPr>
          <w:rFonts w:eastAsia="Calibri"/>
          <w:highlight w:val="yellow"/>
          <w:u w:val="single"/>
        </w:rPr>
        <w:t>it is deeply embedded</w:t>
      </w:r>
      <w:r w:rsidRPr="007818EB">
        <w:rPr>
          <w:rFonts w:eastAsia="Calibri"/>
          <w:u w:val="single"/>
        </w:rPr>
        <w:t>.</w:t>
      </w:r>
      <w:r w:rsidRPr="007818EB">
        <w:rPr>
          <w:rFonts w:eastAsia="Calibri"/>
          <w:sz w:val="16"/>
        </w:rPr>
        <w:t xml:space="preserve"> Hundreds of millions, if not </w:t>
      </w:r>
      <w:r w:rsidRPr="007818EB">
        <w:rPr>
          <w:rFonts w:eastAsia="Calibri"/>
          <w:u w:val="single"/>
        </w:rPr>
        <w:t>billions</w:t>
      </w:r>
      <w:r w:rsidRPr="007818EB">
        <w:rPr>
          <w:rFonts w:eastAsia="Calibri"/>
          <w:sz w:val="16"/>
        </w:rPr>
        <w:t xml:space="preserve">, </w:t>
      </w:r>
      <w:r w:rsidRPr="007818EB">
        <w:rPr>
          <w:rFonts w:eastAsia="Calibri"/>
          <w:u w:val="single"/>
        </w:rPr>
        <w:t>of people have geared their activities and expectations to the order's institutions and incentives, from farmers to microchip makers. However unappealing aspects</w:t>
      </w:r>
      <w:r w:rsidRPr="007818EB">
        <w:rPr>
          <w:rFonts w:eastAsia="Calibri"/>
          <w:sz w:val="16"/>
        </w:rPr>
        <w:t xml:space="preserve"> of it </w:t>
      </w:r>
      <w:r w:rsidRPr="007818EB">
        <w:rPr>
          <w:rFonts w:eastAsia="Calibri"/>
          <w:u w:val="single"/>
        </w:rPr>
        <w:t>may be, replacing the liberal order with something significantly different would be</w:t>
      </w:r>
      <w:r w:rsidRPr="007818EB">
        <w:rPr>
          <w:rFonts w:eastAsia="Calibri"/>
          <w:iCs/>
          <w:u w:val="single"/>
          <w:bdr w:val="single" w:sz="8" w:space="0" w:color="auto"/>
        </w:rPr>
        <w:t xml:space="preserve"> extremely difficult.</w:t>
      </w:r>
      <w:r w:rsidRPr="007818EB">
        <w:rPr>
          <w:rFonts w:eastAsia="Calibri"/>
          <w:u w:val="single"/>
        </w:rPr>
        <w:t xml:space="preserve"> Despite the high expectations they generate, </w:t>
      </w:r>
      <w:r w:rsidRPr="00EC165F">
        <w:rPr>
          <w:rFonts w:eastAsia="Calibri"/>
          <w:highlight w:val="yellow"/>
          <w:u w:val="single"/>
        </w:rPr>
        <w:t xml:space="preserve">revolutionary moments often </w:t>
      </w:r>
      <w:r w:rsidRPr="00EC165F">
        <w:rPr>
          <w:rFonts w:eastAsia="Calibri"/>
          <w:iCs/>
          <w:highlight w:val="yellow"/>
          <w:u w:val="single"/>
          <w:bdr w:val="single" w:sz="8" w:space="0" w:color="auto"/>
        </w:rPr>
        <w:t>fail to make enduring changes</w:t>
      </w:r>
      <w:r w:rsidRPr="007818EB">
        <w:rPr>
          <w:rFonts w:eastAsia="Calibri"/>
          <w:iCs/>
          <w:u w:val="single"/>
          <w:bdr w:val="single" w:sz="8" w:space="0" w:color="auto"/>
        </w:rPr>
        <w:t>.</w:t>
      </w:r>
      <w:r w:rsidRPr="007818EB">
        <w:rPr>
          <w:rFonts w:eastAsia="Calibri"/>
          <w:u w:val="single"/>
        </w:rPr>
        <w:t xml:space="preserve"> </w:t>
      </w:r>
      <w:r w:rsidRPr="007818EB">
        <w:rPr>
          <w:rFonts w:eastAsia="Calibri"/>
          <w:sz w:val="16"/>
        </w:rPr>
        <w:t xml:space="preserve">It is unrealistic today to think that a few years of nationalist demagoguery will dramatically undo liberalism. </w:t>
      </w:r>
      <w:r w:rsidRPr="007818EB">
        <w:rPr>
          <w:rFonts w:eastAsia="Calibri"/>
          <w:u w:val="single"/>
        </w:rPr>
        <w:t>Growing interdependence makes the order especially difficult to overturn. Ever since its inception</w:t>
      </w:r>
      <w:r w:rsidRPr="007818EB">
        <w:rPr>
          <w:rFonts w:eastAsia="Calibri"/>
          <w:sz w:val="16"/>
        </w:rPr>
        <w:t xml:space="preserve"> in the </w:t>
      </w:r>
      <w:r w:rsidRPr="007818EB">
        <w:rPr>
          <w:rFonts w:eastAsia="Calibri"/>
          <w:sz w:val="16"/>
        </w:rPr>
        <w:lastRenderedPageBreak/>
        <w:t xml:space="preserve">eighteenth century, </w:t>
      </w:r>
      <w:r w:rsidRPr="00EC165F">
        <w:rPr>
          <w:rFonts w:eastAsia="Calibri"/>
          <w:highlight w:val="yellow"/>
          <w:u w:val="single"/>
        </w:rPr>
        <w:t>liberalism</w:t>
      </w:r>
      <w:r w:rsidRPr="007818EB">
        <w:rPr>
          <w:rFonts w:eastAsia="Calibri"/>
          <w:u w:val="single"/>
        </w:rPr>
        <w:t xml:space="preserve"> has been deeply committed to the progressive improvement of the human condition through scientific discovery and technological advancements.</w:t>
      </w:r>
      <w:r w:rsidRPr="007818EB">
        <w:rPr>
          <w:rFonts w:eastAsia="Calibri"/>
          <w:sz w:val="16"/>
        </w:rPr>
        <w:t xml:space="preserve"> </w:t>
      </w:r>
      <w:r w:rsidRPr="007818EB">
        <w:rPr>
          <w:rFonts w:eastAsia="Calibri"/>
          <w:u w:val="single"/>
        </w:rPr>
        <w:t xml:space="preserve">This </w:t>
      </w:r>
      <w:r w:rsidRPr="007818EB">
        <w:rPr>
          <w:rFonts w:eastAsia="Calibri"/>
          <w:sz w:val="16"/>
        </w:rPr>
        <w:t xml:space="preserve">Enlightenment project </w:t>
      </w:r>
      <w:r w:rsidRPr="007818EB">
        <w:rPr>
          <w:rFonts w:eastAsia="Calibri"/>
          <w:u w:val="single"/>
        </w:rPr>
        <w:t>began to bear practical fruits on a large scale in the nineteenth century</w:t>
      </w:r>
      <w:r w:rsidRPr="00EC165F">
        <w:rPr>
          <w:rFonts w:eastAsia="Calibri"/>
          <w:u w:val="single"/>
        </w:rPr>
        <w:t xml:space="preserve">, </w:t>
      </w:r>
      <w:r w:rsidRPr="00EC165F">
        <w:rPr>
          <w:rFonts w:eastAsia="Calibri"/>
          <w:highlight w:val="yellow"/>
          <w:u w:val="single"/>
        </w:rPr>
        <w:t xml:space="preserve">transforming </w:t>
      </w:r>
      <w:r w:rsidRPr="00EC165F">
        <w:rPr>
          <w:rFonts w:eastAsia="Calibri"/>
          <w:iCs/>
          <w:highlight w:val="yellow"/>
          <w:u w:val="single"/>
          <w:bdr w:val="single" w:sz="8" w:space="0" w:color="auto"/>
        </w:rPr>
        <w:t xml:space="preserve">virtually every aspect </w:t>
      </w:r>
      <w:r w:rsidRPr="00EC165F">
        <w:rPr>
          <w:rFonts w:eastAsia="Calibri"/>
          <w:highlight w:val="yellow"/>
          <w:u w:val="single"/>
        </w:rPr>
        <w:t>of human lif</w:t>
      </w:r>
      <w:r w:rsidRPr="007818EB">
        <w:rPr>
          <w:rFonts w:eastAsia="Calibri"/>
          <w:u w:val="single"/>
        </w:rPr>
        <w:t>e.</w:t>
      </w:r>
      <w:r w:rsidRPr="007818EB">
        <w:rPr>
          <w:rFonts w:eastAsia="Calibri"/>
          <w:sz w:val="16"/>
        </w:rPr>
        <w:t xml:space="preserve"> </w:t>
      </w:r>
      <w:r w:rsidRPr="007818EB">
        <w:rPr>
          <w:rFonts w:eastAsia="Calibri"/>
          <w:u w:val="single"/>
        </w:rPr>
        <w:t xml:space="preserve">New techniques for production, communication, transportation, and destruction poured forth. The liberal system has been at the forefront not just of stoking those fires </w:t>
      </w:r>
      <w:r w:rsidRPr="007818EB">
        <w:rPr>
          <w:rFonts w:eastAsia="Calibri"/>
          <w:sz w:val="16"/>
        </w:rPr>
        <w:t xml:space="preserve">of innovation </w:t>
      </w:r>
      <w:r w:rsidRPr="007818EB">
        <w:rPr>
          <w:rFonts w:eastAsia="Calibri"/>
          <w:u w:val="single"/>
        </w:rPr>
        <w:t>but also</w:t>
      </w:r>
      <w:r w:rsidRPr="007818EB">
        <w:rPr>
          <w:rFonts w:eastAsia="Calibri"/>
          <w:sz w:val="16"/>
        </w:rPr>
        <w:t xml:space="preserve"> of</w:t>
      </w:r>
      <w:r w:rsidRPr="007818EB">
        <w:rPr>
          <w:rFonts w:eastAsia="Calibri"/>
          <w:u w:val="single"/>
        </w:rPr>
        <w:t xml:space="preserve"> addressing </w:t>
      </w:r>
      <w:r w:rsidRPr="007818EB">
        <w:rPr>
          <w:rFonts w:eastAsia="Calibri"/>
          <w:sz w:val="16"/>
        </w:rPr>
        <w:t xml:space="preserve">the </w:t>
      </w:r>
      <w:r w:rsidRPr="007818EB">
        <w:rPr>
          <w:rFonts w:eastAsia="Calibri"/>
          <w:u w:val="single"/>
        </w:rPr>
        <w:t>negative consequences</w:t>
      </w:r>
      <w:r w:rsidRPr="007818EB">
        <w:rPr>
          <w:rFonts w:eastAsia="Calibri"/>
          <w:sz w:val="16"/>
        </w:rPr>
        <w:t xml:space="preserve">. Adam Smith's case for free trade, for example, was strengthened when it became easier to establish supply chains across global distances. And </w:t>
      </w:r>
      <w:r w:rsidRPr="007818EB">
        <w:rPr>
          <w:rFonts w:eastAsia="Calibri"/>
          <w:u w:val="single"/>
        </w:rPr>
        <w:t xml:space="preserve">the age-old case for peace was vastly strengthened when weapons evolved from being simple and limited in their destruction to the city-busting missiles of the nuclear era. </w:t>
      </w:r>
      <w:r w:rsidRPr="00EC165F">
        <w:rPr>
          <w:rFonts w:eastAsia="Calibri"/>
          <w:highlight w:val="yellow"/>
          <w:u w:val="single"/>
        </w:rPr>
        <w:t>Liberal democratic</w:t>
      </w:r>
      <w:r w:rsidRPr="007818EB">
        <w:rPr>
          <w:rFonts w:eastAsia="Calibri"/>
          <w:u w:val="single"/>
        </w:rPr>
        <w:t xml:space="preserve"> capitalist societies have thrived and expanded because </w:t>
      </w:r>
      <w:r w:rsidRPr="00EC165F">
        <w:rPr>
          <w:rFonts w:eastAsia="Calibri"/>
          <w:highlight w:val="yellow"/>
          <w:u w:val="single"/>
        </w:rPr>
        <w:t>they have been particularly adept at</w:t>
      </w:r>
      <w:r w:rsidRPr="00EC165F">
        <w:rPr>
          <w:rFonts w:eastAsia="Calibri"/>
          <w:iCs/>
          <w:highlight w:val="yellow"/>
          <w:u w:val="single"/>
          <w:bdr w:val="single" w:sz="8" w:space="0" w:color="auto"/>
        </w:rPr>
        <w:t xml:space="preserve"> stimulating and exploiting innovation</w:t>
      </w:r>
      <w:r w:rsidRPr="007818EB">
        <w:rPr>
          <w:rFonts w:eastAsia="Calibri"/>
          <w:u w:val="single"/>
        </w:rPr>
        <w:t xml:space="preserve"> and at </w:t>
      </w:r>
      <w:r w:rsidRPr="007818EB">
        <w:rPr>
          <w:rFonts w:eastAsia="Calibri"/>
          <w:iCs/>
          <w:u w:val="single"/>
          <w:bdr w:val="single" w:sz="8" w:space="0" w:color="auto"/>
        </w:rPr>
        <w:t>coping with their</w:t>
      </w:r>
      <w:r w:rsidRPr="007818EB">
        <w:rPr>
          <w:rFonts w:eastAsia="Calibri"/>
          <w:sz w:val="16"/>
        </w:rPr>
        <w:t xml:space="preserve"> spillover effects and</w:t>
      </w:r>
      <w:r w:rsidRPr="007818EB">
        <w:rPr>
          <w:rFonts w:eastAsia="Calibri"/>
          <w:u w:val="single"/>
        </w:rPr>
        <w:t xml:space="preserve"> </w:t>
      </w:r>
      <w:r w:rsidRPr="007818EB">
        <w:rPr>
          <w:rFonts w:eastAsia="Calibri"/>
          <w:iCs/>
          <w:u w:val="single"/>
          <w:bdr w:val="single" w:sz="8" w:space="0" w:color="auto"/>
        </w:rPr>
        <w:t>negative externalities</w:t>
      </w:r>
      <w:r w:rsidRPr="007818EB">
        <w:rPr>
          <w:rFonts w:eastAsia="Calibri"/>
          <w:u w:val="single"/>
        </w:rPr>
        <w:t>.</w:t>
      </w:r>
      <w:r w:rsidRPr="007818EB">
        <w:rPr>
          <w:rFonts w:eastAsia="Calibri"/>
          <w:sz w:val="16"/>
        </w:rPr>
        <w:t xml:space="preserve"> In short, </w:t>
      </w:r>
      <w:r w:rsidRPr="007818EB">
        <w:rPr>
          <w:rFonts w:eastAsia="Calibri"/>
          <w:iCs/>
          <w:u w:val="single"/>
          <w:bdr w:val="single" w:sz="8" w:space="0" w:color="auto"/>
        </w:rPr>
        <w:t xml:space="preserve">liberal modernity excels at both harvesting the fruits of modern advance and guarding against its dangers. </w:t>
      </w:r>
      <w:r w:rsidRPr="007818EB">
        <w:rPr>
          <w:rFonts w:eastAsia="Calibri"/>
          <w:u w:val="single"/>
        </w:rPr>
        <w:t xml:space="preserve">This dynamic of constant change and ever-increasing interdependence is only </w:t>
      </w:r>
      <w:r w:rsidRPr="007818EB">
        <w:rPr>
          <w:rFonts w:eastAsia="Calibri"/>
          <w:iCs/>
          <w:u w:val="single"/>
          <w:bdr w:val="single" w:sz="8" w:space="0" w:color="auto"/>
        </w:rPr>
        <w:t>accelerating</w:t>
      </w:r>
      <w:r w:rsidRPr="007818EB">
        <w:rPr>
          <w:rFonts w:eastAsia="Calibri"/>
          <w:u w:val="single"/>
        </w:rPr>
        <w:t xml:space="preserve">. </w:t>
      </w:r>
      <w:r w:rsidRPr="007818EB">
        <w:rPr>
          <w:rFonts w:eastAsia="Calibri"/>
          <w:sz w:val="16"/>
        </w:rPr>
        <w:t xml:space="preserve">Human progress has caused grave harm to the planet and its atmosphere, yet </w:t>
      </w:r>
      <w:r w:rsidRPr="007818EB">
        <w:rPr>
          <w:rFonts w:eastAsia="Calibri"/>
          <w:u w:val="single"/>
        </w:rPr>
        <w:t>climate change will also require unprecedented levels of international cooperation. With</w:t>
      </w:r>
      <w:r w:rsidRPr="007818EB">
        <w:rPr>
          <w:rFonts w:eastAsia="Calibri"/>
          <w:sz w:val="16"/>
        </w:rPr>
        <w:t xml:space="preserve"> the rise of </w:t>
      </w:r>
      <w:r w:rsidRPr="007818EB">
        <w:rPr>
          <w:rFonts w:eastAsia="Calibri"/>
          <w:u w:val="single"/>
        </w:rPr>
        <w:t xml:space="preserve">bioweapons and cyberwarfare, the capabilities to wreak mass destruction are getting cheaper and ever more accessible, making </w:t>
      </w:r>
      <w:r w:rsidRPr="00D2511C">
        <w:rPr>
          <w:rFonts w:eastAsia="Calibri"/>
          <w:sz w:val="16"/>
        </w:rPr>
        <w:t xml:space="preserve">the </w:t>
      </w:r>
      <w:r w:rsidRPr="00D2511C">
        <w:rPr>
          <w:rFonts w:eastAsia="Calibri"/>
          <w:highlight w:val="yellow"/>
          <w:u w:val="single"/>
        </w:rPr>
        <w:t>international regulation</w:t>
      </w:r>
      <w:r w:rsidRPr="007818EB">
        <w:rPr>
          <w:rFonts w:eastAsia="Calibri"/>
          <w:sz w:val="16"/>
        </w:rPr>
        <w:t xml:space="preserve"> of these </w:t>
      </w:r>
      <w:r w:rsidRPr="00852E7A">
        <w:rPr>
          <w:rFonts w:eastAsia="Calibri"/>
          <w:sz w:val="16"/>
        </w:rPr>
        <w:t xml:space="preserve">technologies </w:t>
      </w:r>
      <w:r w:rsidRPr="00D2511C">
        <w:rPr>
          <w:rFonts w:eastAsia="Calibri"/>
          <w:highlight w:val="yellow"/>
          <w:u w:val="single"/>
        </w:rPr>
        <w:t xml:space="preserve">a </w:t>
      </w:r>
      <w:r w:rsidRPr="00D2511C">
        <w:rPr>
          <w:rFonts w:eastAsia="Calibri"/>
          <w:iCs/>
          <w:highlight w:val="yellow"/>
          <w:u w:val="single"/>
          <w:bdr w:val="single" w:sz="8" w:space="0" w:color="auto"/>
        </w:rPr>
        <w:t>vital national security imperativ</w:t>
      </w:r>
      <w:r w:rsidRPr="007818EB">
        <w:rPr>
          <w:rFonts w:eastAsia="Calibri"/>
          <w:iCs/>
          <w:u w:val="single"/>
          <w:bdr w:val="single" w:sz="8" w:space="0" w:color="auto"/>
        </w:rPr>
        <w:t>e</w:t>
      </w:r>
      <w:r w:rsidRPr="007818EB">
        <w:rPr>
          <w:rFonts w:eastAsia="Calibri"/>
          <w:sz w:val="16"/>
        </w:rPr>
        <w:t xml:space="preserve"> for all countries. At the same time, </w:t>
      </w:r>
      <w:r w:rsidRPr="007818EB">
        <w:rPr>
          <w:rFonts w:eastAsia="Calibri"/>
          <w:u w:val="single"/>
        </w:rPr>
        <w:t>global capitalism has drawn more people and countries into cross-border webs of exchange,</w:t>
      </w:r>
      <w:r w:rsidRPr="007818EB">
        <w:rPr>
          <w:rFonts w:eastAsia="Calibri"/>
          <w:sz w:val="16"/>
        </w:rPr>
        <w:t xml:space="preserve"> thus </w:t>
      </w:r>
      <w:r w:rsidRPr="007818EB">
        <w:rPr>
          <w:rFonts w:eastAsia="Calibri"/>
          <w:u w:val="single"/>
        </w:rPr>
        <w:t xml:space="preserve">making virtually everyone dependent on the </w:t>
      </w:r>
      <w:r w:rsidRPr="007818EB">
        <w:rPr>
          <w:rFonts w:eastAsia="Calibri"/>
          <w:iCs/>
          <w:u w:val="single"/>
          <w:bdr w:val="single" w:sz="8" w:space="0" w:color="auto"/>
        </w:rPr>
        <w:t>competent management</w:t>
      </w:r>
      <w:r w:rsidRPr="007818EB">
        <w:rPr>
          <w:rFonts w:eastAsia="Calibri"/>
          <w:u w:val="single"/>
        </w:rPr>
        <w:t xml:space="preserve"> of international finance and trade</w:t>
      </w:r>
      <w:r w:rsidRPr="007818EB">
        <w:rPr>
          <w:rFonts w:eastAsia="Calibri"/>
          <w:sz w:val="16"/>
        </w:rPr>
        <w:t xml:space="preserve">. In the age of global interdependence, even a realist must be an internationalist. The international order is also likely to persist because its survival does not depend on </w:t>
      </w:r>
      <w:proofErr w:type="gramStart"/>
      <w:r w:rsidRPr="007818EB">
        <w:rPr>
          <w:rFonts w:eastAsia="Calibri"/>
          <w:sz w:val="16"/>
        </w:rPr>
        <w:t>all of</w:t>
      </w:r>
      <w:proofErr w:type="gramEnd"/>
      <w:r w:rsidRPr="007818EB">
        <w:rPr>
          <w:rFonts w:eastAsia="Calibri"/>
          <w:sz w:val="16"/>
        </w:rPr>
        <w:t xml:space="preserve"> its members being liberal democracies</w:t>
      </w:r>
      <w:r w:rsidRPr="007818EB">
        <w:rPr>
          <w:rFonts w:eastAsia="Calibri"/>
          <w:u w:val="single"/>
        </w:rPr>
        <w:t>. The return of isolationism, the rise of illiberal regimes such as China and Russia, and the general recession of liberal democracy in many parts of the world appear to bode ill for the liberal international order</w:t>
      </w:r>
      <w:r w:rsidRPr="007818EB">
        <w:rPr>
          <w:rFonts w:eastAsia="Calibri"/>
          <w:sz w:val="16"/>
        </w:rPr>
        <w:t xml:space="preserve">. But </w:t>
      </w:r>
      <w:r w:rsidRPr="007818EB">
        <w:rPr>
          <w:rFonts w:eastAsia="Calibri"/>
          <w:u w:val="single"/>
        </w:rPr>
        <w:t xml:space="preserve">contrary to the conventional wisdom, many of its institutions are not uniquely liberal </w:t>
      </w:r>
      <w:r w:rsidRPr="007818EB">
        <w:rPr>
          <w:rFonts w:eastAsia="Calibri"/>
          <w:sz w:val="16"/>
        </w:rPr>
        <w:t>in character.</w:t>
      </w:r>
      <w:r w:rsidRPr="007818EB">
        <w:rPr>
          <w:rFonts w:eastAsia="Calibri"/>
          <w:u w:val="single"/>
        </w:rPr>
        <w:t xml:space="preserve"> Rather, they are Westphalian</w:t>
      </w:r>
      <w:r w:rsidRPr="007818EB">
        <w:rPr>
          <w:rFonts w:eastAsia="Calibri"/>
          <w:sz w:val="16"/>
        </w:rPr>
        <w:t xml:space="preserve">, in that </w:t>
      </w:r>
      <w:r w:rsidRPr="007818EB">
        <w:rPr>
          <w:rFonts w:eastAsia="Calibri"/>
          <w:u w:val="single"/>
        </w:rPr>
        <w:t xml:space="preserve">they are designed merely to solve problems of </w:t>
      </w:r>
      <w:r w:rsidRPr="007818EB">
        <w:rPr>
          <w:rFonts w:eastAsia="Calibri"/>
          <w:iCs/>
          <w:u w:val="single"/>
          <w:bdr w:val="single" w:sz="8" w:space="0" w:color="auto"/>
        </w:rPr>
        <w:t>sovereign states</w:t>
      </w:r>
      <w:r w:rsidRPr="007818EB">
        <w:rPr>
          <w:rFonts w:eastAsia="Calibri"/>
          <w:sz w:val="16"/>
        </w:rPr>
        <w:t xml:space="preserve">, whether they be democratic or authoritarian. And many of the key participants in these institutions are anything but liberal or democratic. Consider the Soviet Union's cooperative efforts </w:t>
      </w:r>
      <w:r w:rsidRPr="007818EB">
        <w:rPr>
          <w:rFonts w:eastAsia="Calibri"/>
          <w:u w:val="single"/>
        </w:rPr>
        <w:t>during the Cold War</w:t>
      </w:r>
      <w:r w:rsidRPr="007818EB">
        <w:rPr>
          <w:rFonts w:eastAsia="Calibri"/>
          <w:sz w:val="16"/>
        </w:rPr>
        <w:t xml:space="preserve">. Back then, the liberal world order was primarily an arrangement among liberal democracies in Europe, North America, and East Asia. Even so, </w:t>
      </w:r>
      <w:r w:rsidRPr="007818EB">
        <w:rPr>
          <w:rFonts w:eastAsia="Calibri"/>
          <w:u w:val="single"/>
        </w:rPr>
        <w:t xml:space="preserve">the Soviet Union often worked with the democracies to help build international institutions. Moscow's committed antiliberal stance did not stop it from partnering with Washington to create a </w:t>
      </w:r>
      <w:r w:rsidRPr="007818EB">
        <w:rPr>
          <w:rFonts w:eastAsia="Calibri"/>
          <w:iCs/>
          <w:u w:val="single"/>
          <w:bdr w:val="single" w:sz="8" w:space="0" w:color="auto"/>
        </w:rPr>
        <w:t>raft of arms control agreements.</w:t>
      </w:r>
      <w:r w:rsidRPr="007818EB">
        <w:rPr>
          <w:rFonts w:eastAsia="Calibri"/>
          <w:sz w:val="16"/>
        </w:rPr>
        <w:t xml:space="preserve"> </w:t>
      </w:r>
      <w:r w:rsidRPr="007818EB">
        <w:rPr>
          <w:rFonts w:eastAsia="Calibri"/>
          <w:u w:val="single"/>
        </w:rPr>
        <w:t xml:space="preserve">Nor did it stop it from cooperating with Washington through the World Health Organization to spearhead a global campaign to </w:t>
      </w:r>
      <w:r w:rsidRPr="007818EB">
        <w:rPr>
          <w:rFonts w:eastAsia="Calibri"/>
          <w:iCs/>
          <w:u w:val="single"/>
          <w:bdr w:val="single" w:sz="8" w:space="0" w:color="auto"/>
        </w:rPr>
        <w:t>eradicate smallpox</w:t>
      </w:r>
      <w:r w:rsidRPr="007818EB">
        <w:rPr>
          <w:rFonts w:eastAsia="Calibri"/>
          <w:sz w:val="16"/>
        </w:rPr>
        <w:t xml:space="preserve">, which succeeded in </w:t>
      </w:r>
      <w:proofErr w:type="gramStart"/>
      <w:r w:rsidRPr="007818EB">
        <w:rPr>
          <w:rFonts w:eastAsia="Calibri"/>
          <w:sz w:val="16"/>
        </w:rPr>
        <w:t>completely eliminating</w:t>
      </w:r>
      <w:proofErr w:type="gramEnd"/>
      <w:r w:rsidRPr="007818EB">
        <w:rPr>
          <w:rFonts w:eastAsia="Calibri"/>
          <w:sz w:val="16"/>
        </w:rPr>
        <w:t xml:space="preserve"> the disease by 1979. More recently, countries of all stripes have crafted global rules to guard against environmental destruction. The signatories to the Paris climate agreement, for example, include such autocracies as China, Iran, and Russia. </w:t>
      </w:r>
      <w:r w:rsidRPr="007818EB">
        <w:rPr>
          <w:rFonts w:eastAsia="Calibri"/>
          <w:u w:val="single"/>
        </w:rPr>
        <w:t xml:space="preserve">Westphalian approaches have also thrived when it comes to governing the commons, such as the </w:t>
      </w:r>
      <w:r w:rsidRPr="007818EB">
        <w:rPr>
          <w:rFonts w:eastAsia="Calibri"/>
          <w:iCs/>
          <w:u w:val="single"/>
          <w:bdr w:val="single" w:sz="8" w:space="0" w:color="auto"/>
        </w:rPr>
        <w:t>ocean, the atmosphere, outer space, and Antarctica</w:t>
      </w:r>
      <w:r w:rsidRPr="007818EB">
        <w:rPr>
          <w:rFonts w:eastAsia="Calibri"/>
          <w:u w:val="single"/>
        </w:rPr>
        <w:t>.</w:t>
      </w:r>
      <w:r w:rsidRPr="007818EB">
        <w:rPr>
          <w:rFonts w:eastAsia="Calibri"/>
          <w:sz w:val="16"/>
        </w:rPr>
        <w:t xml:space="preserve"> To name just one example, the 1987 Montreal Protocol, which has thwarted the destruction of the ozone layer, has been actively supported by democracies and dictatorships alike. Such </w:t>
      </w:r>
      <w:r w:rsidRPr="007818EB">
        <w:rPr>
          <w:rFonts w:eastAsia="Calibri"/>
          <w:u w:val="single"/>
        </w:rPr>
        <w:t xml:space="preserve">agreements are </w:t>
      </w:r>
      <w:r w:rsidRPr="007818EB">
        <w:rPr>
          <w:rFonts w:eastAsia="Calibri"/>
          <w:sz w:val="16"/>
        </w:rPr>
        <w:t xml:space="preserve">not challenges to the sovereignty of the states that create them but </w:t>
      </w:r>
      <w:r w:rsidRPr="007818EB">
        <w:rPr>
          <w:rFonts w:eastAsia="Calibri"/>
          <w:u w:val="single"/>
        </w:rPr>
        <w:t>collective measures to solve problems they cannot address on their own.</w:t>
      </w:r>
      <w:r w:rsidRPr="007818EB">
        <w:rPr>
          <w:rFonts w:eastAsia="Calibri"/>
          <w:sz w:val="16"/>
        </w:rPr>
        <w:t xml:space="preserve"> </w:t>
      </w:r>
      <w:r w:rsidRPr="007818EB">
        <w:rPr>
          <w:rFonts w:eastAsia="Calibri"/>
          <w:u w:val="single"/>
        </w:rPr>
        <w:t>Most institutions</w:t>
      </w:r>
      <w:r w:rsidRPr="007818EB">
        <w:rPr>
          <w:rFonts w:eastAsia="Calibri"/>
          <w:sz w:val="16"/>
        </w:rPr>
        <w:t xml:space="preserve"> in the liberal order </w:t>
      </w:r>
      <w:r w:rsidRPr="007818EB">
        <w:rPr>
          <w:rFonts w:eastAsia="Calibri"/>
          <w:u w:val="single"/>
        </w:rPr>
        <w:t>do not demand that their backers be liberal democracies; they only require</w:t>
      </w:r>
      <w:r w:rsidRPr="007818EB">
        <w:rPr>
          <w:rFonts w:eastAsia="Calibri"/>
          <w:sz w:val="16"/>
        </w:rPr>
        <w:t xml:space="preserve"> that </w:t>
      </w:r>
      <w:r w:rsidRPr="007818EB">
        <w:rPr>
          <w:rFonts w:eastAsia="Calibri"/>
          <w:u w:val="single"/>
        </w:rPr>
        <w:t>they be</w:t>
      </w:r>
      <w:r w:rsidRPr="007818EB">
        <w:rPr>
          <w:rFonts w:eastAsia="Calibri"/>
          <w:sz w:val="16"/>
        </w:rPr>
        <w:t xml:space="preserve"> status quo powers and </w:t>
      </w:r>
      <w:r w:rsidRPr="007818EB">
        <w:rPr>
          <w:rFonts w:eastAsia="Calibri"/>
          <w:u w:val="single"/>
        </w:rPr>
        <w:t xml:space="preserve">capable of fulfilling their commitments. They do not challenge the Westphalian system; they </w:t>
      </w:r>
      <w:r w:rsidRPr="007818EB">
        <w:rPr>
          <w:rFonts w:eastAsia="Calibri"/>
          <w:iCs/>
          <w:u w:val="single"/>
          <w:bdr w:val="single" w:sz="8" w:space="0" w:color="auto"/>
        </w:rPr>
        <w:t>codify it.</w:t>
      </w:r>
      <w:r w:rsidRPr="007818EB">
        <w:rPr>
          <w:rFonts w:eastAsia="Calibri"/>
          <w:u w:val="single"/>
        </w:rPr>
        <w:t xml:space="preserve"> </w:t>
      </w:r>
      <w:r w:rsidRPr="007818EB">
        <w:rPr>
          <w:rFonts w:eastAsia="Calibri"/>
          <w:sz w:val="16"/>
        </w:rPr>
        <w:t xml:space="preserve">The UN, for example, enshrines the principle of state sovereignty and, through the permanent members of the Security Council, the notion of great-power decision-making. </w:t>
      </w:r>
      <w:r w:rsidRPr="00D2511C">
        <w:rPr>
          <w:rFonts w:eastAsia="Calibri"/>
          <w:iCs/>
          <w:highlight w:val="yellow"/>
          <w:u w:val="single"/>
          <w:bdr w:val="single" w:sz="8" w:space="0" w:color="auto"/>
        </w:rPr>
        <w:t>All of this makes the order more durable</w:t>
      </w:r>
      <w:r w:rsidRPr="00D2511C">
        <w:rPr>
          <w:rFonts w:eastAsia="Calibri"/>
          <w:iCs/>
          <w:u w:val="single"/>
          <w:bdr w:val="single" w:sz="8" w:space="0" w:color="auto"/>
        </w:rPr>
        <w:t xml:space="preserve">. </w:t>
      </w:r>
      <w:r w:rsidRPr="00D2511C">
        <w:rPr>
          <w:rFonts w:eastAsia="Calibri"/>
          <w:sz w:val="16"/>
        </w:rPr>
        <w:t>Because much of international cooperation has nothing at all to do with liberalism or democracy, when politicians who are hostile</w:t>
      </w:r>
      <w:r w:rsidRPr="007818EB">
        <w:rPr>
          <w:rFonts w:eastAsia="Calibri"/>
          <w:sz w:val="16"/>
        </w:rPr>
        <w:t xml:space="preserve"> to all things liberal are in power, they can still retain their international agendas and keep the order alive. </w:t>
      </w:r>
      <w:r w:rsidRPr="007818EB">
        <w:rPr>
          <w:rFonts w:eastAsia="Calibri"/>
          <w:u w:val="single"/>
        </w:rPr>
        <w:t>The persistence of Westphalian institutions provides a</w:t>
      </w:r>
      <w:r w:rsidRPr="007818EB">
        <w:rPr>
          <w:rFonts w:eastAsia="Calibri"/>
          <w:iCs/>
          <w:u w:val="single"/>
          <w:bdr w:val="single" w:sz="8" w:space="0" w:color="auto"/>
        </w:rPr>
        <w:t xml:space="preserve"> lasting foundation</w:t>
      </w:r>
      <w:r w:rsidRPr="007818EB">
        <w:rPr>
          <w:rFonts w:eastAsia="Calibri"/>
          <w:u w:val="single"/>
        </w:rPr>
        <w:t xml:space="preserve"> on which distinctively liberal and democratic institutions can be erected in the </w:t>
      </w:r>
      <w:r w:rsidRPr="007818EB">
        <w:rPr>
          <w:rFonts w:eastAsia="Calibri"/>
          <w:u w:val="single"/>
        </w:rPr>
        <w:lastRenderedPageBreak/>
        <w:t xml:space="preserve">future. </w:t>
      </w:r>
      <w:r w:rsidRPr="007818EB">
        <w:rPr>
          <w:rFonts w:eastAsia="Calibri"/>
          <w:sz w:val="16"/>
        </w:rPr>
        <w:t>Another reason to believe that the liberal order will endure involves the return of ideological rivalry</w:t>
      </w:r>
      <w:r w:rsidRPr="00D2511C">
        <w:rPr>
          <w:rFonts w:eastAsia="Calibri"/>
          <w:sz w:val="16"/>
          <w:highlight w:val="yellow"/>
        </w:rPr>
        <w:t xml:space="preserve">. </w:t>
      </w:r>
      <w:r w:rsidRPr="00D2511C">
        <w:rPr>
          <w:rFonts w:eastAsia="Calibri"/>
          <w:highlight w:val="yellow"/>
          <w:u w:val="single"/>
        </w:rPr>
        <w:t xml:space="preserve">The last two and a half decades have been profoundly anomalous in that liberalism has had </w:t>
      </w:r>
      <w:r w:rsidRPr="00D2511C">
        <w:rPr>
          <w:rFonts w:eastAsia="Calibri"/>
          <w:iCs/>
          <w:highlight w:val="yellow"/>
          <w:u w:val="single"/>
          <w:bdr w:val="single" w:sz="8" w:space="0" w:color="auto"/>
        </w:rPr>
        <w:t>no credible competitor</w:t>
      </w:r>
      <w:r w:rsidRPr="00D2511C">
        <w:rPr>
          <w:rFonts w:eastAsia="Calibri"/>
          <w:highlight w:val="yellow"/>
          <w:u w:val="single"/>
        </w:rPr>
        <w:t>.</w:t>
      </w:r>
      <w:r w:rsidRPr="007818EB">
        <w:rPr>
          <w:rFonts w:eastAsia="Calibri"/>
          <w:u w:val="single"/>
        </w:rPr>
        <w:t xml:space="preserve"> During the rest of its existence, it faced competition that made it stronger. </w:t>
      </w:r>
      <w:r w:rsidRPr="007818EB">
        <w:rPr>
          <w:rFonts w:eastAsia="Calibri"/>
          <w:sz w:val="16"/>
        </w:rPr>
        <w:t xml:space="preserve">Throughout the nineteenth century, liberal democracies sought to outperform </w:t>
      </w:r>
      <w:r w:rsidRPr="007818EB">
        <w:rPr>
          <w:rFonts w:eastAsia="Calibri"/>
          <w:u w:val="single"/>
        </w:rPr>
        <w:t>monarchical, hereditary,</w:t>
      </w:r>
      <w:r w:rsidRPr="007818EB">
        <w:rPr>
          <w:rFonts w:eastAsia="Calibri"/>
          <w:sz w:val="16"/>
        </w:rPr>
        <w:t xml:space="preserve"> and </w:t>
      </w:r>
      <w:r w:rsidRPr="007818EB">
        <w:rPr>
          <w:rFonts w:eastAsia="Calibri"/>
          <w:u w:val="single"/>
        </w:rPr>
        <w:t xml:space="preserve">aristocratic </w:t>
      </w:r>
      <w:r w:rsidRPr="007818EB">
        <w:rPr>
          <w:rFonts w:eastAsia="Calibri"/>
          <w:sz w:val="16"/>
        </w:rPr>
        <w:t xml:space="preserve">regimes. During the first half of the twentieth century, </w:t>
      </w:r>
      <w:r w:rsidRPr="007818EB">
        <w:rPr>
          <w:rFonts w:eastAsia="Calibri"/>
          <w:u w:val="single"/>
        </w:rPr>
        <w:t xml:space="preserve">autocratic and fascist competitors created strong incentives for the liberal democracies to get their own houses in order and band together. </w:t>
      </w:r>
      <w:r w:rsidRPr="007818EB">
        <w:rPr>
          <w:rFonts w:eastAsia="Calibri"/>
          <w:sz w:val="16"/>
        </w:rPr>
        <w:t xml:space="preserve">And after World War II, they built the liberal order in part to contain the threat of the Soviet Union and international communism. </w:t>
      </w:r>
      <w:r w:rsidRPr="007818EB">
        <w:rPr>
          <w:rFonts w:eastAsia="Calibri"/>
          <w:u w:val="single"/>
        </w:rPr>
        <w:t>The Chinese Communist Party appears increasingly likely to seek to offer an alternative</w:t>
      </w:r>
      <w:r w:rsidRPr="007818EB">
        <w:rPr>
          <w:rFonts w:eastAsia="Calibri"/>
          <w:sz w:val="16"/>
        </w:rPr>
        <w:t xml:space="preserve"> to the components of the existing order that have to do with economic liberalism and human rights.</w:t>
      </w:r>
      <w:r w:rsidRPr="007818EB">
        <w:rPr>
          <w:rFonts w:eastAsia="Calibri"/>
          <w:u w:val="single"/>
        </w:rPr>
        <w:t xml:space="preserve"> If it ends up competing with the liberal democracies, they will again face pressure to champion their values</w:t>
      </w:r>
      <w:r w:rsidRPr="007818EB">
        <w:rPr>
          <w:rFonts w:eastAsia="Calibri"/>
          <w:sz w:val="16"/>
        </w:rPr>
        <w:t>. As during the Cold War,</w:t>
      </w:r>
      <w:r w:rsidRPr="007818EB">
        <w:rPr>
          <w:rFonts w:eastAsia="Calibri"/>
          <w:u w:val="single"/>
        </w:rPr>
        <w:t xml:space="preserve"> they will have incentives to undertake </w:t>
      </w:r>
      <w:r w:rsidRPr="007818EB">
        <w:rPr>
          <w:rFonts w:eastAsia="Calibri"/>
          <w:iCs/>
          <w:u w:val="single"/>
          <w:bdr w:val="single" w:sz="8" w:space="0" w:color="auto"/>
        </w:rPr>
        <w:t>domestic reforms and strengthen their international alliances.</w:t>
      </w:r>
      <w:r w:rsidRPr="007818EB">
        <w:rPr>
          <w:rFonts w:eastAsia="Calibri"/>
          <w:sz w:val="16"/>
        </w:rPr>
        <w:t xml:space="preserve"> The collapse of the Soviet Union, although a great milestone in the annals of the advance of liberal democracy, had the ironic effect of eliminating one of its main drivers of solidarity. </w:t>
      </w:r>
      <w:r w:rsidRPr="007818EB">
        <w:rPr>
          <w:rFonts w:eastAsia="Calibri"/>
          <w:u w:val="single"/>
        </w:rPr>
        <w:t xml:space="preserve">The bad news of renewed ideological rivalry could be </w:t>
      </w:r>
      <w:r w:rsidRPr="007818EB">
        <w:rPr>
          <w:rFonts w:eastAsia="Calibri"/>
          <w:iCs/>
          <w:u w:val="single"/>
          <w:bdr w:val="single" w:sz="8" w:space="0" w:color="auto"/>
        </w:rPr>
        <w:t xml:space="preserve">good news for the liberal international order. </w:t>
      </w:r>
    </w:p>
    <w:p w14:paraId="051A4329" w14:textId="77777777" w:rsidR="007A6DCA" w:rsidRPr="00CB7830" w:rsidRDefault="007A6DCA" w:rsidP="007A6DCA">
      <w:pPr>
        <w:pStyle w:val="Heading4"/>
      </w:pPr>
      <w:r>
        <w:t xml:space="preserve">7. COVID vaccine debate will kill the WTO- there are no alternate causes and solvency is reverse causal </w:t>
      </w:r>
    </w:p>
    <w:p w14:paraId="5B8F2062" w14:textId="77777777" w:rsidR="007A6DCA" w:rsidRPr="00CB7830" w:rsidRDefault="007A6DCA" w:rsidP="007A6DCA">
      <w:pPr>
        <w:rPr>
          <w:rStyle w:val="Style13ptBold"/>
        </w:rPr>
      </w:pPr>
      <w:r w:rsidRPr="00CB7830">
        <w:rPr>
          <w:rStyle w:val="Style13ptBold"/>
        </w:rPr>
        <w:t>Meyer 6-18-21</w:t>
      </w:r>
    </w:p>
    <w:p w14:paraId="1CDA3B0D" w14:textId="77777777" w:rsidR="007A6DCA" w:rsidRPr="00CB7830" w:rsidRDefault="007A6DCA" w:rsidP="007A6DCA">
      <w:pPr>
        <w:rPr>
          <w:rStyle w:val="StyleUnderline"/>
          <w:sz w:val="16"/>
          <w:u w:val="none"/>
        </w:rPr>
      </w:pPr>
      <w:r w:rsidRPr="00CB7830">
        <w:rPr>
          <w:rStyle w:val="StyleUnderline"/>
          <w:sz w:val="16"/>
          <w:u w:val="none"/>
        </w:rPr>
        <w:t xml:space="preserve">(David, Senior </w:t>
      </w:r>
      <w:proofErr w:type="gramStart"/>
      <w:r w:rsidRPr="00CB7830">
        <w:rPr>
          <w:rStyle w:val="StyleUnderline"/>
          <w:sz w:val="16"/>
          <w:u w:val="none"/>
        </w:rPr>
        <w:t>Writer,  https://fortune.com/2021/06/18/wto-covid-vaccines-patents-waiver-south-africa-trips/</w:t>
      </w:r>
      <w:proofErr w:type="gramEnd"/>
      <w:r w:rsidRPr="00CB7830">
        <w:rPr>
          <w:rStyle w:val="StyleUnderline"/>
          <w:sz w:val="16"/>
          <w:u w:val="none"/>
        </w:rPr>
        <w:t>)</w:t>
      </w:r>
    </w:p>
    <w:p w14:paraId="68A9B7E6" w14:textId="14EF92C4" w:rsidR="007A6DCA" w:rsidRPr="007A6DCA" w:rsidRDefault="007A6DCA" w:rsidP="007A6DCA">
      <w:pPr>
        <w:rPr>
          <w:sz w:val="16"/>
        </w:rPr>
      </w:pPr>
      <w:r w:rsidRPr="00526BD9">
        <w:rPr>
          <w:rStyle w:val="StyleUnderline"/>
        </w:rPr>
        <w:t>The W</w:t>
      </w:r>
      <w:r w:rsidRPr="00CB7830">
        <w:rPr>
          <w:sz w:val="16"/>
        </w:rPr>
        <w:t xml:space="preserve">orld </w:t>
      </w:r>
      <w:r w:rsidRPr="00526BD9">
        <w:rPr>
          <w:rStyle w:val="StyleUnderline"/>
        </w:rPr>
        <w:t>T</w:t>
      </w:r>
      <w:r w:rsidRPr="00CB7830">
        <w:rPr>
          <w:sz w:val="16"/>
        </w:rPr>
        <w:t xml:space="preserve">rade </w:t>
      </w:r>
      <w:r w:rsidRPr="00526BD9">
        <w:rPr>
          <w:rStyle w:val="StyleUnderline"/>
        </w:rPr>
        <w:t>O</w:t>
      </w:r>
      <w:r w:rsidRPr="00CB7830">
        <w:rPr>
          <w:sz w:val="16"/>
        </w:rPr>
        <w:t xml:space="preserve">rganization </w:t>
      </w:r>
      <w:r w:rsidRPr="00526BD9">
        <w:rPr>
          <w:rStyle w:val="Emphasis"/>
        </w:rPr>
        <w:t>knows all about crises</w:t>
      </w:r>
      <w:r w:rsidRPr="00CB7830">
        <w:rPr>
          <w:sz w:val="16"/>
        </w:rPr>
        <w:t xml:space="preserve">. Former U.S. President Donald </w:t>
      </w:r>
      <w:r w:rsidRPr="00526BD9">
        <w:rPr>
          <w:rStyle w:val="StyleUnderline"/>
        </w:rPr>
        <w:t>Trump threw a wrench into its core function of resolving trade disputes</w:t>
      </w:r>
      <w:r w:rsidRPr="00CB7830">
        <w:rPr>
          <w:sz w:val="16"/>
        </w:rPr>
        <w:t>—a blocker that President Joe Biden has not yet removed—</w:t>
      </w:r>
      <w:r w:rsidRPr="00526BD9">
        <w:rPr>
          <w:rStyle w:val="StyleUnderline"/>
        </w:rPr>
        <w:t xml:space="preserve">and </w:t>
      </w:r>
      <w:r w:rsidRPr="00D2511C">
        <w:rPr>
          <w:rStyle w:val="StyleUnderline"/>
          <w:highlight w:val="yellow"/>
        </w:rPr>
        <w:t xml:space="preserve">there is widespread dissatisfaction over the </w:t>
      </w:r>
      <w:r w:rsidRPr="00D2511C">
        <w:rPr>
          <w:rStyle w:val="Emphasis"/>
          <w:highlight w:val="yellow"/>
        </w:rPr>
        <w:t>fairness of the global trade rulebook</w:t>
      </w:r>
      <w:r w:rsidRPr="00CB7830">
        <w:rPr>
          <w:sz w:val="16"/>
        </w:rPr>
        <w:t xml:space="preserve">. </w:t>
      </w:r>
      <w:r w:rsidRPr="00526BD9">
        <w:rPr>
          <w:rStyle w:val="StyleUnderline"/>
        </w:rPr>
        <w:t>The 164-country organization</w:t>
      </w:r>
      <w:r w:rsidRPr="00CB7830">
        <w:rPr>
          <w:sz w:val="16"/>
        </w:rPr>
        <w:t xml:space="preserve">, under the fresh leadership of Nigeria's Ngozi </w:t>
      </w:r>
      <w:proofErr w:type="spellStart"/>
      <w:r w:rsidRPr="00CB7830">
        <w:rPr>
          <w:sz w:val="16"/>
        </w:rPr>
        <w:t>Okonjo</w:t>
      </w:r>
      <w:proofErr w:type="spellEnd"/>
      <w:r w:rsidRPr="00CB7830">
        <w:rPr>
          <w:sz w:val="16"/>
        </w:rPr>
        <w:t xml:space="preserve">-Iweala, </w:t>
      </w:r>
      <w:r w:rsidRPr="00526BD9">
        <w:rPr>
          <w:rStyle w:val="StyleUnderline"/>
        </w:rPr>
        <w:t>has a lot to fix.</w:t>
      </w:r>
      <w:r>
        <w:rPr>
          <w:rStyle w:val="StyleUnderline"/>
        </w:rPr>
        <w:t xml:space="preserve"> </w:t>
      </w:r>
      <w:r w:rsidRPr="00526BD9">
        <w:rPr>
          <w:rStyle w:val="StyleUnderline"/>
        </w:rPr>
        <w:t xml:space="preserve">However, </w:t>
      </w:r>
      <w:r w:rsidRPr="00D2511C">
        <w:rPr>
          <w:rStyle w:val="Emphasis"/>
          <w:highlight w:val="yellow"/>
        </w:rPr>
        <w:t>one</w:t>
      </w:r>
      <w:r w:rsidRPr="00526BD9">
        <w:rPr>
          <w:rStyle w:val="Emphasis"/>
        </w:rPr>
        <w:t xml:space="preserve"> </w:t>
      </w:r>
      <w:r w:rsidRPr="00D2511C">
        <w:rPr>
          <w:rStyle w:val="Emphasis"/>
          <w:highlight w:val="yellow"/>
        </w:rPr>
        <w:t>crisis is more pressing</w:t>
      </w:r>
      <w:r w:rsidRPr="00526BD9">
        <w:rPr>
          <w:rStyle w:val="Emphasis"/>
        </w:rPr>
        <w:t xml:space="preserve"> than the others</w:t>
      </w:r>
      <w:r w:rsidRPr="00526BD9">
        <w:rPr>
          <w:sz w:val="16"/>
        </w:rPr>
        <w:t xml:space="preserve">: </w:t>
      </w:r>
      <w:r w:rsidRPr="00D2511C">
        <w:rPr>
          <w:rStyle w:val="Emphasis"/>
          <w:highlight w:val="yellow"/>
        </w:rPr>
        <w:t>the battle over COVID-19 vaccines</w:t>
      </w:r>
      <w:r w:rsidRPr="00526BD9">
        <w:rPr>
          <w:sz w:val="16"/>
        </w:rPr>
        <w:t xml:space="preserve">, </w:t>
      </w:r>
      <w:r w:rsidRPr="00526BD9">
        <w:rPr>
          <w:rStyle w:val="StyleUnderline"/>
        </w:rPr>
        <w:t>and whether</w:t>
      </w:r>
      <w:r w:rsidRPr="00526BD9">
        <w:rPr>
          <w:sz w:val="16"/>
        </w:rPr>
        <w:t xml:space="preserve"> the protection of their </w:t>
      </w:r>
      <w:r w:rsidRPr="00526BD9">
        <w:rPr>
          <w:rStyle w:val="StyleUnderline"/>
        </w:rPr>
        <w:t>patents</w:t>
      </w:r>
      <w:r w:rsidRPr="00526BD9">
        <w:rPr>
          <w:sz w:val="16"/>
        </w:rPr>
        <w:t xml:space="preserve"> and other intellectual </w:t>
      </w:r>
      <w:r w:rsidRPr="00D2511C">
        <w:rPr>
          <w:sz w:val="16"/>
        </w:rPr>
        <w:t>property</w:t>
      </w:r>
      <w:r w:rsidRPr="00526BD9">
        <w:rPr>
          <w:sz w:val="16"/>
        </w:rPr>
        <w:t xml:space="preserve"> </w:t>
      </w:r>
      <w:r w:rsidRPr="00526BD9">
        <w:rPr>
          <w:rStyle w:val="StyleUnderline"/>
        </w:rPr>
        <w:t>should be temporarily lifted</w:t>
      </w:r>
      <w:r w:rsidRPr="00526BD9">
        <w:rPr>
          <w:sz w:val="16"/>
        </w:rPr>
        <w:t xml:space="preserve"> </w:t>
      </w:r>
      <w:r w:rsidRPr="00526BD9">
        <w:rPr>
          <w:rStyle w:val="StyleUnderline"/>
        </w:rPr>
        <w:t xml:space="preserve">to boost production and end the pandemic </w:t>
      </w:r>
      <w:r w:rsidRPr="00526BD9">
        <w:rPr>
          <w:rStyle w:val="Emphasis"/>
        </w:rPr>
        <w:t>sooner rather than later.</w:t>
      </w:r>
      <w:r>
        <w:rPr>
          <w:rStyle w:val="Emphasis"/>
        </w:rPr>
        <w:t xml:space="preserve"> </w:t>
      </w:r>
      <w:r w:rsidRPr="00526BD9">
        <w:rPr>
          <w:rStyle w:val="StyleUnderline"/>
        </w:rPr>
        <w:t>According to some</w:t>
      </w:r>
      <w:r w:rsidRPr="00526BD9">
        <w:rPr>
          <w:sz w:val="16"/>
        </w:rPr>
        <w:t xml:space="preserve"> of those </w:t>
      </w:r>
      <w:r w:rsidRPr="00526BD9">
        <w:rPr>
          <w:rStyle w:val="StyleUnderline"/>
        </w:rPr>
        <w:t>pushing for the waiver</w:t>
      </w:r>
      <w:r w:rsidRPr="00526BD9">
        <w:rPr>
          <w:sz w:val="16"/>
        </w:rPr>
        <w:t>—which was originally proposed last year by India and South Africa</w:t>
      </w:r>
      <w:r w:rsidRPr="00D2511C">
        <w:rPr>
          <w:sz w:val="16"/>
          <w:highlight w:val="yellow"/>
        </w:rPr>
        <w:t>—</w:t>
      </w:r>
      <w:r w:rsidRPr="00D2511C">
        <w:rPr>
          <w:rStyle w:val="Emphasis"/>
          <w:sz w:val="32"/>
          <w:szCs w:val="32"/>
          <w:highlight w:val="yellow"/>
        </w:rPr>
        <w:t>the WTO's future rests on what happens next</w:t>
      </w:r>
      <w:r w:rsidRPr="00526BD9">
        <w:rPr>
          <w:rStyle w:val="Emphasis"/>
          <w:sz w:val="32"/>
          <w:szCs w:val="32"/>
        </w:rPr>
        <w:t>.</w:t>
      </w:r>
      <w:r>
        <w:rPr>
          <w:rStyle w:val="Emphasis"/>
          <w:sz w:val="32"/>
          <w:szCs w:val="32"/>
        </w:rPr>
        <w:t xml:space="preserve"> </w:t>
      </w:r>
      <w:r w:rsidRPr="00526BD9">
        <w:rPr>
          <w:sz w:val="16"/>
        </w:rPr>
        <w:t xml:space="preserve">"The </w:t>
      </w:r>
      <w:r w:rsidRPr="00D2511C">
        <w:rPr>
          <w:rStyle w:val="StyleUnderline"/>
          <w:highlight w:val="yellow"/>
        </w:rPr>
        <w:t>credibility of the WTO will depend on its ability to find a meaningful outcome on this issue</w:t>
      </w:r>
      <w:r w:rsidRPr="00526BD9">
        <w:rPr>
          <w:rStyle w:val="StyleUnderline"/>
        </w:rPr>
        <w:t xml:space="preserve"> that truly ramps-up and diversifies production,"</w:t>
      </w:r>
      <w:r w:rsidRPr="00526BD9">
        <w:rPr>
          <w:sz w:val="16"/>
        </w:rPr>
        <w:t xml:space="preserve"> </w:t>
      </w:r>
      <w:r w:rsidRPr="00526BD9">
        <w:rPr>
          <w:rStyle w:val="StyleUnderline"/>
        </w:rPr>
        <w:t>says</w:t>
      </w:r>
      <w:r w:rsidRPr="00526BD9">
        <w:rPr>
          <w:sz w:val="16"/>
        </w:rPr>
        <w:t xml:space="preserve"> </w:t>
      </w:r>
      <w:proofErr w:type="spellStart"/>
      <w:r w:rsidRPr="00526BD9">
        <w:rPr>
          <w:sz w:val="16"/>
        </w:rPr>
        <w:t>Xolelwa</w:t>
      </w:r>
      <w:proofErr w:type="spellEnd"/>
      <w:r w:rsidRPr="00526BD9">
        <w:rPr>
          <w:sz w:val="16"/>
        </w:rPr>
        <w:t xml:space="preserve"> </w:t>
      </w:r>
      <w:proofErr w:type="spellStart"/>
      <w:r w:rsidRPr="00526BD9">
        <w:rPr>
          <w:sz w:val="16"/>
        </w:rPr>
        <w:t>Mlumbi</w:t>
      </w:r>
      <w:proofErr w:type="spellEnd"/>
      <w:r w:rsidRPr="00526BD9">
        <w:rPr>
          <w:sz w:val="16"/>
        </w:rPr>
        <w:t xml:space="preserve">-Peter, </w:t>
      </w:r>
      <w:r w:rsidRPr="00526BD9">
        <w:rPr>
          <w:rStyle w:val="StyleUnderline"/>
        </w:rPr>
        <w:t>South Africa's ambassador to the WTO.</w:t>
      </w:r>
      <w:r w:rsidRPr="00526BD9">
        <w:rPr>
          <w:sz w:val="16"/>
        </w:rPr>
        <w:t xml:space="preserve"> "Final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w:t>
      </w:r>
      <w:r w:rsidRPr="00526BD9">
        <w:rPr>
          <w:rStyle w:val="StyleUnderline"/>
        </w:rPr>
        <w:t>The WTO's founding agreement allows for rules to be waived in exceptional circumstances, and indeed this has happened before</w:t>
      </w:r>
      <w:r w:rsidRPr="00526BD9">
        <w:rPr>
          <w:sz w:val="16"/>
        </w:rPr>
        <w:t xml:space="preserve">: its members agreed in 2003 to waive TRIPS obligations that were blocking the importation of cheap, generic drugs into developing countries that lack manufacturing capacity. (That waiver was effectively made permanent in 2017.) Consensus is the key here. </w:t>
      </w:r>
      <w:r w:rsidRPr="00526BD9">
        <w:rPr>
          <w:rStyle w:val="StyleUnderline"/>
        </w:rPr>
        <w:t>Although the failure to reach consensus on a waiver could be overcome</w:t>
      </w:r>
      <w:r w:rsidRPr="00526BD9">
        <w:rPr>
          <w:sz w:val="16"/>
        </w:rPr>
        <w:t xml:space="preserve"> with a 75% supermajority vote by the WTO's membership, </w:t>
      </w:r>
      <w:r w:rsidRPr="00526BD9">
        <w:rPr>
          <w:rStyle w:val="StyleUnderline"/>
        </w:rPr>
        <w:t xml:space="preserve">this would be an </w:t>
      </w:r>
      <w:r w:rsidRPr="00526BD9">
        <w:rPr>
          <w:rStyle w:val="Emphasis"/>
        </w:rPr>
        <w:t>unprecedented and seismic event</w:t>
      </w:r>
      <w:r w:rsidRPr="00526BD9">
        <w:rPr>
          <w:sz w:val="16"/>
        </w:rPr>
        <w:t xml:space="preserve">. In the case of the COVID-19 vaccine IP waiver, it would mean standing up to the European Union, and Germany in particular, as well as countries such as Canada and the U.K.—the U.S. recently flipped from opposing the idea of a waiver to supporting it, as did France. It's a dispute between countries, but the result will be on the </w:t>
      </w:r>
      <w:proofErr w:type="gramStart"/>
      <w:r w:rsidRPr="00526BD9">
        <w:rPr>
          <w:sz w:val="16"/>
        </w:rPr>
        <w:t>WTO as a whole, say</w:t>
      </w:r>
      <w:proofErr w:type="gramEnd"/>
      <w:r w:rsidRPr="00526BD9">
        <w:rPr>
          <w:sz w:val="16"/>
        </w:rPr>
        <w:t xml:space="preserve"> waiver advocates. "</w:t>
      </w:r>
      <w:r w:rsidRPr="00D2511C">
        <w:rPr>
          <w:rStyle w:val="StyleUnderline"/>
          <w:highlight w:val="yellow"/>
        </w:rPr>
        <w:t>If,</w:t>
      </w:r>
      <w:r w:rsidRPr="00526BD9">
        <w:rPr>
          <w:rStyle w:val="StyleUnderline"/>
        </w:rPr>
        <w:t xml:space="preserve"> in the face of one of humanity's greatest challenges in a century</w:t>
      </w:r>
      <w:r w:rsidRPr="00D2511C">
        <w:rPr>
          <w:rStyle w:val="StyleUnderline"/>
          <w:highlight w:val="yellow"/>
        </w:rPr>
        <w:t>, the WTO functionally becomes an obstacle</w:t>
      </w:r>
      <w:r w:rsidRPr="00526BD9">
        <w:rPr>
          <w:rStyle w:val="StyleUnderline"/>
        </w:rPr>
        <w:t xml:space="preserve"> as in contrast to part of the solution, I think </w:t>
      </w:r>
      <w:r w:rsidRPr="00D2511C">
        <w:rPr>
          <w:rStyle w:val="Emphasis"/>
          <w:highlight w:val="yellow"/>
        </w:rPr>
        <w:t xml:space="preserve">it could be the </w:t>
      </w:r>
      <w:r w:rsidRPr="00D2511C">
        <w:rPr>
          <w:rStyle w:val="Emphasis"/>
          <w:sz w:val="28"/>
          <w:szCs w:val="28"/>
          <w:highlight w:val="yellow"/>
        </w:rPr>
        <w:t>final nail in the coffin</w:t>
      </w:r>
      <w:r w:rsidRPr="00D2511C">
        <w:rPr>
          <w:rStyle w:val="StyleUnderline"/>
          <w:highlight w:val="yellow"/>
        </w:rPr>
        <w:t>"</w:t>
      </w:r>
      <w:r w:rsidRPr="00526BD9">
        <w:rPr>
          <w:rStyle w:val="StyleUnderline"/>
        </w:rPr>
        <w:t xml:space="preserve"> for the organization</w:t>
      </w:r>
      <w:r w:rsidRPr="00526BD9">
        <w:rPr>
          <w:sz w:val="16"/>
        </w:rPr>
        <w:t xml:space="preserve">, </w:t>
      </w:r>
      <w:r w:rsidRPr="00526BD9">
        <w:rPr>
          <w:rStyle w:val="StyleUnderline"/>
        </w:rPr>
        <w:t>says</w:t>
      </w:r>
      <w:r w:rsidRPr="00526BD9">
        <w:rPr>
          <w:sz w:val="16"/>
        </w:rPr>
        <w:t xml:space="preserve"> Lori </w:t>
      </w:r>
      <w:r w:rsidRPr="00526BD9">
        <w:rPr>
          <w:rStyle w:val="StyleUnderline"/>
        </w:rPr>
        <w:t>Wallach</w:t>
      </w:r>
      <w:r w:rsidRPr="00526BD9">
        <w:rPr>
          <w:sz w:val="16"/>
        </w:rPr>
        <w:t xml:space="preserve">, the </w:t>
      </w:r>
      <w:r w:rsidRPr="00526BD9">
        <w:rPr>
          <w:rStyle w:val="StyleUnderline"/>
        </w:rPr>
        <w:t>founder of Public Citizen's Global Trade Watch</w:t>
      </w:r>
      <w:r w:rsidRPr="00526BD9">
        <w:rPr>
          <w:sz w:val="16"/>
        </w:rPr>
        <w:t xml:space="preserve">, a U.S. campaigning group that focuses on the WTO and trade agreements. </w:t>
      </w:r>
      <w:r w:rsidRPr="00526BD9">
        <w:rPr>
          <w:rStyle w:val="StyleUnderline"/>
        </w:rPr>
        <w:t xml:space="preserve">"If </w:t>
      </w:r>
      <w:r w:rsidRPr="00D2511C">
        <w:rPr>
          <w:rStyle w:val="StyleUnderline"/>
          <w:highlight w:val="yellow"/>
        </w:rPr>
        <w:t>the</w:t>
      </w:r>
      <w:r w:rsidRPr="00526BD9">
        <w:rPr>
          <w:sz w:val="16"/>
        </w:rPr>
        <w:t xml:space="preserve"> TRIPS </w:t>
      </w:r>
      <w:r w:rsidRPr="00D2511C">
        <w:rPr>
          <w:rStyle w:val="StyleUnderline"/>
          <w:highlight w:val="yellow"/>
        </w:rPr>
        <w:t>waiver</w:t>
      </w:r>
      <w:r w:rsidRPr="00526BD9">
        <w:rPr>
          <w:rStyle w:val="StyleUnderline"/>
        </w:rPr>
        <w:t xml:space="preserve"> is successful</w:t>
      </w:r>
      <w:r w:rsidRPr="00526BD9">
        <w:rPr>
          <w:sz w:val="16"/>
        </w:rPr>
        <w:t xml:space="preserve">, </w:t>
      </w:r>
      <w:r w:rsidRPr="00526BD9">
        <w:rPr>
          <w:rStyle w:val="StyleUnderline"/>
        </w:rPr>
        <w:t xml:space="preserve">and people see the WTO as being </w:t>
      </w:r>
      <w:r w:rsidRPr="00526BD9">
        <w:rPr>
          <w:rStyle w:val="Emphasis"/>
        </w:rPr>
        <w:t>part of the solution</w:t>
      </w:r>
      <w:r w:rsidRPr="00526BD9">
        <w:rPr>
          <w:sz w:val="16"/>
        </w:rPr>
        <w:t>—saving lives and livelihoods—</w:t>
      </w:r>
      <w:r w:rsidRPr="00526BD9">
        <w:rPr>
          <w:rStyle w:val="StyleUnderline"/>
        </w:rPr>
        <w:t xml:space="preserve">it </w:t>
      </w:r>
      <w:r w:rsidRPr="00D2511C">
        <w:rPr>
          <w:rStyle w:val="StyleUnderline"/>
          <w:highlight w:val="yellow"/>
        </w:rPr>
        <w:t xml:space="preserve">could </w:t>
      </w:r>
      <w:r w:rsidRPr="00D2511C">
        <w:rPr>
          <w:rStyle w:val="Emphasis"/>
          <w:highlight w:val="yellow"/>
        </w:rPr>
        <w:t>create</w:t>
      </w:r>
      <w:r w:rsidRPr="00D2511C">
        <w:rPr>
          <w:rStyle w:val="StyleUnderline"/>
          <w:highlight w:val="yellow"/>
        </w:rPr>
        <w:t xml:space="preserve"> </w:t>
      </w:r>
      <w:r w:rsidRPr="00D2511C">
        <w:rPr>
          <w:rStyle w:val="Emphasis"/>
          <w:highlight w:val="yellow"/>
        </w:rPr>
        <w:t xml:space="preserve">goodwill and </w:t>
      </w:r>
      <w:r w:rsidRPr="00D2511C">
        <w:rPr>
          <w:rStyle w:val="Emphasis"/>
          <w:highlight w:val="yellow"/>
        </w:rPr>
        <w:lastRenderedPageBreak/>
        <w:t>momentum to address what are still daunting structural problems</w:t>
      </w:r>
      <w:r w:rsidRPr="00526BD9">
        <w:rPr>
          <w:rStyle w:val="StyleUnderline"/>
        </w:rPr>
        <w:t>."</w:t>
      </w:r>
      <w:r>
        <w:rPr>
          <w:rStyle w:val="StyleUnderline"/>
        </w:rPr>
        <w:t xml:space="preserve"> </w:t>
      </w:r>
      <w:r w:rsidRPr="00526BD9">
        <w:rPr>
          <w:sz w:val="16"/>
        </w:rPr>
        <w:t xml:space="preserve">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w:t>
      </w:r>
      <w:proofErr w:type="gramStart"/>
      <w:r w:rsidRPr="00526BD9">
        <w:rPr>
          <w:sz w:val="16"/>
        </w:rPr>
        <w:t>ended</w:t>
      </w:r>
      <w:proofErr w:type="gramEnd"/>
      <w:r w:rsidRPr="00526BD9">
        <w:rPr>
          <w:sz w:val="16"/>
        </w:rPr>
        <w:t xml:space="preserve">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w:t>
      </w:r>
      <w:proofErr w:type="spellStart"/>
      <w:r w:rsidRPr="00526BD9">
        <w:rPr>
          <w:sz w:val="16"/>
        </w:rPr>
        <w:t>Mercurio</w:t>
      </w:r>
      <w:proofErr w:type="spellEnd"/>
      <w:r w:rsidRPr="00526BD9">
        <w:rPr>
          <w:sz w:val="16"/>
        </w:rPr>
        <w:t xml:space="preserve">,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w:t>
      </w:r>
      <w:proofErr w:type="spellStart"/>
      <w:r w:rsidRPr="00526BD9">
        <w:rPr>
          <w:sz w:val="16"/>
        </w:rPr>
        <w:t>Mercurio</w:t>
      </w:r>
      <w:proofErr w:type="spellEnd"/>
      <w:r w:rsidRPr="00526BD9">
        <w:rPr>
          <w:sz w:val="16"/>
        </w:rPr>
        <w:t xml:space="preserve">. China is at loggerheads with the U.S., the </w:t>
      </w:r>
      <w:proofErr w:type="gramStart"/>
      <w:r w:rsidRPr="00526BD9">
        <w:rPr>
          <w:sz w:val="16"/>
        </w:rPr>
        <w:t>EU</w:t>
      </w:r>
      <w:proofErr w:type="gramEnd"/>
      <w:r w:rsidRPr="00526BD9">
        <w:rPr>
          <w:sz w:val="16"/>
        </w:rPr>
        <w:t xml:space="preserve"> and others over numerous trade-related issues. Its rivals don't like its policy of demanding that Chinese citizens' data is stored on Chinese soil, nor do they approve of how foreign investors often </w:t>
      </w:r>
      <w:proofErr w:type="gramStart"/>
      <w:r w:rsidRPr="00526BD9">
        <w:rPr>
          <w:sz w:val="16"/>
        </w:rPr>
        <w:t>have to</w:t>
      </w:r>
      <w:proofErr w:type="gramEnd"/>
      <w:r w:rsidRPr="00526BD9">
        <w:rPr>
          <w:sz w:val="16"/>
        </w:rPr>
        <w:t xml:space="preserve"> partner with Chinese firms to access the country's market, in a way that leads to the transfer of technological knowhow. They also oppose China's industrial subsidies. </w:t>
      </w:r>
      <w:proofErr w:type="spellStart"/>
      <w:r w:rsidRPr="00526BD9">
        <w:rPr>
          <w:sz w:val="16"/>
        </w:rPr>
        <w:t>Mercurio</w:t>
      </w:r>
      <w:proofErr w:type="spellEnd"/>
      <w:r w:rsidRPr="00526BD9">
        <w:rPr>
          <w:sz w:val="16"/>
        </w:rPr>
        <w:t xml:space="preserve"> thinks China may agree to reforms on some of these issues, particularly regarding subsidies, but "only if it is offered something in return." All </w:t>
      </w:r>
      <w:r w:rsidRPr="00526BD9">
        <w:rPr>
          <w:rStyle w:val="StyleUnderline"/>
        </w:rPr>
        <w:t>these problems won't go away if the WTO manages to come up with a TRIPS waiver for COVID</w:t>
      </w:r>
      <w:r w:rsidRPr="00526BD9">
        <w:rPr>
          <w:sz w:val="16"/>
        </w:rPr>
        <w:t>-19 vaccines and medical supplies, Wallach concedes. "</w:t>
      </w:r>
      <w:r w:rsidRPr="00526BD9">
        <w:rPr>
          <w:rStyle w:val="StyleUnderline"/>
        </w:rPr>
        <w:t>But," she adds, "</w:t>
      </w:r>
      <w:r w:rsidRPr="00526BD9">
        <w:rPr>
          <w:rStyle w:val="Emphasis"/>
        </w:rPr>
        <w:t>the will and the good faith</w:t>
      </w:r>
      <w:r w:rsidRPr="00526BD9">
        <w:rPr>
          <w:rStyle w:val="StyleUnderline"/>
        </w:rPr>
        <w:t xml:space="preserve"> to tackle these challenges is </w:t>
      </w:r>
      <w:r w:rsidRPr="00526BD9">
        <w:rPr>
          <w:rStyle w:val="Emphasis"/>
        </w:rPr>
        <w:t>increased enormously</w:t>
      </w:r>
      <w:r w:rsidRPr="00526BD9">
        <w:rPr>
          <w:rStyle w:val="StyleUnderline"/>
        </w:rPr>
        <w:t xml:space="preserve"> if the WTO has the </w:t>
      </w:r>
      <w:r w:rsidRPr="00526BD9">
        <w:rPr>
          <w:rStyle w:val="Emphasis"/>
        </w:rPr>
        <w:t>experience of being part of the solution, not just an obstacle."</w:t>
      </w:r>
      <w:r w:rsidRPr="00526BD9">
        <w:rPr>
          <w:sz w:val="16"/>
        </w:rPr>
        <w:t xml:space="preserve"> </w:t>
      </w:r>
      <w:r w:rsidRPr="00526BD9">
        <w:rPr>
          <w:rStyle w:val="StyleUnderline"/>
        </w:rPr>
        <w:t>Wallach points to a statement released</w:t>
      </w:r>
      <w:r w:rsidRPr="00526BD9">
        <w:rPr>
          <w:sz w:val="16"/>
        </w:rPr>
        <w:t xml:space="preserve"> earlier this month </w:t>
      </w:r>
      <w:r w:rsidRPr="00526BD9">
        <w:rPr>
          <w:rStyle w:val="StyleUnderline"/>
        </w:rPr>
        <w:t xml:space="preserve">by </w:t>
      </w:r>
      <w:r w:rsidRPr="00526BD9">
        <w:rPr>
          <w:sz w:val="16"/>
        </w:rPr>
        <w:t>Asia Pacific Economic Cooperation (</w:t>
      </w:r>
      <w:r w:rsidRPr="00526BD9">
        <w:rPr>
          <w:rStyle w:val="StyleUnderline"/>
        </w:rPr>
        <w:t>APEC) trade ministers</w:t>
      </w:r>
      <w:r w:rsidRPr="00526BD9">
        <w:rPr>
          <w:sz w:val="16"/>
        </w:rPr>
        <w:t>, which called for urgent discussions on the waiver. "</w:t>
      </w:r>
      <w:r w:rsidRPr="00526BD9">
        <w:rPr>
          <w:rStyle w:val="StyleUnderline"/>
        </w:rPr>
        <w:t>Th</w:t>
      </w:r>
      <w:r w:rsidRPr="00D2511C">
        <w:rPr>
          <w:rStyle w:val="StyleUnderline"/>
          <w:highlight w:val="yellow"/>
        </w:rPr>
        <w:t xml:space="preserve">e WTO must </w:t>
      </w:r>
      <w:r w:rsidRPr="00D2511C">
        <w:rPr>
          <w:rStyle w:val="Emphasis"/>
          <w:highlight w:val="yellow"/>
        </w:rPr>
        <w:t xml:space="preserve">demonstrate that global trade rules can help address </w:t>
      </w:r>
      <w:r w:rsidRPr="00D2511C">
        <w:rPr>
          <w:rStyle w:val="Emphasis"/>
        </w:rPr>
        <w:t>the human catastrophe</w:t>
      </w:r>
      <w:r w:rsidRPr="00526BD9">
        <w:rPr>
          <w:rStyle w:val="StyleUnderline"/>
        </w:rPr>
        <w:t xml:space="preserve"> of the </w:t>
      </w:r>
      <w:r w:rsidRPr="00D2511C">
        <w:rPr>
          <w:rStyle w:val="StyleUnderline"/>
          <w:highlight w:val="yellow"/>
        </w:rPr>
        <w:t>COVID</w:t>
      </w:r>
      <w:r w:rsidRPr="00526BD9">
        <w:rPr>
          <w:rStyle w:val="StyleUnderline"/>
        </w:rPr>
        <w:t>-19 pandemic and facilitate the recovery</w:t>
      </w:r>
      <w:r w:rsidRPr="00526BD9">
        <w:rPr>
          <w:sz w:val="16"/>
        </w:rPr>
        <w:t xml:space="preserve">," the statement read in its section about WTO reform. </w:t>
      </w:r>
      <w:proofErr w:type="spellStart"/>
      <w:r w:rsidRPr="00526BD9">
        <w:rPr>
          <w:sz w:val="16"/>
        </w:rPr>
        <w:t>Okonjo</w:t>
      </w:r>
      <w:proofErr w:type="spellEnd"/>
      <w:r w:rsidRPr="00526BD9">
        <w:rPr>
          <w:sz w:val="16"/>
        </w:rPr>
        <w:t xml:space="preserve">-Iweala's role The WTO's new director general, whose route to the top was unblocked in early 2021 with the demise of the Trump administration, is certainly keen to fix the problems that contributed to the early departure of her predecessor, Brazil's Robert Azevedo. "We must act now to get all our ambassadors to the table to negotiate a text" on the issue of an IP waiver for COVID vaccines, Ngozi </w:t>
      </w:r>
      <w:proofErr w:type="spellStart"/>
      <w:r w:rsidRPr="00526BD9">
        <w:rPr>
          <w:sz w:val="16"/>
        </w:rPr>
        <w:t>Okonjo</w:t>
      </w:r>
      <w:proofErr w:type="spellEnd"/>
      <w:r w:rsidRPr="00526BD9">
        <w:rPr>
          <w:sz w:val="16"/>
        </w:rPr>
        <w:t xml:space="preserve">-Iweala, director general of the World Trade Organization, has said. </w:t>
      </w:r>
      <w:proofErr w:type="spellStart"/>
      <w:r w:rsidRPr="00526BD9">
        <w:rPr>
          <w:sz w:val="16"/>
        </w:rPr>
        <w:t>Dursun</w:t>
      </w:r>
      <w:proofErr w:type="spellEnd"/>
      <w:r w:rsidRPr="00526BD9">
        <w:rPr>
          <w:sz w:val="16"/>
        </w:rPr>
        <w:t xml:space="preserve"> </w:t>
      </w:r>
      <w:proofErr w:type="spellStart"/>
      <w:r w:rsidRPr="00526BD9">
        <w:rPr>
          <w:sz w:val="16"/>
        </w:rPr>
        <w:t>Aydemir</w:t>
      </w:r>
      <w:proofErr w:type="spellEnd"/>
      <w:r w:rsidRPr="00526BD9">
        <w:rPr>
          <w:sz w:val="16"/>
        </w:rPr>
        <w:t xml:space="preserve">—Anadolu/Bloomberg/Getty Images Earlier this week, when the U.S. and EU agreed a five-year ceasefire in a long-running dispute over Boeing and Airbus aircraft subsidies, </w:t>
      </w:r>
      <w:proofErr w:type="spellStart"/>
      <w:r w:rsidRPr="00526BD9">
        <w:rPr>
          <w:sz w:val="16"/>
        </w:rPr>
        <w:t>Okonjo</w:t>
      </w:r>
      <w:proofErr w:type="spellEnd"/>
      <w:r w:rsidRPr="00526BD9">
        <w:rPr>
          <w:sz w:val="16"/>
        </w:rPr>
        <w:t>-Iweala tweeted: "</w:t>
      </w:r>
      <w:r w:rsidRPr="00526BD9">
        <w:rPr>
          <w:rStyle w:val="StyleUnderline"/>
        </w:rPr>
        <w:t>With political will, we can solve even the most intractable problems</w:t>
      </w:r>
      <w:r w:rsidRPr="00526BD9">
        <w:rPr>
          <w:sz w:val="16"/>
        </w:rPr>
        <w:t xml:space="preserve">." However, </w:t>
      </w:r>
      <w:proofErr w:type="spellStart"/>
      <w:r w:rsidRPr="00526BD9">
        <w:rPr>
          <w:sz w:val="16"/>
        </w:rPr>
        <w:t>Mercurio</w:t>
      </w:r>
      <w:proofErr w:type="spellEnd"/>
      <w:r w:rsidRPr="00526BD9">
        <w:rPr>
          <w:sz w:val="16"/>
        </w:rPr>
        <w:t xml:space="preserve">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Ngozi is very much someone who will actively seek solutions to problems, and in this way different to her predecessor. If the role of mediator is welcomed, she could have an impact not in starting discussions but in getting deals over the finish line." A spokesperson for the WTO Secretariat declined to offer comment on </w:t>
      </w:r>
      <w:proofErr w:type="spellStart"/>
      <w:r w:rsidRPr="00526BD9">
        <w:rPr>
          <w:sz w:val="16"/>
        </w:rPr>
        <w:t>Mlumbi</w:t>
      </w:r>
      <w:proofErr w:type="spellEnd"/>
      <w:r w:rsidRPr="00526BD9">
        <w:rPr>
          <w:sz w:val="16"/>
        </w:rPr>
        <w:t xml:space="preserve">-Peter and Wallach's suggestions that the organization's credibility rests on the vaccine patent waiver </w:t>
      </w:r>
      <w:proofErr w:type="gramStart"/>
      <w:r w:rsidRPr="00526BD9">
        <w:rPr>
          <w:sz w:val="16"/>
        </w:rPr>
        <w:t>issue, but</w:t>
      </w:r>
      <w:proofErr w:type="gramEnd"/>
      <w:r w:rsidRPr="00526BD9">
        <w:rPr>
          <w:sz w:val="16"/>
        </w:rPr>
        <w:t xml:space="preserve"> pointed to a May speech in which </w:t>
      </w:r>
      <w:proofErr w:type="spellStart"/>
      <w:r w:rsidRPr="00526BD9">
        <w:rPr>
          <w:rStyle w:val="StyleUnderline"/>
        </w:rPr>
        <w:t>Okonjo</w:t>
      </w:r>
      <w:proofErr w:type="spellEnd"/>
      <w:r w:rsidRPr="00526BD9">
        <w:rPr>
          <w:rStyle w:val="StyleUnderline"/>
        </w:rPr>
        <w:t>-Iweala said the WTO could help tackle vaccine supply chain monitoring and transparency, helping manufacturers scale up production, and creating a more geographically diversified manufacturing base.</w:t>
      </w:r>
      <w:r>
        <w:rPr>
          <w:rStyle w:val="StyleUnderline"/>
        </w:rPr>
        <w:t xml:space="preserve"> </w:t>
      </w:r>
      <w:r w:rsidRPr="00526BD9">
        <w:rPr>
          <w:rStyle w:val="StyleUnderline"/>
        </w:rPr>
        <w:t>In her speech, the WTO chief also said members "must address issues related to technology transfer, knowhow and intellectual property," including the waiver proposal</w:t>
      </w:r>
      <w:r w:rsidRPr="00526BD9">
        <w:rPr>
          <w:sz w:val="16"/>
        </w:rPr>
        <w:t xml:space="preserve">. "We must act now to get all our ambassadors to the table to negotiate a text," she said. </w:t>
      </w:r>
    </w:p>
    <w:p w14:paraId="5200F275" w14:textId="77777777" w:rsidR="007A6DCA" w:rsidRDefault="007A6DCA" w:rsidP="007A6DCA">
      <w:pPr>
        <w:pStyle w:val="Heading4"/>
      </w:pPr>
      <w:r>
        <w:t xml:space="preserve">8. The WTO dampens US-China great power conflict which is crucial to solve a laundry list of existential threats. Cooperation on global vaccine distribution is a vital test case </w:t>
      </w:r>
    </w:p>
    <w:p w14:paraId="09624EAB" w14:textId="77777777" w:rsidR="007A6DCA" w:rsidRPr="00AB68B0" w:rsidRDefault="007A6DCA" w:rsidP="007A6DCA">
      <w:pPr>
        <w:rPr>
          <w:rStyle w:val="Style13ptBold"/>
        </w:rPr>
      </w:pPr>
      <w:r w:rsidRPr="00AB68B0">
        <w:rPr>
          <w:rStyle w:val="Style13ptBold"/>
        </w:rPr>
        <w:t xml:space="preserve">Shaffer, JD Stanford, 21 </w:t>
      </w:r>
    </w:p>
    <w:p w14:paraId="1B70B9A2" w14:textId="77777777" w:rsidR="007A6DCA" w:rsidRPr="00AB68B0" w:rsidRDefault="007A6DCA" w:rsidP="007A6DCA">
      <w:pPr>
        <w:rPr>
          <w:sz w:val="16"/>
        </w:rPr>
      </w:pPr>
      <w:r w:rsidRPr="00AB68B0">
        <w:rPr>
          <w:sz w:val="16"/>
        </w:rPr>
        <w:lastRenderedPageBreak/>
        <w:t xml:space="preserve">(Gregory Shaffer is Chancellor’s Professor at the University of California, Irvine, and author of the forthcoming book, “Emerging Powers in the World Trading System: The Past and Future of International Economic Law.” </w:t>
      </w:r>
      <w:hyperlink r:id="rId8" w:history="1">
        <w:r w:rsidRPr="00AB68B0">
          <w:rPr>
            <w:rStyle w:val="Hyperlink"/>
            <w:sz w:val="16"/>
          </w:rPr>
          <w:t>https://thehill.com/opinion/international/559049-the-us-must-engage-with-china-even-when-countering-china</w:t>
        </w:r>
      </w:hyperlink>
      <w:r w:rsidRPr="00AB68B0">
        <w:rPr>
          <w:sz w:val="16"/>
        </w:rPr>
        <w:t xml:space="preserve">, 6-21) </w:t>
      </w:r>
    </w:p>
    <w:p w14:paraId="1AC61EFC" w14:textId="45DE38A1" w:rsidR="007A6DCA" w:rsidRPr="007A6DCA" w:rsidRDefault="007A6DCA" w:rsidP="007A6DCA">
      <w:pPr>
        <w:rPr>
          <w:u w:val="single"/>
        </w:rPr>
      </w:pPr>
      <w:r w:rsidRPr="00AB68B0">
        <w:rPr>
          <w:sz w:val="16"/>
        </w:rPr>
        <w:t xml:space="preserve">A policy statement heard around the world is </w:t>
      </w:r>
      <w:r w:rsidRPr="00D2511C">
        <w:rPr>
          <w:sz w:val="16"/>
        </w:rPr>
        <w:t xml:space="preserve">that </w:t>
      </w:r>
      <w:r w:rsidRPr="00D2511C">
        <w:rPr>
          <w:rStyle w:val="StyleUnderline"/>
        </w:rPr>
        <w:t>U.S. engagement with China “has come to an end</w:t>
      </w:r>
      <w:r w:rsidRPr="00AB68B0">
        <w:rPr>
          <w:sz w:val="16"/>
        </w:rPr>
        <w:t xml:space="preserve">.” It suggests that the </w:t>
      </w:r>
      <w:r w:rsidRPr="00D2511C">
        <w:rPr>
          <w:rStyle w:val="StyleUnderline"/>
          <w:highlight w:val="yellow"/>
        </w:rPr>
        <w:t>Biden</w:t>
      </w:r>
      <w:r w:rsidRPr="00E3799C">
        <w:rPr>
          <w:rStyle w:val="StyleUnderline"/>
        </w:rPr>
        <w:t xml:space="preserve"> </w:t>
      </w:r>
      <w:r w:rsidRPr="00AB68B0">
        <w:rPr>
          <w:sz w:val="16"/>
        </w:rPr>
        <w:t xml:space="preserve">administration </w:t>
      </w:r>
      <w:r w:rsidRPr="00E3799C">
        <w:rPr>
          <w:rStyle w:val="StyleUnderline"/>
        </w:rPr>
        <w:t>is taking a hawkish approach</w:t>
      </w:r>
      <w:r w:rsidRPr="00AB68B0">
        <w:rPr>
          <w:sz w:val="16"/>
        </w:rPr>
        <w:t xml:space="preserve"> toward China. That stance seemed clear as the U.S. worked the G7 and NATO communiqués to confront China with an “alliance of democracies.” Yet, peeling the layers, one comes to the necessity for a much more complex U.S. approach to China. </w:t>
      </w:r>
      <w:r w:rsidRPr="00E3799C">
        <w:rPr>
          <w:rStyle w:val="StyleUnderline"/>
        </w:rPr>
        <w:t>Rather than ending engagement, the U.S</w:t>
      </w:r>
      <w:r w:rsidRPr="00D2511C">
        <w:rPr>
          <w:rStyle w:val="StyleUnderline"/>
          <w:highlight w:val="yellow"/>
        </w:rPr>
        <w:t>. should be thinking about engagement’s different dimensions</w:t>
      </w:r>
      <w:r w:rsidRPr="00AB68B0">
        <w:rPr>
          <w:sz w:val="16"/>
        </w:rPr>
        <w:t xml:space="preserve">. Indeed, Kurt Campbell, coordinator for Indo-Pacific affairs on the National Security Council, who made the remark, implicitly addressed three necessary forms of engagement that have been lacking. First, </w:t>
      </w:r>
      <w:r w:rsidRPr="00E3799C">
        <w:rPr>
          <w:rStyle w:val="StyleUnderline"/>
        </w:rPr>
        <w:t xml:space="preserve">even </w:t>
      </w:r>
      <w:r w:rsidRPr="00D2511C">
        <w:rPr>
          <w:rStyle w:val="StyleUnderline"/>
        </w:rPr>
        <w:t>when the U</w:t>
      </w:r>
      <w:r w:rsidRPr="00D2511C">
        <w:rPr>
          <w:sz w:val="16"/>
        </w:rPr>
        <w:t xml:space="preserve">nited </w:t>
      </w:r>
      <w:r w:rsidRPr="00D2511C">
        <w:rPr>
          <w:rStyle w:val="StyleUnderline"/>
        </w:rPr>
        <w:t>S</w:t>
      </w:r>
      <w:r w:rsidRPr="00D2511C">
        <w:rPr>
          <w:sz w:val="16"/>
        </w:rPr>
        <w:t xml:space="preserve">tates </w:t>
      </w:r>
      <w:r w:rsidRPr="00D2511C">
        <w:rPr>
          <w:rStyle w:val="StyleUnderline"/>
        </w:rPr>
        <w:t>aims to counter China, engagement remains essential</w:t>
      </w:r>
      <w:r w:rsidRPr="00D2511C">
        <w:rPr>
          <w:sz w:val="16"/>
          <w:highlight w:val="yellow"/>
        </w:rPr>
        <w:t xml:space="preserve">. </w:t>
      </w:r>
      <w:r w:rsidRPr="00D2511C">
        <w:rPr>
          <w:rStyle w:val="StyleUnderline"/>
          <w:highlight w:val="yellow"/>
        </w:rPr>
        <w:t>The</w:t>
      </w:r>
      <w:r w:rsidRPr="00E3799C">
        <w:rPr>
          <w:rStyle w:val="StyleUnderline"/>
        </w:rPr>
        <w:t xml:space="preserve"> </w:t>
      </w:r>
      <w:r w:rsidRPr="00D2511C">
        <w:rPr>
          <w:rStyle w:val="StyleUnderline"/>
          <w:highlight w:val="yellow"/>
        </w:rPr>
        <w:t>U.S. will most effectively counter Chinese actions</w:t>
      </w:r>
      <w:r w:rsidRPr="00E3799C">
        <w:rPr>
          <w:rStyle w:val="StyleUnderline"/>
        </w:rPr>
        <w:t xml:space="preserve"> </w:t>
      </w:r>
      <w:r w:rsidRPr="00AB68B0">
        <w:rPr>
          <w:sz w:val="16"/>
        </w:rPr>
        <w:t xml:space="preserve">in the South China Sea, the Taiwan Strait, along the border with India, and against allies’ economies, </w:t>
      </w:r>
      <w:r w:rsidRPr="00D2511C">
        <w:rPr>
          <w:rStyle w:val="StyleUnderline"/>
          <w:highlight w:val="yellow"/>
        </w:rPr>
        <w:t>if the U.S. works closely with others</w:t>
      </w:r>
      <w:r w:rsidRPr="00E3799C">
        <w:rPr>
          <w:rStyle w:val="StyleUnderline"/>
        </w:rPr>
        <w:t xml:space="preserve">. </w:t>
      </w:r>
      <w:r w:rsidRPr="00AB68B0">
        <w:rPr>
          <w:sz w:val="16"/>
        </w:rPr>
        <w:t xml:space="preserve">The </w:t>
      </w:r>
      <w:r w:rsidRPr="00E3799C">
        <w:rPr>
          <w:rStyle w:val="StyleUnderline"/>
        </w:rPr>
        <w:t>Trump</w:t>
      </w:r>
      <w:r w:rsidRPr="00AB68B0">
        <w:rPr>
          <w:sz w:val="16"/>
        </w:rPr>
        <w:t xml:space="preserve"> administration </w:t>
      </w:r>
      <w:r w:rsidRPr="00E3799C">
        <w:rPr>
          <w:rStyle w:val="StyleUnderline"/>
        </w:rPr>
        <w:t>was notoriously unreliable and antagonistic towards allies. The U</w:t>
      </w:r>
      <w:r w:rsidRPr="00AB68B0">
        <w:rPr>
          <w:sz w:val="16"/>
        </w:rPr>
        <w:t xml:space="preserve">nited </w:t>
      </w:r>
      <w:r w:rsidRPr="00E3799C">
        <w:rPr>
          <w:rStyle w:val="StyleUnderline"/>
        </w:rPr>
        <w:t>S</w:t>
      </w:r>
      <w:r w:rsidRPr="00AB68B0">
        <w:rPr>
          <w:sz w:val="16"/>
        </w:rPr>
        <w:t xml:space="preserve">tates and its allies </w:t>
      </w:r>
      <w:r w:rsidRPr="00E3799C">
        <w:rPr>
          <w:rStyle w:val="StyleUnderline"/>
        </w:rPr>
        <w:t>will bolster their position in relation to China if they coordinate</w:t>
      </w:r>
      <w:r w:rsidRPr="00AB68B0">
        <w:rPr>
          <w:sz w:val="16"/>
        </w:rPr>
        <w:t xml:space="preserve"> — an approach underscored at the recent G7 and NATO summits. ADVERTISEMENT Yet, </w:t>
      </w:r>
      <w:r w:rsidRPr="00E3799C">
        <w:rPr>
          <w:rStyle w:val="StyleUnderline"/>
        </w:rPr>
        <w:t>even in high-conflict situations, diplomacy and bargaining with China also will be important</w:t>
      </w:r>
      <w:r w:rsidRPr="00AB68B0">
        <w:rPr>
          <w:sz w:val="16"/>
        </w:rPr>
        <w:t xml:space="preserve">. </w:t>
      </w:r>
      <w:r w:rsidRPr="00D2511C">
        <w:rPr>
          <w:rStyle w:val="Emphasis"/>
          <w:highlight w:val="yellow"/>
        </w:rPr>
        <w:t>Trade and technology policies are rife with rivalry</w:t>
      </w:r>
      <w:r w:rsidRPr="00E3799C">
        <w:rPr>
          <w:rStyle w:val="Emphasis"/>
        </w:rPr>
        <w:t xml:space="preserve"> and competition</w:t>
      </w:r>
      <w:r w:rsidRPr="00AB68B0">
        <w:rPr>
          <w:sz w:val="16"/>
        </w:rPr>
        <w:t xml:space="preserve">. </w:t>
      </w:r>
      <w:r w:rsidRPr="00D2511C">
        <w:rPr>
          <w:rStyle w:val="Emphasis"/>
          <w:highlight w:val="yellow"/>
        </w:rPr>
        <w:t xml:space="preserve">These policies can trigger harmful </w:t>
      </w:r>
      <w:r w:rsidRPr="00D2511C">
        <w:rPr>
          <w:rStyle w:val="Emphasis"/>
        </w:rPr>
        <w:t xml:space="preserve">tit-for-tat </w:t>
      </w:r>
      <w:r w:rsidRPr="00D2511C">
        <w:rPr>
          <w:rStyle w:val="Emphasis"/>
          <w:highlight w:val="yellow"/>
        </w:rPr>
        <w:t>escalations</w:t>
      </w:r>
      <w:r w:rsidRPr="00E3799C">
        <w:rPr>
          <w:rStyle w:val="Emphasis"/>
        </w:rPr>
        <w:t xml:space="preserve"> if they are not grounded in agreed rules and understandings.</w:t>
      </w:r>
      <w:r w:rsidRPr="00AB68B0">
        <w:rPr>
          <w:sz w:val="16"/>
        </w:rPr>
        <w:t xml:space="preserve"> </w:t>
      </w:r>
      <w:r w:rsidRPr="00E3799C">
        <w:rPr>
          <w:rStyle w:val="StyleUnderline"/>
        </w:rPr>
        <w:t xml:space="preserve">These risks become particularly salient when economic and financial crises strike. Third-party institutions such as </w:t>
      </w:r>
      <w:r w:rsidRPr="00D2511C">
        <w:rPr>
          <w:rStyle w:val="StyleUnderline"/>
          <w:highlight w:val="yellow"/>
        </w:rPr>
        <w:t>the</w:t>
      </w:r>
      <w:r w:rsidRPr="00AB68B0">
        <w:rPr>
          <w:sz w:val="16"/>
        </w:rPr>
        <w:t xml:space="preserve"> World Trade Organization </w:t>
      </w:r>
      <w:r w:rsidRPr="00E3799C">
        <w:rPr>
          <w:rStyle w:val="Emphasis"/>
        </w:rPr>
        <w:t>(</w:t>
      </w:r>
      <w:r w:rsidRPr="00D2511C">
        <w:rPr>
          <w:rStyle w:val="Emphasis"/>
          <w:highlight w:val="yellow"/>
        </w:rPr>
        <w:t>WTO</w:t>
      </w:r>
      <w:r w:rsidRPr="00E3799C">
        <w:rPr>
          <w:rStyle w:val="Emphasis"/>
        </w:rPr>
        <w:t>)</w:t>
      </w:r>
      <w:r w:rsidRPr="00AB68B0">
        <w:rPr>
          <w:sz w:val="16"/>
        </w:rPr>
        <w:t xml:space="preserve"> can </w:t>
      </w:r>
      <w:r w:rsidRPr="00D2511C">
        <w:rPr>
          <w:rStyle w:val="Emphasis"/>
          <w:highlight w:val="yellow"/>
        </w:rPr>
        <w:t>help parties manage their conflict</w:t>
      </w:r>
      <w:r w:rsidRPr="00AB68B0">
        <w:rPr>
          <w:rStyle w:val="Emphasis"/>
        </w:rPr>
        <w:t>s</w:t>
      </w:r>
      <w:r w:rsidRPr="00E3799C">
        <w:rPr>
          <w:rStyle w:val="StyleUnderline"/>
        </w:rPr>
        <w:t xml:space="preserve"> so that they are </w:t>
      </w:r>
      <w:r w:rsidRPr="00E3799C">
        <w:rPr>
          <w:rStyle w:val="Emphasis"/>
        </w:rPr>
        <w:t xml:space="preserve">not </w:t>
      </w:r>
      <w:r w:rsidRPr="00D2511C">
        <w:rPr>
          <w:rStyle w:val="Emphasis"/>
        </w:rPr>
        <w:t>mutually</w:t>
      </w:r>
      <w:r w:rsidRPr="00E3799C">
        <w:rPr>
          <w:rStyle w:val="Emphasis"/>
        </w:rPr>
        <w:t xml:space="preserve"> destructive.</w:t>
      </w:r>
      <w:r w:rsidRPr="00AB68B0">
        <w:rPr>
          <w:sz w:val="16"/>
        </w:rPr>
        <w:t xml:space="preserve"> China will be indispensable in any U.S. effort to update and “reform” WTO rules. Second, </w:t>
      </w:r>
      <w:r w:rsidRPr="00D2511C">
        <w:rPr>
          <w:rStyle w:val="StyleUnderline"/>
          <w:highlight w:val="yellow"/>
        </w:rPr>
        <w:t>the</w:t>
      </w:r>
      <w:r w:rsidRPr="00AB68B0">
        <w:rPr>
          <w:rStyle w:val="StyleUnderline"/>
        </w:rPr>
        <w:t xml:space="preserve"> </w:t>
      </w:r>
      <w:r w:rsidRPr="00D2511C">
        <w:rPr>
          <w:rStyle w:val="StyleUnderline"/>
          <w:highlight w:val="yellow"/>
        </w:rPr>
        <w:t>U</w:t>
      </w:r>
      <w:r w:rsidRPr="00D2511C">
        <w:rPr>
          <w:sz w:val="16"/>
          <w:highlight w:val="yellow"/>
        </w:rPr>
        <w:t>n</w:t>
      </w:r>
      <w:r w:rsidRPr="00AB68B0">
        <w:rPr>
          <w:sz w:val="16"/>
        </w:rPr>
        <w:t xml:space="preserve">ited </w:t>
      </w:r>
      <w:r w:rsidRPr="00D2511C">
        <w:rPr>
          <w:rStyle w:val="StyleUnderline"/>
          <w:highlight w:val="yellow"/>
        </w:rPr>
        <w:t>S</w:t>
      </w:r>
      <w:r w:rsidRPr="00D2511C">
        <w:rPr>
          <w:sz w:val="16"/>
        </w:rPr>
        <w:t xml:space="preserve">tates </w:t>
      </w:r>
      <w:r w:rsidRPr="00D2511C">
        <w:rPr>
          <w:rStyle w:val="StyleUnderline"/>
          <w:highlight w:val="yellow"/>
        </w:rPr>
        <w:t xml:space="preserve">needs to work with China to effectively address </w:t>
      </w:r>
      <w:r w:rsidRPr="00D2511C">
        <w:rPr>
          <w:rStyle w:val="Emphasis"/>
          <w:highlight w:val="yellow"/>
        </w:rPr>
        <w:t xml:space="preserve">common </w:t>
      </w:r>
      <w:r w:rsidRPr="00D2511C">
        <w:rPr>
          <w:rStyle w:val="Emphasis"/>
        </w:rPr>
        <w:t xml:space="preserve">global, existential </w:t>
      </w:r>
      <w:r w:rsidRPr="00D2511C">
        <w:rPr>
          <w:rStyle w:val="Emphasis"/>
          <w:highlight w:val="yellow"/>
        </w:rPr>
        <w:t>challenges</w:t>
      </w:r>
      <w:r w:rsidRPr="00AB68B0">
        <w:rPr>
          <w:sz w:val="16"/>
        </w:rPr>
        <w:t xml:space="preserve">. Campbell mentioned three: </w:t>
      </w:r>
      <w:r w:rsidRPr="00AB68B0">
        <w:rPr>
          <w:rStyle w:val="Emphasis"/>
        </w:rPr>
        <w:t>climate change, global pandemics, and nuclear proliferation</w:t>
      </w:r>
      <w:r w:rsidRPr="00AB68B0">
        <w:rPr>
          <w:sz w:val="16"/>
        </w:rPr>
        <w:t xml:space="preserve">. A signal success of the Obama administration was getting China to make commitments for the first time on emissions, which gave rise to the Paris Agreement. </w:t>
      </w:r>
      <w:r w:rsidRPr="00AB68B0">
        <w:rPr>
          <w:rStyle w:val="StyleUnderline"/>
        </w:rPr>
        <w:t>The U.S. also worked with China to stem Iran’s ability to develop nuclear weapons under the Joint Comprehensive Plan of Action. It needs to do the same regarding North Korea’s nuclear program.</w:t>
      </w:r>
      <w:r>
        <w:rPr>
          <w:rStyle w:val="StyleUnderline"/>
        </w:rPr>
        <w:t xml:space="preserve"> </w:t>
      </w:r>
      <w:r w:rsidRPr="00AB68B0">
        <w:rPr>
          <w:rStyle w:val="StyleUnderline"/>
        </w:rPr>
        <w:t>Even in these areas of mutual concern, competition and rivalry are present. Yet such competition also can lead to mutually beneficial outcomes</w:t>
      </w:r>
      <w:r w:rsidRPr="00AB68B0">
        <w:rPr>
          <w:rStyle w:val="Emphasis"/>
        </w:rPr>
        <w:t>, such as to provide vaccines globally</w:t>
      </w:r>
      <w:r w:rsidRPr="00AB68B0">
        <w:rPr>
          <w:rStyle w:val="StyleUnderline"/>
        </w:rPr>
        <w:t xml:space="preserve"> and to develop green technologies.</w:t>
      </w:r>
    </w:p>
    <w:p w14:paraId="3D9F5C93" w14:textId="77777777" w:rsidR="007A6DCA" w:rsidRDefault="007A6DCA" w:rsidP="007A6DCA">
      <w:pPr>
        <w:pStyle w:val="Heading4"/>
      </w:pPr>
      <w:r>
        <w:t>9. The WTO reduces war through peace dividends, interdependence, and rule of law</w:t>
      </w:r>
    </w:p>
    <w:p w14:paraId="25AF41A1" w14:textId="792F40A4" w:rsidR="007A6DCA" w:rsidRPr="00B51DB2" w:rsidRDefault="007A6DCA" w:rsidP="007A6DCA">
      <w:pPr>
        <w:rPr>
          <w:rStyle w:val="Style13ptBold"/>
        </w:rPr>
      </w:pPr>
      <w:r w:rsidRPr="00B51DB2">
        <w:rPr>
          <w:rStyle w:val="Style13ptBold"/>
        </w:rPr>
        <w:t xml:space="preserve">Baldwin, PhD, and </w:t>
      </w:r>
      <w:proofErr w:type="spellStart"/>
      <w:r w:rsidRPr="00B51DB2">
        <w:rPr>
          <w:rStyle w:val="Style13ptBold"/>
        </w:rPr>
        <w:t>Nakotomi</w:t>
      </w:r>
      <w:proofErr w:type="spellEnd"/>
      <w:r w:rsidRPr="00B51DB2">
        <w:rPr>
          <w:rStyle w:val="Style13ptBold"/>
        </w:rPr>
        <w:t xml:space="preserve"> 15</w:t>
      </w:r>
    </w:p>
    <w:p w14:paraId="4F75893D" w14:textId="77777777" w:rsidR="007A6DCA" w:rsidRPr="00B51DB2" w:rsidRDefault="007A6DCA" w:rsidP="007A6DCA">
      <w:pPr>
        <w:rPr>
          <w:sz w:val="16"/>
        </w:rPr>
      </w:pPr>
      <w:r w:rsidRPr="00B51DB2">
        <w:rPr>
          <w:sz w:val="16"/>
        </w:rPr>
        <w:t xml:space="preserve">(Richard Baldwin, professor of international economics at the Graduate Institute of International and Development Studies in Geneva, </w:t>
      </w:r>
      <w:proofErr w:type="spellStart"/>
      <w:r w:rsidRPr="00B51DB2">
        <w:rPr>
          <w:sz w:val="16"/>
        </w:rPr>
        <w:t>Michitaka</w:t>
      </w:r>
      <w:proofErr w:type="spellEnd"/>
      <w:r w:rsidRPr="00B51DB2">
        <w:rPr>
          <w:sz w:val="16"/>
        </w:rPr>
        <w:t xml:space="preserve">, Consulting Fellow at the Research Institute of Economy, </w:t>
      </w:r>
      <w:proofErr w:type="gramStart"/>
      <w:r w:rsidRPr="00B51DB2">
        <w:rPr>
          <w:sz w:val="16"/>
        </w:rPr>
        <w:t>Trade</w:t>
      </w:r>
      <w:proofErr w:type="gramEnd"/>
      <w:r w:rsidRPr="00B51DB2">
        <w:rPr>
          <w:sz w:val="16"/>
        </w:rPr>
        <w:t xml:space="preserve"> and Industry (RIETI) and a Special Adviser to the Japan External Trade Organization (JETRO).  </w:t>
      </w:r>
      <w:hyperlink r:id="rId9" w:history="1">
        <w:r w:rsidRPr="00B51DB2">
          <w:rPr>
            <w:rStyle w:val="Hyperlink"/>
            <w:sz w:val="16"/>
          </w:rPr>
          <w:t>https://cepr.org/sites/default/files/policy_insights/PolicyInsight84.pdf</w:t>
        </w:r>
      </w:hyperlink>
      <w:r w:rsidRPr="00B51DB2">
        <w:rPr>
          <w:sz w:val="16"/>
        </w:rPr>
        <w:t>, July)</w:t>
      </w:r>
    </w:p>
    <w:p w14:paraId="33804F3D" w14:textId="128C252D" w:rsidR="007A6DCA" w:rsidRPr="00BD14BC" w:rsidRDefault="007A6DCA" w:rsidP="007A6DCA">
      <w:pPr>
        <w:rPr>
          <w:u w:val="single"/>
        </w:rPr>
      </w:pPr>
      <w:r w:rsidRPr="00D2511C">
        <w:rPr>
          <w:rStyle w:val="StyleUnderline"/>
          <w:highlight w:val="yellow"/>
        </w:rPr>
        <w:t>The WTO</w:t>
      </w:r>
      <w:r w:rsidRPr="00B51DB2">
        <w:rPr>
          <w:sz w:val="16"/>
        </w:rPr>
        <w:t xml:space="preserve">, and the GATT before it, </w:t>
      </w:r>
      <w:r w:rsidRPr="00957338">
        <w:rPr>
          <w:rStyle w:val="StyleUnderline"/>
        </w:rPr>
        <w:t>has been one</w:t>
      </w:r>
      <w:r>
        <w:rPr>
          <w:rStyle w:val="StyleUnderline"/>
        </w:rPr>
        <w:t xml:space="preserve"> </w:t>
      </w:r>
      <w:r w:rsidRPr="00957338">
        <w:rPr>
          <w:rStyle w:val="StyleUnderline"/>
        </w:rPr>
        <w:t xml:space="preserve">the planet’s </w:t>
      </w:r>
      <w:r w:rsidRPr="00957338">
        <w:rPr>
          <w:rStyle w:val="Emphasis"/>
        </w:rPr>
        <w:t>precious public goods.</w:t>
      </w:r>
      <w:r w:rsidRPr="00B51DB2">
        <w:rPr>
          <w:sz w:val="16"/>
        </w:rPr>
        <w:t xml:space="preserve"> </w:t>
      </w:r>
      <w:r w:rsidRPr="00957338">
        <w:rPr>
          <w:rStyle w:val="StyleUnderline"/>
        </w:rPr>
        <w:t>The multilateral</w:t>
      </w:r>
      <w:r>
        <w:rPr>
          <w:rStyle w:val="StyleUnderline"/>
        </w:rPr>
        <w:t xml:space="preserve"> </w:t>
      </w:r>
      <w:r w:rsidRPr="00957338">
        <w:rPr>
          <w:rStyle w:val="StyleUnderline"/>
        </w:rPr>
        <w:t>cooperation supports and encourages trade, which,</w:t>
      </w:r>
      <w:r>
        <w:rPr>
          <w:rStyle w:val="StyleUnderline"/>
        </w:rPr>
        <w:t xml:space="preserve"> </w:t>
      </w:r>
      <w:r w:rsidRPr="00957338">
        <w:rPr>
          <w:rStyle w:val="StyleUnderline"/>
        </w:rPr>
        <w:t xml:space="preserve">in turn, </w:t>
      </w:r>
      <w:r w:rsidRPr="00D2511C">
        <w:rPr>
          <w:rStyle w:val="StyleUnderline"/>
          <w:highlight w:val="yellow"/>
        </w:rPr>
        <w:t xml:space="preserve">fosters </w:t>
      </w:r>
      <w:r w:rsidRPr="00D2511C">
        <w:rPr>
          <w:rStyle w:val="Emphasis"/>
          <w:highlight w:val="yellow"/>
        </w:rPr>
        <w:t>peace and rising living standards</w:t>
      </w:r>
      <w:r>
        <w:rPr>
          <w:rStyle w:val="StyleUnderline"/>
        </w:rPr>
        <w:t xml:space="preserve"> </w:t>
      </w:r>
      <w:r w:rsidRPr="00957338">
        <w:rPr>
          <w:rStyle w:val="StyleUnderline"/>
        </w:rPr>
        <w:t>worldwide.</w:t>
      </w:r>
      <w:r>
        <w:rPr>
          <w:rStyle w:val="StyleUnderline"/>
        </w:rPr>
        <w:t xml:space="preserve"> </w:t>
      </w:r>
      <w:r w:rsidRPr="00B51DB2">
        <w:rPr>
          <w:sz w:val="16"/>
        </w:rPr>
        <w:t xml:space="preserve">The idea that trade fosters peace was famously expounded by Montesquieu in the 18th century: “The natural effect of commerce is to bring peace. Two nations that negotiate between themselves become reciprocally </w:t>
      </w:r>
      <w:proofErr w:type="gramStart"/>
      <w:r w:rsidRPr="00B51DB2">
        <w:rPr>
          <w:sz w:val="16"/>
        </w:rPr>
        <w:t>dependent, if</w:t>
      </w:r>
      <w:proofErr w:type="gramEnd"/>
      <w:r w:rsidRPr="00B51DB2">
        <w:rPr>
          <w:sz w:val="16"/>
        </w:rPr>
        <w:t xml:space="preserve"> one has an interest in buying and the other in selling. And all unions </w:t>
      </w:r>
      <w:r w:rsidRPr="00957338">
        <w:rPr>
          <w:sz w:val="16"/>
        </w:rPr>
        <w:t xml:space="preserve">are based on mutual needs.” 2 Put simply, </w:t>
      </w:r>
      <w:r w:rsidRPr="00D2511C">
        <w:rPr>
          <w:rStyle w:val="StyleUnderline"/>
          <w:highlight w:val="yellow"/>
        </w:rPr>
        <w:t>sellers have little interest in attacking their buyers</w:t>
      </w:r>
      <w:r w:rsidRPr="00957338">
        <w:rPr>
          <w:rStyle w:val="StyleUnderline"/>
        </w:rPr>
        <w:t>.</w:t>
      </w:r>
      <w:r w:rsidRPr="00957338">
        <w:rPr>
          <w:sz w:val="16"/>
        </w:rPr>
        <w:t xml:space="preserve"> Perhaps the most obvious example is how </w:t>
      </w:r>
      <w:r w:rsidRPr="00957338">
        <w:rPr>
          <w:rStyle w:val="StyleUnderline"/>
        </w:rPr>
        <w:t>bourgeoning trade between France and</w:t>
      </w:r>
      <w:r>
        <w:rPr>
          <w:rStyle w:val="StyleUnderline"/>
        </w:rPr>
        <w:t xml:space="preserve"> </w:t>
      </w:r>
      <w:r w:rsidRPr="00957338">
        <w:rPr>
          <w:rStyle w:val="StyleUnderline"/>
        </w:rPr>
        <w:t>Germany flipped the switch from a war-pattern to</w:t>
      </w:r>
      <w:r>
        <w:rPr>
          <w:rStyle w:val="StyleUnderline"/>
        </w:rPr>
        <w:t xml:space="preserve"> </w:t>
      </w:r>
      <w:r w:rsidRPr="00957338">
        <w:rPr>
          <w:rStyle w:val="StyleUnderline"/>
        </w:rPr>
        <w:t>a peace-pattern.</w:t>
      </w:r>
      <w:r>
        <w:rPr>
          <w:rStyle w:val="StyleUnderline"/>
        </w:rPr>
        <w:t xml:space="preserve"> </w:t>
      </w:r>
      <w:r w:rsidRPr="00957338">
        <w:rPr>
          <w:sz w:val="16"/>
        </w:rPr>
        <w:t xml:space="preserve">After fighting three increasingly horrifying wars from 1870 to 1945, the French and the Germans are now locked in one of the most intense commercial interactions in the world. At a personal level, this has brought millions of French and Germans into frequent, direct contact. French work for German companies and vice versa, and French firms are </w:t>
      </w:r>
      <w:r w:rsidRPr="00D2511C">
        <w:rPr>
          <w:sz w:val="16"/>
        </w:rPr>
        <w:t>excellent</w:t>
      </w:r>
      <w:r w:rsidRPr="00957338">
        <w:rPr>
          <w:sz w:val="16"/>
        </w:rPr>
        <w:t xml:space="preserve"> customers for German firms and vice versa. The idea that going to war to, for example, would switch the nationality of </w:t>
      </w:r>
      <w:proofErr w:type="spellStart"/>
      <w:r w:rsidRPr="00957338">
        <w:rPr>
          <w:sz w:val="16"/>
        </w:rPr>
        <w:t>AlsaceLorraine</w:t>
      </w:r>
      <w:proofErr w:type="spellEnd"/>
      <w:r w:rsidRPr="00957338">
        <w:rPr>
          <w:sz w:val="16"/>
        </w:rPr>
        <w:t xml:space="preserve"> once again is now insanity. </w:t>
      </w:r>
      <w:r w:rsidRPr="00957338">
        <w:rPr>
          <w:rStyle w:val="StyleUnderline"/>
        </w:rPr>
        <w:t>International</w:t>
      </w:r>
      <w:r>
        <w:rPr>
          <w:rStyle w:val="StyleUnderline"/>
        </w:rPr>
        <w:t xml:space="preserve"> </w:t>
      </w:r>
      <w:r w:rsidRPr="00957338">
        <w:rPr>
          <w:rStyle w:val="StyleUnderline"/>
        </w:rPr>
        <w:t>commerce makes Franco-German war into a</w:t>
      </w:r>
      <w:r>
        <w:rPr>
          <w:rStyle w:val="StyleUnderline"/>
        </w:rPr>
        <w:t xml:space="preserve"> </w:t>
      </w:r>
      <w:r w:rsidRPr="00957338">
        <w:rPr>
          <w:rStyle w:val="StyleUnderline"/>
        </w:rPr>
        <w:t>‘mutually assured destruction’ situation.</w:t>
      </w:r>
      <w:r>
        <w:rPr>
          <w:rStyle w:val="StyleUnderline"/>
        </w:rPr>
        <w:t xml:space="preserve"> </w:t>
      </w:r>
      <w:r w:rsidRPr="00957338">
        <w:rPr>
          <w:sz w:val="16"/>
        </w:rPr>
        <w:t xml:space="preserve">When it comes to why flourishing trade is synonymous with rising living standards, there is little mystery. </w:t>
      </w:r>
      <w:r w:rsidRPr="00957338">
        <w:rPr>
          <w:rStyle w:val="StyleUnderline"/>
        </w:rPr>
        <w:t>Trade allows the market’s efficiency</w:t>
      </w:r>
      <w:r w:rsidR="00D2511C">
        <w:rPr>
          <w:rStyle w:val="StyleUnderline"/>
        </w:rPr>
        <w:t xml:space="preserve"> </w:t>
      </w:r>
      <w:r w:rsidRPr="00957338">
        <w:rPr>
          <w:rStyle w:val="StyleUnderline"/>
        </w:rPr>
        <w:t>enhancing mechanisms to play out on a broader</w:t>
      </w:r>
      <w:r>
        <w:rPr>
          <w:rStyle w:val="StyleUnderline"/>
        </w:rPr>
        <w:t xml:space="preserve"> </w:t>
      </w:r>
      <w:r w:rsidRPr="00957338">
        <w:rPr>
          <w:rStyle w:val="StyleUnderline"/>
        </w:rPr>
        <w:t xml:space="preserve">scale. With access </w:t>
      </w:r>
      <w:r w:rsidRPr="00957338">
        <w:rPr>
          <w:rStyle w:val="StyleUnderline"/>
        </w:rPr>
        <w:lastRenderedPageBreak/>
        <w:t>to larger markets on the export</w:t>
      </w:r>
      <w:r>
        <w:rPr>
          <w:rStyle w:val="StyleUnderline"/>
        </w:rPr>
        <w:t xml:space="preserve"> </w:t>
      </w:r>
      <w:r w:rsidRPr="00957338">
        <w:rPr>
          <w:rStyle w:val="StyleUnderline"/>
        </w:rPr>
        <w:t xml:space="preserve">side and a wider range of high-quality, </w:t>
      </w:r>
      <w:proofErr w:type="spellStart"/>
      <w:r w:rsidRPr="00957338">
        <w:rPr>
          <w:rStyle w:val="StyleUnderline"/>
        </w:rPr>
        <w:t>reasonablyprices</w:t>
      </w:r>
      <w:proofErr w:type="spellEnd"/>
      <w:r w:rsidRPr="00957338">
        <w:rPr>
          <w:rStyle w:val="StyleUnderline"/>
        </w:rPr>
        <w:t xml:space="preserve"> goods and services on the import side</w:t>
      </w:r>
      <w:r w:rsidRPr="00D2511C">
        <w:rPr>
          <w:rStyle w:val="StyleUnderline"/>
          <w:highlight w:val="yellow"/>
        </w:rPr>
        <w:t xml:space="preserve">, trade allows </w:t>
      </w:r>
      <w:r w:rsidRPr="00852E7A">
        <w:rPr>
          <w:rStyle w:val="StyleUnderline"/>
        </w:rPr>
        <w:t>nations to allocate resources to where they can be most productive</w:t>
      </w:r>
      <w:r w:rsidRPr="00852E7A">
        <w:rPr>
          <w:sz w:val="16"/>
        </w:rPr>
        <w:t>.</w:t>
      </w:r>
      <w:r w:rsidRPr="00957338">
        <w:rPr>
          <w:sz w:val="16"/>
        </w:rPr>
        <w:t xml:space="preserve"> </w:t>
      </w:r>
      <w:r w:rsidRPr="00957338">
        <w:rPr>
          <w:rStyle w:val="StyleUnderline"/>
        </w:rPr>
        <w:t xml:space="preserve">This </w:t>
      </w:r>
      <w:r w:rsidRPr="00852E7A">
        <w:rPr>
          <w:rStyle w:val="StyleUnderline"/>
        </w:rPr>
        <w:t xml:space="preserve">enables </w:t>
      </w:r>
      <w:r w:rsidRPr="00D2511C">
        <w:rPr>
          <w:rStyle w:val="StyleUnderline"/>
          <w:highlight w:val="yellow"/>
        </w:rPr>
        <w:t>countries to achieve</w:t>
      </w:r>
      <w:r w:rsidRPr="00957338">
        <w:rPr>
          <w:rStyle w:val="StyleUnderline"/>
        </w:rPr>
        <w:t xml:space="preserve"> greater scale and agglomeration </w:t>
      </w:r>
      <w:r w:rsidRPr="00D2511C">
        <w:rPr>
          <w:rStyle w:val="StyleUnderline"/>
          <w:highlight w:val="yellow"/>
        </w:rPr>
        <w:t>economies that are</w:t>
      </w:r>
      <w:r w:rsidRPr="00957338">
        <w:rPr>
          <w:rStyle w:val="StyleUnderline"/>
        </w:rPr>
        <w:t xml:space="preserve">, in turn, </w:t>
      </w:r>
      <w:r w:rsidRPr="00D2511C">
        <w:rPr>
          <w:rStyle w:val="StyleUnderline"/>
          <w:highlight w:val="yellow"/>
        </w:rPr>
        <w:t>pro-innovation, pro-productivity, and pro-growth</w:t>
      </w:r>
      <w:r w:rsidRPr="00957338">
        <w:rPr>
          <w:rStyle w:val="StyleUnderline"/>
        </w:rPr>
        <w:t>.</w:t>
      </w:r>
      <w:r>
        <w:rPr>
          <w:rStyle w:val="StyleUnderline"/>
        </w:rPr>
        <w:t xml:space="preserve"> </w:t>
      </w:r>
      <w:r w:rsidRPr="00957338">
        <w:rPr>
          <w:rStyle w:val="StyleUnderline"/>
        </w:rPr>
        <w:t>Open trade also generates an imperative to</w:t>
      </w:r>
      <w:r>
        <w:rPr>
          <w:rStyle w:val="StyleUnderline"/>
        </w:rPr>
        <w:t xml:space="preserve"> </w:t>
      </w:r>
      <w:r w:rsidRPr="00957338">
        <w:rPr>
          <w:rStyle w:val="StyleUnderline"/>
        </w:rPr>
        <w:t>innovate</w:t>
      </w:r>
      <w:r w:rsidRPr="00957338">
        <w:rPr>
          <w:sz w:val="16"/>
        </w:rPr>
        <w:t xml:space="preserve">. As the Bhagwati-Sutherland Report put it: “Exposed to Japanese car manufacturers’ competition, Detroit car makers </w:t>
      </w:r>
      <w:proofErr w:type="spellStart"/>
      <w:r w:rsidRPr="00957338">
        <w:rPr>
          <w:sz w:val="16"/>
        </w:rPr>
        <w:t>recognised</w:t>
      </w:r>
      <w:proofErr w:type="spellEnd"/>
      <w:r w:rsidRPr="00957338">
        <w:rPr>
          <w:sz w:val="16"/>
        </w:rPr>
        <w:t xml:space="preserve"> that their system of vertical integration was less efficient than a competitive supply chain model. European farmers respond to developing world agricultural imports by moving out of bulk commodities and into boutique and specialist farm goods and foods. India’s car industry has been transformed by external competition to the extent that the worlds’ smallest and cheapest car – the Tata Nano - is a world class Indian innovation”.3 </w:t>
      </w:r>
      <w:r w:rsidRPr="00D2511C">
        <w:rPr>
          <w:rStyle w:val="StyleUnderline"/>
          <w:highlight w:val="yellow"/>
        </w:rPr>
        <w:t>Trade</w:t>
      </w:r>
      <w:r w:rsidRPr="00957338">
        <w:rPr>
          <w:sz w:val="16"/>
        </w:rPr>
        <w:t>, in other words</w:t>
      </w:r>
      <w:r w:rsidRPr="00D2511C">
        <w:rPr>
          <w:sz w:val="16"/>
          <w:highlight w:val="yellow"/>
        </w:rPr>
        <w:t xml:space="preserve">, </w:t>
      </w:r>
      <w:r w:rsidRPr="00D2511C">
        <w:rPr>
          <w:rStyle w:val="Emphasis"/>
          <w:highlight w:val="yellow"/>
        </w:rPr>
        <w:t xml:space="preserve">is a classic example of </w:t>
      </w:r>
      <w:proofErr w:type="spellStart"/>
      <w:r w:rsidRPr="00D2511C">
        <w:rPr>
          <w:rStyle w:val="Emphasis"/>
          <w:highlight w:val="yellow"/>
        </w:rPr>
        <w:t>winwin</w:t>
      </w:r>
      <w:proofErr w:type="spellEnd"/>
      <w:r w:rsidRPr="00957338">
        <w:rPr>
          <w:rStyle w:val="Emphasis"/>
        </w:rPr>
        <w:t xml:space="preserve"> cooperation</w:t>
      </w:r>
      <w:r w:rsidRPr="00957338">
        <w:rPr>
          <w:sz w:val="16"/>
        </w:rPr>
        <w:t>. When all cooperate, all can win. Creating a common interest in multilateral cooperation The GATT promoted such win-win multilateral cooperation by setting up what political scientists refer to as a ‘regime’ – a collection of principles, norms, rules, and procedures around which the expectations of nations and interest groups converged</w:t>
      </w:r>
      <w:r w:rsidRPr="00D2511C">
        <w:rPr>
          <w:sz w:val="16"/>
          <w:highlight w:val="yellow"/>
        </w:rPr>
        <w:t>.</w:t>
      </w:r>
      <w:r w:rsidRPr="00957338">
        <w:rPr>
          <w:sz w:val="16"/>
        </w:rPr>
        <w:t xml:space="preserve"> </w:t>
      </w:r>
      <w:r w:rsidRPr="00957338">
        <w:rPr>
          <w:rStyle w:val="StyleUnderline"/>
        </w:rPr>
        <w:t xml:space="preserve">The </w:t>
      </w:r>
      <w:r w:rsidRPr="00957338">
        <w:rPr>
          <w:sz w:val="16"/>
        </w:rPr>
        <w:t>result is what could be called the GATT</w:t>
      </w:r>
      <w:r w:rsidRPr="00D2511C">
        <w:rPr>
          <w:sz w:val="16"/>
          <w:highlight w:val="yellow"/>
        </w:rPr>
        <w:t>/</w:t>
      </w:r>
      <w:r w:rsidRPr="00D2511C">
        <w:rPr>
          <w:rStyle w:val="StyleUnderline"/>
          <w:highlight w:val="yellow"/>
        </w:rPr>
        <w:t>WTO</w:t>
      </w:r>
      <w:r w:rsidRPr="00957338">
        <w:rPr>
          <w:rStyle w:val="StyleUnderline"/>
        </w:rPr>
        <w:t xml:space="preserve"> ‘code of good conduct’.</w:t>
      </w:r>
      <w:r w:rsidRPr="00957338">
        <w:rPr>
          <w:sz w:val="16"/>
        </w:rPr>
        <w:t xml:space="preserve"> The code </w:t>
      </w:r>
      <w:r w:rsidRPr="00957338">
        <w:rPr>
          <w:rStyle w:val="StyleUnderline"/>
        </w:rPr>
        <w:t>fostered a pattern of cooperation which fostered</w:t>
      </w:r>
      <w:r>
        <w:rPr>
          <w:rStyle w:val="StyleUnderline"/>
        </w:rPr>
        <w:t xml:space="preserve"> </w:t>
      </w:r>
      <w:r w:rsidRPr="00957338">
        <w:rPr>
          <w:rStyle w:val="StyleUnderline"/>
        </w:rPr>
        <w:t>economic success</w:t>
      </w:r>
      <w:r w:rsidRPr="00957338">
        <w:rPr>
          <w:sz w:val="16"/>
        </w:rPr>
        <w:t xml:space="preserve"> (see Box 1 for a brief description of the code). </w:t>
      </w:r>
      <w:r w:rsidRPr="00957338">
        <w:rPr>
          <w:rStyle w:val="StyleUnderline"/>
        </w:rPr>
        <w:t>The resulting economic success was nothing short</w:t>
      </w:r>
      <w:r>
        <w:rPr>
          <w:rStyle w:val="StyleUnderline"/>
        </w:rPr>
        <w:t xml:space="preserve"> </w:t>
      </w:r>
      <w:r w:rsidRPr="00957338">
        <w:rPr>
          <w:rStyle w:val="StyleUnderline"/>
        </w:rPr>
        <w:t>of spectacular.</w:t>
      </w:r>
      <w:r w:rsidRPr="00957338">
        <w:rPr>
          <w:sz w:val="16"/>
        </w:rPr>
        <w:t xml:space="preserve"> As the GATT’s mutual-</w:t>
      </w:r>
      <w:proofErr w:type="spellStart"/>
      <w:r w:rsidRPr="00957338">
        <w:rPr>
          <w:sz w:val="16"/>
        </w:rPr>
        <w:t>liberalisation</w:t>
      </w:r>
      <w:proofErr w:type="spellEnd"/>
      <w:r w:rsidRPr="00957338">
        <w:rPr>
          <w:sz w:val="16"/>
        </w:rPr>
        <w:t xml:space="preserve"> process started working its magic, exports of manufactured goods boomed. This made it easy to view the GATT as good for exports, industry, and growth. But the </w:t>
      </w:r>
      <w:proofErr w:type="gramStart"/>
      <w:r w:rsidRPr="00957338">
        <w:rPr>
          <w:sz w:val="16"/>
        </w:rPr>
        <w:t>really useful</w:t>
      </w:r>
      <w:proofErr w:type="gramEnd"/>
      <w:r w:rsidRPr="00957338">
        <w:rPr>
          <w:sz w:val="16"/>
        </w:rPr>
        <w:t xml:space="preserve"> outcome – as far as cooperation is concerned – is the fact that manufactured exports grew two and a half times faster than manufacturing output. This made it very easy to portray multilateral cooperation as win-win. One just could not say that the ‘your’ exports were ‘stealing’ demand from ‘my’ producers. Quite the contrary, export sales around the world were outstripping production growth by a wide margin (Figure 1). All cooperated and all won. Economic success shifts mind sets </w:t>
      </w:r>
      <w:r w:rsidRPr="00D2511C">
        <w:rPr>
          <w:rStyle w:val="StyleUnderline"/>
        </w:rPr>
        <w:t xml:space="preserve">This </w:t>
      </w:r>
      <w:r w:rsidRPr="00D2511C">
        <w:rPr>
          <w:rStyle w:val="StyleUnderline"/>
          <w:highlight w:val="yellow"/>
        </w:rPr>
        <w:t xml:space="preserve">success produced a </w:t>
      </w:r>
      <w:r w:rsidRPr="00D2511C">
        <w:rPr>
          <w:rStyle w:val="Emphasis"/>
          <w:highlight w:val="yellow"/>
        </w:rPr>
        <w:t xml:space="preserve">historic shift in the mindset of global </w:t>
      </w:r>
      <w:r w:rsidRPr="00D2511C">
        <w:rPr>
          <w:rStyle w:val="Emphasis"/>
        </w:rPr>
        <w:t xml:space="preserve">political, business, and </w:t>
      </w:r>
      <w:proofErr w:type="spellStart"/>
      <w:r w:rsidRPr="00D2511C">
        <w:rPr>
          <w:rStyle w:val="Emphasis"/>
        </w:rPr>
        <w:t>labour</w:t>
      </w:r>
      <w:proofErr w:type="spellEnd"/>
      <w:r w:rsidRPr="00D2511C">
        <w:rPr>
          <w:rStyle w:val="Emphasis"/>
        </w:rPr>
        <w:t xml:space="preserve"> </w:t>
      </w:r>
      <w:r w:rsidRPr="00D2511C">
        <w:rPr>
          <w:rStyle w:val="Emphasis"/>
          <w:highlight w:val="yellow"/>
        </w:rPr>
        <w:t>leaders</w:t>
      </w:r>
      <w:r w:rsidRPr="00957338">
        <w:rPr>
          <w:rStyle w:val="StyleUnderline"/>
        </w:rPr>
        <w:t>.</w:t>
      </w:r>
      <w:r>
        <w:rPr>
          <w:rStyle w:val="StyleUnderline"/>
        </w:rPr>
        <w:t xml:space="preserve"> </w:t>
      </w:r>
      <w:r w:rsidRPr="00957338">
        <w:rPr>
          <w:sz w:val="16"/>
        </w:rPr>
        <w:t xml:space="preserve">Recall that in the decades </w:t>
      </w:r>
      <w:r w:rsidRPr="00957338">
        <w:rPr>
          <w:rStyle w:val="StyleUnderline"/>
        </w:rPr>
        <w:t>before the GATT, the</w:t>
      </w:r>
      <w:r>
        <w:rPr>
          <w:rStyle w:val="StyleUnderline"/>
        </w:rPr>
        <w:t xml:space="preserve"> </w:t>
      </w:r>
      <w:r w:rsidRPr="00957338">
        <w:rPr>
          <w:rStyle w:val="StyleUnderline"/>
        </w:rPr>
        <w:t>received wisdom was that a nation should raise protection to protect its industry.</w:t>
      </w:r>
      <w:r w:rsidRPr="00957338">
        <w:rPr>
          <w:sz w:val="16"/>
        </w:rPr>
        <w:t xml:space="preserve"> Free trade was for starry-eyed idealists; unilateral protection was the savvy way to boost national industry and incomes. All this changed in the 1950s and 1960s. Mutual opening became the winning way; unilateral closing came to be viewed as a failed dogma of olden days. </w:t>
      </w:r>
      <w:r w:rsidRPr="00957338">
        <w:rPr>
          <w:rStyle w:val="StyleUnderline"/>
        </w:rPr>
        <w:t xml:space="preserve">This manifest economic success launched a </w:t>
      </w:r>
      <w:proofErr w:type="spellStart"/>
      <w:r w:rsidRPr="00957338">
        <w:rPr>
          <w:rStyle w:val="StyleUnderline"/>
        </w:rPr>
        <w:t>selfreinforcing</w:t>
      </w:r>
      <w:proofErr w:type="spellEnd"/>
      <w:r w:rsidRPr="00957338">
        <w:rPr>
          <w:rStyle w:val="StyleUnderline"/>
        </w:rPr>
        <w:t xml:space="preserve"> cycle. Booming trade and incomes</w:t>
      </w:r>
      <w:r>
        <w:rPr>
          <w:rStyle w:val="StyleUnderline"/>
        </w:rPr>
        <w:t xml:space="preserve"> </w:t>
      </w:r>
      <w:r w:rsidRPr="00957338">
        <w:rPr>
          <w:rStyle w:val="StyleUnderline"/>
        </w:rPr>
        <w:t>strengthened GATT members’ belief that following</w:t>
      </w:r>
      <w:r>
        <w:rPr>
          <w:rStyle w:val="StyleUnderline"/>
        </w:rPr>
        <w:t xml:space="preserve"> </w:t>
      </w:r>
      <w:r w:rsidRPr="00957338">
        <w:rPr>
          <w:rStyle w:val="StyleUnderline"/>
        </w:rPr>
        <w:t xml:space="preserve">the code of conduct was good policy from a </w:t>
      </w:r>
      <w:r w:rsidRPr="00957338">
        <w:rPr>
          <w:rStyle w:val="Emphasis"/>
        </w:rPr>
        <w:t>purely</w:t>
      </w:r>
      <w:r>
        <w:rPr>
          <w:rStyle w:val="Emphasis"/>
        </w:rPr>
        <w:t xml:space="preserve"> </w:t>
      </w:r>
      <w:r w:rsidRPr="00957338">
        <w:rPr>
          <w:rStyle w:val="Emphasis"/>
        </w:rPr>
        <w:t>nationalistic perspective</w:t>
      </w:r>
      <w:r w:rsidRPr="00957338">
        <w:rPr>
          <w:sz w:val="16"/>
        </w:rPr>
        <w:t xml:space="preserve">. The cycle </w:t>
      </w:r>
      <w:proofErr w:type="spellStart"/>
      <w:r w:rsidRPr="00957338">
        <w:rPr>
          <w:sz w:val="16"/>
        </w:rPr>
        <w:t>spiralled</w:t>
      </w:r>
      <w:proofErr w:type="spellEnd"/>
      <w:r w:rsidRPr="00957338">
        <w:rPr>
          <w:sz w:val="16"/>
        </w:rPr>
        <w:t xml:space="preserve"> ever higher as the code continued to produce progressive, mutually advantageous trade opening decade after decade. </w:t>
      </w:r>
      <w:r w:rsidRPr="00957338">
        <w:rPr>
          <w:rStyle w:val="StyleUnderline"/>
        </w:rPr>
        <w:t>Perhaps even more important</w:t>
      </w:r>
      <w:r w:rsidRPr="00957338">
        <w:rPr>
          <w:sz w:val="16"/>
        </w:rPr>
        <w:t xml:space="preserve"> than this sea-change in policymakers’ minds </w:t>
      </w:r>
      <w:r w:rsidRPr="00957338">
        <w:rPr>
          <w:rStyle w:val="StyleUnderline"/>
        </w:rPr>
        <w:t xml:space="preserve">was </w:t>
      </w:r>
      <w:r w:rsidRPr="00D2511C">
        <w:rPr>
          <w:rStyle w:val="StyleUnderline"/>
          <w:highlight w:val="yellow"/>
        </w:rPr>
        <w:t xml:space="preserve">the shift in </w:t>
      </w:r>
      <w:r w:rsidRPr="00D2511C">
        <w:rPr>
          <w:rStyle w:val="StyleUnderline"/>
        </w:rPr>
        <w:t xml:space="preserve">the </w:t>
      </w:r>
      <w:r w:rsidRPr="00D2511C">
        <w:rPr>
          <w:rStyle w:val="StyleUnderline"/>
          <w:highlight w:val="yellow"/>
        </w:rPr>
        <w:t>thinking</w:t>
      </w:r>
      <w:r>
        <w:rPr>
          <w:rStyle w:val="StyleUnderline"/>
        </w:rPr>
        <w:t xml:space="preserve"> </w:t>
      </w:r>
      <w:r w:rsidRPr="00957338">
        <w:rPr>
          <w:rStyle w:val="StyleUnderline"/>
        </w:rPr>
        <w:t>and expectations of political pressure groups inside</w:t>
      </w:r>
      <w:r>
        <w:rPr>
          <w:rStyle w:val="StyleUnderline"/>
        </w:rPr>
        <w:t xml:space="preserve"> </w:t>
      </w:r>
      <w:r w:rsidRPr="00957338">
        <w:rPr>
          <w:rStyle w:val="StyleUnderline"/>
        </w:rPr>
        <w:t xml:space="preserve">each member. As nations and </w:t>
      </w:r>
      <w:r w:rsidRPr="009C639E">
        <w:rPr>
          <w:rStyle w:val="StyleUnderline"/>
        </w:rPr>
        <w:t>interest</w:t>
      </w:r>
      <w:r w:rsidRPr="00957338">
        <w:rPr>
          <w:rStyle w:val="StyleUnderline"/>
        </w:rPr>
        <w:t xml:space="preserve"> groups came</w:t>
      </w:r>
      <w:r>
        <w:rPr>
          <w:rStyle w:val="StyleUnderline"/>
        </w:rPr>
        <w:t xml:space="preserve"> </w:t>
      </w:r>
      <w:r w:rsidRPr="00957338">
        <w:rPr>
          <w:rStyle w:val="StyleUnderline"/>
        </w:rPr>
        <w:t>to expect that the rules would be respected, they</w:t>
      </w:r>
      <w:r>
        <w:rPr>
          <w:rStyle w:val="StyleUnderline"/>
        </w:rPr>
        <w:t xml:space="preserve"> </w:t>
      </w:r>
      <w:r w:rsidRPr="00957338">
        <w:rPr>
          <w:rStyle w:val="StyleUnderline"/>
        </w:rPr>
        <w:t xml:space="preserve">adopted </w:t>
      </w:r>
      <w:proofErr w:type="spellStart"/>
      <w:r w:rsidRPr="00957338">
        <w:rPr>
          <w:rStyle w:val="StyleUnderline"/>
        </w:rPr>
        <w:t>behaviours</w:t>
      </w:r>
      <w:proofErr w:type="spellEnd"/>
      <w:r w:rsidRPr="00957338">
        <w:rPr>
          <w:rStyle w:val="StyleUnderline"/>
        </w:rPr>
        <w:t xml:space="preserve"> that conformed to the rules –</w:t>
      </w:r>
      <w:r>
        <w:rPr>
          <w:rStyle w:val="StyleUnderline"/>
        </w:rPr>
        <w:t xml:space="preserve"> </w:t>
      </w:r>
      <w:r w:rsidRPr="00957338">
        <w:rPr>
          <w:rStyle w:val="StyleUnderline"/>
        </w:rPr>
        <w:t xml:space="preserve">thus </w:t>
      </w:r>
      <w:r w:rsidRPr="00D2511C">
        <w:rPr>
          <w:rStyle w:val="Emphasis"/>
          <w:highlight w:val="yellow"/>
        </w:rPr>
        <w:t>making rule-compliance almost automatic.</w:t>
      </w:r>
      <w:r>
        <w:rPr>
          <w:rStyle w:val="StyleUnderline"/>
        </w:rPr>
        <w:t xml:space="preserve"> </w:t>
      </w:r>
      <w:r w:rsidRPr="00957338">
        <w:rPr>
          <w:rStyle w:val="StyleUnderline"/>
        </w:rPr>
        <w:t>Despite trade conflicts being common, the code</w:t>
      </w:r>
      <w:r>
        <w:rPr>
          <w:rStyle w:val="StyleUnderline"/>
        </w:rPr>
        <w:t xml:space="preserve"> </w:t>
      </w:r>
      <w:r w:rsidRPr="00957338">
        <w:rPr>
          <w:rStyle w:val="StyleUnderline"/>
        </w:rPr>
        <w:t>and the win-win outcomes created a common</w:t>
      </w:r>
      <w:r>
        <w:rPr>
          <w:rStyle w:val="StyleUnderline"/>
        </w:rPr>
        <w:t xml:space="preserve"> </w:t>
      </w:r>
      <w:r w:rsidRPr="00957338">
        <w:rPr>
          <w:rStyle w:val="StyleUnderline"/>
        </w:rPr>
        <w:t>interest</w:t>
      </w:r>
      <w:r w:rsidRPr="00957338">
        <w:rPr>
          <w:sz w:val="16"/>
        </w:rPr>
        <w:t xml:space="preserve"> among GATT members </w:t>
      </w:r>
      <w:r w:rsidRPr="00957338">
        <w:rPr>
          <w:rStyle w:val="StyleUnderline"/>
        </w:rPr>
        <w:t>in defending</w:t>
      </w:r>
      <w:r>
        <w:rPr>
          <w:rStyle w:val="StyleUnderline"/>
        </w:rPr>
        <w:t xml:space="preserve"> </w:t>
      </w:r>
      <w:r w:rsidRPr="00957338">
        <w:rPr>
          <w:rStyle w:val="StyleUnderline"/>
        </w:rPr>
        <w:t>multilateral cooperation.</w:t>
      </w:r>
      <w:r w:rsidRPr="00957338">
        <w:rPr>
          <w:sz w:val="16"/>
        </w:rPr>
        <w:t xml:space="preserve"> </w:t>
      </w:r>
      <w:r w:rsidRPr="009C639E">
        <w:rPr>
          <w:rStyle w:val="Emphasis"/>
          <w:highlight w:val="yellow"/>
        </w:rPr>
        <w:t xml:space="preserve">It is a precious ‘public good’ for world trade and, more generally, for world peace; </w:t>
      </w:r>
      <w:r w:rsidRPr="009C639E">
        <w:rPr>
          <w:rStyle w:val="Emphasis"/>
        </w:rPr>
        <w:t>multilateral cooperation on anything is a rare commodity these days</w:t>
      </w:r>
      <w:r w:rsidRPr="00957338">
        <w:rPr>
          <w:rStyle w:val="Emphasis"/>
        </w:rPr>
        <w:t>.</w:t>
      </w:r>
      <w:r>
        <w:rPr>
          <w:rStyle w:val="Emphasis"/>
        </w:rPr>
        <w:t xml:space="preserve"> </w:t>
      </w:r>
      <w:r w:rsidRPr="00957338">
        <w:rPr>
          <w:sz w:val="16"/>
        </w:rPr>
        <w:t xml:space="preserve">More generally, the GATT/WTO has raised respect for the rule of law in the international context almost universally. It is one part of the foundation that supports respect for the concept of international law. Creation of strong dispute settlement mechanism and prohibition of unilateral measures in the WTO further reinforced it. </w:t>
      </w:r>
      <w:r w:rsidRPr="00957338">
        <w:rPr>
          <w:rStyle w:val="StyleUnderline"/>
        </w:rPr>
        <w:t>The GATT/WTO is the leading</w:t>
      </w:r>
      <w:r w:rsidRPr="00957338">
        <w:rPr>
          <w:sz w:val="16"/>
        </w:rPr>
        <w:t xml:space="preserve"> – and probably the only – </w:t>
      </w:r>
      <w:r w:rsidRPr="00957338">
        <w:rPr>
          <w:rStyle w:val="StyleUnderline"/>
        </w:rPr>
        <w:t xml:space="preserve">example of a multilateral and </w:t>
      </w:r>
      <w:proofErr w:type="spellStart"/>
      <w:r w:rsidRPr="00957338">
        <w:rPr>
          <w:rStyle w:val="StyleUnderline"/>
        </w:rPr>
        <w:t>nearuniversal</w:t>
      </w:r>
      <w:proofErr w:type="spellEnd"/>
      <w:r w:rsidRPr="00957338">
        <w:rPr>
          <w:rStyle w:val="StyleUnderline"/>
        </w:rPr>
        <w:t xml:space="preserve"> framework of rules and law.</w:t>
      </w:r>
    </w:p>
    <w:p w14:paraId="5C6C9353" w14:textId="77777777" w:rsidR="007A6DCA" w:rsidRDefault="007A6DCA" w:rsidP="007A6DCA">
      <w:pPr>
        <w:pStyle w:val="Heading4"/>
      </w:pPr>
      <w:r>
        <w:t xml:space="preserve">Plan: Member nations of the World Trade Organization ought to reduce intellectual property protections for medicines for COVID-19 </w:t>
      </w:r>
    </w:p>
    <w:p w14:paraId="4C5CD1E2" w14:textId="77777777" w:rsidR="007A6DCA" w:rsidRDefault="007A6DCA" w:rsidP="007A6DCA"/>
    <w:p w14:paraId="1FECB92C" w14:textId="77777777" w:rsidR="007A6DCA" w:rsidRDefault="007A6DCA" w:rsidP="007A6DCA">
      <w:pPr>
        <w:pStyle w:val="Heading4"/>
      </w:pPr>
      <w:r>
        <w:t>Communication from India and South Africa to the WTO 20</w:t>
      </w:r>
    </w:p>
    <w:p w14:paraId="5788A04E" w14:textId="77777777" w:rsidR="007A6DCA" w:rsidRPr="00154714" w:rsidRDefault="007A6DCA" w:rsidP="007A6DCA">
      <w:pPr>
        <w:rPr>
          <w:sz w:val="16"/>
        </w:rPr>
      </w:pPr>
      <w:r w:rsidRPr="00154714">
        <w:rPr>
          <w:sz w:val="16"/>
        </w:rPr>
        <w:t>(WAIVER FROM CERTAIN PROVISIONS OF THE TRIPS AGREEMENT FOR THE PREVENTION,</w:t>
      </w:r>
    </w:p>
    <w:p w14:paraId="2F7AA994" w14:textId="77777777" w:rsidR="007A6DCA" w:rsidRPr="00154714" w:rsidRDefault="007A6DCA" w:rsidP="007A6DCA">
      <w:pPr>
        <w:rPr>
          <w:sz w:val="16"/>
        </w:rPr>
      </w:pPr>
      <w:r w:rsidRPr="00154714">
        <w:rPr>
          <w:sz w:val="16"/>
        </w:rPr>
        <w:t xml:space="preserve">CONTAINMENT AND TREATMENT OF COVID-19 </w:t>
      </w:r>
      <w:hyperlink r:id="rId10" w:history="1">
        <w:r w:rsidRPr="00154714">
          <w:rPr>
            <w:rStyle w:val="Hyperlink"/>
            <w:sz w:val="16"/>
          </w:rPr>
          <w:t>https://docs.wto.org/dol2fe/Pages/SS/directdoc.aspx?filename=q:/IP/C/W669.pdf&amp;Open=True</w:t>
        </w:r>
      </w:hyperlink>
      <w:r w:rsidRPr="00154714">
        <w:rPr>
          <w:sz w:val="16"/>
        </w:rPr>
        <w:t xml:space="preserve">, 10-2) </w:t>
      </w:r>
    </w:p>
    <w:p w14:paraId="0FC8530F" w14:textId="77777777" w:rsidR="007A6DCA" w:rsidRPr="00154714" w:rsidRDefault="007A6DCA" w:rsidP="007A6DCA">
      <w:pPr>
        <w:rPr>
          <w:rStyle w:val="StyleUnderline"/>
        </w:rPr>
      </w:pPr>
      <w:r w:rsidRPr="00154714">
        <w:rPr>
          <w:sz w:val="14"/>
        </w:rPr>
        <w:t xml:space="preserve">5. </w:t>
      </w:r>
      <w:r w:rsidRPr="00154714">
        <w:rPr>
          <w:rStyle w:val="StyleUnderline"/>
        </w:rPr>
        <w:t xml:space="preserve">An </w:t>
      </w:r>
      <w:r w:rsidRPr="009C639E">
        <w:rPr>
          <w:rStyle w:val="StyleUnderline"/>
          <w:highlight w:val="yellow"/>
        </w:rPr>
        <w:t>effective response to COVID</w:t>
      </w:r>
      <w:r w:rsidRPr="00154714">
        <w:rPr>
          <w:sz w:val="14"/>
        </w:rPr>
        <w:t xml:space="preserve">-19 pandemic </w:t>
      </w:r>
      <w:r w:rsidRPr="00154714">
        <w:rPr>
          <w:rStyle w:val="StyleUnderline"/>
        </w:rPr>
        <w:t xml:space="preserve">requires rapid </w:t>
      </w:r>
      <w:r w:rsidRPr="009C639E">
        <w:rPr>
          <w:rStyle w:val="StyleUnderline"/>
          <w:highlight w:val="yellow"/>
        </w:rPr>
        <w:t>access to affordable medical products</w:t>
      </w:r>
    </w:p>
    <w:p w14:paraId="13271415" w14:textId="77777777" w:rsidR="007A6DCA" w:rsidRPr="00154714" w:rsidRDefault="007A6DCA" w:rsidP="007A6DCA">
      <w:pPr>
        <w:rPr>
          <w:rStyle w:val="StyleUnderline"/>
        </w:rPr>
      </w:pPr>
      <w:r w:rsidRPr="00154714">
        <w:rPr>
          <w:rStyle w:val="StyleUnderline"/>
        </w:rPr>
        <w:t xml:space="preserve">including diagnostic kits, medical masks, other personal protective </w:t>
      </w:r>
      <w:proofErr w:type="gramStart"/>
      <w:r w:rsidRPr="00154714">
        <w:rPr>
          <w:rStyle w:val="StyleUnderline"/>
        </w:rPr>
        <w:t>equipment</w:t>
      </w:r>
      <w:proofErr w:type="gramEnd"/>
      <w:r w:rsidRPr="00154714">
        <w:rPr>
          <w:rStyle w:val="StyleUnderline"/>
        </w:rPr>
        <w:t xml:space="preserve"> and ventilators, as</w:t>
      </w:r>
    </w:p>
    <w:p w14:paraId="5D3A34DB" w14:textId="77777777" w:rsidR="007A6DCA" w:rsidRPr="00154714" w:rsidRDefault="007A6DCA" w:rsidP="007A6DCA">
      <w:pPr>
        <w:rPr>
          <w:sz w:val="14"/>
        </w:rPr>
      </w:pPr>
      <w:r w:rsidRPr="00154714">
        <w:rPr>
          <w:rStyle w:val="StyleUnderline"/>
        </w:rPr>
        <w:lastRenderedPageBreak/>
        <w:t>well as vaccines and medicines for the prevention and treatment of patients in dire need</w:t>
      </w:r>
      <w:r w:rsidRPr="00154714">
        <w:rPr>
          <w:sz w:val="14"/>
        </w:rPr>
        <w:t>.</w:t>
      </w:r>
    </w:p>
    <w:p w14:paraId="1D0A9D7D" w14:textId="77777777" w:rsidR="007A6DCA" w:rsidRPr="00154714" w:rsidRDefault="007A6DCA" w:rsidP="007A6DCA">
      <w:pPr>
        <w:rPr>
          <w:sz w:val="14"/>
        </w:rPr>
      </w:pPr>
      <w:r w:rsidRPr="00154714">
        <w:rPr>
          <w:sz w:val="14"/>
        </w:rPr>
        <w:t>6. The outbreak has led to a swift increase in global demand with many countries facing acute</w:t>
      </w:r>
    </w:p>
    <w:p w14:paraId="3B48756A" w14:textId="77777777" w:rsidR="007A6DCA" w:rsidRPr="00154714" w:rsidRDefault="007A6DCA" w:rsidP="007A6DCA">
      <w:pPr>
        <w:rPr>
          <w:sz w:val="14"/>
        </w:rPr>
      </w:pPr>
      <w:r w:rsidRPr="00154714">
        <w:rPr>
          <w:sz w:val="14"/>
        </w:rPr>
        <w:t>shortages, constraining the ability to effectively respond to the outbreak. Shortages of these</w:t>
      </w:r>
    </w:p>
    <w:p w14:paraId="65CD3567" w14:textId="77777777" w:rsidR="007A6DCA" w:rsidRPr="00154714" w:rsidRDefault="007A6DCA" w:rsidP="007A6DCA">
      <w:pPr>
        <w:rPr>
          <w:sz w:val="14"/>
        </w:rPr>
      </w:pPr>
      <w:r w:rsidRPr="00154714">
        <w:rPr>
          <w:sz w:val="14"/>
        </w:rPr>
        <w:t xml:space="preserve">products </w:t>
      </w:r>
      <w:proofErr w:type="gramStart"/>
      <w:r w:rsidRPr="00154714">
        <w:rPr>
          <w:sz w:val="14"/>
        </w:rPr>
        <w:t>has</w:t>
      </w:r>
      <w:proofErr w:type="gramEnd"/>
      <w:r w:rsidRPr="00154714">
        <w:rPr>
          <w:sz w:val="14"/>
        </w:rPr>
        <w:t xml:space="preserve"> put the lives of health and other essential workers at risk and led to many avoidable</w:t>
      </w:r>
    </w:p>
    <w:p w14:paraId="0C869EB7" w14:textId="77777777" w:rsidR="007A6DCA" w:rsidRPr="00154714" w:rsidRDefault="007A6DCA" w:rsidP="007A6DCA">
      <w:pPr>
        <w:rPr>
          <w:sz w:val="14"/>
        </w:rPr>
      </w:pPr>
      <w:r w:rsidRPr="00154714">
        <w:rPr>
          <w:sz w:val="14"/>
        </w:rPr>
        <w:t>deaths. It is also threatening to prolong the COVID-19 pandemic. The longer the current global crisis</w:t>
      </w:r>
    </w:p>
    <w:p w14:paraId="23839458" w14:textId="77777777" w:rsidR="007A6DCA" w:rsidRPr="00154714" w:rsidRDefault="007A6DCA" w:rsidP="007A6DCA">
      <w:pPr>
        <w:rPr>
          <w:sz w:val="14"/>
        </w:rPr>
      </w:pPr>
      <w:r w:rsidRPr="00154714">
        <w:rPr>
          <w:sz w:val="14"/>
        </w:rPr>
        <w:t>persist, the greater the socio-economic fallout, making it imperative and urgent to collaborate</w:t>
      </w:r>
    </w:p>
    <w:p w14:paraId="09DEC0D9" w14:textId="77777777" w:rsidR="007A6DCA" w:rsidRPr="00154714" w:rsidRDefault="007A6DCA" w:rsidP="007A6DCA">
      <w:pPr>
        <w:rPr>
          <w:sz w:val="14"/>
        </w:rPr>
      </w:pPr>
      <w:r w:rsidRPr="00154714">
        <w:rPr>
          <w:sz w:val="14"/>
        </w:rPr>
        <w:t>internationally to rapidly contain the outbreak.</w:t>
      </w:r>
    </w:p>
    <w:p w14:paraId="4199063F" w14:textId="77777777" w:rsidR="007A6DCA" w:rsidRPr="00154714" w:rsidRDefault="007A6DCA" w:rsidP="007A6DCA">
      <w:pPr>
        <w:rPr>
          <w:sz w:val="14"/>
        </w:rPr>
      </w:pPr>
      <w:r w:rsidRPr="00154714">
        <w:rPr>
          <w:sz w:val="14"/>
        </w:rPr>
        <w:t>7. As new diagnostics, therapeutics and vaccines for COVID-19 are developed, there are significant</w:t>
      </w:r>
    </w:p>
    <w:p w14:paraId="26916851" w14:textId="77777777" w:rsidR="007A6DCA" w:rsidRPr="00154714" w:rsidRDefault="007A6DCA" w:rsidP="007A6DCA">
      <w:pPr>
        <w:rPr>
          <w:sz w:val="14"/>
        </w:rPr>
      </w:pPr>
      <w:r w:rsidRPr="00154714">
        <w:rPr>
          <w:sz w:val="14"/>
        </w:rPr>
        <w:t>concerns, how these will be made available promptly, in sufficient quantities and at affordable price</w:t>
      </w:r>
    </w:p>
    <w:p w14:paraId="335BC591" w14:textId="77777777" w:rsidR="007A6DCA" w:rsidRPr="00154714" w:rsidRDefault="007A6DCA" w:rsidP="007A6DCA">
      <w:pPr>
        <w:rPr>
          <w:sz w:val="14"/>
        </w:rPr>
      </w:pPr>
      <w:r w:rsidRPr="00154714">
        <w:rPr>
          <w:sz w:val="14"/>
        </w:rPr>
        <w:t>to meet global demand. Critical shortages in medical products have also put at grave risk patients</w:t>
      </w:r>
    </w:p>
    <w:p w14:paraId="62B712DB" w14:textId="77777777" w:rsidR="007A6DCA" w:rsidRPr="00154714" w:rsidRDefault="007A6DCA" w:rsidP="007A6DCA">
      <w:pPr>
        <w:rPr>
          <w:sz w:val="14"/>
        </w:rPr>
      </w:pPr>
      <w:r w:rsidRPr="00154714">
        <w:rPr>
          <w:sz w:val="14"/>
        </w:rPr>
        <w:t>suffering from other communicable and non-communicable diseases.</w:t>
      </w:r>
    </w:p>
    <w:p w14:paraId="245B4AD4" w14:textId="77777777" w:rsidR="007A6DCA" w:rsidRPr="00154714" w:rsidRDefault="007A6DCA" w:rsidP="007A6DCA">
      <w:pPr>
        <w:rPr>
          <w:sz w:val="14"/>
        </w:rPr>
      </w:pPr>
      <w:r w:rsidRPr="00154714">
        <w:rPr>
          <w:sz w:val="14"/>
        </w:rPr>
        <w:t>8. To meet the growing supply-demand gap, several countries have initiated domestic production</w:t>
      </w:r>
    </w:p>
    <w:p w14:paraId="5D5276BD" w14:textId="77777777" w:rsidR="007A6DCA" w:rsidRPr="00154714" w:rsidRDefault="007A6DCA" w:rsidP="007A6DCA">
      <w:pPr>
        <w:rPr>
          <w:sz w:val="14"/>
        </w:rPr>
      </w:pPr>
      <w:r w:rsidRPr="00154714">
        <w:rPr>
          <w:sz w:val="14"/>
        </w:rPr>
        <w:t>of medical products and/or are modifying existing medical products for the treatment of COVID-19</w:t>
      </w:r>
    </w:p>
    <w:p w14:paraId="3FA214B1" w14:textId="77777777" w:rsidR="007A6DCA" w:rsidRPr="00154714" w:rsidRDefault="007A6DCA" w:rsidP="007A6DCA">
      <w:pPr>
        <w:rPr>
          <w:sz w:val="14"/>
        </w:rPr>
      </w:pPr>
      <w:r w:rsidRPr="00154714">
        <w:rPr>
          <w:sz w:val="14"/>
        </w:rPr>
        <w:t>patients. The rapid scaling up of manufacturing globally is an obvious crucial solution to address the</w:t>
      </w:r>
    </w:p>
    <w:p w14:paraId="48009095" w14:textId="77777777" w:rsidR="007A6DCA" w:rsidRPr="00154714" w:rsidRDefault="007A6DCA" w:rsidP="007A6DCA">
      <w:pPr>
        <w:rPr>
          <w:sz w:val="14"/>
        </w:rPr>
      </w:pPr>
      <w:r w:rsidRPr="00154714">
        <w:rPr>
          <w:sz w:val="14"/>
        </w:rPr>
        <w:t>timely availability and affordability of medical products to all countries in need.</w:t>
      </w:r>
    </w:p>
    <w:p w14:paraId="58B78C81" w14:textId="77777777" w:rsidR="007A6DCA" w:rsidRPr="00154714" w:rsidRDefault="007A6DCA" w:rsidP="007A6DCA">
      <w:pPr>
        <w:rPr>
          <w:sz w:val="14"/>
        </w:rPr>
      </w:pPr>
      <w:r w:rsidRPr="00154714">
        <w:rPr>
          <w:sz w:val="14"/>
        </w:rPr>
        <w:t>9. There are several reports about intellectual property rights hindering or potentially hindering</w:t>
      </w:r>
    </w:p>
    <w:p w14:paraId="14960BAE" w14:textId="77777777" w:rsidR="007A6DCA" w:rsidRPr="00154714" w:rsidRDefault="007A6DCA" w:rsidP="007A6DCA">
      <w:pPr>
        <w:rPr>
          <w:sz w:val="14"/>
        </w:rPr>
      </w:pPr>
      <w:r w:rsidRPr="00154714">
        <w:rPr>
          <w:sz w:val="14"/>
        </w:rPr>
        <w:t>timely provisioning of affordable medical products to the patients.3</w:t>
      </w:r>
    </w:p>
    <w:p w14:paraId="5B4ACB61" w14:textId="77777777" w:rsidR="007A6DCA" w:rsidRPr="00154714" w:rsidRDefault="007A6DCA" w:rsidP="007A6DCA">
      <w:pPr>
        <w:rPr>
          <w:sz w:val="14"/>
        </w:rPr>
      </w:pPr>
      <w:r w:rsidRPr="00154714">
        <w:rPr>
          <w:sz w:val="14"/>
        </w:rPr>
        <w:t>It is also reported that some</w:t>
      </w:r>
    </w:p>
    <w:p w14:paraId="5F6938C7" w14:textId="77777777" w:rsidR="007A6DCA" w:rsidRPr="00154714" w:rsidRDefault="007A6DCA" w:rsidP="007A6DCA">
      <w:pPr>
        <w:rPr>
          <w:sz w:val="14"/>
        </w:rPr>
      </w:pPr>
      <w:r w:rsidRPr="00154714">
        <w:rPr>
          <w:sz w:val="14"/>
        </w:rPr>
        <w:t>WTO Members have carried out urgent legal amendments to their national patent laws to expedite</w:t>
      </w:r>
    </w:p>
    <w:p w14:paraId="62B423C0" w14:textId="77777777" w:rsidR="007A6DCA" w:rsidRPr="00154714" w:rsidRDefault="007A6DCA" w:rsidP="007A6DCA">
      <w:pPr>
        <w:rPr>
          <w:sz w:val="14"/>
        </w:rPr>
      </w:pPr>
      <w:r w:rsidRPr="00154714">
        <w:rPr>
          <w:sz w:val="14"/>
        </w:rPr>
        <w:t>the process of issuing compulsory/government use licenses.</w:t>
      </w:r>
    </w:p>
    <w:p w14:paraId="33CC6773" w14:textId="77777777" w:rsidR="007A6DCA" w:rsidRPr="00154714" w:rsidRDefault="007A6DCA" w:rsidP="007A6DCA">
      <w:pPr>
        <w:rPr>
          <w:rStyle w:val="StyleUnderline"/>
        </w:rPr>
      </w:pPr>
      <w:r w:rsidRPr="00154714">
        <w:rPr>
          <w:sz w:val="14"/>
        </w:rPr>
        <w:t xml:space="preserve">10. </w:t>
      </w:r>
      <w:r w:rsidRPr="00154714">
        <w:rPr>
          <w:rStyle w:val="StyleUnderline"/>
        </w:rPr>
        <w:t xml:space="preserve">Beyond patents, other </w:t>
      </w:r>
      <w:r w:rsidRPr="009C639E">
        <w:rPr>
          <w:rStyle w:val="StyleUnderline"/>
          <w:highlight w:val="yellow"/>
        </w:rPr>
        <w:t xml:space="preserve">intellectual property rights may also pose a barrier, </w:t>
      </w:r>
      <w:r w:rsidRPr="009C639E">
        <w:rPr>
          <w:rStyle w:val="StyleUnderline"/>
        </w:rPr>
        <w:t>with limited</w:t>
      </w:r>
      <w:r w:rsidRPr="00154714">
        <w:rPr>
          <w:rStyle w:val="StyleUnderline"/>
        </w:rPr>
        <w:t xml:space="preserve"> options</w:t>
      </w:r>
    </w:p>
    <w:p w14:paraId="43A9736E" w14:textId="77777777" w:rsidR="007A6DCA" w:rsidRPr="00154714" w:rsidRDefault="007A6DCA" w:rsidP="007A6DCA">
      <w:pPr>
        <w:rPr>
          <w:sz w:val="14"/>
        </w:rPr>
      </w:pPr>
      <w:r w:rsidRPr="00154714">
        <w:rPr>
          <w:rStyle w:val="StyleUnderline"/>
        </w:rPr>
        <w:t>to overcome those barriers</w:t>
      </w:r>
      <w:r w:rsidRPr="00154714">
        <w:rPr>
          <w:sz w:val="14"/>
        </w:rPr>
        <w:t>. In addition, many countries especially developing countries may face</w:t>
      </w:r>
    </w:p>
    <w:p w14:paraId="56BE15D5" w14:textId="77777777" w:rsidR="007A6DCA" w:rsidRPr="00154714" w:rsidRDefault="007A6DCA" w:rsidP="007A6DCA">
      <w:pPr>
        <w:rPr>
          <w:sz w:val="14"/>
        </w:rPr>
      </w:pPr>
      <w:r w:rsidRPr="00154714">
        <w:rPr>
          <w:sz w:val="14"/>
        </w:rPr>
        <w:t>institutional and legal difficulties when using flexibilities available in the Agreement on Trade-Related</w:t>
      </w:r>
    </w:p>
    <w:p w14:paraId="5558622C" w14:textId="77777777" w:rsidR="007A6DCA" w:rsidRPr="00154714" w:rsidRDefault="007A6DCA" w:rsidP="007A6DCA">
      <w:pPr>
        <w:rPr>
          <w:sz w:val="14"/>
        </w:rPr>
      </w:pPr>
      <w:r w:rsidRPr="00154714">
        <w:rPr>
          <w:sz w:val="14"/>
        </w:rPr>
        <w:t>Aspects of Intellectual Property Rights (TRIPS Agreement). A particular concern for countries with</w:t>
      </w:r>
    </w:p>
    <w:p w14:paraId="3ABB0B00" w14:textId="77777777" w:rsidR="007A6DCA" w:rsidRPr="00154714" w:rsidRDefault="007A6DCA" w:rsidP="007A6DCA">
      <w:pPr>
        <w:rPr>
          <w:sz w:val="14"/>
        </w:rPr>
      </w:pPr>
      <w:r w:rsidRPr="00154714">
        <w:rPr>
          <w:sz w:val="14"/>
        </w:rPr>
        <w:t>insufficient or no manufacturing capacity are the requirements of Article 31bis and consequently the</w:t>
      </w:r>
    </w:p>
    <w:p w14:paraId="34A1D0BF" w14:textId="77777777" w:rsidR="007A6DCA" w:rsidRPr="00154714" w:rsidRDefault="007A6DCA" w:rsidP="007A6DCA">
      <w:pPr>
        <w:rPr>
          <w:sz w:val="14"/>
        </w:rPr>
      </w:pPr>
      <w:r w:rsidRPr="00154714">
        <w:rPr>
          <w:sz w:val="14"/>
        </w:rPr>
        <w:t>cumbersome and lengthy process for the import and export of pharmaceutical products.</w:t>
      </w:r>
    </w:p>
    <w:p w14:paraId="3ED20FBF" w14:textId="77777777" w:rsidR="007A6DCA" w:rsidRPr="00154714" w:rsidRDefault="007A6DCA" w:rsidP="007A6DCA">
      <w:pPr>
        <w:rPr>
          <w:sz w:val="14"/>
        </w:rPr>
      </w:pPr>
      <w:r w:rsidRPr="00154714">
        <w:rPr>
          <w:sz w:val="14"/>
        </w:rPr>
        <w:t>11. Internationally, there is an urgent call for global solidarity, and the unhindered global sharing</w:t>
      </w:r>
    </w:p>
    <w:p w14:paraId="1BB2DC7E" w14:textId="77777777" w:rsidR="007A6DCA" w:rsidRPr="00154714" w:rsidRDefault="007A6DCA" w:rsidP="007A6DCA">
      <w:pPr>
        <w:rPr>
          <w:sz w:val="14"/>
        </w:rPr>
      </w:pPr>
      <w:r w:rsidRPr="00154714">
        <w:rPr>
          <w:sz w:val="14"/>
        </w:rPr>
        <w:t>of technology and know-how in order that rapid responses for the handling of COVID-19 can be put</w:t>
      </w:r>
    </w:p>
    <w:p w14:paraId="37C199E7" w14:textId="77777777" w:rsidR="007A6DCA" w:rsidRPr="00154714" w:rsidRDefault="007A6DCA" w:rsidP="007A6DCA">
      <w:pPr>
        <w:rPr>
          <w:sz w:val="14"/>
        </w:rPr>
      </w:pPr>
      <w:r w:rsidRPr="00154714">
        <w:rPr>
          <w:sz w:val="14"/>
        </w:rPr>
        <w:t>in place on a real time basis.</w:t>
      </w:r>
    </w:p>
    <w:p w14:paraId="1939FB60" w14:textId="77777777" w:rsidR="007A6DCA" w:rsidRPr="00154714" w:rsidRDefault="007A6DCA" w:rsidP="007A6DCA">
      <w:pPr>
        <w:rPr>
          <w:sz w:val="14"/>
        </w:rPr>
      </w:pPr>
      <w:r w:rsidRPr="00154714">
        <w:rPr>
          <w:sz w:val="14"/>
        </w:rPr>
        <w:t xml:space="preserve">12. </w:t>
      </w:r>
      <w:r w:rsidRPr="00154714">
        <w:rPr>
          <w:rStyle w:val="StyleUnderline"/>
        </w:rPr>
        <w:t xml:space="preserve">In these exceptional circumstances, </w:t>
      </w:r>
      <w:r w:rsidRPr="009C639E">
        <w:rPr>
          <w:rStyle w:val="StyleUnderline"/>
          <w:highlight w:val="yellow"/>
        </w:rPr>
        <w:t>we request that the Council for TRIPS recommends</w:t>
      </w:r>
      <w:r w:rsidRPr="00154714">
        <w:rPr>
          <w:sz w:val="14"/>
        </w:rPr>
        <w:t>, as</w:t>
      </w:r>
    </w:p>
    <w:p w14:paraId="606D5E26" w14:textId="77777777" w:rsidR="007A6DCA" w:rsidRPr="00154714" w:rsidRDefault="007A6DCA" w:rsidP="007A6DCA">
      <w:pPr>
        <w:rPr>
          <w:rStyle w:val="StyleUnderline"/>
        </w:rPr>
      </w:pPr>
      <w:r w:rsidRPr="00154714">
        <w:rPr>
          <w:sz w:val="14"/>
        </w:rPr>
        <w:t xml:space="preserve">early as possible, </w:t>
      </w:r>
      <w:r w:rsidRPr="00154714">
        <w:rPr>
          <w:rStyle w:val="StyleUnderline"/>
        </w:rPr>
        <w:t xml:space="preserve">to the General Council </w:t>
      </w:r>
      <w:r w:rsidRPr="009C639E">
        <w:rPr>
          <w:rStyle w:val="StyleUnderline"/>
          <w:highlight w:val="yellow"/>
        </w:rPr>
        <w:t>a waiver from</w:t>
      </w:r>
      <w:r w:rsidRPr="00154714">
        <w:rPr>
          <w:rStyle w:val="StyleUnderline"/>
        </w:rPr>
        <w:t xml:space="preserve"> the implementation, application and</w:t>
      </w:r>
    </w:p>
    <w:p w14:paraId="5EC1D48F" w14:textId="77777777" w:rsidR="007A6DCA" w:rsidRPr="009C639E" w:rsidRDefault="007A6DCA" w:rsidP="007A6DCA">
      <w:pPr>
        <w:rPr>
          <w:rStyle w:val="StyleUnderline"/>
          <w:highlight w:val="yellow"/>
        </w:rPr>
      </w:pPr>
      <w:r w:rsidRPr="009C639E">
        <w:rPr>
          <w:rStyle w:val="StyleUnderline"/>
        </w:rPr>
        <w:t xml:space="preserve">enforcement of Sections 1, 4, 5, and 7 of Part II of the </w:t>
      </w:r>
      <w:r w:rsidRPr="009C639E">
        <w:rPr>
          <w:rStyle w:val="StyleUnderline"/>
          <w:highlight w:val="yellow"/>
        </w:rPr>
        <w:t>TRIPS Agreement in relation to prevention,</w:t>
      </w:r>
    </w:p>
    <w:p w14:paraId="4D045C59" w14:textId="77777777" w:rsidR="007A6DCA" w:rsidRPr="00154714" w:rsidRDefault="007A6DCA" w:rsidP="007A6DCA">
      <w:pPr>
        <w:rPr>
          <w:rStyle w:val="StyleUnderline"/>
        </w:rPr>
      </w:pPr>
      <w:r w:rsidRPr="009C639E">
        <w:rPr>
          <w:rStyle w:val="StyleUnderline"/>
          <w:highlight w:val="yellow"/>
        </w:rPr>
        <w:t>containment or treatment of COVID-19.</w:t>
      </w:r>
    </w:p>
    <w:p w14:paraId="3B579979" w14:textId="77777777" w:rsidR="007A6DCA" w:rsidRPr="00154714" w:rsidRDefault="007A6DCA" w:rsidP="007A6DCA">
      <w:pPr>
        <w:rPr>
          <w:rStyle w:val="StyleUnderline"/>
        </w:rPr>
      </w:pPr>
      <w:r w:rsidRPr="00154714">
        <w:rPr>
          <w:sz w:val="14"/>
        </w:rPr>
        <w:t>13</w:t>
      </w:r>
      <w:r w:rsidRPr="009C639E">
        <w:rPr>
          <w:sz w:val="14"/>
          <w:highlight w:val="yellow"/>
        </w:rPr>
        <w:t xml:space="preserve">. </w:t>
      </w:r>
      <w:r w:rsidRPr="009C639E">
        <w:rPr>
          <w:rStyle w:val="StyleUnderline"/>
          <w:highlight w:val="yellow"/>
        </w:rPr>
        <w:t>The waiver should continue until widespread vaccination is in place globally</w:t>
      </w:r>
      <w:r w:rsidRPr="00154714">
        <w:rPr>
          <w:rStyle w:val="StyleUnderline"/>
        </w:rPr>
        <w:t>, and the majority</w:t>
      </w:r>
    </w:p>
    <w:p w14:paraId="2AA79A50" w14:textId="77777777" w:rsidR="007A6DCA" w:rsidRPr="00154714" w:rsidRDefault="007A6DCA" w:rsidP="007A6DCA">
      <w:pPr>
        <w:rPr>
          <w:sz w:val="14"/>
        </w:rPr>
      </w:pPr>
      <w:r w:rsidRPr="00154714">
        <w:rPr>
          <w:rStyle w:val="StyleUnderline"/>
        </w:rPr>
        <w:t>of the world's population has developed immunity</w:t>
      </w:r>
      <w:r w:rsidRPr="00154714">
        <w:rPr>
          <w:sz w:val="14"/>
        </w:rPr>
        <w:t xml:space="preserve"> hence we propose an initial duration of [x] years</w:t>
      </w:r>
    </w:p>
    <w:p w14:paraId="7AD7C35B" w14:textId="77777777" w:rsidR="007A6DCA" w:rsidRPr="00154714" w:rsidRDefault="007A6DCA" w:rsidP="007A6DCA">
      <w:pPr>
        <w:rPr>
          <w:sz w:val="14"/>
        </w:rPr>
      </w:pPr>
      <w:r w:rsidRPr="00154714">
        <w:rPr>
          <w:sz w:val="14"/>
        </w:rPr>
        <w:lastRenderedPageBreak/>
        <w:t>from the date of the adoption of the waiver.</w:t>
      </w:r>
    </w:p>
    <w:p w14:paraId="426E6129" w14:textId="77777777" w:rsidR="007A6DCA" w:rsidRPr="00154714" w:rsidRDefault="007A6DCA" w:rsidP="007A6DCA">
      <w:pPr>
        <w:rPr>
          <w:sz w:val="14"/>
        </w:rPr>
      </w:pPr>
      <w:r w:rsidRPr="00154714">
        <w:rPr>
          <w:sz w:val="14"/>
        </w:rPr>
        <w:t>14. We request that the Council for TRIPS urgently recommends to the General Council adoption of</w:t>
      </w:r>
    </w:p>
    <w:p w14:paraId="1F923957" w14:textId="77777777" w:rsidR="007A6DCA" w:rsidRPr="00154714" w:rsidRDefault="007A6DCA" w:rsidP="007A6DCA">
      <w:pPr>
        <w:rPr>
          <w:sz w:val="14"/>
        </w:rPr>
      </w:pPr>
      <w:r w:rsidRPr="00154714">
        <w:rPr>
          <w:sz w:val="14"/>
        </w:rPr>
        <w:t xml:space="preserve">the annexed decision </w:t>
      </w:r>
      <w:proofErr w:type="gramStart"/>
      <w:r w:rsidRPr="00154714">
        <w:rPr>
          <w:sz w:val="14"/>
        </w:rPr>
        <w:t>text</w:t>
      </w:r>
      <w:proofErr w:type="gramEnd"/>
      <w:r w:rsidRPr="00154714">
        <w:rPr>
          <w:sz w:val="14"/>
        </w:rPr>
        <w:t xml:space="preserve">. </w:t>
      </w:r>
    </w:p>
    <w:p w14:paraId="47AE711B" w14:textId="77777777" w:rsidR="007A6DCA" w:rsidRDefault="007A6DCA" w:rsidP="007A6DCA"/>
    <w:p w14:paraId="0A3602FC" w14:textId="77777777" w:rsidR="007A6DCA" w:rsidRDefault="007A6DCA" w:rsidP="007A6DCA"/>
    <w:p w14:paraId="551D3FC8" w14:textId="77777777" w:rsidR="007A6DCA" w:rsidRDefault="007A6DCA" w:rsidP="007A6DCA">
      <w:pPr>
        <w:pStyle w:val="Heading4"/>
      </w:pPr>
      <w:r>
        <w:t xml:space="preserve">Contention 2: Solvency </w:t>
      </w:r>
    </w:p>
    <w:p w14:paraId="5E24CB5F" w14:textId="77777777" w:rsidR="007A6DCA" w:rsidRDefault="007A6DCA" w:rsidP="007A6DCA"/>
    <w:p w14:paraId="449AF50C" w14:textId="77777777" w:rsidR="007A6DCA" w:rsidRDefault="007A6DCA" w:rsidP="007A6DCA">
      <w:pPr>
        <w:pStyle w:val="Heading4"/>
      </w:pPr>
      <w:r>
        <w:t>1.</w:t>
      </w:r>
      <w:r w:rsidRPr="00134F7F">
        <w:t xml:space="preserve"> </w:t>
      </w:r>
      <w:r>
        <w:t>The plan creates a new goldilocks patent law that exempts pandemics</w:t>
      </w:r>
    </w:p>
    <w:p w14:paraId="07B798AB" w14:textId="77777777" w:rsidR="007A6DCA" w:rsidRPr="00D15B9E" w:rsidRDefault="007A6DCA" w:rsidP="007A6DCA">
      <w:pPr>
        <w:rPr>
          <w:rStyle w:val="Style13ptBold"/>
        </w:rPr>
      </w:pPr>
      <w:r w:rsidRPr="00D15B9E">
        <w:rPr>
          <w:rStyle w:val="Style13ptBold"/>
        </w:rPr>
        <w:t>Lindsey, JD Harvard, 21</w:t>
      </w:r>
    </w:p>
    <w:p w14:paraId="29687A4A" w14:textId="77777777" w:rsidR="007A6DCA" w:rsidRPr="00D15B9E" w:rsidRDefault="007A6DCA" w:rsidP="007A6DCA">
      <w:pPr>
        <w:rPr>
          <w:sz w:val="16"/>
        </w:rPr>
      </w:pPr>
      <w:r w:rsidRPr="00D15B9E">
        <w:rPr>
          <w:sz w:val="16"/>
        </w:rPr>
        <w:t xml:space="preserve">(Brink, </w:t>
      </w:r>
      <w:hyperlink r:id="rId11" w:history="1">
        <w:r w:rsidRPr="00D15B9E">
          <w:rPr>
            <w:rStyle w:val="Hyperlink"/>
            <w:sz w:val="16"/>
          </w:rPr>
          <w:t>https://www.brookings.edu/blog/up-front/2021/06/03/why-intellectual-property-and-pandemics-dont-mix/</w:t>
        </w:r>
      </w:hyperlink>
      <w:r w:rsidRPr="00D15B9E">
        <w:rPr>
          <w:sz w:val="16"/>
        </w:rPr>
        <w:t>, 6-3)</w:t>
      </w:r>
    </w:p>
    <w:p w14:paraId="28283C21" w14:textId="77777777" w:rsidR="007A6DCA" w:rsidRDefault="007A6DCA" w:rsidP="007A6DCA">
      <w:r w:rsidRPr="009C639E">
        <w:rPr>
          <w:rStyle w:val="StyleUnderline"/>
          <w:highlight w:val="yellow"/>
        </w:rPr>
        <w:t>Waiving patent protections is certainly no panacea</w:t>
      </w:r>
      <w:r w:rsidRPr="00D15B9E">
        <w:rPr>
          <w:sz w:val="16"/>
        </w:rPr>
        <w:t xml:space="preserve">. What is needed most urgently is a massive drive of technology transfer, capacity expansion, and supply line coordination to bring vaccine supply in line with global demand. Dispensing with patents in no way obviates the need for governments to fund and oversee this effort. </w:t>
      </w:r>
      <w:r w:rsidRPr="0012624E">
        <w:rPr>
          <w:rStyle w:val="StyleUnderline"/>
        </w:rPr>
        <w:t>Although focusing on these immediate constraints is vital, we cannot confine our attention to the short term.</w:t>
      </w:r>
      <w:r w:rsidRPr="00D15B9E">
        <w:rPr>
          <w:sz w:val="16"/>
        </w:rPr>
        <w:t xml:space="preserve"> </w:t>
      </w:r>
      <w:proofErr w:type="gramStart"/>
      <w:r w:rsidRPr="00D15B9E">
        <w:rPr>
          <w:sz w:val="16"/>
        </w:rPr>
        <w:t>First of all</w:t>
      </w:r>
      <w:proofErr w:type="gramEnd"/>
      <w:r w:rsidRPr="00D15B9E">
        <w:rPr>
          <w:sz w:val="16"/>
        </w:rPr>
        <w:t xml:space="preserve">, </w:t>
      </w:r>
      <w:r w:rsidRPr="0012624E">
        <w:rPr>
          <w:rStyle w:val="StyleUnderline"/>
        </w:rPr>
        <w:t>the COVID-19 pandemic is far from over</w:t>
      </w:r>
      <w:r w:rsidRPr="00D15B9E">
        <w:rPr>
          <w:sz w:val="16"/>
        </w:rPr>
        <w:t xml:space="preserve">. Although Americans can now see the light at the end of the tunnel thanks to the rapid rollout of vaccines, most of the world isn’t so lucky. The virus is currently raging in India and throughout South America, overwhelming health care systems and inflicting suffering and loss on a horrific scale. And consider the fact that Australia, which has been successful in suppressing the virus, recently announced it was sticking to plans to keep its borders closed until mid-2022. </w:t>
      </w:r>
      <w:r w:rsidRPr="00801CFE">
        <w:rPr>
          <w:rStyle w:val="StyleUnderline"/>
          <w:highlight w:val="yellow"/>
        </w:rPr>
        <w:t>Criticisms of the</w:t>
      </w:r>
      <w:r w:rsidRPr="00D15B9E">
        <w:rPr>
          <w:sz w:val="16"/>
        </w:rPr>
        <w:t xml:space="preserve"> TRIPS </w:t>
      </w:r>
      <w:r w:rsidRPr="00801CFE">
        <w:rPr>
          <w:rStyle w:val="StyleUnderline"/>
          <w:highlight w:val="yellow"/>
        </w:rPr>
        <w:t xml:space="preserve">waiver that focus only on the next few months are </w:t>
      </w:r>
      <w:r w:rsidRPr="00801CFE">
        <w:rPr>
          <w:rStyle w:val="StyleUnderline"/>
        </w:rPr>
        <w:t>therefore</w:t>
      </w:r>
      <w:r w:rsidRPr="00D15B9E">
        <w:rPr>
          <w:rStyle w:val="StyleUnderline"/>
        </w:rPr>
        <w:t xml:space="preserve"> </w:t>
      </w:r>
      <w:r w:rsidRPr="00801CFE">
        <w:rPr>
          <w:rStyle w:val="StyleUnderline"/>
          <w:highlight w:val="yellow"/>
        </w:rPr>
        <w:t xml:space="preserve">short-sighted: </w:t>
      </w:r>
      <w:r w:rsidRPr="00801CFE">
        <w:rPr>
          <w:rStyle w:val="StyleUnderline"/>
        </w:rPr>
        <w:t xml:space="preserve">this pandemic could well drag on long enough for elimination of patent restrictions </w:t>
      </w:r>
      <w:r w:rsidRPr="00801CFE">
        <w:rPr>
          <w:rStyle w:val="Emphasis"/>
        </w:rPr>
        <w:t>to enable new vaccine producers to make a positive difference</w:t>
      </w:r>
      <w:r w:rsidRPr="00D15B9E">
        <w:rPr>
          <w:rStyle w:val="Emphasis"/>
        </w:rPr>
        <w:t>.</w:t>
      </w:r>
      <w:r>
        <w:rPr>
          <w:rStyle w:val="Emphasis"/>
        </w:rPr>
        <w:t xml:space="preserve"> </w:t>
      </w:r>
      <w:r w:rsidRPr="00D15B9E">
        <w:rPr>
          <w:rStyle w:val="StyleUnderline"/>
        </w:rPr>
        <w:t>Furthermore,</w:t>
      </w:r>
      <w:r w:rsidRPr="00D15B9E">
        <w:rPr>
          <w:sz w:val="16"/>
        </w:rPr>
        <w:t xml:space="preserve"> and probably even more important, </w:t>
      </w:r>
      <w:r w:rsidRPr="00D15B9E">
        <w:rPr>
          <w:rStyle w:val="StyleUnderline"/>
        </w:rPr>
        <w:t xml:space="preserve">this is almost certainly not the last pandemic we will face. </w:t>
      </w:r>
      <w:r w:rsidRPr="00D15B9E">
        <w:rPr>
          <w:sz w:val="16"/>
        </w:rPr>
        <w:t xml:space="preserve">Urbanization, the spread of factory-farming methods, and globalization all combine to increase the odds that a new virus will make the jump from animals to humans and then spread rapidly around the world. Prior to the current pandemic, the 21st century already saw outbreaks of SARS, H1N1, MERS, and Ebola. </w:t>
      </w:r>
      <w:r w:rsidRPr="00801CFE">
        <w:rPr>
          <w:rStyle w:val="StyleUnderline"/>
          <w:highlight w:val="yellow"/>
        </w:rPr>
        <w:t xml:space="preserve">Everything we </w:t>
      </w:r>
      <w:r w:rsidRPr="00801CFE">
        <w:rPr>
          <w:rStyle w:val="StyleUnderline"/>
        </w:rPr>
        <w:t xml:space="preserve">do and learn in the current crisis </w:t>
      </w:r>
      <w:r w:rsidRPr="00801CFE">
        <w:rPr>
          <w:rStyle w:val="StyleUnderline"/>
          <w:highlight w:val="yellow"/>
        </w:rPr>
        <w:t>should be viewed</w:t>
      </w:r>
      <w:r w:rsidRPr="00D15B9E">
        <w:rPr>
          <w:rStyle w:val="StyleUnderline"/>
        </w:rPr>
        <w:t xml:space="preserve"> from the perspective </w:t>
      </w:r>
      <w:r w:rsidRPr="00801CFE">
        <w:rPr>
          <w:rStyle w:val="StyleUnderline"/>
          <w:highlight w:val="yellow"/>
        </w:rPr>
        <w:t xml:space="preserve">of getting </w:t>
      </w:r>
      <w:r w:rsidRPr="00801CFE">
        <w:rPr>
          <w:rStyle w:val="Emphasis"/>
          <w:highlight w:val="yellow"/>
        </w:rPr>
        <w:t>ready for next time</w:t>
      </w:r>
      <w:r w:rsidRPr="00D15B9E">
        <w:rPr>
          <w:rStyle w:val="Emphasis"/>
        </w:rPr>
        <w:t>.</w:t>
      </w:r>
      <w:r w:rsidRPr="00D15B9E">
        <w:rPr>
          <w:sz w:val="16"/>
        </w:rPr>
        <w:t xml:space="preserve"> THE NATURE OF THE PATENT BARGAIN </w:t>
      </w:r>
      <w:r w:rsidRPr="00D15B9E">
        <w:rPr>
          <w:rStyle w:val="StyleUnderline"/>
        </w:rPr>
        <w:t xml:space="preserve">When we take the longer view, we can see a fundamental mismatch between the policy design of intellectual property protection and the policy requirements of </w:t>
      </w:r>
      <w:r w:rsidRPr="00D15B9E">
        <w:rPr>
          <w:rStyle w:val="Emphasis"/>
        </w:rPr>
        <w:t>effective pandemic response.</w:t>
      </w:r>
      <w:r w:rsidRPr="00D15B9E">
        <w:rPr>
          <w:sz w:val="16"/>
        </w:rPr>
        <w:t xml:space="preserve"> Although </w:t>
      </w:r>
      <w:r w:rsidRPr="00D15B9E">
        <w:rPr>
          <w:rStyle w:val="StyleUnderline"/>
        </w:rPr>
        <w:t>patent law</w:t>
      </w:r>
      <w:r w:rsidRPr="00D15B9E">
        <w:rPr>
          <w:sz w:val="16"/>
        </w:rPr>
        <w:t xml:space="preserve">, properly restrained, constitutes one important element of a well-designed national innovation system, </w:t>
      </w:r>
      <w:r w:rsidRPr="00801CFE">
        <w:rPr>
          <w:rStyle w:val="StyleUnderline"/>
          <w:highlight w:val="yellow"/>
        </w:rPr>
        <w:t>the way it goes about encouraging</w:t>
      </w:r>
      <w:r w:rsidRPr="00801CFE">
        <w:rPr>
          <w:sz w:val="16"/>
          <w:highlight w:val="yellow"/>
        </w:rPr>
        <w:t xml:space="preserve"> </w:t>
      </w:r>
      <w:r w:rsidRPr="00801CFE">
        <w:rPr>
          <w:sz w:val="16"/>
        </w:rPr>
        <w:t xml:space="preserve">technological </w:t>
      </w:r>
      <w:r w:rsidRPr="00801CFE">
        <w:rPr>
          <w:rStyle w:val="StyleUnderline"/>
          <w:highlight w:val="yellow"/>
        </w:rPr>
        <w:t xml:space="preserve">progress </w:t>
      </w:r>
      <w:r w:rsidRPr="00801CFE">
        <w:rPr>
          <w:rStyle w:val="StyleUnderline"/>
        </w:rPr>
        <w:t xml:space="preserve">is </w:t>
      </w:r>
      <w:r w:rsidRPr="00801CFE">
        <w:rPr>
          <w:rStyle w:val="Emphasis"/>
          <w:highlight w:val="yellow"/>
        </w:rPr>
        <w:t>singularly ill-suited</w:t>
      </w:r>
      <w:r w:rsidRPr="00801CFE">
        <w:rPr>
          <w:rStyle w:val="StyleUnderline"/>
          <w:highlight w:val="yellow"/>
        </w:rPr>
        <w:t xml:space="preserve"> to</w:t>
      </w:r>
      <w:r w:rsidRPr="00D15B9E">
        <w:rPr>
          <w:rStyle w:val="StyleUnderline"/>
        </w:rPr>
        <w:t xml:space="preserve"> the emergency </w:t>
      </w:r>
      <w:r w:rsidRPr="00801CFE">
        <w:rPr>
          <w:rStyle w:val="StyleUnderline"/>
        </w:rPr>
        <w:t>conditions</w:t>
      </w:r>
      <w:r w:rsidRPr="00D15B9E">
        <w:rPr>
          <w:rStyle w:val="StyleUnderline"/>
        </w:rPr>
        <w:t xml:space="preserve"> of </w:t>
      </w:r>
      <w:r w:rsidRPr="00801CFE">
        <w:rPr>
          <w:rStyle w:val="StyleUnderline"/>
          <w:highlight w:val="yellow"/>
        </w:rPr>
        <w:t xml:space="preserve">a pandemic </w:t>
      </w:r>
      <w:r w:rsidRPr="00801CFE">
        <w:rPr>
          <w:rStyle w:val="StyleUnderline"/>
        </w:rPr>
        <w:t>or other public health crisis.</w:t>
      </w:r>
      <w:r w:rsidRPr="00801CFE">
        <w:rPr>
          <w:rStyle w:val="StyleUnderline"/>
          <w:highlight w:val="yellow"/>
        </w:rPr>
        <w:t xml:space="preserve"> Securing a TRIPS waiver</w:t>
      </w:r>
      <w:r w:rsidRPr="00D15B9E">
        <w:rPr>
          <w:sz w:val="16"/>
        </w:rPr>
        <w:t xml:space="preserve"> for COVID-19 vaccines and treatments </w:t>
      </w:r>
      <w:r w:rsidRPr="00D15B9E">
        <w:rPr>
          <w:rStyle w:val="StyleUnderline"/>
        </w:rPr>
        <w:t>would</w:t>
      </w:r>
      <w:r w:rsidRPr="00D15B9E">
        <w:rPr>
          <w:sz w:val="16"/>
        </w:rPr>
        <w:t xml:space="preserve"> thus </w:t>
      </w:r>
      <w:r w:rsidRPr="00801CFE">
        <w:rPr>
          <w:rStyle w:val="Emphasis"/>
          <w:highlight w:val="yellow"/>
        </w:rPr>
        <w:t xml:space="preserve">establish a </w:t>
      </w:r>
      <w:r w:rsidRPr="00852E7A">
        <w:rPr>
          <w:rStyle w:val="Emphasis"/>
        </w:rPr>
        <w:t xml:space="preserve">salutary </w:t>
      </w:r>
      <w:r w:rsidRPr="00801CFE">
        <w:rPr>
          <w:rStyle w:val="Emphasis"/>
          <w:highlight w:val="yellow"/>
        </w:rPr>
        <w:t>precedent</w:t>
      </w:r>
      <w:r w:rsidRPr="00801CFE">
        <w:rPr>
          <w:sz w:val="16"/>
          <w:highlight w:val="yellow"/>
        </w:rPr>
        <w:t xml:space="preserve"> </w:t>
      </w:r>
      <w:r w:rsidRPr="00801CFE">
        <w:rPr>
          <w:rStyle w:val="StyleUnderline"/>
          <w:highlight w:val="yellow"/>
        </w:rPr>
        <w:t>that</w:t>
      </w:r>
      <w:r w:rsidRPr="00D15B9E">
        <w:rPr>
          <w:rStyle w:val="StyleUnderline"/>
        </w:rPr>
        <w:t>,</w:t>
      </w:r>
      <w:r w:rsidRPr="00D15B9E">
        <w:rPr>
          <w:sz w:val="16"/>
        </w:rPr>
        <w:t xml:space="preserve"> </w:t>
      </w:r>
      <w:r w:rsidRPr="00D15B9E">
        <w:rPr>
          <w:rStyle w:val="StyleUnderline"/>
        </w:rPr>
        <w:t xml:space="preserve">in emergencies of this kind, </w:t>
      </w:r>
      <w:r w:rsidRPr="00801CFE">
        <w:rPr>
          <w:rStyle w:val="StyleUnderline"/>
          <w:highlight w:val="yellow"/>
        </w:rPr>
        <w:t xml:space="preserve">governments should employ other, </w:t>
      </w:r>
      <w:r w:rsidRPr="00852E7A">
        <w:rPr>
          <w:rStyle w:val="Emphasis"/>
        </w:rPr>
        <w:t>more direct</w:t>
      </w:r>
      <w:r w:rsidRPr="00801CFE">
        <w:rPr>
          <w:rStyle w:val="Emphasis"/>
          <w:highlight w:val="yellow"/>
        </w:rPr>
        <w:t xml:space="preserve"> means to incentivize</w:t>
      </w:r>
      <w:r w:rsidRPr="00801CFE">
        <w:rPr>
          <w:rStyle w:val="StyleUnderline"/>
          <w:highlight w:val="yellow"/>
        </w:rPr>
        <w:t xml:space="preserve"> </w:t>
      </w:r>
      <w:r w:rsidRPr="00852E7A">
        <w:rPr>
          <w:rStyle w:val="StyleUnderline"/>
        </w:rPr>
        <w:t xml:space="preserve">the </w:t>
      </w:r>
      <w:r w:rsidRPr="00801CFE">
        <w:rPr>
          <w:rStyle w:val="StyleUnderline"/>
          <w:highlight w:val="yellow"/>
        </w:rPr>
        <w:t>development of new drugs</w:t>
      </w:r>
      <w:r w:rsidRPr="00D15B9E">
        <w:rPr>
          <w:rStyle w:val="StyleUnderline"/>
        </w:rPr>
        <w:t>.</w:t>
      </w:r>
      <w:r>
        <w:rPr>
          <w:rStyle w:val="StyleUnderline"/>
        </w:rPr>
        <w:t xml:space="preserve"> </w:t>
      </w:r>
      <w:r w:rsidRPr="00D15B9E">
        <w:rPr>
          <w:sz w:val="16"/>
        </w:rPr>
        <w:t xml:space="preserve">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w:t>
      </w:r>
      <w:r w:rsidRPr="00D15B9E">
        <w:rPr>
          <w:rStyle w:val="StyleUnderline"/>
        </w:rPr>
        <w:t>Patent rights</w:t>
      </w:r>
      <w:r w:rsidRPr="00D15B9E">
        <w:rPr>
          <w:sz w:val="16"/>
        </w:rPr>
        <w:t xml:space="preserve"> thus </w:t>
      </w:r>
      <w:r w:rsidRPr="00D15B9E">
        <w:rPr>
          <w:rStyle w:val="StyleUnderline"/>
        </w:rPr>
        <w:t xml:space="preserve">slow the diffusion of </w:t>
      </w:r>
      <w:proofErr w:type="gramStart"/>
      <w:r w:rsidRPr="00D15B9E">
        <w:rPr>
          <w:rStyle w:val="StyleUnderline"/>
        </w:rPr>
        <w:t>a new invention</w:t>
      </w:r>
      <w:proofErr w:type="gramEnd"/>
      <w:r w:rsidRPr="00D15B9E">
        <w:rPr>
          <w:rStyle w:val="StyleUnderline"/>
        </w:rPr>
        <w:t xml:space="preserve"> by restricting output and raising prices.</w:t>
      </w:r>
      <w:r>
        <w:rPr>
          <w:rStyle w:val="StyleUnderline"/>
        </w:rPr>
        <w:t xml:space="preserve"> </w:t>
      </w:r>
      <w:r w:rsidRPr="00D15B9E">
        <w:rPr>
          <w:sz w:val="16"/>
        </w:rPr>
        <w:t xml:space="preserve">The </w:t>
      </w:r>
      <w:r w:rsidRPr="00D15B9E">
        <w:rPr>
          <w:rStyle w:val="StyleUnderline"/>
        </w:rPr>
        <w:t>imposition of these short-run costs</w:t>
      </w:r>
      <w:r w:rsidRPr="00D15B9E">
        <w:rPr>
          <w:sz w:val="16"/>
        </w:rPr>
        <w:t xml:space="preserve">, however, </w:t>
      </w:r>
      <w:r w:rsidRPr="00D15B9E">
        <w:rPr>
          <w:rStyle w:val="StyleUnderline"/>
        </w:rPr>
        <w:t>can bring net long-term benefits</w:t>
      </w:r>
      <w:r w:rsidRPr="00D15B9E">
        <w:rPr>
          <w:sz w:val="16"/>
        </w:rPr>
        <w:t xml:space="preserve">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 </w:t>
      </w:r>
      <w:r w:rsidRPr="00D15B9E">
        <w:rPr>
          <w:rStyle w:val="StyleUnderline"/>
        </w:rPr>
        <w:t>For the tradeoff between costs and benefits to come out positive on net, patent law must strike the right balance</w:t>
      </w:r>
      <w:r w:rsidRPr="00D15B9E">
        <w:rPr>
          <w:sz w:val="16"/>
        </w:rPr>
        <w:t xml:space="preserv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technology. </w:t>
      </w:r>
      <w:r w:rsidRPr="00D15B9E">
        <w:rPr>
          <w:rStyle w:val="StyleUnderline"/>
        </w:rPr>
        <w:t>Unfortunately</w:t>
      </w:r>
      <w:r w:rsidRPr="00CA5C93">
        <w:rPr>
          <w:rStyle w:val="StyleUnderline"/>
          <w:highlight w:val="yellow"/>
        </w:rPr>
        <w:t xml:space="preserve">, the U.S. patent system at </w:t>
      </w:r>
      <w:r w:rsidRPr="00CA5C93">
        <w:rPr>
          <w:rStyle w:val="Emphasis"/>
          <w:highlight w:val="yellow"/>
        </w:rPr>
        <w:t xml:space="preserve">present </w:t>
      </w:r>
      <w:r w:rsidRPr="00CA5C93">
        <w:rPr>
          <w:rStyle w:val="Emphasis"/>
          <w:highlight w:val="yellow"/>
        </w:rPr>
        <w:lastRenderedPageBreak/>
        <w:t>is out of balanc</w:t>
      </w:r>
      <w:r w:rsidRPr="00D15B9E">
        <w:rPr>
          <w:rStyle w:val="Emphasis"/>
        </w:rPr>
        <w:t>e.</w:t>
      </w:r>
      <w:r w:rsidRPr="00D15B9E">
        <w:rPr>
          <w:sz w:val="16"/>
        </w:rPr>
        <w:t xml:space="preserve"> Ove</w:t>
      </w:r>
      <w:r w:rsidRPr="00CA5C93">
        <w:rPr>
          <w:sz w:val="16"/>
          <w:highlight w:val="yellow"/>
        </w:rPr>
        <w:t>r</w:t>
      </w:r>
      <w:r w:rsidRPr="00D15B9E">
        <w:rPr>
          <w:sz w:val="16"/>
        </w:rPr>
        <w:t xml:space="preserve"> the past few decades, the expansion of patentability to include software and business methods as well as a general relaxation of patenting requirements have led to wildly excessive growth in these temporary monopolies</w:t>
      </w:r>
      <w:r w:rsidRPr="00D15B9E">
        <w:rPr>
          <w:rStyle w:val="StyleUnderline"/>
        </w:rPr>
        <w:t>: the number of patents granted annually has skyrocketed roughly fivefold since the early 1980s</w:t>
      </w:r>
      <w:r w:rsidRPr="00D15B9E">
        <w:rPr>
          <w:sz w:val="16"/>
        </w:rPr>
        <w:t xml:space="preserve">. One unfortunate result has been the rise of “non-practicing entities,” better known as patent trolls: firms that make nothing themselves but buy up patent portfolios and monetize them through aggressive litigation. As a result, a law that is supposed to encourage innovation has turned into a legal minefield for many would-be innovators. </w:t>
      </w:r>
      <w:r w:rsidRPr="00D15B9E">
        <w:rPr>
          <w:rStyle w:val="StyleUnderline"/>
        </w:rPr>
        <w:t xml:space="preserve">In the pharmaceutical industry, </w:t>
      </w:r>
      <w:r w:rsidRPr="00CA5C93">
        <w:rPr>
          <w:rStyle w:val="StyleUnderline"/>
          <w:highlight w:val="yellow"/>
        </w:rPr>
        <w:t>firms have abused the law</w:t>
      </w:r>
      <w:r w:rsidRPr="00D15B9E">
        <w:rPr>
          <w:rStyle w:val="StyleUnderline"/>
        </w:rPr>
        <w:t xml:space="preserve"> by piling up patents for trivial, therapeutically irrelevant “innovations” that </w:t>
      </w:r>
      <w:r w:rsidRPr="00852E7A">
        <w:rPr>
          <w:rStyle w:val="StyleUnderline"/>
        </w:rPr>
        <w:t>allow them to extend their monopolies and keep raising pric</w:t>
      </w:r>
      <w:r w:rsidRPr="00D15B9E">
        <w:rPr>
          <w:rStyle w:val="StyleUnderline"/>
        </w:rPr>
        <w:t>es long beyond the statutorily contemplated 20 years.</w:t>
      </w:r>
      <w:r w:rsidRPr="00D15B9E">
        <w:rPr>
          <w:sz w:val="16"/>
        </w:rPr>
        <w:t xml:space="preserve"> </w:t>
      </w:r>
      <w:r w:rsidRPr="00CA5C93">
        <w:rPr>
          <w:rStyle w:val="StyleUnderline"/>
          <w:highlight w:val="yellow"/>
        </w:rPr>
        <w:t>Patent law is creating these unintended consequence</w:t>
      </w:r>
      <w:r w:rsidRPr="00D15B9E">
        <w:rPr>
          <w:rStyle w:val="StyleUnderline"/>
        </w:rPr>
        <w:t>s because policymakers have been caught in an ideological fog that conflates “intellectual property” with actual property rights over physical objects</w:t>
      </w:r>
      <w:r w:rsidRPr="00D15B9E">
        <w:rPr>
          <w:sz w:val="16"/>
        </w:rPr>
        <w:t>. Enveloped in that fog</w:t>
      </w:r>
      <w:r w:rsidRPr="00CA5C93">
        <w:rPr>
          <w:sz w:val="16"/>
          <w:highlight w:val="yellow"/>
        </w:rPr>
        <w:t xml:space="preserve">, </w:t>
      </w:r>
      <w:r w:rsidRPr="00CA5C93">
        <w:rPr>
          <w:rStyle w:val="StyleUnderline"/>
          <w:highlight w:val="yellow"/>
        </w:rPr>
        <w:t>they regard</w:t>
      </w:r>
      <w:r w:rsidRPr="00D15B9E">
        <w:rPr>
          <w:rStyle w:val="StyleUnderline"/>
        </w:rPr>
        <w:t xml:space="preserve"> any attempts to put limits on patent monopolies as attacks on private property and view </w:t>
      </w:r>
      <w:r w:rsidRPr="00CA5C93">
        <w:rPr>
          <w:rStyle w:val="StyleUnderline"/>
          <w:highlight w:val="yellow"/>
        </w:rPr>
        <w:t>ongoing expansions of patent privileges as necessary to</w:t>
      </w:r>
      <w:r w:rsidRPr="00D15B9E">
        <w:rPr>
          <w:rStyle w:val="StyleUnderline"/>
        </w:rPr>
        <w:t xml:space="preserve"> </w:t>
      </w:r>
      <w:r w:rsidRPr="00CA5C93">
        <w:rPr>
          <w:rStyle w:val="Emphasis"/>
          <w:highlight w:val="yellow"/>
        </w:rPr>
        <w:t>keep innovation from grinding to a halt.</w:t>
      </w:r>
      <w:r w:rsidRPr="00CA5C93">
        <w:rPr>
          <w:sz w:val="14"/>
          <w:highlight w:val="yellow"/>
        </w:rPr>
        <w:t xml:space="preserve"> </w:t>
      </w:r>
      <w:r w:rsidRPr="00852E7A">
        <w:rPr>
          <w:rStyle w:val="StyleUnderline"/>
        </w:rPr>
        <w:t>In fact, patent law is a</w:t>
      </w:r>
      <w:r w:rsidRPr="00D15B9E">
        <w:rPr>
          <w:rStyle w:val="StyleUnderline"/>
        </w:rPr>
        <w:t xml:space="preserve"> tool of regulatory policy with the usual tradeoffs between costs and benefits; like all tools, it can be misused</w:t>
      </w:r>
      <w:r w:rsidRPr="00D15B9E">
        <w:rPr>
          <w:sz w:val="14"/>
        </w:rPr>
        <w:t xml:space="preserve">,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 PUBLIC HEALTH EMERGENCIES AND DIRECT GOVERNMENT SUPPORT </w:t>
      </w:r>
      <w:r w:rsidRPr="00D15B9E">
        <w:rPr>
          <w:rStyle w:val="StyleUnderline"/>
        </w:rPr>
        <w:t>For pandemics</w:t>
      </w:r>
      <w:r w:rsidRPr="00D15B9E">
        <w:rPr>
          <w:sz w:val="14"/>
        </w:rPr>
        <w:t xml:space="preserve"> and other public health emergencies, </w:t>
      </w:r>
      <w:r w:rsidRPr="00CA5C93">
        <w:rPr>
          <w:rStyle w:val="Emphasis"/>
          <w:highlight w:val="yellow"/>
        </w:rPr>
        <w:t>patents’ mix of costs and benefits is misaligned with what is needed for an effective policy respons</w:t>
      </w:r>
      <w:r w:rsidRPr="00D15B9E">
        <w:rPr>
          <w:rStyle w:val="Emphasis"/>
        </w:rPr>
        <w:t>e</w:t>
      </w:r>
      <w:r w:rsidRPr="00D15B9E">
        <w:rPr>
          <w:sz w:val="14"/>
        </w:rPr>
        <w:t xml:space="preserve">. </w:t>
      </w:r>
      <w:r w:rsidRPr="00CA5C93">
        <w:rPr>
          <w:rStyle w:val="StyleUnderline"/>
          <w:highlight w:val="yellow"/>
        </w:rPr>
        <w:t>The basic patent bargain</w:t>
      </w:r>
      <w:r w:rsidRPr="00D15B9E">
        <w:rPr>
          <w:rStyle w:val="StyleUnderline"/>
        </w:rPr>
        <w:t xml:space="preserve">, even when well struck, is to pay for more innovation down the road with slower diffusion of innovation today. In the context of a pandemic, that bargain </w:t>
      </w:r>
      <w:r w:rsidRPr="00CA5C93">
        <w:rPr>
          <w:rStyle w:val="StyleUnderline"/>
          <w:highlight w:val="yellow"/>
        </w:rPr>
        <w:t xml:space="preserve">is a </w:t>
      </w:r>
      <w:r w:rsidRPr="00CA5C93">
        <w:rPr>
          <w:rStyle w:val="Emphasis"/>
          <w:highlight w:val="yellow"/>
        </w:rPr>
        <w:t>bad one and should be rejected entirely</w:t>
      </w:r>
      <w:r w:rsidRPr="00D15B9E">
        <w:rPr>
          <w:rStyle w:val="StyleUnderline"/>
        </w:rPr>
        <w:t>.</w:t>
      </w:r>
      <w:r w:rsidRPr="00D15B9E">
        <w:rPr>
          <w:sz w:val="14"/>
        </w:rPr>
        <w:t xml:space="preserve"> </w:t>
      </w:r>
      <w:r w:rsidRPr="00D15B9E">
        <w:rPr>
          <w:rStyle w:val="StyleUnderline"/>
        </w:rPr>
        <w:t>Here the imperative is to accelerate the diffusion of vaccines and other treatments, not slow it down. Giving drug companies the power to hold things up by blocking competitors and raising prices pushes in the completely wrong direction.</w:t>
      </w:r>
    </w:p>
    <w:p w14:paraId="2A979043" w14:textId="77777777" w:rsidR="007A6DCA" w:rsidRDefault="007A6DCA" w:rsidP="007A6DCA">
      <w:pPr>
        <w:pStyle w:val="Heading4"/>
      </w:pPr>
      <w:r>
        <w:t>2. Critics of the IP waiver are wrong- it’s the most effective way to combat covid inequality, alternatives fail</w:t>
      </w:r>
    </w:p>
    <w:p w14:paraId="13861EC1" w14:textId="77777777" w:rsidR="007A6DCA" w:rsidRPr="001E1AF1" w:rsidRDefault="007A6DCA" w:rsidP="007A6DCA">
      <w:pPr>
        <w:rPr>
          <w:rStyle w:val="Style13ptBold"/>
        </w:rPr>
      </w:pPr>
      <w:proofErr w:type="spellStart"/>
      <w:r w:rsidRPr="001E1AF1">
        <w:rPr>
          <w:rStyle w:val="Style13ptBold"/>
        </w:rPr>
        <w:t>Erfani</w:t>
      </w:r>
      <w:proofErr w:type="spellEnd"/>
      <w:r w:rsidRPr="001E1AF1">
        <w:rPr>
          <w:rStyle w:val="Style13ptBold"/>
        </w:rPr>
        <w:t xml:space="preserve"> et al, 21</w:t>
      </w:r>
    </w:p>
    <w:p w14:paraId="60612E42" w14:textId="735F0C10" w:rsidR="007A6DCA" w:rsidRDefault="007A6DCA" w:rsidP="007A6DCA">
      <w:r w:rsidRPr="001E1AF1">
        <w:rPr>
          <w:sz w:val="16"/>
        </w:rPr>
        <w:t>(</w:t>
      </w:r>
      <w:proofErr w:type="spellStart"/>
      <w:r w:rsidRPr="001E1AF1">
        <w:rPr>
          <w:sz w:val="16"/>
        </w:rPr>
        <w:t>Parsa</w:t>
      </w:r>
      <w:proofErr w:type="spellEnd"/>
      <w:r w:rsidRPr="001E1AF1">
        <w:rPr>
          <w:sz w:val="16"/>
        </w:rPr>
        <w:t xml:space="preserve"> </w:t>
      </w:r>
      <w:proofErr w:type="spellStart"/>
      <w:r w:rsidRPr="001E1AF1">
        <w:rPr>
          <w:sz w:val="16"/>
        </w:rPr>
        <w:t>Erfani</w:t>
      </w:r>
      <w:proofErr w:type="spellEnd"/>
      <w:r w:rsidRPr="001E1AF1">
        <w:rPr>
          <w:sz w:val="16"/>
        </w:rPr>
        <w:t xml:space="preserve">, Fogarty global health scholar1 2, Agnes </w:t>
      </w:r>
      <w:proofErr w:type="spellStart"/>
      <w:r w:rsidRPr="001E1AF1">
        <w:rPr>
          <w:sz w:val="16"/>
        </w:rPr>
        <w:t>Binagwaho</w:t>
      </w:r>
      <w:proofErr w:type="spellEnd"/>
      <w:r w:rsidRPr="001E1AF1">
        <w:rPr>
          <w:sz w:val="16"/>
        </w:rPr>
        <w:t xml:space="preserve">, vice chancellor2, Mohamed </w:t>
      </w:r>
      <w:proofErr w:type="spellStart"/>
      <w:r w:rsidRPr="001E1AF1">
        <w:rPr>
          <w:sz w:val="16"/>
        </w:rPr>
        <w:t>Juldeh</w:t>
      </w:r>
      <w:proofErr w:type="spellEnd"/>
      <w:r w:rsidRPr="001E1AF1">
        <w:rPr>
          <w:sz w:val="16"/>
        </w:rPr>
        <w:t xml:space="preserve"> Jalloh, vice president3, Muhammad </w:t>
      </w:r>
      <w:proofErr w:type="spellStart"/>
      <w:r w:rsidRPr="001E1AF1">
        <w:rPr>
          <w:sz w:val="16"/>
        </w:rPr>
        <w:t>Yunus</w:t>
      </w:r>
      <w:proofErr w:type="spellEnd"/>
      <w:r w:rsidRPr="001E1AF1">
        <w:rPr>
          <w:sz w:val="16"/>
        </w:rPr>
        <w:t xml:space="preserve">, chair4, Paul Farmer, professor57, Vanessa Kerry, associate professor810 Harvard Medical School, Boston, USA 2University of Global Health Equity, Rwanda 3Sierra Leone 4Yunus Centre, Bangladesh 5Global Health and Social Medicine, Harvard Medical School, Boston, USA 6Division of Global Health Equity, Brigham and Women’s Hospital, USA 7Partners In Health, USA 8Seed Global Health, USA 9Program in Global Public Policy and Social Change, Harvard Medical School, Boston, USA 10Division of Pulmonary and Critical Care Medicine, Massachusetts General Hospital, USA Intellectual property waiver for covid-19 vaccines will advance global health equity BMJ 2021; 374 </w:t>
      </w:r>
      <w:proofErr w:type="spellStart"/>
      <w:r w:rsidRPr="001E1AF1">
        <w:rPr>
          <w:sz w:val="16"/>
        </w:rPr>
        <w:t>doi</w:t>
      </w:r>
      <w:proofErr w:type="spellEnd"/>
      <w:r w:rsidRPr="001E1AF1">
        <w:rPr>
          <w:sz w:val="16"/>
        </w:rPr>
        <w:t>: https://doi.org/10.1136/bmj.n1837 (Published 03 August 2021) Cite this as: BMJ 2021;374:n1837 https://www.bmj.com/content/374/bmj.n1837.</w:t>
      </w:r>
      <w:r w:rsidRPr="00CA5C93">
        <w:rPr>
          <w:sz w:val="16"/>
        </w:rPr>
        <w:t>full</w:t>
      </w:r>
      <w:r w:rsidRPr="00CA5C93">
        <w:rPr>
          <w:sz w:val="16"/>
          <w:highlight w:val="yellow"/>
        </w:rPr>
        <w:t xml:space="preserve">) </w:t>
      </w:r>
      <w:r w:rsidRPr="00CA5C93">
        <w:rPr>
          <w:rStyle w:val="StyleUnderline"/>
          <w:highlight w:val="yellow"/>
        </w:rPr>
        <w:t>The barrier to</w:t>
      </w:r>
      <w:r w:rsidRPr="001E1AF1">
        <w:rPr>
          <w:sz w:val="16"/>
        </w:rPr>
        <w:t xml:space="preserve"> adequate </w:t>
      </w:r>
      <w:r w:rsidRPr="00CA5C93">
        <w:rPr>
          <w:rStyle w:val="StyleUnderline"/>
          <w:highlight w:val="yellow"/>
        </w:rPr>
        <w:t xml:space="preserve">vaccine supply </w:t>
      </w:r>
      <w:r w:rsidRPr="00CA5C93">
        <w:rPr>
          <w:sz w:val="16"/>
        </w:rPr>
        <w:t xml:space="preserve">today </w:t>
      </w:r>
      <w:r w:rsidRPr="00CA5C93">
        <w:rPr>
          <w:rStyle w:val="StyleUnderline"/>
        </w:rPr>
        <w:t>is not lack of vaccine options, nor even</w:t>
      </w:r>
      <w:r w:rsidRPr="001E1AF1">
        <w:rPr>
          <w:sz w:val="16"/>
        </w:rPr>
        <w:t xml:space="preserve"> theoretical </w:t>
      </w:r>
      <w:r w:rsidRPr="008B3DFB">
        <w:rPr>
          <w:rStyle w:val="StyleUnderline"/>
        </w:rPr>
        <w:t>production capacity</w:t>
      </w:r>
      <w:r w:rsidRPr="001E1AF1">
        <w:rPr>
          <w:sz w:val="16"/>
        </w:rPr>
        <w:t xml:space="preserve">; </w:t>
      </w:r>
      <w:r w:rsidRPr="008B3DFB">
        <w:rPr>
          <w:rStyle w:val="StyleUnderline"/>
        </w:rPr>
        <w:t xml:space="preserve">the </w:t>
      </w:r>
      <w:r w:rsidRPr="00CA5C93">
        <w:rPr>
          <w:rStyle w:val="StyleUnderline"/>
        </w:rPr>
        <w:t>problem</w:t>
      </w:r>
      <w:r w:rsidRPr="008B3DFB">
        <w:rPr>
          <w:rStyle w:val="StyleUnderline"/>
        </w:rPr>
        <w:t xml:space="preserve"> </w:t>
      </w:r>
      <w:r w:rsidRPr="00CA5C93">
        <w:rPr>
          <w:rStyle w:val="StyleUnderline"/>
          <w:highlight w:val="yellow"/>
        </w:rPr>
        <w:t>is</w:t>
      </w:r>
      <w:r w:rsidRPr="001E1AF1">
        <w:rPr>
          <w:sz w:val="16"/>
        </w:rPr>
        <w:t xml:space="preserve"> the intellectual property </w:t>
      </w:r>
      <w:r w:rsidRPr="00CA5C93">
        <w:rPr>
          <w:sz w:val="16"/>
          <w:highlight w:val="yellow"/>
        </w:rPr>
        <w:t>(</w:t>
      </w:r>
      <w:r w:rsidRPr="00CA5C93">
        <w:rPr>
          <w:rStyle w:val="Emphasis"/>
          <w:highlight w:val="yellow"/>
        </w:rPr>
        <w:t>IP) protection</w:t>
      </w:r>
      <w:r w:rsidRPr="001E1AF1">
        <w:rPr>
          <w:sz w:val="16"/>
        </w:rPr>
        <w:t xml:space="preserve"> governing production and access to </w:t>
      </w:r>
      <w:r w:rsidRPr="00CA5C93">
        <w:rPr>
          <w:sz w:val="16"/>
        </w:rPr>
        <w:t>vaccines</w:t>
      </w:r>
      <w:r w:rsidRPr="001E1AF1">
        <w:rPr>
          <w:sz w:val="16"/>
        </w:rPr>
        <w:t xml:space="preserve">—and ultimately, the political and moral will to waive these protections in a time of global crisis. Without such liberty, </w:t>
      </w:r>
      <w:r w:rsidRPr="00CA5C93">
        <w:rPr>
          <w:rStyle w:val="StyleUnderline"/>
          <w:highlight w:val="yellow"/>
        </w:rPr>
        <w:t>there will not be enough vaccine fast enough to prevent the</w:t>
      </w:r>
      <w:r w:rsidRPr="008B3DFB">
        <w:rPr>
          <w:rStyle w:val="StyleUnderline"/>
        </w:rPr>
        <w:t xml:space="preserve"> </w:t>
      </w:r>
      <w:r w:rsidRPr="00CA5C93">
        <w:rPr>
          <w:rStyle w:val="StyleUnderline"/>
          <w:highlight w:val="yellow"/>
        </w:rPr>
        <w:t>spread</w:t>
      </w:r>
      <w:r w:rsidRPr="00CA5C93">
        <w:rPr>
          <w:rStyle w:val="StyleUnderline"/>
        </w:rPr>
        <w:t xml:space="preserve"> </w:t>
      </w:r>
      <w:r w:rsidRPr="00CA5C93">
        <w:rPr>
          <w:rStyle w:val="StyleUnderline"/>
          <w:highlight w:val="yellow"/>
        </w:rPr>
        <w:t>of variants</w:t>
      </w:r>
      <w:r w:rsidRPr="008B3DFB">
        <w:rPr>
          <w:rStyle w:val="StyleUnderline"/>
        </w:rPr>
        <w:t>,</w:t>
      </w:r>
      <w:r w:rsidRPr="001E1AF1">
        <w:rPr>
          <w:sz w:val="16"/>
        </w:rPr>
        <w:t xml:space="preserve"> the avoidable deaths, and the continued choking of </w:t>
      </w:r>
      <w:proofErr w:type="gramStart"/>
      <w:r w:rsidRPr="001E1AF1">
        <w:rPr>
          <w:sz w:val="16"/>
        </w:rPr>
        <w:t>low and middle income</w:t>
      </w:r>
      <w:proofErr w:type="gramEnd"/>
      <w:r w:rsidRPr="001E1AF1">
        <w:rPr>
          <w:sz w:val="16"/>
        </w:rPr>
        <w:t xml:space="preserve"> countries (LMICs) through poor health. Beyond </w:t>
      </w:r>
      <w:proofErr w:type="gramStart"/>
      <w:r w:rsidRPr="001E1AF1">
        <w:rPr>
          <w:sz w:val="16"/>
        </w:rPr>
        <w:t>donor based</w:t>
      </w:r>
      <w:proofErr w:type="gramEnd"/>
      <w:r w:rsidRPr="001E1AF1">
        <w:rPr>
          <w:sz w:val="16"/>
        </w:rPr>
        <w:t xml:space="preserve"> models of global vaccine equity As covid-19 became a pandemic, global efforts emerged to help ensure vaccines would be delivered across the globe to the highest risk populations. One of the first was </w:t>
      </w:r>
      <w:proofErr w:type="spellStart"/>
      <w:r w:rsidRPr="001E1AF1">
        <w:rPr>
          <w:sz w:val="16"/>
        </w:rPr>
        <w:t>Covax</w:t>
      </w:r>
      <w:proofErr w:type="spellEnd"/>
      <w:r w:rsidRPr="001E1AF1">
        <w:rPr>
          <w:sz w:val="16"/>
        </w:rPr>
        <w:t xml:space="preserve">, a risk sharing mechanism in which countries, tiered by means, contribute to collectively </w:t>
      </w:r>
      <w:proofErr w:type="gramStart"/>
      <w:r w:rsidRPr="001E1AF1">
        <w:rPr>
          <w:sz w:val="16"/>
        </w:rPr>
        <w:t>source</w:t>
      </w:r>
      <w:proofErr w:type="gramEnd"/>
      <w:r w:rsidRPr="001E1AF1">
        <w:rPr>
          <w:sz w:val="16"/>
        </w:rPr>
        <w:t xml:space="preserve"> and equitably distribute vaccines globally. The effort, however laudable in intent, has been undercut by vaccine scarcity and underfunding. </w:t>
      </w:r>
      <w:proofErr w:type="spellStart"/>
      <w:r w:rsidRPr="001E1AF1">
        <w:rPr>
          <w:sz w:val="16"/>
        </w:rPr>
        <w:t>Covax</w:t>
      </w:r>
      <w:proofErr w:type="spellEnd"/>
      <w:r w:rsidRPr="001E1AF1">
        <w:rPr>
          <w:sz w:val="16"/>
        </w:rPr>
        <w:t xml:space="preserve"> aims to vaccinate 20% of the population in 92 </w:t>
      </w:r>
      <w:proofErr w:type="gramStart"/>
      <w:r w:rsidRPr="001E1AF1">
        <w:rPr>
          <w:sz w:val="16"/>
        </w:rPr>
        <w:t>low and middle income</w:t>
      </w:r>
      <w:proofErr w:type="gramEnd"/>
      <w:r w:rsidRPr="001E1AF1">
        <w:rPr>
          <w:sz w:val="16"/>
        </w:rPr>
        <w:t xml:space="preserve"> countries by the end of 2021. At the end of April, however, it had shipped only one fifth of its projected estimates and lacked critical resources for distribution.3 </w:t>
      </w:r>
      <w:r w:rsidRPr="00CA5C93">
        <w:rPr>
          <w:rStyle w:val="StyleUnderline"/>
          <w:highlight w:val="yellow"/>
        </w:rPr>
        <w:t>LMICs are</w:t>
      </w:r>
      <w:r w:rsidRPr="008B3DFB">
        <w:rPr>
          <w:rStyle w:val="StyleUnderline"/>
        </w:rPr>
        <w:t xml:space="preserve"> </w:t>
      </w:r>
      <w:r w:rsidRPr="00CA5C93">
        <w:rPr>
          <w:rStyle w:val="Emphasis"/>
          <w:highlight w:val="yellow"/>
        </w:rPr>
        <w:t xml:space="preserve">wary about participating </w:t>
      </w:r>
      <w:r w:rsidRPr="00CA5C93">
        <w:rPr>
          <w:rStyle w:val="StyleUnderline"/>
          <w:highlight w:val="yellow"/>
        </w:rPr>
        <w:t>in</w:t>
      </w:r>
      <w:r w:rsidRPr="008B3DFB">
        <w:rPr>
          <w:rStyle w:val="StyleUnderline"/>
        </w:rPr>
        <w:t xml:space="preserve"> </w:t>
      </w:r>
      <w:proofErr w:type="spellStart"/>
      <w:r w:rsidRPr="008B3DFB">
        <w:rPr>
          <w:rStyle w:val="StyleUnderline"/>
        </w:rPr>
        <w:t>well worn</w:t>
      </w:r>
      <w:proofErr w:type="spellEnd"/>
      <w:r w:rsidRPr="008B3DFB">
        <w:rPr>
          <w:rStyle w:val="StyleUnderline"/>
        </w:rPr>
        <w:t xml:space="preserve"> dynamics of </w:t>
      </w:r>
      <w:r w:rsidRPr="00CA5C93">
        <w:rPr>
          <w:rStyle w:val="Emphasis"/>
          <w:highlight w:val="yellow"/>
        </w:rPr>
        <w:t>global health aid.</w:t>
      </w:r>
      <w:r w:rsidRPr="008B3DFB">
        <w:rPr>
          <w:rStyle w:val="StyleUnderline"/>
        </w:rPr>
        <w:t xml:space="preserve"> </w:t>
      </w:r>
      <w:r w:rsidRPr="001E1AF1">
        <w:rPr>
          <w:sz w:val="16"/>
        </w:rPr>
        <w:t xml:space="preserve">Instead, </w:t>
      </w:r>
      <w:r w:rsidRPr="008B3DFB">
        <w:rPr>
          <w:rStyle w:val="StyleUnderline"/>
        </w:rPr>
        <w:t xml:space="preserve">they are </w:t>
      </w:r>
      <w:proofErr w:type="spellStart"/>
      <w:r w:rsidRPr="008B3DFB">
        <w:rPr>
          <w:rStyle w:val="StyleUnderline"/>
        </w:rPr>
        <w:t>mobilising</w:t>
      </w:r>
      <w:proofErr w:type="spellEnd"/>
      <w:r w:rsidRPr="008B3DFB">
        <w:rPr>
          <w:rStyle w:val="StyleUnderline"/>
        </w:rPr>
        <w:t xml:space="preserve"> to overcome the fundamental paucity of available vaccines by challenging established global IP rules</w:t>
      </w:r>
      <w:r w:rsidRPr="001E1AF1">
        <w:rPr>
          <w:sz w:val="16"/>
        </w:rPr>
        <w:t xml:space="preserve">. At issue is the 1995 Trade Related Aspects of Intellectual Property Rights (TRIPS) Agreement, which established minimum protection standards for IP—including patents, industrial designs, trade secrets, and copyright—that all 164 members of the World Trade Organization (WTO) must respect.5 Subsequent rulings (such as the Doha declaration) have strived to clarify safeguards on patents, including compulsory licensing, which allows governments to license patents to a third party without consent (table 1).6 Today, </w:t>
      </w:r>
      <w:r w:rsidRPr="008B3DFB">
        <w:rPr>
          <w:rStyle w:val="StyleUnderline"/>
        </w:rPr>
        <w:t xml:space="preserve">these rules provide strong IP protection for vaccine technologies and </w:t>
      </w:r>
      <w:r w:rsidRPr="008B3DFB">
        <w:rPr>
          <w:rStyle w:val="StyleUnderline"/>
        </w:rPr>
        <w:lastRenderedPageBreak/>
        <w:t>affect the quantity and location of vaccine production and availability</w:t>
      </w:r>
      <w:r w:rsidRPr="001E1AF1">
        <w:rPr>
          <w:sz w:val="16"/>
        </w:rPr>
        <w:t xml:space="preserve">. Table 1 Licensing of intellectual property View </w:t>
      </w:r>
      <w:proofErr w:type="spellStart"/>
      <w:r w:rsidRPr="001E1AF1">
        <w:rPr>
          <w:sz w:val="16"/>
        </w:rPr>
        <w:t>popupView</w:t>
      </w:r>
      <w:proofErr w:type="spellEnd"/>
      <w:r w:rsidRPr="001E1AF1">
        <w:rPr>
          <w:sz w:val="16"/>
        </w:rPr>
        <w:t xml:space="preserve"> inline In October 2020, South Africa and India submitted a proposal to the WTO to temporarily waive certain provisions of the TRIPS agreement for covid-19 health products and technologies</w:t>
      </w:r>
      <w:r w:rsidRPr="00CA5C93">
        <w:rPr>
          <w:sz w:val="16"/>
        </w:rPr>
        <w:t xml:space="preserve">. </w:t>
      </w:r>
      <w:r w:rsidRPr="00CA5C93">
        <w:rPr>
          <w:rStyle w:val="StyleUnderline"/>
          <w:highlight w:val="yellow"/>
        </w:rPr>
        <w:t>The waiver would prevent compani</w:t>
      </w:r>
      <w:r w:rsidRPr="008B3DFB">
        <w:rPr>
          <w:rStyle w:val="StyleUnderline"/>
        </w:rPr>
        <w:t xml:space="preserve">es that hold the IP for </w:t>
      </w:r>
      <w:r w:rsidRPr="00CA5C93">
        <w:rPr>
          <w:rStyle w:val="StyleUnderline"/>
        </w:rPr>
        <w:t>covid</w:t>
      </w:r>
      <w:r w:rsidRPr="008B3DFB">
        <w:rPr>
          <w:rStyle w:val="StyleUnderline"/>
        </w:rPr>
        <w:t xml:space="preserve">-19 vaccines </w:t>
      </w:r>
      <w:r w:rsidRPr="00CA5C93">
        <w:rPr>
          <w:rStyle w:val="StyleUnderline"/>
          <w:highlight w:val="yellow"/>
        </w:rPr>
        <w:t>from blocking vaccine production elsewhere on the grounds</w:t>
      </w:r>
      <w:r w:rsidRPr="008B3DFB">
        <w:rPr>
          <w:rStyle w:val="StyleUnderline"/>
        </w:rPr>
        <w:t xml:space="preserve"> </w:t>
      </w:r>
      <w:r w:rsidRPr="00CA5C93">
        <w:rPr>
          <w:rStyle w:val="StyleUnderline"/>
          <w:highlight w:val="yellow"/>
        </w:rPr>
        <w:t>of</w:t>
      </w:r>
      <w:r w:rsidRPr="008B3DFB">
        <w:rPr>
          <w:rStyle w:val="StyleUnderline"/>
        </w:rPr>
        <w:t xml:space="preserve"> </w:t>
      </w:r>
      <w:r w:rsidRPr="00CA5C93">
        <w:rPr>
          <w:rStyle w:val="StyleUnderline"/>
          <w:highlight w:val="yellow"/>
        </w:rPr>
        <w:t>IP</w:t>
      </w:r>
      <w:r w:rsidRPr="008B3DFB">
        <w:rPr>
          <w:rStyle w:val="StyleUnderline"/>
        </w:rPr>
        <w:t xml:space="preserve"> and allow countries to produce covid-19 medical goods locally and import or export them expeditiously</w:t>
      </w:r>
      <w:r w:rsidRPr="001E1AF1">
        <w:rPr>
          <w:sz w:val="16"/>
        </w:rPr>
        <w:t xml:space="preserve"> (table 1). Although the proposed IP waiver is supported by over 100 countries, WTO has not reached a consensus on the proposal because of opposition and filibustering by several </w:t>
      </w:r>
      <w:proofErr w:type="gramStart"/>
      <w:r w:rsidRPr="001E1AF1">
        <w:rPr>
          <w:sz w:val="16"/>
        </w:rPr>
        <w:t>high income</w:t>
      </w:r>
      <w:proofErr w:type="gramEnd"/>
      <w:r w:rsidRPr="001E1AF1">
        <w:rPr>
          <w:sz w:val="16"/>
        </w:rPr>
        <w:t xml:space="preserve"> countries, including the UK, Germany, and Japan.7 </w:t>
      </w:r>
      <w:r w:rsidRPr="008B3DFB">
        <w:rPr>
          <w:rStyle w:val="StyleUnderline"/>
        </w:rPr>
        <w:t>Waiver opponents argue</w:t>
      </w:r>
      <w:r w:rsidRPr="001E1AF1">
        <w:rPr>
          <w:sz w:val="16"/>
        </w:rPr>
        <w:t xml:space="preserve"> that the </w:t>
      </w:r>
      <w:r w:rsidRPr="008B3DFB">
        <w:rPr>
          <w:rStyle w:val="StyleUnderline"/>
        </w:rPr>
        <w:t>limited capacity</w:t>
      </w:r>
      <w:r w:rsidRPr="001E1AF1">
        <w:rPr>
          <w:sz w:val="16"/>
        </w:rPr>
        <w:t xml:space="preserve"> of LMICs </w:t>
      </w:r>
      <w:r w:rsidRPr="008B3DFB">
        <w:rPr>
          <w:rStyle w:val="StyleUnderline"/>
        </w:rPr>
        <w:t>to produce complex</w:t>
      </w:r>
      <w:r w:rsidRPr="001E1AF1">
        <w:rPr>
          <w:sz w:val="16"/>
        </w:rPr>
        <w:t xml:space="preserve"> covid-19 </w:t>
      </w:r>
      <w:r w:rsidRPr="008B3DFB">
        <w:rPr>
          <w:rStyle w:val="StyleUnderline"/>
        </w:rPr>
        <w:t xml:space="preserve">vaccines </w:t>
      </w:r>
      <w:r w:rsidRPr="001E1AF1">
        <w:rPr>
          <w:sz w:val="16"/>
        </w:rPr>
        <w:t xml:space="preserve">safely </w:t>
      </w:r>
      <w:r w:rsidRPr="008B3DFB">
        <w:rPr>
          <w:rStyle w:val="StyleUnderline"/>
        </w:rPr>
        <w:t>is the true barrier</w:t>
      </w:r>
      <w:r w:rsidRPr="001E1AF1">
        <w:rPr>
          <w:sz w:val="16"/>
        </w:rPr>
        <w:t xml:space="preserve"> to global production, </w:t>
      </w:r>
      <w:r w:rsidRPr="008B3DFB">
        <w:rPr>
          <w:rStyle w:val="StyleUnderline"/>
        </w:rPr>
        <w:t>not IP.</w:t>
      </w:r>
      <w:r w:rsidRPr="001E1AF1">
        <w:rPr>
          <w:sz w:val="16"/>
        </w:rPr>
        <w:t xml:space="preserve"> </w:t>
      </w:r>
      <w:r w:rsidRPr="008B3DFB">
        <w:rPr>
          <w:rStyle w:val="StyleUnderline"/>
        </w:rPr>
        <w:t>They suggest</w:t>
      </w:r>
      <w:r w:rsidRPr="001E1AF1">
        <w:rPr>
          <w:sz w:val="16"/>
        </w:rPr>
        <w:t xml:space="preserve"> that </w:t>
      </w:r>
      <w:r w:rsidRPr="008B3DFB">
        <w:rPr>
          <w:rStyle w:val="StyleUnderline"/>
        </w:rPr>
        <w:t xml:space="preserve">the TRIPS waiver would </w:t>
      </w:r>
      <w:proofErr w:type="spellStart"/>
      <w:r w:rsidRPr="008B3DFB">
        <w:rPr>
          <w:rStyle w:val="StyleUnderline"/>
        </w:rPr>
        <w:t>penalise</w:t>
      </w:r>
      <w:proofErr w:type="spellEnd"/>
      <w:r w:rsidRPr="008B3DFB">
        <w:rPr>
          <w:rStyle w:val="StyleUnderline"/>
        </w:rPr>
        <w:t xml:space="preserve"> drug companies, stifle</w:t>
      </w:r>
      <w:r w:rsidRPr="001E1AF1">
        <w:rPr>
          <w:sz w:val="16"/>
        </w:rPr>
        <w:t xml:space="preserve"> biomedical </w:t>
      </w:r>
      <w:r w:rsidRPr="008B3DFB">
        <w:rPr>
          <w:rStyle w:val="StyleUnderline"/>
        </w:rPr>
        <w:t>innovation,</w:t>
      </w:r>
      <w:r w:rsidRPr="001E1AF1">
        <w:rPr>
          <w:sz w:val="16"/>
        </w:rPr>
        <w:t xml:space="preserve"> and deter future investments in research and development—in sum, that it would reduce returns on investment and dismantle an IP system that provided the goods needed to end the pandemic. Others are concerned that an IP waiver would fuel supply chain bottlenecks for raw materials and undermine ongoing production. Moreover, policy makers argue that a waiver is unnecessary as company driven voluntary licensing—in which companies decide when and how to license their technologies—and existing TRIPS flexibilities (such as country determined compulsory licensing) should suffice in establishing production in LMICs (table 1). They suggest that waiving IP for covid-19 vaccines would provide no meaningful progress, but the data do not support this. What effect would a waiver have? </w:t>
      </w:r>
      <w:r w:rsidRPr="00CA5C93">
        <w:rPr>
          <w:rStyle w:val="StyleUnderline"/>
          <w:highlight w:val="yellow"/>
        </w:rPr>
        <w:t>Contrary to detractors’</w:t>
      </w:r>
      <w:r w:rsidRPr="001E1AF1">
        <w:rPr>
          <w:sz w:val="16"/>
        </w:rPr>
        <w:t xml:space="preserve"> concerns about the possible effect of a temporary TRIPS waiver, </w:t>
      </w:r>
      <w:r w:rsidRPr="00CA5C93">
        <w:rPr>
          <w:rStyle w:val="Emphasis"/>
          <w:highlight w:val="yellow"/>
        </w:rPr>
        <w:t>global health analyses suggest that it will be vital to equitable and effective action against covid-19</w:t>
      </w:r>
      <w:r w:rsidRPr="00CA5C93">
        <w:rPr>
          <w:rStyle w:val="StyleUnderline"/>
          <w:highlight w:val="yellow"/>
        </w:rPr>
        <w:t>.</w:t>
      </w:r>
      <w:r w:rsidRPr="001E1AF1">
        <w:rPr>
          <w:rStyle w:val="StyleUnderline"/>
        </w:rPr>
        <w:t xml:space="preserve"> </w:t>
      </w:r>
      <w:r w:rsidRPr="00CA5C93">
        <w:rPr>
          <w:rStyle w:val="StyleUnderline"/>
          <w:highlight w:val="yellow"/>
        </w:rPr>
        <w:t>LMIC’s manufacturing capabilities have been underestimated</w:t>
      </w:r>
      <w:r w:rsidRPr="001E1AF1">
        <w:rPr>
          <w:sz w:val="16"/>
        </w:rPr>
        <w:t xml:space="preserve">, even though several LMICs have the scientific and manufacturing capacity to produce complex covid-19 vaccines. India, Egypt, and Thailand are already manufacturing viral vector or mRNA-based covid-19 vaccines,8910 and vaccine production lines could be established within months in some other LMICs,11 offering substantial benefit in a pandemic that will last years.11 Companies in India and China have already developed complex pneumococcal and hepatitis B recombinant vaccines, challenging existing vaccine monopolies.12 The World Health Organization launched an mRNA technology transfer hub in April 2021 to provide the logistical, training, and know-how support needed for manufacturers in LMICs to repurpose or expand existing manufacturing capacity to produce covid-19 vaccines and to help navigate accessing IP rights for the technology.13 Twenty five respondents from LMICs expressed interest, and South Africa was selected as the first hub, with plans to start producing the vaccine through the </w:t>
      </w:r>
      <w:proofErr w:type="spellStart"/>
      <w:r w:rsidRPr="001E1AF1">
        <w:rPr>
          <w:sz w:val="16"/>
        </w:rPr>
        <w:t>Biovac</w:t>
      </w:r>
      <w:proofErr w:type="spellEnd"/>
      <w:r w:rsidRPr="001E1AF1">
        <w:rPr>
          <w:sz w:val="16"/>
        </w:rPr>
        <w:t xml:space="preserve"> Institute in the coming months.14 </w:t>
      </w:r>
      <w:r w:rsidRPr="00CA5C93">
        <w:rPr>
          <w:rStyle w:val="StyleUnderline"/>
          <w:highlight w:val="yellow"/>
        </w:rPr>
        <w:t>Removing IP barrie</w:t>
      </w:r>
      <w:r w:rsidRPr="001E1AF1">
        <w:rPr>
          <w:rStyle w:val="StyleUnderline"/>
        </w:rPr>
        <w:t>rs</w:t>
      </w:r>
      <w:r w:rsidRPr="001E1AF1">
        <w:rPr>
          <w:sz w:val="16"/>
        </w:rPr>
        <w:t xml:space="preserve"> through the </w:t>
      </w:r>
      <w:r w:rsidRPr="00CA5C93">
        <w:rPr>
          <w:sz w:val="16"/>
        </w:rPr>
        <w:t xml:space="preserve">waiver </w:t>
      </w:r>
      <w:r w:rsidRPr="00CA5C93">
        <w:rPr>
          <w:rStyle w:val="Emphasis"/>
        </w:rPr>
        <w:t>will facilitate these efforts</w:t>
      </w:r>
      <w:r w:rsidRPr="001E1AF1">
        <w:rPr>
          <w:rStyle w:val="Emphasis"/>
        </w:rPr>
        <w:t xml:space="preserve">, more rapidly enable future hubs, engage a greater number of manufacturers, and </w:t>
      </w:r>
      <w:r w:rsidRPr="00CA5C93">
        <w:rPr>
          <w:rStyle w:val="Emphasis"/>
          <w:highlight w:val="yellow"/>
        </w:rPr>
        <w:t>ultimately yield more doses faster</w:t>
      </w:r>
      <w:r w:rsidRPr="001E1AF1">
        <w:rPr>
          <w:sz w:val="16"/>
        </w:rPr>
        <w:t xml:space="preserve">. Moreover, </w:t>
      </w:r>
      <w:r w:rsidRPr="001E1AF1">
        <w:rPr>
          <w:rStyle w:val="StyleUnderline"/>
        </w:rPr>
        <w:t>as the waiver facilitates vaccine production, demand for raw materials and active ingredients will increase</w:t>
      </w:r>
      <w:r w:rsidRPr="001E1AF1">
        <w:rPr>
          <w:sz w:val="16"/>
        </w:rPr>
        <w:t>. Coupled with pre-emptive planning to anticipate and expand raw material production</w:t>
      </w:r>
      <w:r w:rsidRPr="00CA5C93">
        <w:rPr>
          <w:sz w:val="16"/>
          <w:highlight w:val="yellow"/>
        </w:rPr>
        <w:t xml:space="preserve">, </w:t>
      </w:r>
      <w:r w:rsidRPr="00CA5C93">
        <w:rPr>
          <w:rStyle w:val="StyleUnderline"/>
          <w:highlight w:val="yellow"/>
        </w:rPr>
        <w:t>the waiver</w:t>
      </w:r>
      <w:r w:rsidRPr="00CA5C93">
        <w:rPr>
          <w:sz w:val="16"/>
          <w:highlight w:val="yellow"/>
        </w:rPr>
        <w:t>—</w:t>
      </w:r>
      <w:r w:rsidRPr="001E1AF1">
        <w:rPr>
          <w:sz w:val="16"/>
        </w:rPr>
        <w:t>which encompasses the IP of all covid-19 vaccine-related technology</w:t>
      </w:r>
      <w:r w:rsidRPr="00CA5C93">
        <w:rPr>
          <w:sz w:val="16"/>
          <w:highlight w:val="yellow"/>
        </w:rPr>
        <w:t xml:space="preserve">— </w:t>
      </w:r>
      <w:r w:rsidRPr="00CA5C93">
        <w:rPr>
          <w:rStyle w:val="Emphasis"/>
          <w:highlight w:val="yellow"/>
        </w:rPr>
        <w:t>can offer a path to overcome bottlenecks and expand production of necessary vaccine material</w:t>
      </w:r>
      <w:r w:rsidRPr="001E1AF1">
        <w:rPr>
          <w:rStyle w:val="Emphasis"/>
        </w:rPr>
        <w:t>s.</w:t>
      </w:r>
      <w:r>
        <w:rPr>
          <w:rStyle w:val="Emphasis"/>
        </w:rPr>
        <w:t xml:space="preserve"> </w:t>
      </w:r>
      <w:r w:rsidRPr="001E1AF1">
        <w:rPr>
          <w:sz w:val="16"/>
        </w:rPr>
        <w:t xml:space="preserve">Current licensing mechanisms inadequate </w:t>
      </w:r>
      <w:r w:rsidRPr="001E1AF1">
        <w:rPr>
          <w:rStyle w:val="StyleUnderline"/>
        </w:rPr>
        <w:t xml:space="preserve">Voluntary </w:t>
      </w:r>
      <w:proofErr w:type="spellStart"/>
      <w:r w:rsidRPr="001E1AF1">
        <w:rPr>
          <w:rStyle w:val="StyleUnderline"/>
        </w:rPr>
        <w:t>licences</w:t>
      </w:r>
      <w:proofErr w:type="spellEnd"/>
      <w:r w:rsidRPr="001E1AF1">
        <w:rPr>
          <w:rStyle w:val="StyleUnderline"/>
        </w:rPr>
        <w:t xml:space="preserve"> have not and will not keep pace with public health demand</w:t>
      </w:r>
      <w:r w:rsidRPr="001E1AF1">
        <w:rPr>
          <w:sz w:val="16"/>
        </w:rPr>
        <w:t xml:space="preserve">. Since companies determine the terms of voluntary </w:t>
      </w:r>
      <w:proofErr w:type="spellStart"/>
      <w:r w:rsidRPr="001E1AF1">
        <w:rPr>
          <w:sz w:val="16"/>
        </w:rPr>
        <w:t>licences</w:t>
      </w:r>
      <w:proofErr w:type="spellEnd"/>
      <w:r w:rsidRPr="001E1AF1">
        <w:rPr>
          <w:sz w:val="16"/>
        </w:rPr>
        <w:t xml:space="preserve">, they are often granted to LMICs that can afford them, leaving out poorer regions.10 For example, in South Asia, AstraZeneca has voluntarily licensed its vaccine to the Serum Institute of India, even though the region has multiple capable vaccine manufacturers.9 Many covid-19 vaccine developers have not taken steps towards licensing their technologies, simply because there is limited financial incentive to do so.11 To date, none have shared IP protected vaccine information with the WHO Covid-19 Technology Access Pool (C-TAP) established last year.15 Relying on the moral compass of companies that answer to shareholders to voluntarily license their technologies will have limited effect on vaccine equity. Their market is driven by profit margins, not public health. </w:t>
      </w:r>
      <w:r w:rsidRPr="00CA5C93">
        <w:rPr>
          <w:rStyle w:val="StyleUnderline"/>
          <w:highlight w:val="yellow"/>
        </w:rPr>
        <w:t>Compulsory licensing</w:t>
      </w:r>
      <w:r w:rsidRPr="00CA5C93">
        <w:rPr>
          <w:sz w:val="16"/>
          <w:highlight w:val="yellow"/>
        </w:rPr>
        <w:t xml:space="preserve"> by </w:t>
      </w:r>
      <w:r w:rsidRPr="00CA5C93">
        <w:rPr>
          <w:sz w:val="16"/>
        </w:rPr>
        <w:t xml:space="preserve">LMICs </w:t>
      </w:r>
      <w:r w:rsidRPr="00CA5C93">
        <w:rPr>
          <w:rStyle w:val="StyleUnderline"/>
          <w:highlight w:val="yellow"/>
        </w:rPr>
        <w:t>will also be insufficient</w:t>
      </w:r>
      <w:r w:rsidRPr="00CA5C93">
        <w:rPr>
          <w:rStyle w:val="StyleUnderline"/>
        </w:rPr>
        <w:t xml:space="preserve"> in rapidly expanding vaccine production, </w:t>
      </w:r>
      <w:r w:rsidRPr="00852E7A">
        <w:rPr>
          <w:rStyle w:val="StyleUnderline"/>
        </w:rPr>
        <w:t xml:space="preserve">as each patent </w:t>
      </w:r>
      <w:proofErr w:type="spellStart"/>
      <w:r w:rsidRPr="00852E7A">
        <w:rPr>
          <w:rStyle w:val="StyleUnderline"/>
        </w:rPr>
        <w:t>licence</w:t>
      </w:r>
      <w:proofErr w:type="spellEnd"/>
      <w:r w:rsidRPr="00852E7A">
        <w:rPr>
          <w:rStyle w:val="StyleUnderline"/>
        </w:rPr>
        <w:t xml:space="preserve"> must be negotiated separately</w:t>
      </w:r>
      <w:r w:rsidRPr="001E1AF1">
        <w:rPr>
          <w:rStyle w:val="StyleUnderline"/>
        </w:rPr>
        <w:t xml:space="preserve"> by each country and for each product based on its own merit.</w:t>
      </w:r>
      <w:r w:rsidRPr="001E1AF1">
        <w:rPr>
          <w:sz w:val="16"/>
        </w:rPr>
        <w:t xml:space="preserve"> From 1995 to 2016, 108 compulsory </w:t>
      </w:r>
      <w:proofErr w:type="spellStart"/>
      <w:r w:rsidRPr="001E1AF1">
        <w:rPr>
          <w:sz w:val="16"/>
        </w:rPr>
        <w:t>licences</w:t>
      </w:r>
      <w:proofErr w:type="spellEnd"/>
      <w:r w:rsidRPr="001E1AF1">
        <w:rPr>
          <w:sz w:val="16"/>
        </w:rPr>
        <w:t xml:space="preserve"> were attempted and only 53 were approved.6 The case-by-case approach is slow and not suitable for a global crisis that requires swift action. In addition, TRIPS requires compulsory </w:t>
      </w:r>
      <w:proofErr w:type="spellStart"/>
      <w:r w:rsidRPr="001E1AF1">
        <w:rPr>
          <w:sz w:val="16"/>
        </w:rPr>
        <w:t>licences</w:t>
      </w:r>
      <w:proofErr w:type="spellEnd"/>
      <w:r w:rsidRPr="001E1AF1">
        <w:rPr>
          <w:sz w:val="16"/>
        </w:rPr>
        <w:t xml:space="preserve"> to be used predominantly for domestic supply, limiting exports of the licensed goods to nearby low income countries without production capacity.5 Although a “special” compulsory </w:t>
      </w:r>
      <w:proofErr w:type="spellStart"/>
      <w:r w:rsidRPr="001E1AF1">
        <w:rPr>
          <w:sz w:val="16"/>
        </w:rPr>
        <w:t>licence</w:t>
      </w:r>
      <w:proofErr w:type="spellEnd"/>
      <w:r w:rsidRPr="001E1AF1">
        <w:rPr>
          <w:sz w:val="16"/>
        </w:rPr>
        <w:t xml:space="preserve"> system was agreed in the Doha declaration to allow for expeditious exportation and importation (</w:t>
      </w:r>
      <w:proofErr w:type="spellStart"/>
      <w:r w:rsidRPr="001E1AF1">
        <w:rPr>
          <w:sz w:val="16"/>
        </w:rPr>
        <w:t>formalised</w:t>
      </w:r>
      <w:proofErr w:type="spellEnd"/>
      <w:r w:rsidRPr="001E1AF1">
        <w:rPr>
          <w:sz w:val="16"/>
        </w:rPr>
        <w:t xml:space="preserve"> as the article 31bis amendment to TRIPS in 2017), the provision is limited by cumbersome logistical procedures and has been rarely used.16 Governments may also be hesitant to pursue compulsory </w:t>
      </w:r>
      <w:proofErr w:type="spellStart"/>
      <w:r w:rsidRPr="001E1AF1">
        <w:rPr>
          <w:sz w:val="16"/>
        </w:rPr>
        <w:t>licences</w:t>
      </w:r>
      <w:proofErr w:type="spellEnd"/>
      <w:r w:rsidRPr="001E1AF1">
        <w:rPr>
          <w:sz w:val="16"/>
        </w:rPr>
        <w:t xml:space="preserve"> as high income countries have previously bullied them for doing so. Since India first used compulsory licensing for sorafenib </w:t>
      </w:r>
      <w:proofErr w:type="spellStart"/>
      <w:r w:rsidRPr="001E1AF1">
        <w:rPr>
          <w:sz w:val="16"/>
        </w:rPr>
        <w:t>tosylate</w:t>
      </w:r>
      <w:proofErr w:type="spellEnd"/>
      <w:r w:rsidRPr="001E1AF1">
        <w:rPr>
          <w:sz w:val="16"/>
        </w:rPr>
        <w:t xml:space="preserve"> in 2012 (reducing the cancer drug’s price by 97%), the US has consistently pressured the country not to use further compulsory licences.17 During this pandemic, Gilead sued the Russian government for issuing a compulsory </w:t>
      </w:r>
      <w:proofErr w:type="spellStart"/>
      <w:r w:rsidRPr="001E1AF1">
        <w:rPr>
          <w:sz w:val="16"/>
        </w:rPr>
        <w:t>licence</w:t>
      </w:r>
      <w:proofErr w:type="spellEnd"/>
      <w:r w:rsidRPr="001E1AF1">
        <w:rPr>
          <w:sz w:val="16"/>
        </w:rPr>
        <w:t xml:space="preserve"> for remdesivir.18 Furthermore, </w:t>
      </w:r>
      <w:r w:rsidRPr="001E1AF1">
        <w:rPr>
          <w:rStyle w:val="StyleUnderline"/>
        </w:rPr>
        <w:t xml:space="preserve">while compulsory </w:t>
      </w:r>
      <w:proofErr w:type="spellStart"/>
      <w:r w:rsidRPr="001E1AF1">
        <w:rPr>
          <w:rStyle w:val="StyleUnderline"/>
        </w:rPr>
        <w:t>licences</w:t>
      </w:r>
      <w:proofErr w:type="spellEnd"/>
      <w:r w:rsidRPr="001E1AF1">
        <w:rPr>
          <w:rStyle w:val="StyleUnderline"/>
        </w:rPr>
        <w:t xml:space="preserve"> are primarily for patents, covid-19 vaccines often have other types of IP, including trade secrets, that are integral for production</w:t>
      </w:r>
      <w:r w:rsidRPr="001E1AF1">
        <w:rPr>
          <w:sz w:val="16"/>
        </w:rPr>
        <w:t>.</w:t>
      </w:r>
      <w:r w:rsidRPr="001E1AF1">
        <w:rPr>
          <w:rStyle w:val="StyleUnderline"/>
        </w:rPr>
        <w:t xml:space="preserve">19 The emergency TRIPS waiver </w:t>
      </w:r>
      <w:r w:rsidRPr="001E1AF1">
        <w:rPr>
          <w:rStyle w:val="Emphasis"/>
        </w:rPr>
        <w:t>removes all IP</w:t>
      </w:r>
      <w:r w:rsidRPr="001E1AF1">
        <w:rPr>
          <w:rStyle w:val="StyleUnderline"/>
        </w:rPr>
        <w:t xml:space="preserve"> as a barrier to starting production</w:t>
      </w:r>
      <w:r w:rsidRPr="001E1AF1">
        <w:rPr>
          <w:sz w:val="16"/>
        </w:rPr>
        <w:t xml:space="preserve"> (not just patents) </w:t>
      </w:r>
      <w:r w:rsidRPr="001E1AF1">
        <w:rPr>
          <w:rStyle w:val="StyleUnderline"/>
        </w:rPr>
        <w:t xml:space="preserve">and negates the prolonged time, inconsistency, frequent failure, and political pressure that accompany voluntary licensing and compulsory licensing efforts. It also provides an </w:t>
      </w:r>
      <w:r w:rsidRPr="001E1AF1">
        <w:rPr>
          <w:rStyle w:val="StyleUnderline"/>
        </w:rPr>
        <w:lastRenderedPageBreak/>
        <w:t>expeditious path for new suppliers to import and export vaccines to countries in need without bureaucratic limitations.</w:t>
      </w:r>
      <w:r>
        <w:rPr>
          <w:rStyle w:val="StyleUnderline"/>
        </w:rPr>
        <w:t xml:space="preserve"> </w:t>
      </w:r>
      <w:r w:rsidRPr="001E1AF1">
        <w:rPr>
          <w:sz w:val="16"/>
        </w:rPr>
        <w:t xml:space="preserve">Finally, </w:t>
      </w:r>
      <w:r w:rsidRPr="001E1AF1">
        <w:rPr>
          <w:rStyle w:val="StyleUnderline"/>
        </w:rPr>
        <w:t>there is no compelling evidence</w:t>
      </w:r>
      <w:r w:rsidRPr="001E1AF1">
        <w:rPr>
          <w:sz w:val="16"/>
        </w:rPr>
        <w:t xml:space="preserve"> that </w:t>
      </w:r>
      <w:r w:rsidRPr="00CA5C93">
        <w:rPr>
          <w:rStyle w:val="Emphasis"/>
          <w:highlight w:val="yellow"/>
        </w:rPr>
        <w:t>the proposed TRIPS waiver would dismantle the IP system and its innovation incentives</w:t>
      </w:r>
      <w:r w:rsidRPr="001E1AF1">
        <w:rPr>
          <w:sz w:val="16"/>
        </w:rPr>
        <w:t xml:space="preserve">. </w:t>
      </w:r>
      <w:r w:rsidRPr="00CA5C93">
        <w:rPr>
          <w:rStyle w:val="StyleUnderline"/>
          <w:highlight w:val="yellow"/>
        </w:rPr>
        <w:t xml:space="preserve">The waiver is </w:t>
      </w:r>
      <w:r w:rsidRPr="00CA5C93">
        <w:rPr>
          <w:rStyle w:val="StyleUnderline"/>
        </w:rPr>
        <w:t>restricted to covid</w:t>
      </w:r>
      <w:r w:rsidRPr="00CA5C93">
        <w:rPr>
          <w:sz w:val="16"/>
        </w:rPr>
        <w:t xml:space="preserve">-19 related goods </w:t>
      </w:r>
      <w:r w:rsidRPr="00CA5C93">
        <w:rPr>
          <w:rStyle w:val="Emphasis"/>
        </w:rPr>
        <w:t xml:space="preserve">and </w:t>
      </w:r>
      <w:r w:rsidRPr="00CA5C93">
        <w:rPr>
          <w:rStyle w:val="Emphasis"/>
          <w:highlight w:val="yellow"/>
        </w:rPr>
        <w:t>is time limited</w:t>
      </w:r>
      <w:r w:rsidRPr="00CA5C93">
        <w:rPr>
          <w:sz w:val="16"/>
          <w:highlight w:val="yellow"/>
        </w:rPr>
        <w:t xml:space="preserve">, </w:t>
      </w:r>
      <w:r w:rsidRPr="00CA5C93">
        <w:rPr>
          <w:rStyle w:val="StyleUnderline"/>
        </w:rPr>
        <w:t>helping</w:t>
      </w:r>
      <w:r w:rsidRPr="001E1AF1">
        <w:rPr>
          <w:rStyle w:val="StyleUnderline"/>
        </w:rPr>
        <w:t xml:space="preserve"> to </w:t>
      </w:r>
      <w:r w:rsidRPr="00CA5C93">
        <w:rPr>
          <w:rStyle w:val="StyleUnderline"/>
          <w:highlight w:val="yellow"/>
        </w:rPr>
        <w:t>protect future innovation</w:t>
      </w:r>
      <w:r w:rsidRPr="00CA5C93">
        <w:rPr>
          <w:sz w:val="16"/>
        </w:rPr>
        <w:t xml:space="preserve">. It would, however, reduce profit margins on current covid-19 vaccines. </w:t>
      </w:r>
      <w:r w:rsidRPr="00CA5C93">
        <w:rPr>
          <w:rStyle w:val="StyleUnderline"/>
        </w:rPr>
        <w:t>With substantial</w:t>
      </w:r>
      <w:r w:rsidRPr="001E1AF1">
        <w:rPr>
          <w:rStyle w:val="StyleUnderline"/>
        </w:rPr>
        <w:t xml:space="preserve"> earnings in the first quarter of 2021</w:t>
      </w:r>
      <w:r w:rsidRPr="001E1AF1">
        <w:rPr>
          <w:sz w:val="16"/>
        </w:rPr>
        <w:t xml:space="preserve">, many drug </w:t>
      </w:r>
      <w:r w:rsidRPr="00CA5C93">
        <w:rPr>
          <w:rStyle w:val="Emphasis"/>
          <w:highlight w:val="yellow"/>
        </w:rPr>
        <w:t>companies have already recouped their research and development costs for covid</w:t>
      </w:r>
      <w:r w:rsidRPr="001E1AF1">
        <w:rPr>
          <w:sz w:val="16"/>
        </w:rPr>
        <w:t xml:space="preserve">-19 vaccines.20 However, </w:t>
      </w:r>
      <w:r w:rsidRPr="001E1AF1">
        <w:rPr>
          <w:rStyle w:val="StyleUnderline"/>
        </w:rPr>
        <w:t>they have not been the sole investors in vaccine development, and they should not be the only ones to profit. Most vaccines received a substantial portion of their direct funding from governments</w:t>
      </w:r>
      <w:r w:rsidRPr="001E1AF1">
        <w:rPr>
          <w:sz w:val="16"/>
        </w:rPr>
        <w:t xml:space="preserve"> and not-for-profit </w:t>
      </w:r>
      <w:proofErr w:type="spellStart"/>
      <w:r w:rsidRPr="001E1AF1">
        <w:rPr>
          <w:sz w:val="16"/>
        </w:rPr>
        <w:t>organisations</w:t>
      </w:r>
      <w:proofErr w:type="spellEnd"/>
      <w:r w:rsidRPr="001E1AF1">
        <w:rPr>
          <w:sz w:val="16"/>
        </w:rPr>
        <w:t xml:space="preserve">—and for some, such as </w:t>
      </w:r>
      <w:proofErr w:type="spellStart"/>
      <w:r w:rsidRPr="001E1AF1">
        <w:rPr>
          <w:sz w:val="16"/>
        </w:rPr>
        <w:t>Moderna</w:t>
      </w:r>
      <w:proofErr w:type="spellEnd"/>
      <w:r w:rsidRPr="001E1AF1">
        <w:rPr>
          <w:sz w:val="16"/>
        </w:rPr>
        <w:t xml:space="preserve"> and </w:t>
      </w:r>
      <w:proofErr w:type="spellStart"/>
      <w:r w:rsidRPr="001E1AF1">
        <w:rPr>
          <w:sz w:val="16"/>
        </w:rPr>
        <w:t>Novavax</w:t>
      </w:r>
      <w:proofErr w:type="spellEnd"/>
      <w:r w:rsidRPr="001E1AF1">
        <w:rPr>
          <w:sz w:val="16"/>
        </w:rPr>
        <w:t xml:space="preserve">, nearly all.21 Decades of publicly funded research have laid the groundwork for current innovations in the background technologies used for vaccines.22 </w:t>
      </w:r>
      <w:r w:rsidRPr="001E1AF1">
        <w:rPr>
          <w:rStyle w:val="StyleUnderline"/>
        </w:rPr>
        <w:t>Given that companies were granted upfront risk protection for covid-19 vaccine research and development, a waiver that advances global public health but reduces vaccine profits in a global crisis is reasonable</w:t>
      </w:r>
      <w:r w:rsidRPr="001E1AF1">
        <w:rPr>
          <w:sz w:val="16"/>
        </w:rPr>
        <w:t xml:space="preserve">. Knowledge </w:t>
      </w:r>
      <w:r w:rsidRPr="00CA5C93">
        <w:rPr>
          <w:sz w:val="16"/>
        </w:rPr>
        <w:t xml:space="preserve">transfer </w:t>
      </w:r>
      <w:r w:rsidRPr="00CA5C93">
        <w:rPr>
          <w:rStyle w:val="StyleUnderline"/>
          <w:highlight w:val="yellow"/>
        </w:rPr>
        <w:t>An IP</w:t>
      </w:r>
      <w:r w:rsidRPr="001E1AF1">
        <w:rPr>
          <w:rStyle w:val="StyleUnderline"/>
        </w:rPr>
        <w:t xml:space="preserve"> </w:t>
      </w:r>
      <w:r w:rsidRPr="00CA5C93">
        <w:rPr>
          <w:rStyle w:val="StyleUnderline"/>
          <w:highlight w:val="yellow"/>
        </w:rPr>
        <w:t>waiver</w:t>
      </w:r>
      <w:r w:rsidRPr="001E1AF1">
        <w:rPr>
          <w:sz w:val="16"/>
        </w:rPr>
        <w:t xml:space="preserve"> for covid-19 vaccines </w:t>
      </w:r>
      <w:r w:rsidRPr="001E1AF1">
        <w:rPr>
          <w:rStyle w:val="Emphasis"/>
        </w:rPr>
        <w:t xml:space="preserve">is </w:t>
      </w:r>
      <w:r w:rsidRPr="00CA5C93">
        <w:rPr>
          <w:rStyle w:val="Emphasis"/>
          <w:highlight w:val="yellow"/>
        </w:rPr>
        <w:t>integral to boosting vaccine supply</w:t>
      </w:r>
      <w:r w:rsidRPr="00CA5C93">
        <w:rPr>
          <w:sz w:val="16"/>
          <w:highlight w:val="yellow"/>
        </w:rPr>
        <w:t xml:space="preserve">, </w:t>
      </w:r>
      <w:r w:rsidRPr="00CA5C93">
        <w:rPr>
          <w:rStyle w:val="StyleUnderline"/>
        </w:rPr>
        <w:t>breaking vaccine monopolies</w:t>
      </w:r>
      <w:r w:rsidRPr="001E1AF1">
        <w:rPr>
          <w:rStyle w:val="StyleUnderline"/>
        </w:rPr>
        <w:t xml:space="preserve">, and making vaccines more </w:t>
      </w:r>
      <w:r w:rsidRPr="00CA5C93">
        <w:rPr>
          <w:rStyle w:val="StyleUnderline"/>
        </w:rPr>
        <w:t>affordable</w:t>
      </w:r>
      <w:r w:rsidRPr="001E1AF1">
        <w:rPr>
          <w:rStyle w:val="StyleUnderline"/>
        </w:rPr>
        <w:t xml:space="preserve"> in LMICs.</w:t>
      </w:r>
      <w:r w:rsidRPr="001E1AF1">
        <w:rPr>
          <w:sz w:val="16"/>
        </w:rPr>
        <w:t xml:space="preserve"> It is, however, only a first, but necessary, step. Originator companies must transfer vaccine technology and share know-how with C-TAP, transfer hubs, or individual manufacturers to help suppliers begin production.23 In addition, governments must leverage domestic law, private sector incentives, and contract terms with pharmaceutical companies to compel companies to cooperate with such transfers.</w:t>
      </w:r>
      <w:proofErr w:type="gramStart"/>
      <w:r w:rsidRPr="001E1AF1">
        <w:rPr>
          <w:sz w:val="16"/>
        </w:rPr>
        <w:t>24</w:t>
      </w:r>
      <w:proofErr w:type="gramEnd"/>
      <w:r w:rsidRPr="001E1AF1">
        <w:rPr>
          <w:sz w:val="16"/>
        </w:rPr>
        <w:t xml:space="preserve"> If necessary, governments can require technology transfers in exchange for continuing enterprise in a country or avoiding penalties. </w:t>
      </w:r>
      <w:r w:rsidRPr="001E1AF1">
        <w:rPr>
          <w:rStyle w:val="StyleUnderline"/>
        </w:rPr>
        <w:t>Politicians and leaders are at a critical juncture: they will either take the necessary steps to make vaccine technology available to scale production</w:t>
      </w:r>
      <w:r w:rsidRPr="00683EDB">
        <w:rPr>
          <w:rStyle w:val="StyleUnderline"/>
        </w:rPr>
        <w:t>, stimulate global collaboration, and create a path to</w:t>
      </w:r>
      <w:r w:rsidRPr="001E1AF1">
        <w:rPr>
          <w:rStyle w:val="StyleUnderline"/>
        </w:rPr>
        <w:t xml:space="preserve"> </w:t>
      </w:r>
      <w:r w:rsidRPr="00683EDB">
        <w:rPr>
          <w:rStyle w:val="StyleUnderline"/>
        </w:rPr>
        <w:t>equity or they will protect a hierarchical system based on an economic bottom line. The former will not only build a</w:t>
      </w:r>
      <w:r w:rsidRPr="001E1AF1">
        <w:rPr>
          <w:rStyle w:val="StyleUnderline"/>
        </w:rPr>
        <w:t xml:space="preserve"> vaccination trajectory that puts equal value on the lives of the rich and the </w:t>
      </w:r>
      <w:proofErr w:type="gramStart"/>
      <w:r w:rsidRPr="001E1AF1">
        <w:rPr>
          <w:rStyle w:val="StyleUnderline"/>
        </w:rPr>
        <w:t>poor, but</w:t>
      </w:r>
      <w:proofErr w:type="gramEnd"/>
      <w:r w:rsidRPr="001E1AF1">
        <w:rPr>
          <w:rStyle w:val="StyleUnderline"/>
        </w:rPr>
        <w:t xml:space="preserve"> will also help stem the pandemic’s relentless momentum and </w:t>
      </w:r>
      <w:r w:rsidRPr="001E1AF1">
        <w:rPr>
          <w:rStyle w:val="Emphasis"/>
        </w:rPr>
        <w:t>quell the emergence of variants.</w:t>
      </w:r>
      <w:r w:rsidRPr="001E1AF1">
        <w:rPr>
          <w:sz w:val="16"/>
        </w:rPr>
        <w:t xml:space="preserve"> We are in the middle of one of the largest vaccination efforts in human history. We cannot rely on companies to thread the needle of corporate social and moral responsibility with shareholder and stock value returns nor expect impacted governments to endure lengthy bureaucratic licensing processes in this time of crisis. It will be a legacy of apathy and unnecessary death. As the human impact of the proposed IP waiver becomes clear, consensus behind it is growing. Countries that previously opposed the waiver—such as the US and Brazil—now support written </w:t>
      </w:r>
      <w:proofErr w:type="gramStart"/>
      <w:r w:rsidRPr="001E1AF1">
        <w:rPr>
          <w:sz w:val="16"/>
        </w:rPr>
        <w:t>text based</w:t>
      </w:r>
      <w:proofErr w:type="gramEnd"/>
      <w:r w:rsidRPr="001E1AF1">
        <w:rPr>
          <w:sz w:val="16"/>
        </w:rPr>
        <w:t xml:space="preserve"> negotiations.7 Opposing countries must stop blocking the waiver, engage in transparent text negotiations, and commit to reaching consensus swiftly. </w:t>
      </w:r>
      <w:r w:rsidRPr="00683EDB">
        <w:rPr>
          <w:rStyle w:val="StyleUnderline"/>
          <w:highlight w:val="yellow"/>
        </w:rPr>
        <w:t>The longer states stall, the more people die needlessly</w:t>
      </w:r>
      <w:r w:rsidRPr="001E1AF1">
        <w:rPr>
          <w:rStyle w:val="StyleUnderline"/>
        </w:rPr>
        <w:t>. Covid-19 has repeatedly shown that people without access to resources such as strong health systems, health workers, medicines, and vaccines will preferentially fall ill and die</w:t>
      </w:r>
      <w:r w:rsidRPr="001E1AF1">
        <w:rPr>
          <w:sz w:val="16"/>
        </w:rPr>
        <w:t>. For too long, this cycle has been “other people’s” problem. It is not. It is our problem.</w:t>
      </w:r>
    </w:p>
    <w:p w14:paraId="08383D8E" w14:textId="77777777" w:rsidR="00683EDB" w:rsidRDefault="00683EDB" w:rsidP="00683EDB"/>
    <w:p w14:paraId="7BE901DB" w14:textId="440AC653" w:rsidR="00683EDB" w:rsidRDefault="00683EDB" w:rsidP="00683EDB">
      <w:pPr>
        <w:pStyle w:val="Heading4"/>
      </w:pPr>
      <w:r>
        <w:t xml:space="preserve">3. Removing IP protections will increase production, diversify supply, and spur innovations that protect against future pandemics </w:t>
      </w:r>
    </w:p>
    <w:p w14:paraId="34F91E6D" w14:textId="77777777" w:rsidR="00683EDB" w:rsidRDefault="00683EDB" w:rsidP="00683EDB">
      <w:r w:rsidRPr="00236871">
        <w:rPr>
          <w:rStyle w:val="Style13ptBold"/>
        </w:rPr>
        <w:t>Human Rights Watch 6-3-21</w:t>
      </w:r>
      <w:r>
        <w:t xml:space="preserve"> https://www.hrw.org/news/2021/06/03/seven-reasons-eu-wrong-oppose-trips-waiver#</w:t>
      </w:r>
    </w:p>
    <w:p w14:paraId="54111CC7" w14:textId="77777777" w:rsidR="00683EDB" w:rsidRPr="00236871" w:rsidRDefault="00683EDB" w:rsidP="00683EDB">
      <w:pPr>
        <w:rPr>
          <w:rStyle w:val="StyleUnderline"/>
        </w:rPr>
      </w:pPr>
      <w:r w:rsidRPr="00B92D3C">
        <w:rPr>
          <w:rStyle w:val="StyleUnderline"/>
          <w:highlight w:val="yellow"/>
        </w:rPr>
        <w:t>I</w:t>
      </w:r>
      <w:r w:rsidRPr="00236871">
        <w:rPr>
          <w:sz w:val="16"/>
        </w:rPr>
        <w:t xml:space="preserve">ntellectual </w:t>
      </w:r>
      <w:r w:rsidRPr="00B92D3C">
        <w:rPr>
          <w:rStyle w:val="StyleUnderline"/>
          <w:highlight w:val="yellow"/>
        </w:rPr>
        <w:t>p</w:t>
      </w:r>
      <w:r w:rsidRPr="00236871">
        <w:rPr>
          <w:sz w:val="16"/>
        </w:rPr>
        <w:t xml:space="preserve">roperty </w:t>
      </w:r>
      <w:r w:rsidRPr="00B92D3C">
        <w:rPr>
          <w:rStyle w:val="StyleUnderline"/>
          <w:highlight w:val="yellow"/>
        </w:rPr>
        <w:t xml:space="preserve">is currently a barrier to </w:t>
      </w:r>
      <w:r w:rsidRPr="00B92D3C">
        <w:rPr>
          <w:rStyle w:val="StyleUnderline"/>
        </w:rPr>
        <w:t xml:space="preserve">swiftly </w:t>
      </w:r>
      <w:r w:rsidRPr="00B92D3C">
        <w:rPr>
          <w:rStyle w:val="StyleUnderline"/>
          <w:highlight w:val="yellow"/>
        </w:rPr>
        <w:t>scaling up</w:t>
      </w:r>
      <w:r w:rsidRPr="00236871">
        <w:rPr>
          <w:rStyle w:val="StyleUnderline"/>
        </w:rPr>
        <w:t xml:space="preserve"> and diversifying </w:t>
      </w:r>
      <w:r w:rsidRPr="00B92D3C">
        <w:rPr>
          <w:rStyle w:val="StyleUnderline"/>
          <w:highlight w:val="yellow"/>
        </w:rPr>
        <w:t>the production of Covid-19 health products,</w:t>
      </w:r>
      <w:r w:rsidRPr="00236871">
        <w:rPr>
          <w:rStyle w:val="StyleUnderline"/>
        </w:rPr>
        <w:t xml:space="preserve"> including vaccines.</w:t>
      </w:r>
      <w:r>
        <w:rPr>
          <w:rStyle w:val="StyleUnderline"/>
        </w:rPr>
        <w:t xml:space="preserve"> </w:t>
      </w:r>
      <w:r w:rsidRPr="00236871">
        <w:rPr>
          <w:rStyle w:val="StyleUnderline"/>
        </w:rPr>
        <w:t>The European Commission claims</w:t>
      </w:r>
      <w:r w:rsidRPr="00236871">
        <w:rPr>
          <w:sz w:val="16"/>
        </w:rPr>
        <w:t xml:space="preserve"> that intellectual property (</w:t>
      </w:r>
      <w:r w:rsidRPr="00236871">
        <w:rPr>
          <w:rStyle w:val="StyleUnderline"/>
        </w:rPr>
        <w:t>IP) is not a barrier</w:t>
      </w:r>
      <w:r w:rsidRPr="00236871">
        <w:rPr>
          <w:sz w:val="16"/>
        </w:rPr>
        <w:t xml:space="preserve"> to scaling up the manufacturing of vaccines or other health products needed for the Covid-19 response, </w:t>
      </w:r>
      <w:r w:rsidRPr="00236871">
        <w:rPr>
          <w:rStyle w:val="StyleUnderline"/>
        </w:rPr>
        <w:t>suggesting that sharing IP would not immediately speed up manufacturing</w:t>
      </w:r>
      <w:r w:rsidRPr="00236871">
        <w:rPr>
          <w:sz w:val="16"/>
        </w:rPr>
        <w:t xml:space="preserve">. </w:t>
      </w:r>
      <w:r w:rsidRPr="00B92D3C">
        <w:rPr>
          <w:rStyle w:val="StyleUnderline"/>
          <w:highlight w:val="yellow"/>
        </w:rPr>
        <w:t>Right now,</w:t>
      </w:r>
      <w:r w:rsidRPr="00236871">
        <w:rPr>
          <w:rStyle w:val="StyleUnderline"/>
        </w:rPr>
        <w:t xml:space="preserve"> </w:t>
      </w:r>
      <w:r w:rsidRPr="00B92D3C">
        <w:rPr>
          <w:rStyle w:val="StyleUnderline"/>
          <w:highlight w:val="yellow"/>
        </w:rPr>
        <w:t>there are manufacturers with capacity to produce</w:t>
      </w:r>
      <w:r w:rsidRPr="00236871">
        <w:rPr>
          <w:rStyle w:val="StyleUnderline"/>
        </w:rPr>
        <w:t xml:space="preserve"> additional </w:t>
      </w:r>
      <w:r w:rsidRPr="0022339D">
        <w:rPr>
          <w:rStyle w:val="StyleUnderline"/>
          <w:highlight w:val="yellow"/>
        </w:rPr>
        <w:t xml:space="preserve">Covid-19 </w:t>
      </w:r>
      <w:r w:rsidRPr="0022339D">
        <w:rPr>
          <w:rStyle w:val="StyleUnderline"/>
        </w:rPr>
        <w:t>vaccines</w:t>
      </w:r>
      <w:r w:rsidRPr="00236871">
        <w:rPr>
          <w:rStyle w:val="StyleUnderline"/>
        </w:rPr>
        <w:t xml:space="preserve"> and other </w:t>
      </w:r>
      <w:r w:rsidRPr="0022339D">
        <w:rPr>
          <w:rStyle w:val="StyleUnderline"/>
          <w:highlight w:val="yellow"/>
        </w:rPr>
        <w:t>health products</w:t>
      </w:r>
      <w:r w:rsidRPr="00236871">
        <w:rPr>
          <w:rStyle w:val="StyleUnderline"/>
        </w:rPr>
        <w:t xml:space="preserve"> at factories </w:t>
      </w:r>
      <w:r w:rsidRPr="00062F3C">
        <w:rPr>
          <w:rStyle w:val="StyleUnderline"/>
        </w:rPr>
        <w:t>in Bangladesh, Canada, Denmark, India, and Israel</w:t>
      </w:r>
      <w:r w:rsidRPr="0022339D">
        <w:rPr>
          <w:rStyle w:val="StyleUnderline"/>
          <w:highlight w:val="yellow"/>
        </w:rPr>
        <w:t xml:space="preserve">, but </w:t>
      </w:r>
      <w:r w:rsidRPr="00B92D3C">
        <w:rPr>
          <w:rStyle w:val="StyleUnderline"/>
          <w:highlight w:val="yellow"/>
        </w:rPr>
        <w:t>they are unable to</w:t>
      </w:r>
      <w:r w:rsidRPr="00236871">
        <w:rPr>
          <w:rStyle w:val="StyleUnderline"/>
        </w:rPr>
        <w:t xml:space="preserve"> contribute </w:t>
      </w:r>
      <w:r w:rsidRPr="00B92D3C">
        <w:rPr>
          <w:rStyle w:val="StyleUnderline"/>
          <w:highlight w:val="yellow"/>
        </w:rPr>
        <w:t>because they do not</w:t>
      </w:r>
      <w:r w:rsidRPr="00236871">
        <w:rPr>
          <w:rStyle w:val="StyleUnderline"/>
        </w:rPr>
        <w:t xml:space="preserve"> yet </w:t>
      </w:r>
      <w:r w:rsidRPr="00B92D3C">
        <w:rPr>
          <w:rStyle w:val="StyleUnderline"/>
          <w:highlight w:val="yellow"/>
        </w:rPr>
        <w:t>have</w:t>
      </w:r>
      <w:r w:rsidRPr="00236871">
        <w:rPr>
          <w:rStyle w:val="StyleUnderline"/>
        </w:rPr>
        <w:t xml:space="preserve"> the right </w:t>
      </w:r>
      <w:r w:rsidRPr="00B92D3C">
        <w:rPr>
          <w:rStyle w:val="StyleUnderline"/>
          <w:highlight w:val="yellow"/>
        </w:rPr>
        <w:t>licenses</w:t>
      </w:r>
      <w:r w:rsidRPr="00236871">
        <w:rPr>
          <w:rStyle w:val="StyleUnderline"/>
        </w:rPr>
        <w:t xml:space="preserve">. </w:t>
      </w:r>
      <w:r w:rsidRPr="00236871">
        <w:rPr>
          <w:sz w:val="16"/>
        </w:rPr>
        <w:t xml:space="preserve">So, IP is a barrier to them. The TRIPS waiver proposal sponsors and experts at the leading science journal Nature, Médecins Sans </w:t>
      </w:r>
      <w:proofErr w:type="spellStart"/>
      <w:r w:rsidRPr="00236871">
        <w:rPr>
          <w:sz w:val="16"/>
        </w:rPr>
        <w:t>Frontières</w:t>
      </w:r>
      <w:proofErr w:type="spellEnd"/>
      <w:r w:rsidRPr="00236871">
        <w:rPr>
          <w:sz w:val="16"/>
        </w:rPr>
        <w:t xml:space="preserve"> (MSF) Access Campaign, the Third World Network, and others have presented many other concrete examples of how </w:t>
      </w:r>
      <w:r w:rsidRPr="00B92D3C">
        <w:rPr>
          <w:rStyle w:val="StyleUnderline"/>
        </w:rPr>
        <w:t>enforcement</w:t>
      </w:r>
      <w:r w:rsidRPr="00236871">
        <w:rPr>
          <w:rStyle w:val="StyleUnderline"/>
        </w:rPr>
        <w:t xml:space="preserve"> of </w:t>
      </w:r>
      <w:r w:rsidRPr="0022339D">
        <w:rPr>
          <w:rStyle w:val="StyleUnderline"/>
          <w:highlight w:val="yellow"/>
        </w:rPr>
        <w:t>IP rules blocked,</w:t>
      </w:r>
      <w:r w:rsidRPr="00236871">
        <w:rPr>
          <w:rStyle w:val="StyleUnderline"/>
        </w:rPr>
        <w:t xml:space="preserve"> delayed, or limited </w:t>
      </w:r>
      <w:r w:rsidRPr="0022339D">
        <w:rPr>
          <w:rStyle w:val="StyleUnderline"/>
          <w:highlight w:val="yellow"/>
        </w:rPr>
        <w:t>production o</w:t>
      </w:r>
      <w:r w:rsidRPr="00236871">
        <w:rPr>
          <w:rStyle w:val="StyleUnderline"/>
        </w:rPr>
        <w:t xml:space="preserve">f chemical reagents for </w:t>
      </w:r>
      <w:r w:rsidRPr="00852E7A">
        <w:rPr>
          <w:rStyle w:val="StyleUnderline"/>
        </w:rPr>
        <w:t>Covid-19 tests</w:t>
      </w:r>
      <w:r w:rsidRPr="0022339D">
        <w:rPr>
          <w:rStyle w:val="StyleUnderline"/>
          <w:highlight w:val="yellow"/>
        </w:rPr>
        <w:t>,</w:t>
      </w:r>
      <w:r w:rsidRPr="00236871">
        <w:rPr>
          <w:rStyle w:val="StyleUnderline"/>
        </w:rPr>
        <w:t xml:space="preserve"> ventilator valves, Covid-19 </w:t>
      </w:r>
      <w:r w:rsidRPr="00852E7A">
        <w:rPr>
          <w:rStyle w:val="StyleUnderline"/>
        </w:rPr>
        <w:t>treatments, and</w:t>
      </w:r>
      <w:r w:rsidRPr="00236871">
        <w:rPr>
          <w:rStyle w:val="StyleUnderline"/>
        </w:rPr>
        <w:t xml:space="preserve"> elements of Covid-19 </w:t>
      </w:r>
      <w:r w:rsidRPr="0022339D">
        <w:rPr>
          <w:rStyle w:val="StyleUnderline"/>
          <w:highlight w:val="yellow"/>
        </w:rPr>
        <w:t>vaccines</w:t>
      </w:r>
      <w:r w:rsidRPr="00236871">
        <w:rPr>
          <w:rStyle w:val="StyleUnderline"/>
        </w:rPr>
        <w:t xml:space="preserve">. IP constraints have not only </w:t>
      </w:r>
      <w:r w:rsidRPr="00236871">
        <w:rPr>
          <w:rStyle w:val="StyleUnderline"/>
        </w:rPr>
        <w:lastRenderedPageBreak/>
        <w:t>led to vaccine shortages but have also led to shortages of key raw materials like bioreactor bags and filters.</w:t>
      </w:r>
      <w:r>
        <w:rPr>
          <w:rStyle w:val="StyleUnderline"/>
        </w:rPr>
        <w:t xml:space="preserve"> </w:t>
      </w:r>
      <w:r w:rsidRPr="00236871">
        <w:rPr>
          <w:rStyle w:val="StyleUnderline"/>
        </w:rPr>
        <w:t xml:space="preserve">Rather than manufacturers being held back by an inherent lack of manufacturing and technological capability, </w:t>
      </w:r>
      <w:r w:rsidRPr="00B92D3C">
        <w:rPr>
          <w:rStyle w:val="StyleUnderline"/>
          <w:highlight w:val="yellow"/>
        </w:rPr>
        <w:t>studies have shown</w:t>
      </w:r>
      <w:r w:rsidRPr="00236871">
        <w:rPr>
          <w:rStyle w:val="StyleUnderline"/>
        </w:rPr>
        <w:t xml:space="preserve"> that transnational </w:t>
      </w:r>
      <w:r w:rsidRPr="00B92D3C">
        <w:rPr>
          <w:rStyle w:val="StyleUnderline"/>
          <w:highlight w:val="yellow"/>
        </w:rPr>
        <w:t>claims to</w:t>
      </w:r>
      <w:r w:rsidRPr="00236871">
        <w:rPr>
          <w:rStyle w:val="StyleUnderline"/>
        </w:rPr>
        <w:t xml:space="preserve"> </w:t>
      </w:r>
      <w:r w:rsidRPr="00B92D3C">
        <w:rPr>
          <w:rStyle w:val="StyleUnderline"/>
          <w:highlight w:val="yellow"/>
        </w:rPr>
        <w:t>IP</w:t>
      </w:r>
      <w:r w:rsidRPr="00236871">
        <w:rPr>
          <w:rStyle w:val="StyleUnderline"/>
        </w:rPr>
        <w:t xml:space="preserve"> i</w:t>
      </w:r>
      <w:r w:rsidRPr="00B92D3C">
        <w:rPr>
          <w:rStyle w:val="StyleUnderline"/>
          <w:highlight w:val="yellow"/>
        </w:rPr>
        <w:t xml:space="preserve">mpede new manufacturers from </w:t>
      </w:r>
      <w:r w:rsidRPr="00B92D3C">
        <w:rPr>
          <w:rStyle w:val="StyleUnderline"/>
        </w:rPr>
        <w:t>e</w:t>
      </w:r>
      <w:r w:rsidRPr="00236871">
        <w:rPr>
          <w:rStyle w:val="StyleUnderline"/>
        </w:rPr>
        <w:t xml:space="preserve">ntering and </w:t>
      </w:r>
      <w:r w:rsidRPr="00B92D3C">
        <w:rPr>
          <w:rStyle w:val="StyleUnderline"/>
          <w:highlight w:val="yellow"/>
        </w:rPr>
        <w:t>competing</w:t>
      </w:r>
      <w:r w:rsidRPr="00236871">
        <w:rPr>
          <w:rStyle w:val="StyleUnderline"/>
        </w:rPr>
        <w:t xml:space="preserve"> in the market. The same dynamics are playing out today with Covid-19.</w:t>
      </w:r>
      <w:r>
        <w:rPr>
          <w:rStyle w:val="StyleUnderline"/>
        </w:rPr>
        <w:t xml:space="preserve"> </w:t>
      </w:r>
      <w:r w:rsidRPr="00236871">
        <w:rPr>
          <w:rStyle w:val="StyleUnderline"/>
        </w:rPr>
        <w:t xml:space="preserve">Even though </w:t>
      </w:r>
      <w:r w:rsidRPr="00B92D3C">
        <w:rPr>
          <w:rStyle w:val="StyleUnderline"/>
          <w:highlight w:val="yellow"/>
        </w:rPr>
        <w:t>a waiver</w:t>
      </w:r>
      <w:r w:rsidRPr="00236871">
        <w:rPr>
          <w:rStyle w:val="StyleUnderline"/>
        </w:rPr>
        <w:t xml:space="preserve"> will not automatically expand production overnight, it </w:t>
      </w:r>
      <w:r w:rsidRPr="00B92D3C">
        <w:rPr>
          <w:rStyle w:val="StyleUnderline"/>
          <w:highlight w:val="yellow"/>
        </w:rPr>
        <w:t xml:space="preserve">paves the way for </w:t>
      </w:r>
      <w:r w:rsidRPr="00B92D3C">
        <w:rPr>
          <w:rStyle w:val="Emphasis"/>
          <w:highlight w:val="yellow"/>
        </w:rPr>
        <w:t>speedy technology transfers and manufacturing</w:t>
      </w:r>
      <w:r w:rsidRPr="00236871">
        <w:rPr>
          <w:rStyle w:val="Emphasis"/>
        </w:rPr>
        <w:t>.</w:t>
      </w:r>
      <w:r>
        <w:rPr>
          <w:rStyle w:val="Emphasis"/>
        </w:rPr>
        <w:t xml:space="preserve"> </w:t>
      </w:r>
      <w:r w:rsidRPr="0022339D">
        <w:rPr>
          <w:rStyle w:val="StyleUnderline"/>
          <w:highlight w:val="yellow"/>
        </w:rPr>
        <w:t>The waiver</w:t>
      </w:r>
      <w:r w:rsidRPr="00236871">
        <w:rPr>
          <w:rStyle w:val="StyleUnderline"/>
        </w:rPr>
        <w:t xml:space="preserve"> by itself will not automatically result in widespread and diversified manufacturing, but it </w:t>
      </w:r>
      <w:r w:rsidRPr="0022339D">
        <w:rPr>
          <w:rStyle w:val="StyleUnderline"/>
          <w:highlight w:val="yellow"/>
        </w:rPr>
        <w:t>will</w:t>
      </w:r>
      <w:r w:rsidRPr="00236871">
        <w:rPr>
          <w:rStyle w:val="StyleUnderline"/>
        </w:rPr>
        <w:t xml:space="preserve"> ease complex global rules governing IP and exports and </w:t>
      </w:r>
      <w:r w:rsidRPr="000F22A0">
        <w:rPr>
          <w:rStyle w:val="StyleUnderline"/>
          <w:highlight w:val="yellow"/>
        </w:rPr>
        <w:t xml:space="preserve">give </w:t>
      </w:r>
      <w:r w:rsidRPr="0022339D">
        <w:rPr>
          <w:rStyle w:val="StyleUnderline"/>
          <w:highlight w:val="yellow"/>
        </w:rPr>
        <w:t>governments freedom to collaborate on technology t</w:t>
      </w:r>
      <w:r w:rsidRPr="00062F3C">
        <w:rPr>
          <w:rStyle w:val="StyleUnderline"/>
        </w:rPr>
        <w:t>r</w:t>
      </w:r>
      <w:r w:rsidRPr="0022339D">
        <w:rPr>
          <w:rStyle w:val="StyleUnderline"/>
          <w:highlight w:val="yellow"/>
        </w:rPr>
        <w:t>ansfers</w:t>
      </w:r>
      <w:r w:rsidRPr="00236871">
        <w:rPr>
          <w:rStyle w:val="StyleUnderline"/>
        </w:rPr>
        <w:t xml:space="preserve"> and exports </w:t>
      </w:r>
      <w:r w:rsidRPr="0022339D">
        <w:rPr>
          <w:rStyle w:val="StyleUnderline"/>
          <w:highlight w:val="yellow"/>
        </w:rPr>
        <w:t>without fearing</w:t>
      </w:r>
      <w:r w:rsidRPr="00236871">
        <w:rPr>
          <w:rStyle w:val="StyleUnderline"/>
        </w:rPr>
        <w:t xml:space="preserve"> trade-based </w:t>
      </w:r>
      <w:r w:rsidRPr="0022339D">
        <w:rPr>
          <w:rStyle w:val="StyleUnderline"/>
          <w:highlight w:val="yellow"/>
        </w:rPr>
        <w:t>retaliation</w:t>
      </w:r>
      <w:r w:rsidRPr="00236871">
        <w:rPr>
          <w:rStyle w:val="StyleUnderline"/>
        </w:rPr>
        <w:t xml:space="preserve">. </w:t>
      </w:r>
      <w:r w:rsidRPr="00B92D3C">
        <w:rPr>
          <w:rStyle w:val="StyleUnderline"/>
          <w:highlight w:val="yellow"/>
        </w:rPr>
        <w:t xml:space="preserve">It will help reduce the dependence on </w:t>
      </w:r>
      <w:r w:rsidRPr="00B92D3C">
        <w:rPr>
          <w:rStyle w:val="StyleUnderline"/>
        </w:rPr>
        <w:t xml:space="preserve">any </w:t>
      </w:r>
      <w:r w:rsidRPr="00B92D3C">
        <w:rPr>
          <w:rStyle w:val="StyleUnderline"/>
          <w:highlight w:val="yellow"/>
        </w:rPr>
        <w:t>one country</w:t>
      </w:r>
      <w:r w:rsidRPr="00236871">
        <w:rPr>
          <w:rStyle w:val="StyleUnderline"/>
        </w:rPr>
        <w:t xml:space="preserve"> or region </w:t>
      </w:r>
      <w:r w:rsidRPr="00B92D3C">
        <w:rPr>
          <w:rStyle w:val="StyleUnderline"/>
          <w:highlight w:val="yellow"/>
        </w:rPr>
        <w:t>for medical products</w:t>
      </w:r>
      <w:r w:rsidRPr="00236871">
        <w:rPr>
          <w:rStyle w:val="StyleUnderline"/>
        </w:rPr>
        <w:t xml:space="preserve"> and mitigate the risks of export restrictions</w:t>
      </w:r>
      <w:r w:rsidRPr="00236871">
        <w:rPr>
          <w:sz w:val="16"/>
        </w:rPr>
        <w:t xml:space="preserve">. </w:t>
      </w:r>
      <w:r w:rsidRPr="00236871">
        <w:rPr>
          <w:rStyle w:val="StyleUnderline"/>
        </w:rPr>
        <w:t xml:space="preserve">With new variants emerging and some evidence that repeat vaccine boosters may be needed, </w:t>
      </w:r>
      <w:r w:rsidRPr="00B92D3C">
        <w:rPr>
          <w:rStyle w:val="StyleUnderline"/>
          <w:highlight w:val="yellow"/>
        </w:rPr>
        <w:t>the waiver will enable governments</w:t>
      </w:r>
      <w:r w:rsidRPr="00236871">
        <w:rPr>
          <w:rStyle w:val="StyleUnderline"/>
        </w:rPr>
        <w:t xml:space="preserve"> around the world to </w:t>
      </w:r>
      <w:r w:rsidRPr="00B92D3C">
        <w:rPr>
          <w:rStyle w:val="StyleUnderline"/>
          <w:highlight w:val="yellow"/>
        </w:rPr>
        <w:t xml:space="preserve">be prepared for </w:t>
      </w:r>
      <w:r w:rsidRPr="00B92D3C">
        <w:rPr>
          <w:rStyle w:val="Emphasis"/>
          <w:highlight w:val="yellow"/>
        </w:rPr>
        <w:t>a long-term response</w:t>
      </w:r>
      <w:r w:rsidRPr="00236871">
        <w:rPr>
          <w:rStyle w:val="StyleUnderline"/>
        </w:rPr>
        <w:t xml:space="preserve"> to Covid-19</w:t>
      </w:r>
      <w:r w:rsidRPr="00236871">
        <w:rPr>
          <w:sz w:val="16"/>
        </w:rPr>
        <w:t xml:space="preserve">. </w:t>
      </w:r>
      <w:r w:rsidRPr="00236871">
        <w:rPr>
          <w:rStyle w:val="StyleUnderline"/>
        </w:rPr>
        <w:t xml:space="preserve">Experts have mapped out plans for how the manufacturing of mRNA and other vaccines, could be dramatically expanded in a relatively short period of time. </w:t>
      </w:r>
      <w:r w:rsidRPr="00B92D3C">
        <w:rPr>
          <w:rStyle w:val="StyleUnderline"/>
          <w:highlight w:val="yellow"/>
        </w:rPr>
        <w:t>Waiving</w:t>
      </w:r>
      <w:r w:rsidRPr="00236871">
        <w:rPr>
          <w:rStyle w:val="StyleUnderline"/>
        </w:rPr>
        <w:t xml:space="preserve"> certain IP rules in the TRIPS agreement over the next three years </w:t>
      </w:r>
      <w:r w:rsidRPr="00B92D3C">
        <w:rPr>
          <w:rStyle w:val="StyleUnderline"/>
          <w:highlight w:val="yellow"/>
        </w:rPr>
        <w:t>could</w:t>
      </w:r>
      <w:r w:rsidRPr="00236871">
        <w:rPr>
          <w:rStyle w:val="StyleUnderline"/>
        </w:rPr>
        <w:t xml:space="preserve"> help create diverse regional manufacturing hubs and </w:t>
      </w:r>
      <w:r w:rsidRPr="00B92D3C">
        <w:rPr>
          <w:rStyle w:val="StyleUnderline"/>
          <w:highlight w:val="yellow"/>
        </w:rPr>
        <w:t>protect the</w:t>
      </w:r>
      <w:r w:rsidRPr="00236871">
        <w:rPr>
          <w:rStyle w:val="StyleUnderline"/>
        </w:rPr>
        <w:t xml:space="preserve"> EU and the rest of the </w:t>
      </w:r>
      <w:r w:rsidRPr="00B92D3C">
        <w:rPr>
          <w:rStyle w:val="StyleUnderline"/>
          <w:highlight w:val="yellow"/>
        </w:rPr>
        <w:t xml:space="preserve">world </w:t>
      </w:r>
      <w:r w:rsidRPr="00B92D3C">
        <w:rPr>
          <w:rStyle w:val="Emphasis"/>
          <w:highlight w:val="yellow"/>
        </w:rPr>
        <w:t>from future pandemics</w:t>
      </w:r>
      <w:r w:rsidRPr="00236871">
        <w:rPr>
          <w:rStyle w:val="StyleUnderline"/>
        </w:rPr>
        <w:t xml:space="preserve">, supply chain disruptions, </w:t>
      </w:r>
      <w:r w:rsidRPr="00B92D3C">
        <w:rPr>
          <w:rStyle w:val="StyleUnderline"/>
          <w:highlight w:val="yellow"/>
        </w:rPr>
        <w:t xml:space="preserve">and </w:t>
      </w:r>
      <w:r w:rsidRPr="00B92D3C">
        <w:rPr>
          <w:rStyle w:val="Emphasis"/>
          <w:highlight w:val="yellow"/>
        </w:rPr>
        <w:t>resulting economic disaster</w:t>
      </w:r>
      <w:r w:rsidRPr="00236871">
        <w:rPr>
          <w:rStyle w:val="Emphasis"/>
        </w:rPr>
        <w:t>.</w:t>
      </w:r>
      <w:r>
        <w:rPr>
          <w:rStyle w:val="StyleUnderline"/>
        </w:rPr>
        <w:t xml:space="preserve"> </w:t>
      </w:r>
      <w:r w:rsidRPr="00236871">
        <w:rPr>
          <w:rStyle w:val="StyleUnderline"/>
        </w:rPr>
        <w:t>Concerns that widening the universe of producers may lower or compromise quality standards are unfounded because stringent regulatory authorities and the</w:t>
      </w:r>
      <w:r w:rsidRPr="00236871">
        <w:rPr>
          <w:sz w:val="16"/>
        </w:rPr>
        <w:t xml:space="preserve"> World Health Organization (</w:t>
      </w:r>
      <w:r w:rsidRPr="00236871">
        <w:rPr>
          <w:rStyle w:val="StyleUnderline"/>
        </w:rPr>
        <w:t>WHO) would continue to play their existing role as arbiters of quality and safety for vaccines, which have a very stringent process for approval.</w:t>
      </w:r>
    </w:p>
    <w:p w14:paraId="610AD490" w14:textId="77777777" w:rsidR="007A6DCA" w:rsidRDefault="007A6DCA" w:rsidP="007A6DCA"/>
    <w:p w14:paraId="405937DE" w14:textId="6D502BBA" w:rsidR="00683EDB" w:rsidRDefault="00683EDB" w:rsidP="00683EDB">
      <w:pPr>
        <w:pStyle w:val="Heading4"/>
      </w:pPr>
      <w:r>
        <w:t>4. Waiving IPR is the vital internal link to equitable distribution- patents are a key deterrent to expanded manufacturing capabilities</w:t>
      </w:r>
    </w:p>
    <w:p w14:paraId="39C10FF9" w14:textId="77777777" w:rsidR="00683EDB" w:rsidRPr="009221DF" w:rsidRDefault="00683EDB" w:rsidP="00683EDB">
      <w:pPr>
        <w:rPr>
          <w:rStyle w:val="Style13ptBold"/>
        </w:rPr>
      </w:pPr>
      <w:r w:rsidRPr="009221DF">
        <w:rPr>
          <w:rStyle w:val="Style13ptBold"/>
        </w:rPr>
        <w:t>Kang, PhD, et al., 7-14-21</w:t>
      </w:r>
    </w:p>
    <w:p w14:paraId="3E8E9282" w14:textId="77777777" w:rsidR="00683EDB" w:rsidRPr="009221DF" w:rsidRDefault="00683EDB" w:rsidP="00683EDB">
      <w:pPr>
        <w:rPr>
          <w:sz w:val="16"/>
        </w:rPr>
      </w:pPr>
      <w:r w:rsidRPr="009221DF">
        <w:rPr>
          <w:sz w:val="16"/>
        </w:rPr>
        <w:t xml:space="preserve">(Hyo Yoon Kang is Reader in Law at the University of Kent. Aisling McMahon is Assistant Professor of Law in the Department of Law at Maynooth University. Graham </w:t>
      </w:r>
      <w:proofErr w:type="spellStart"/>
      <w:r w:rsidRPr="009221DF">
        <w:rPr>
          <w:sz w:val="16"/>
        </w:rPr>
        <w:t>Dutfield</w:t>
      </w:r>
      <w:proofErr w:type="spellEnd"/>
      <w:r w:rsidRPr="009221DF">
        <w:rPr>
          <w:sz w:val="16"/>
        </w:rPr>
        <w:t xml:space="preserve"> is Professor of International Governance at the University of Leeds. Luke McDonagh is Assistant Professor of Law in the Department of Law at the LSE. Siva </w:t>
      </w:r>
      <w:proofErr w:type="spellStart"/>
      <w:r w:rsidRPr="009221DF">
        <w:rPr>
          <w:sz w:val="16"/>
        </w:rPr>
        <w:t>Thambisetty</w:t>
      </w:r>
      <w:proofErr w:type="spellEnd"/>
      <w:r w:rsidRPr="009221DF">
        <w:rPr>
          <w:sz w:val="16"/>
        </w:rPr>
        <w:t xml:space="preserve"> is Associate Professor of Law in the Department of Law at the LSE. https://blogs.lse.ac.uk/politicsandpolicy/covid19-trips-waiver/)</w:t>
      </w:r>
    </w:p>
    <w:p w14:paraId="7E9750E7" w14:textId="77777777" w:rsidR="00683EDB" w:rsidRPr="009221DF" w:rsidRDefault="00683EDB" w:rsidP="00683EDB">
      <w:pPr>
        <w:rPr>
          <w:rStyle w:val="Emphasis"/>
        </w:rPr>
      </w:pPr>
      <w:r w:rsidRPr="00B07784">
        <w:rPr>
          <w:rStyle w:val="StyleUnderline"/>
          <w:highlight w:val="yellow"/>
        </w:rPr>
        <w:t>The</w:t>
      </w:r>
      <w:r w:rsidRPr="009221DF">
        <w:rPr>
          <w:sz w:val="16"/>
        </w:rPr>
        <w:t xml:space="preserve"> temporary </w:t>
      </w:r>
      <w:r w:rsidRPr="00B07784">
        <w:rPr>
          <w:rStyle w:val="StyleUnderline"/>
          <w:highlight w:val="yellow"/>
        </w:rPr>
        <w:t>TRIPS</w:t>
      </w:r>
      <w:r w:rsidRPr="007709C1">
        <w:rPr>
          <w:rStyle w:val="StyleUnderline"/>
        </w:rPr>
        <w:t xml:space="preserve"> </w:t>
      </w:r>
      <w:r w:rsidRPr="00B07784">
        <w:rPr>
          <w:rStyle w:val="StyleUnderline"/>
          <w:highlight w:val="yellow"/>
        </w:rPr>
        <w:t>waiver</w:t>
      </w:r>
      <w:r w:rsidRPr="009221DF">
        <w:rPr>
          <w:sz w:val="16"/>
        </w:rPr>
        <w:t xml:space="preserve"> – as proposed by India and South Africa and supported by more than 100 countries – </w:t>
      </w:r>
      <w:r w:rsidRPr="00B07784">
        <w:rPr>
          <w:rStyle w:val="StyleUnderline"/>
          <w:highlight w:val="yellow"/>
        </w:rPr>
        <w:t>is a necessary</w:t>
      </w:r>
      <w:r w:rsidRPr="007709C1">
        <w:rPr>
          <w:rStyle w:val="StyleUnderline"/>
        </w:rPr>
        <w:t xml:space="preserve"> and proportionate legal </w:t>
      </w:r>
      <w:r w:rsidRPr="00B07784">
        <w:rPr>
          <w:rStyle w:val="StyleUnderline"/>
          <w:highlight w:val="yellow"/>
        </w:rPr>
        <w:t>measure towards</w:t>
      </w:r>
      <w:r w:rsidRPr="007709C1">
        <w:rPr>
          <w:rStyle w:val="StyleUnderline"/>
        </w:rPr>
        <w:t xml:space="preserve"> the clearing of existing intellectual property barriers to </w:t>
      </w:r>
      <w:r w:rsidRPr="00B07784">
        <w:rPr>
          <w:rStyle w:val="StyleUnderline"/>
          <w:highlight w:val="yellow"/>
        </w:rPr>
        <w:t>scaling up</w:t>
      </w:r>
      <w:r w:rsidRPr="007709C1">
        <w:rPr>
          <w:rStyle w:val="StyleUnderline"/>
        </w:rPr>
        <w:t xml:space="preserve"> of </w:t>
      </w:r>
      <w:r w:rsidRPr="00B07784">
        <w:rPr>
          <w:rStyle w:val="StyleUnderline"/>
          <w:highlight w:val="yellow"/>
        </w:rPr>
        <w:t>production of COVID-19</w:t>
      </w:r>
      <w:r w:rsidRPr="007709C1">
        <w:rPr>
          <w:rStyle w:val="StyleUnderline"/>
        </w:rPr>
        <w:t xml:space="preserve"> health </w:t>
      </w:r>
      <w:r w:rsidRPr="00B07784">
        <w:rPr>
          <w:rStyle w:val="StyleUnderline"/>
          <w:highlight w:val="yellow"/>
        </w:rPr>
        <w:t>technologies</w:t>
      </w:r>
      <w:r w:rsidRPr="007709C1">
        <w:rPr>
          <w:rStyle w:val="StyleUnderline"/>
        </w:rPr>
        <w:t xml:space="preserve"> in a direct, </w:t>
      </w:r>
      <w:proofErr w:type="gramStart"/>
      <w:r w:rsidRPr="007709C1">
        <w:rPr>
          <w:rStyle w:val="StyleUnderline"/>
        </w:rPr>
        <w:t>consistent</w:t>
      </w:r>
      <w:proofErr w:type="gramEnd"/>
      <w:r w:rsidRPr="007709C1">
        <w:rPr>
          <w:rStyle w:val="StyleUnderline"/>
        </w:rPr>
        <w:t xml:space="preserve"> and effective fashion</w:t>
      </w:r>
      <w:r w:rsidRPr="009221DF">
        <w:rPr>
          <w:sz w:val="16"/>
        </w:rPr>
        <w:t xml:space="preserve">. We call on the governments of the United Kingdom of Great Britain and Northern Ireland, Australia, Brazil, Japan, Norway, </w:t>
      </w:r>
      <w:proofErr w:type="gramStart"/>
      <w:r w:rsidRPr="009221DF">
        <w:rPr>
          <w:sz w:val="16"/>
        </w:rPr>
        <w:t>Switzerland</w:t>
      </w:r>
      <w:proofErr w:type="gramEnd"/>
      <w:r w:rsidRPr="009221DF">
        <w:rPr>
          <w:sz w:val="16"/>
        </w:rPr>
        <w:t xml:space="preserve"> and the European Union to drop their opposition to the TRIPS Waiver proposal at the World Trade </w:t>
      </w:r>
      <w:proofErr w:type="spellStart"/>
      <w:r w:rsidRPr="009221DF">
        <w:rPr>
          <w:sz w:val="16"/>
        </w:rPr>
        <w:t>Organisation</w:t>
      </w:r>
      <w:proofErr w:type="spellEnd"/>
      <w:r w:rsidRPr="009221DF">
        <w:rPr>
          <w:sz w:val="16"/>
        </w:rPr>
        <w:t xml:space="preserve"> and to support the waiver. Intellectual Property (</w:t>
      </w:r>
      <w:r w:rsidRPr="007709C1">
        <w:rPr>
          <w:rStyle w:val="StyleUnderline"/>
        </w:rPr>
        <w:t>IP) rights</w:t>
      </w:r>
      <w:r w:rsidRPr="009221DF">
        <w:rPr>
          <w:sz w:val="16"/>
        </w:rPr>
        <w:t xml:space="preserve"> – including patents, copyrights, trade secrets and other undisclosed information – </w:t>
      </w:r>
      <w:r w:rsidRPr="007709C1">
        <w:rPr>
          <w:rStyle w:val="StyleUnderline"/>
        </w:rPr>
        <w:t xml:space="preserve">are not, and have never been, absolute rights and are granted and </w:t>
      </w:r>
      <w:proofErr w:type="spellStart"/>
      <w:r w:rsidRPr="007709C1">
        <w:rPr>
          <w:rStyle w:val="StyleUnderline"/>
        </w:rPr>
        <w:t>recognised</w:t>
      </w:r>
      <w:proofErr w:type="spellEnd"/>
      <w:r w:rsidRPr="007709C1">
        <w:rPr>
          <w:rStyle w:val="StyleUnderline"/>
        </w:rPr>
        <w:t xml:space="preserve"> </w:t>
      </w:r>
      <w:r w:rsidRPr="00B07784">
        <w:rPr>
          <w:rStyle w:val="StyleUnderline"/>
        </w:rPr>
        <w:t>under the condition that they serve the public interest</w:t>
      </w:r>
      <w:r w:rsidRPr="00B07784">
        <w:rPr>
          <w:sz w:val="16"/>
          <w:highlight w:val="yellow"/>
        </w:rPr>
        <w:t xml:space="preserve">. </w:t>
      </w:r>
      <w:r w:rsidRPr="00B07784">
        <w:rPr>
          <w:rStyle w:val="StyleUnderline"/>
          <w:highlight w:val="yellow"/>
        </w:rPr>
        <w:t xml:space="preserve">IP rights must not be allowed </w:t>
      </w:r>
      <w:r w:rsidRPr="00852E7A">
        <w:rPr>
          <w:rStyle w:val="StyleUnderline"/>
        </w:rPr>
        <w:t xml:space="preserve">to stand in the way of measures designed </w:t>
      </w:r>
      <w:r w:rsidRPr="00B07784">
        <w:rPr>
          <w:rStyle w:val="StyleUnderline"/>
          <w:highlight w:val="yellow"/>
        </w:rPr>
        <w:t>to make accessible the health technologies needed to fight the</w:t>
      </w:r>
      <w:r w:rsidRPr="007709C1">
        <w:rPr>
          <w:rStyle w:val="StyleUnderline"/>
        </w:rPr>
        <w:t xml:space="preserve"> COVID-19 </w:t>
      </w:r>
      <w:r w:rsidRPr="00B07784">
        <w:rPr>
          <w:rStyle w:val="StyleUnderline"/>
          <w:highlight w:val="yellow"/>
        </w:rPr>
        <w:t>pandemic</w:t>
      </w:r>
      <w:r w:rsidRPr="007709C1">
        <w:rPr>
          <w:rStyle w:val="StyleUnderline"/>
        </w:rPr>
        <w:t xml:space="preserve">, </w:t>
      </w:r>
      <w:r w:rsidRPr="00852E7A">
        <w:rPr>
          <w:rStyle w:val="StyleUnderline"/>
        </w:rPr>
        <w:t xml:space="preserve">where </w:t>
      </w:r>
      <w:r w:rsidRPr="00852E7A">
        <w:rPr>
          <w:rStyle w:val="Emphasis"/>
        </w:rPr>
        <w:t>universal global access is essential for the global public good</w:t>
      </w:r>
      <w:r w:rsidRPr="009221DF">
        <w:rPr>
          <w:sz w:val="16"/>
        </w:rPr>
        <w:t xml:space="preserve">. We acknowledge that legal factors beyond IP, such as trade and export restrictions, also shape the ability to produce and access COVID-19 vaccines and therapeutics. Nonetheless, it is the case that </w:t>
      </w:r>
      <w:r w:rsidRPr="00B07784">
        <w:rPr>
          <w:rStyle w:val="StyleUnderline"/>
          <w:highlight w:val="yellow"/>
        </w:rPr>
        <w:t>IP rights</w:t>
      </w:r>
      <w:r w:rsidRPr="009221DF">
        <w:rPr>
          <w:sz w:val="16"/>
        </w:rPr>
        <w:t xml:space="preserve">, and monopolies over tacit and informal information, </w:t>
      </w:r>
      <w:r w:rsidRPr="00B07784">
        <w:rPr>
          <w:rStyle w:val="StyleUnderline"/>
          <w:highlight w:val="yellow"/>
        </w:rPr>
        <w:t xml:space="preserve">are also </w:t>
      </w:r>
      <w:r w:rsidRPr="00B07784">
        <w:rPr>
          <w:rStyle w:val="Emphasis"/>
          <w:highlight w:val="yellow"/>
        </w:rPr>
        <w:t>implicated in the current lack of global capacity for vaccine</w:t>
      </w:r>
      <w:r w:rsidRPr="007709C1">
        <w:rPr>
          <w:rStyle w:val="Emphasis"/>
        </w:rPr>
        <w:t xml:space="preserve"> </w:t>
      </w:r>
      <w:r w:rsidRPr="00B07784">
        <w:rPr>
          <w:rStyle w:val="Emphasis"/>
          <w:highlight w:val="yellow"/>
        </w:rPr>
        <w:t>production</w:t>
      </w:r>
      <w:r w:rsidRPr="007709C1">
        <w:rPr>
          <w:rStyle w:val="StyleUnderline"/>
        </w:rPr>
        <w:t xml:space="preserve"> and other health technologies, as well as in enabling their inequitable distribution</w:t>
      </w:r>
      <w:r w:rsidRPr="009221DF">
        <w:rPr>
          <w:sz w:val="16"/>
        </w:rPr>
        <w:t xml:space="preserve">. </w:t>
      </w:r>
      <w:r w:rsidRPr="00B07784">
        <w:rPr>
          <w:rStyle w:val="StyleUnderline"/>
          <w:highlight w:val="yellow"/>
        </w:rPr>
        <w:t>Current strategies</w:t>
      </w:r>
      <w:r w:rsidRPr="009221DF">
        <w:rPr>
          <w:sz w:val="16"/>
        </w:rPr>
        <w:t xml:space="preserve"> to address the vast inequity in the distribution of COVID-19 vaccines have focused on solutions which </w:t>
      </w:r>
      <w:r w:rsidRPr="007709C1">
        <w:rPr>
          <w:rStyle w:val="StyleUnderline"/>
        </w:rPr>
        <w:t xml:space="preserve">build on the existing IP system, </w:t>
      </w:r>
      <w:r w:rsidRPr="009221DF">
        <w:rPr>
          <w:sz w:val="16"/>
        </w:rPr>
        <w:t xml:space="preserve">such as the World Health </w:t>
      </w:r>
      <w:proofErr w:type="spellStart"/>
      <w:r w:rsidRPr="009221DF">
        <w:rPr>
          <w:sz w:val="16"/>
        </w:rPr>
        <w:t>Organisation</w:t>
      </w:r>
      <w:proofErr w:type="spellEnd"/>
      <w:r w:rsidRPr="009221DF">
        <w:rPr>
          <w:sz w:val="16"/>
        </w:rPr>
        <w:t xml:space="preserve"> (WHO) COVAX initiative or voluntary licensing provisions. </w:t>
      </w:r>
      <w:r w:rsidRPr="007709C1">
        <w:rPr>
          <w:rStyle w:val="StyleUnderline"/>
        </w:rPr>
        <w:t xml:space="preserve">Such proposals </w:t>
      </w:r>
      <w:r w:rsidRPr="00B07784">
        <w:rPr>
          <w:rStyle w:val="StyleUnderline"/>
          <w:highlight w:val="yellow"/>
        </w:rPr>
        <w:t xml:space="preserve">have had </w:t>
      </w:r>
      <w:r w:rsidRPr="00B07784">
        <w:rPr>
          <w:rStyle w:val="Emphasis"/>
          <w:highlight w:val="yellow"/>
        </w:rPr>
        <w:t>limited and insufficient success to date</w:t>
      </w:r>
      <w:r w:rsidRPr="007709C1">
        <w:rPr>
          <w:rStyle w:val="StyleUnderline"/>
        </w:rPr>
        <w:t xml:space="preserve"> at providing vaccines to low- and middle-income countries.</w:t>
      </w:r>
      <w:r w:rsidRPr="009221DF">
        <w:rPr>
          <w:sz w:val="16"/>
        </w:rPr>
        <w:t xml:space="preserve"> We note that as of </w:t>
      </w:r>
      <w:r w:rsidRPr="009221DF">
        <w:rPr>
          <w:sz w:val="16"/>
        </w:rPr>
        <w:lastRenderedPageBreak/>
        <w:t xml:space="preserve">June 2021 the voluntary COVAX donation scheme has delivered only 90m out of a promised 2bn doses. Pharmaceutical companies who hold relevant IP rights have also failed to engage with the WHO’s voluntary COVID-19 Technology Access Pool (C-TAP) of IP and know-how. Meanwhile, </w:t>
      </w:r>
      <w:r w:rsidRPr="00D73D0B">
        <w:rPr>
          <w:rStyle w:val="StyleUnderline"/>
        </w:rPr>
        <w:t>several solicitations of collaboration to produce vaccine by companies</w:t>
      </w:r>
      <w:r w:rsidRPr="009221DF">
        <w:rPr>
          <w:sz w:val="16"/>
        </w:rPr>
        <w:t xml:space="preserve">, such as from Teva in Israel, </w:t>
      </w:r>
      <w:proofErr w:type="spellStart"/>
      <w:r w:rsidRPr="009221DF">
        <w:rPr>
          <w:sz w:val="16"/>
        </w:rPr>
        <w:t>Biolyse</w:t>
      </w:r>
      <w:proofErr w:type="spellEnd"/>
      <w:r w:rsidRPr="009221DF">
        <w:rPr>
          <w:sz w:val="16"/>
        </w:rPr>
        <w:t xml:space="preserve"> in Canada, Bavarian Nordic in Denmark, and </w:t>
      </w:r>
      <w:proofErr w:type="spellStart"/>
      <w:r w:rsidRPr="009221DF">
        <w:rPr>
          <w:sz w:val="16"/>
        </w:rPr>
        <w:t>Incepta</w:t>
      </w:r>
      <w:proofErr w:type="spellEnd"/>
      <w:r w:rsidRPr="009221DF">
        <w:rPr>
          <w:sz w:val="16"/>
        </w:rPr>
        <w:t xml:space="preserve"> in Bangladesh, </w:t>
      </w:r>
      <w:r w:rsidRPr="00D73D0B">
        <w:rPr>
          <w:rStyle w:val="StyleUnderline"/>
        </w:rPr>
        <w:t>have not engendered a positive response from vaccine IP holding companies.</w:t>
      </w:r>
      <w:r w:rsidRPr="009221DF">
        <w:rPr>
          <w:sz w:val="16"/>
        </w:rPr>
        <w:t xml:space="preserve"> Moreover, the </w:t>
      </w:r>
      <w:r w:rsidRPr="00D73D0B">
        <w:rPr>
          <w:rStyle w:val="StyleUnderline"/>
        </w:rPr>
        <w:t>shortcomings of vaccine production are not the only problem</w:t>
      </w:r>
      <w:r w:rsidRPr="009221DF">
        <w:rPr>
          <w:sz w:val="16"/>
        </w:rPr>
        <w:t xml:space="preserve">: </w:t>
      </w:r>
      <w:r w:rsidRPr="00D73D0B">
        <w:rPr>
          <w:rStyle w:val="StyleUnderline"/>
        </w:rPr>
        <w:t>distribution of existing vaccine supply has been profoundly unequal, with pre-purchasing and hoarding of doses by several high-income countries</w:t>
      </w:r>
      <w:r w:rsidRPr="009221DF">
        <w:rPr>
          <w:sz w:val="16"/>
        </w:rPr>
        <w:t xml:space="preserve">. This has underlined the need for globally distributed, local vaccine manufacturing hubs in low and middle-income countries </w:t>
      </w:r>
      <w:proofErr w:type="gramStart"/>
      <w:r w:rsidRPr="009221DF">
        <w:rPr>
          <w:sz w:val="16"/>
        </w:rPr>
        <w:t>in order to</w:t>
      </w:r>
      <w:proofErr w:type="gramEnd"/>
      <w:r w:rsidRPr="009221DF">
        <w:rPr>
          <w:sz w:val="16"/>
        </w:rPr>
        <w:t xml:space="preserve"> guarantee sustainable supply. Given the ongoing absence of sufficient voluntary engagement by the pharmaceutical industry with proposed global mechanisms to share IP rights, </w:t>
      </w:r>
      <w:proofErr w:type="gramStart"/>
      <w:r w:rsidRPr="009221DF">
        <w:rPr>
          <w:sz w:val="16"/>
        </w:rPr>
        <w:t>data</w:t>
      </w:r>
      <w:proofErr w:type="gramEnd"/>
      <w:r w:rsidRPr="009221DF">
        <w:rPr>
          <w:sz w:val="16"/>
        </w:rPr>
        <w:t xml:space="preserve"> and know-how to address the pandemic, </w:t>
      </w:r>
      <w:r w:rsidRPr="00B07784">
        <w:rPr>
          <w:sz w:val="16"/>
          <w:highlight w:val="yellow"/>
        </w:rPr>
        <w:t>t</w:t>
      </w:r>
      <w:r w:rsidRPr="00B07784">
        <w:rPr>
          <w:rStyle w:val="StyleUnderline"/>
          <w:highlight w:val="yellow"/>
        </w:rPr>
        <w:t>he ability to suspend rules under</w:t>
      </w:r>
      <w:r w:rsidRPr="009221DF">
        <w:rPr>
          <w:rStyle w:val="StyleUnderline"/>
        </w:rPr>
        <w:t xml:space="preserve"> </w:t>
      </w:r>
      <w:r w:rsidRPr="009221DF">
        <w:rPr>
          <w:sz w:val="16"/>
        </w:rPr>
        <w:t xml:space="preserve">the </w:t>
      </w:r>
      <w:r w:rsidRPr="00B07784">
        <w:rPr>
          <w:rStyle w:val="StyleUnderline"/>
          <w:highlight w:val="yellow"/>
        </w:rPr>
        <w:t>TRIPS</w:t>
      </w:r>
      <w:r w:rsidRPr="009221DF">
        <w:rPr>
          <w:sz w:val="16"/>
        </w:rPr>
        <w:t xml:space="preserve"> Agreement </w:t>
      </w:r>
      <w:r w:rsidRPr="00B07784">
        <w:rPr>
          <w:rStyle w:val="StyleUnderline"/>
          <w:highlight w:val="yellow"/>
        </w:rPr>
        <w:t xml:space="preserve">is crucial to enable a </w:t>
      </w:r>
      <w:r w:rsidRPr="00B07784">
        <w:rPr>
          <w:rStyle w:val="Emphasis"/>
          <w:highlight w:val="yellow"/>
        </w:rPr>
        <w:t>radical increase in manufacturing capacity</w:t>
      </w:r>
      <w:r w:rsidRPr="009221DF">
        <w:rPr>
          <w:rStyle w:val="Emphasis"/>
        </w:rPr>
        <w:t xml:space="preserve">, </w:t>
      </w:r>
      <w:r w:rsidRPr="009221DF">
        <w:rPr>
          <w:rStyle w:val="StyleUnderline"/>
        </w:rPr>
        <w:t xml:space="preserve">and thus supply, of COVID-19 vaccines. </w:t>
      </w:r>
      <w:r w:rsidRPr="00B07784">
        <w:rPr>
          <w:rStyle w:val="StyleUnderline"/>
          <w:highlight w:val="yellow"/>
        </w:rPr>
        <w:t>This will facilitate</w:t>
      </w:r>
      <w:r w:rsidRPr="009221DF">
        <w:rPr>
          <w:rStyle w:val="StyleUnderline"/>
        </w:rPr>
        <w:t xml:space="preserve"> a globally coordinated and transparent pathway to achieve </w:t>
      </w:r>
      <w:r w:rsidRPr="00B07784">
        <w:rPr>
          <w:rStyle w:val="Emphasis"/>
          <w:highlight w:val="yellow"/>
        </w:rPr>
        <w:t>global equitable access</w:t>
      </w:r>
      <w:r w:rsidRPr="009221DF">
        <w:rPr>
          <w:sz w:val="16"/>
        </w:rPr>
        <w:t xml:space="preserve">. </w:t>
      </w:r>
      <w:r w:rsidRPr="009221DF">
        <w:rPr>
          <w:rStyle w:val="StyleUnderline"/>
        </w:rPr>
        <w:t>The proposed</w:t>
      </w:r>
      <w:r w:rsidRPr="009221DF">
        <w:rPr>
          <w:sz w:val="16"/>
        </w:rPr>
        <w:t xml:space="preserve"> TRIPS </w:t>
      </w:r>
      <w:r w:rsidRPr="009221DF">
        <w:rPr>
          <w:rStyle w:val="StyleUnderline"/>
        </w:rPr>
        <w:t xml:space="preserve">waiver would provide more companies with the freedom to operate </w:t>
      </w:r>
      <w:proofErr w:type="gramStart"/>
      <w:r w:rsidRPr="009221DF">
        <w:rPr>
          <w:rStyle w:val="StyleUnderline"/>
        </w:rPr>
        <w:t>in order to</w:t>
      </w:r>
      <w:proofErr w:type="gramEnd"/>
      <w:r w:rsidRPr="009221DF">
        <w:rPr>
          <w:rStyle w:val="StyleUnderline"/>
        </w:rPr>
        <w:t xml:space="preserve"> produce COVID-19 vaccines and other health technologies without the fear of infringing another party’s IP rights and the attendant threat of litigation.</w:t>
      </w:r>
      <w:r>
        <w:rPr>
          <w:rStyle w:val="StyleUnderline"/>
        </w:rPr>
        <w:t xml:space="preserve"> </w:t>
      </w:r>
      <w:r w:rsidRPr="009221DF">
        <w:rPr>
          <w:sz w:val="16"/>
        </w:rPr>
        <w:t xml:space="preserve">Furthermore, </w:t>
      </w:r>
      <w:proofErr w:type="gramStart"/>
      <w:r w:rsidRPr="009221DF">
        <w:rPr>
          <w:rStyle w:val="StyleUnderline"/>
        </w:rPr>
        <w:t xml:space="preserve">in </w:t>
      </w:r>
      <w:r w:rsidRPr="00B07784">
        <w:rPr>
          <w:rStyle w:val="StyleUnderline"/>
          <w:highlight w:val="yellow"/>
        </w:rPr>
        <w:t>light of</w:t>
      </w:r>
      <w:proofErr w:type="gramEnd"/>
      <w:r w:rsidRPr="00B07784">
        <w:rPr>
          <w:rStyle w:val="StyleUnderline"/>
          <w:highlight w:val="yellow"/>
        </w:rPr>
        <w:t xml:space="preserve"> the considerable public financing of </w:t>
      </w:r>
      <w:r w:rsidRPr="00B07784">
        <w:rPr>
          <w:rStyle w:val="StyleUnderline"/>
        </w:rPr>
        <w:t xml:space="preserve">COVID-19 </w:t>
      </w:r>
      <w:r w:rsidRPr="00B07784">
        <w:rPr>
          <w:rStyle w:val="StyleUnderline"/>
          <w:highlight w:val="yellow"/>
        </w:rPr>
        <w:t>vaccine</w:t>
      </w:r>
      <w:r w:rsidRPr="009221DF">
        <w:rPr>
          <w:rStyle w:val="StyleUnderline"/>
        </w:rPr>
        <w:t xml:space="preserve"> </w:t>
      </w:r>
      <w:r w:rsidRPr="00B07784">
        <w:rPr>
          <w:rStyle w:val="StyleUnderline"/>
          <w:highlight w:val="yellow"/>
        </w:rPr>
        <w:t>research</w:t>
      </w:r>
      <w:r w:rsidRPr="009221DF">
        <w:rPr>
          <w:rStyle w:val="StyleUnderline"/>
        </w:rPr>
        <w:t xml:space="preserve">, development, production and purchase, claims of inviolability of private </w:t>
      </w:r>
      <w:r w:rsidRPr="00B07784">
        <w:rPr>
          <w:rStyle w:val="StyleUnderline"/>
          <w:highlight w:val="yellow"/>
        </w:rPr>
        <w:t>IP</w:t>
      </w:r>
      <w:r w:rsidRPr="009221DF">
        <w:rPr>
          <w:rStyle w:val="StyleUnderline"/>
        </w:rPr>
        <w:t xml:space="preserve"> </w:t>
      </w:r>
      <w:r w:rsidRPr="00B07784">
        <w:rPr>
          <w:rStyle w:val="StyleUnderline"/>
          <w:highlight w:val="yellow"/>
        </w:rPr>
        <w:t xml:space="preserve">monopoly </w:t>
      </w:r>
      <w:r w:rsidRPr="00B07784">
        <w:rPr>
          <w:rStyle w:val="Emphasis"/>
          <w:highlight w:val="yellow"/>
        </w:rPr>
        <w:t>rights cannot be justified</w:t>
      </w:r>
      <w:r w:rsidRPr="009221DF">
        <w:rPr>
          <w:sz w:val="16"/>
        </w:rPr>
        <w:t xml:space="preserve">. </w:t>
      </w:r>
      <w:r w:rsidRPr="00B07784">
        <w:rPr>
          <w:rStyle w:val="StyleUnderline"/>
          <w:highlight w:val="yellow"/>
        </w:rPr>
        <w:t xml:space="preserve">The IP system </w:t>
      </w:r>
      <w:r w:rsidRPr="00B07784">
        <w:rPr>
          <w:rStyle w:val="Emphasis"/>
          <w:highlight w:val="yellow"/>
        </w:rPr>
        <w:t xml:space="preserve">has failed </w:t>
      </w:r>
      <w:r w:rsidRPr="00852E7A">
        <w:rPr>
          <w:rStyle w:val="Emphasis"/>
        </w:rPr>
        <w:t xml:space="preserve">in the past </w:t>
      </w:r>
      <w:r w:rsidRPr="00B07784">
        <w:rPr>
          <w:rStyle w:val="Emphasis"/>
          <w:highlight w:val="yellow"/>
        </w:rPr>
        <w:t>to create market incentives</w:t>
      </w:r>
      <w:r w:rsidRPr="009221DF">
        <w:rPr>
          <w:rStyle w:val="StyleUnderline"/>
        </w:rPr>
        <w:t xml:space="preserve"> for vaccine development</w:t>
      </w:r>
      <w:r w:rsidRPr="009221DF">
        <w:rPr>
          <w:sz w:val="16"/>
        </w:rPr>
        <w:t xml:space="preserve"> – </w:t>
      </w:r>
      <w:r w:rsidRPr="009221DF">
        <w:rPr>
          <w:rStyle w:val="StyleUnderline"/>
        </w:rPr>
        <w:t xml:space="preserve">a finding that is acknowledged and </w:t>
      </w:r>
      <w:proofErr w:type="spellStart"/>
      <w:r w:rsidRPr="009221DF">
        <w:rPr>
          <w:rStyle w:val="StyleUnderline"/>
        </w:rPr>
        <w:t>analysed</w:t>
      </w:r>
      <w:proofErr w:type="spellEnd"/>
      <w:r w:rsidRPr="009221DF">
        <w:rPr>
          <w:rStyle w:val="StyleUnderline"/>
        </w:rPr>
        <w:t xml:space="preserve"> by </w:t>
      </w:r>
      <w:r w:rsidRPr="009221DF">
        <w:rPr>
          <w:rStyle w:val="Emphasis"/>
        </w:rPr>
        <w:t>scholars in the field.</w:t>
      </w:r>
      <w:r w:rsidRPr="009221DF">
        <w:rPr>
          <w:sz w:val="16"/>
        </w:rPr>
        <w:t xml:space="preserve"> </w:t>
      </w:r>
      <w:r w:rsidRPr="009221DF">
        <w:rPr>
          <w:rStyle w:val="StyleUnderline"/>
        </w:rPr>
        <w:t>In the case of COVID-19</w:t>
      </w:r>
      <w:r w:rsidRPr="009221DF">
        <w:rPr>
          <w:sz w:val="16"/>
        </w:rPr>
        <w:t xml:space="preserve"> vaccines, </w:t>
      </w:r>
      <w:r w:rsidRPr="009221DF">
        <w:rPr>
          <w:rStyle w:val="StyleUnderline"/>
        </w:rPr>
        <w:t>such a market failure has been mitigated with unprecedented public funding</w:t>
      </w:r>
      <w:r w:rsidRPr="009221DF">
        <w:rPr>
          <w:sz w:val="16"/>
        </w:rPr>
        <w:t xml:space="preserve"> and de-risking of R&amp;D costs through advance market commitments by governments. </w:t>
      </w:r>
      <w:r w:rsidRPr="009221DF">
        <w:rPr>
          <w:rStyle w:val="StyleUnderline"/>
        </w:rPr>
        <w:t xml:space="preserve">These tailored </w:t>
      </w:r>
      <w:r w:rsidRPr="00B07784">
        <w:rPr>
          <w:rStyle w:val="StyleUnderline"/>
          <w:highlight w:val="yellow"/>
        </w:rPr>
        <w:t>public interventions</w:t>
      </w:r>
      <w:r w:rsidRPr="009221DF">
        <w:rPr>
          <w:rStyle w:val="StyleUnderline"/>
        </w:rPr>
        <w:t xml:space="preserve"> addressed the pressing need for vaccine development, and in doing so </w:t>
      </w:r>
      <w:r w:rsidRPr="00B07784">
        <w:rPr>
          <w:rStyle w:val="Emphasis"/>
          <w:highlight w:val="yellow"/>
        </w:rPr>
        <w:t>compensated for the failure of IP incentives</w:t>
      </w:r>
      <w:r w:rsidRPr="009221DF">
        <w:rPr>
          <w:rStyle w:val="StyleUnderline"/>
        </w:rPr>
        <w:t xml:space="preserve"> on their own to promote vaccine research and development.</w:t>
      </w:r>
      <w:r>
        <w:rPr>
          <w:rStyle w:val="StyleUnderline"/>
        </w:rPr>
        <w:t xml:space="preserve"> </w:t>
      </w:r>
      <w:r w:rsidRPr="009221DF">
        <w:rPr>
          <w:sz w:val="16"/>
        </w:rPr>
        <w:t xml:space="preserve">The TRIPS waiver is necessary at this time because the </w:t>
      </w:r>
      <w:r w:rsidRPr="009221DF">
        <w:rPr>
          <w:rStyle w:val="StyleUnderline"/>
        </w:rPr>
        <w:t xml:space="preserve">existing </w:t>
      </w:r>
      <w:r w:rsidRPr="00B07784">
        <w:rPr>
          <w:rStyle w:val="StyleUnderline"/>
          <w:highlight w:val="yellow"/>
        </w:rPr>
        <w:t xml:space="preserve">provisions within the TRIPS Agreement are not sufficient in a </w:t>
      </w:r>
      <w:r w:rsidRPr="00B07784">
        <w:rPr>
          <w:rStyle w:val="Emphasis"/>
          <w:highlight w:val="yellow"/>
        </w:rPr>
        <w:t>pandemic context</w:t>
      </w:r>
      <w:r w:rsidRPr="009221DF">
        <w:rPr>
          <w:rStyle w:val="Emphasis"/>
        </w:rPr>
        <w:t xml:space="preserve">, </w:t>
      </w:r>
      <w:r w:rsidRPr="009221DF">
        <w:rPr>
          <w:rStyle w:val="StyleUnderline"/>
        </w:rPr>
        <w:t xml:space="preserve">whereby global access to vaccines produced at </w:t>
      </w:r>
      <w:r w:rsidRPr="009221DF">
        <w:rPr>
          <w:rStyle w:val="Emphasis"/>
        </w:rPr>
        <w:t>speed and scale</w:t>
      </w:r>
      <w:r w:rsidRPr="009221DF">
        <w:rPr>
          <w:rStyle w:val="StyleUnderline"/>
        </w:rPr>
        <w:t xml:space="preserve"> is in all our interests</w:t>
      </w:r>
      <w:r w:rsidRPr="009221DF">
        <w:rPr>
          <w:sz w:val="16"/>
        </w:rPr>
        <w:t xml:space="preserve">. For example, </w:t>
      </w:r>
      <w:r w:rsidRPr="009221DF">
        <w:rPr>
          <w:rStyle w:val="StyleUnderline"/>
        </w:rPr>
        <w:t xml:space="preserve">compulsory </w:t>
      </w:r>
      <w:proofErr w:type="spellStart"/>
      <w:r w:rsidRPr="00B07784">
        <w:rPr>
          <w:rStyle w:val="StyleUnderline"/>
          <w:highlight w:val="yellow"/>
        </w:rPr>
        <w:t>licence</w:t>
      </w:r>
      <w:proofErr w:type="spellEnd"/>
      <w:r w:rsidRPr="009221DF">
        <w:rPr>
          <w:rStyle w:val="StyleUnderline"/>
        </w:rPr>
        <w:t xml:space="preserve"> </w:t>
      </w:r>
      <w:r w:rsidRPr="00B07784">
        <w:rPr>
          <w:rStyle w:val="StyleUnderline"/>
          <w:highlight w:val="yellow"/>
        </w:rPr>
        <w:t>provisions</w:t>
      </w:r>
      <w:r w:rsidRPr="009221DF">
        <w:rPr>
          <w:sz w:val="16"/>
        </w:rPr>
        <w:t xml:space="preserve"> under Art. 31 and Art. 31bis of TRIPS </w:t>
      </w:r>
      <w:r w:rsidRPr="00B07784">
        <w:rPr>
          <w:rStyle w:val="StyleUnderline"/>
          <w:highlight w:val="yellow"/>
        </w:rPr>
        <w:t>are insufficient</w:t>
      </w:r>
      <w:r w:rsidRPr="009221DF">
        <w:rPr>
          <w:rStyle w:val="StyleUnderline"/>
        </w:rPr>
        <w:t xml:space="preserve"> to tackle already existing and emerging patent thickets</w:t>
      </w:r>
      <w:r w:rsidRPr="009221DF">
        <w:rPr>
          <w:sz w:val="16"/>
        </w:rPr>
        <w:t xml:space="preserve"> and data exclusivity rules </w:t>
      </w:r>
      <w:r w:rsidRPr="009221DF">
        <w:rPr>
          <w:rStyle w:val="StyleUnderline"/>
        </w:rPr>
        <w:t>that impede production</w:t>
      </w:r>
      <w:r w:rsidRPr="009221DF">
        <w:rPr>
          <w:sz w:val="16"/>
        </w:rPr>
        <w:t xml:space="preserve"> by manufacturers other than the IP rightsholders. Furthermore, </w:t>
      </w:r>
      <w:r w:rsidRPr="00B07784">
        <w:rPr>
          <w:rStyle w:val="StyleUnderline"/>
          <w:highlight w:val="yellow"/>
        </w:rPr>
        <w:t xml:space="preserve">compulsory </w:t>
      </w:r>
      <w:proofErr w:type="spellStart"/>
      <w:r w:rsidRPr="00B07784">
        <w:rPr>
          <w:rStyle w:val="StyleUnderline"/>
          <w:highlight w:val="yellow"/>
        </w:rPr>
        <w:t>licences</w:t>
      </w:r>
      <w:proofErr w:type="spellEnd"/>
      <w:r w:rsidRPr="00B07784">
        <w:rPr>
          <w:rStyle w:val="StyleUnderline"/>
          <w:highlight w:val="yellow"/>
        </w:rPr>
        <w:t xml:space="preserve"> do not address the need for technology transfer</w:t>
      </w:r>
      <w:r w:rsidRPr="009221DF">
        <w:rPr>
          <w:rStyle w:val="StyleUnderline"/>
        </w:rPr>
        <w:t xml:space="preserve"> and the sharing of know-how</w:t>
      </w:r>
      <w:r w:rsidRPr="009221DF">
        <w:rPr>
          <w:sz w:val="16"/>
        </w:rPr>
        <w:t xml:space="preserve"> needed to build local and regional manufacturing capacity. Building such capacity would enable sustainable solutions for this and future pandemics by increasing domestic/regional manufacturing capacity for vaccine production. Governments must work with IP holders to make available and </w:t>
      </w:r>
      <w:proofErr w:type="spellStart"/>
      <w:r w:rsidRPr="009221DF">
        <w:rPr>
          <w:sz w:val="16"/>
        </w:rPr>
        <w:t>incentivise</w:t>
      </w:r>
      <w:proofErr w:type="spellEnd"/>
      <w:r w:rsidRPr="009221DF">
        <w:rPr>
          <w:sz w:val="16"/>
        </w:rPr>
        <w:t xml:space="preserve"> the disclosure of information held as trade secrets (and other undisclosed information) on grounds of Art. 73 (b)(iii) TRIPS, as well as through the strengthening of domestic public interest provisions under Art. 39(3) TRIPS. There are precedents for this, including US production of penicillin in WWII in which the US government oversaw the necessary pooling of technology and knowledge by companies and universities to rapidly increase penicillin production. Last year, the US government used the Defense Production Act to </w:t>
      </w:r>
      <w:proofErr w:type="spellStart"/>
      <w:r w:rsidRPr="009221DF">
        <w:rPr>
          <w:sz w:val="16"/>
        </w:rPr>
        <w:t>prioritise</w:t>
      </w:r>
      <w:proofErr w:type="spellEnd"/>
      <w:r w:rsidRPr="009221DF">
        <w:rPr>
          <w:sz w:val="16"/>
        </w:rPr>
        <w:t xml:space="preserve"> the production of components for national supply as needed to combat COVID-19. </w:t>
      </w:r>
      <w:r w:rsidRPr="009221DF">
        <w:rPr>
          <w:rStyle w:val="StyleUnderline"/>
        </w:rPr>
        <w:t>The</w:t>
      </w:r>
      <w:r w:rsidRPr="009221DF">
        <w:rPr>
          <w:sz w:val="16"/>
        </w:rPr>
        <w:t xml:space="preserve"> proposed </w:t>
      </w:r>
      <w:r w:rsidRPr="009221DF">
        <w:rPr>
          <w:rStyle w:val="StyleUnderline"/>
        </w:rPr>
        <w:t>TRIPS waiver</w:t>
      </w:r>
      <w:r w:rsidRPr="009221DF">
        <w:rPr>
          <w:sz w:val="16"/>
        </w:rPr>
        <w:t xml:space="preserve"> will enable the temporary suspension of the relevant TRIPS rules for the duration of the COVID-19 pandemic, allowing freedom to operate. It </w:t>
      </w:r>
      <w:r w:rsidRPr="009221DF">
        <w:rPr>
          <w:rStyle w:val="StyleUnderline"/>
        </w:rPr>
        <w:t>is</w:t>
      </w:r>
      <w:r w:rsidRPr="009221DF">
        <w:rPr>
          <w:sz w:val="16"/>
        </w:rPr>
        <w:t xml:space="preserve"> thus </w:t>
      </w:r>
      <w:r w:rsidRPr="009221DF">
        <w:rPr>
          <w:rStyle w:val="StyleUnderline"/>
        </w:rPr>
        <w:t>a necessary ingredient as part of a multi-pronged approach to combat the pandemic</w:t>
      </w:r>
      <w:r w:rsidRPr="009221DF">
        <w:rPr>
          <w:sz w:val="16"/>
        </w:rPr>
        <w:t xml:space="preserve">. This approach must also encompass other steps, </w:t>
      </w:r>
      <w:proofErr w:type="gramStart"/>
      <w:r w:rsidRPr="009221DF">
        <w:rPr>
          <w:sz w:val="16"/>
        </w:rPr>
        <w:t>including:</w:t>
      </w:r>
      <w:proofErr w:type="gramEnd"/>
      <w:r w:rsidRPr="009221DF">
        <w:rPr>
          <w:sz w:val="16"/>
        </w:rPr>
        <w:t xml:space="preserve"> global co-ordination of supply chains; streamlining regulatory approval processes and sharing exclusive data from regulatory dossiers; and investment in the WHO’s C-TAP and the mRNA technology transfer hub in South Africa. </w:t>
      </w:r>
      <w:r w:rsidRPr="00B07784">
        <w:rPr>
          <w:rStyle w:val="StyleUnderline"/>
          <w:highlight w:val="yellow"/>
        </w:rPr>
        <w:t>The TRIPS waiver will thus facilitate the technical resilience of lower- and middle-income countries</w:t>
      </w:r>
      <w:r w:rsidRPr="009221DF">
        <w:rPr>
          <w:rStyle w:val="StyleUnderline"/>
        </w:rPr>
        <w:t xml:space="preserve"> in view of present and future pandemic action and preparedness. </w:t>
      </w:r>
      <w:r w:rsidRPr="00B07784">
        <w:rPr>
          <w:rStyle w:val="StyleUnderline"/>
          <w:highlight w:val="yellow"/>
        </w:rPr>
        <w:t>This is in line with the commitment in the TRIPS Agreement to balance the rights of IP holders</w:t>
      </w:r>
      <w:r w:rsidRPr="009221DF">
        <w:rPr>
          <w:rStyle w:val="StyleUnderline"/>
        </w:rPr>
        <w:t xml:space="preserve"> in high-income countries </w:t>
      </w:r>
      <w:r w:rsidRPr="00B07784">
        <w:rPr>
          <w:rStyle w:val="StyleUnderline"/>
          <w:highlight w:val="yellow"/>
        </w:rPr>
        <w:t>with the promise of technology transfer</w:t>
      </w:r>
      <w:r w:rsidRPr="009221DF">
        <w:rPr>
          <w:rStyle w:val="StyleUnderline"/>
        </w:rPr>
        <w:t xml:space="preserve"> to lower- and middle-income countries. </w:t>
      </w:r>
      <w:r w:rsidRPr="00B07784">
        <w:rPr>
          <w:rStyle w:val="StyleUnderline"/>
          <w:highlight w:val="yellow"/>
        </w:rPr>
        <w:t>It is time</w:t>
      </w:r>
      <w:r w:rsidRPr="009221DF">
        <w:rPr>
          <w:rStyle w:val="StyleUnderline"/>
        </w:rPr>
        <w:t xml:space="preserve"> to fulfil this promise and, in so doing, </w:t>
      </w:r>
      <w:r w:rsidRPr="00B07784">
        <w:rPr>
          <w:rStyle w:val="Emphasis"/>
          <w:highlight w:val="yellow"/>
        </w:rPr>
        <w:t>to end the pandemic.</w:t>
      </w:r>
    </w:p>
    <w:p w14:paraId="2F39D919" w14:textId="77777777" w:rsidR="007A6DCA" w:rsidRDefault="007A6DCA" w:rsidP="007A6DCA"/>
    <w:p w14:paraId="594A63CE" w14:textId="77777777" w:rsidR="007A6DCA" w:rsidRDefault="007A6DCA" w:rsidP="007A6DCA"/>
    <w:p w14:paraId="15E3B9DE" w14:textId="77777777" w:rsidR="007A6DCA" w:rsidRDefault="007A6DCA" w:rsidP="007A6DCA"/>
    <w:p w14:paraId="5C5E3FEE" w14:textId="77777777" w:rsidR="007A6DCA" w:rsidRDefault="007A6DCA" w:rsidP="007A6DCA"/>
    <w:p w14:paraId="26C775D7" w14:textId="77777777" w:rsidR="007A6DCA" w:rsidRDefault="007A6DCA" w:rsidP="007A6DCA"/>
    <w:p w14:paraId="4D006D8E" w14:textId="77777777" w:rsidR="007A6DCA" w:rsidRDefault="007A6DCA" w:rsidP="007A6DCA"/>
    <w:p w14:paraId="320A6C46" w14:textId="77777777" w:rsidR="008F45A7" w:rsidRDefault="008F45A7" w:rsidP="008F45A7"/>
    <w:p w14:paraId="54E88CC0" w14:textId="77777777" w:rsidR="008F45A7" w:rsidRDefault="008F45A7" w:rsidP="008F45A7"/>
    <w:p w14:paraId="786C7AFD" w14:textId="77777777" w:rsidR="008F45A7" w:rsidRPr="008B3DFB" w:rsidRDefault="008F45A7" w:rsidP="008F45A7"/>
    <w:p w14:paraId="74B7228F" w14:textId="77777777" w:rsidR="008F45A7" w:rsidRDefault="008F45A7" w:rsidP="008F45A7"/>
    <w:p w14:paraId="30B5C275" w14:textId="77777777" w:rsidR="008F45A7" w:rsidRDefault="008F45A7" w:rsidP="008F45A7"/>
    <w:p w14:paraId="3D4DA6BF" w14:textId="6702B29E" w:rsidR="00E150AA" w:rsidRDefault="00E150AA" w:rsidP="00E150AA"/>
    <w:p w14:paraId="35190155" w14:textId="77777777" w:rsidR="00E150AA" w:rsidRPr="00E150AA" w:rsidRDefault="00E150AA" w:rsidP="00E150AA"/>
    <w:sectPr w:rsidR="00E150AA" w:rsidRPr="00E150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ヒラギノ角ゴ Pro W3">
    <w:altName w:val="Times New Roman"/>
    <w:panose1 w:val="020B0300000000000000"/>
    <w:charset w:val="80"/>
    <w:family w:val="auto"/>
    <w:pitch w:val="variable"/>
    <w:sig w:usb0="E00002FF" w:usb1="7AC7FFFF" w:usb2="00000012" w:usb3="00000000" w:csb0="0002000D" w:csb1="00000000"/>
  </w:font>
  <w:font w:name="Georgia">
    <w:altName w:val="Georgia"/>
    <w:panose1 w:val="02040502050405020303"/>
    <w:charset w:val="00"/>
    <w:family w:val="roman"/>
    <w:pitch w:val="variable"/>
    <w:sig w:usb0="00000287" w:usb1="00000000" w:usb2="00000000" w:usb3="00000000" w:csb0="0000009F" w:csb1="00000000"/>
  </w:font>
  <w:font w:name="Arial Narrow">
    <w:altName w:val="Arial Narrow"/>
    <w:panose1 w:val="020B0606020202030204"/>
    <w:charset w:val="00"/>
    <w:family w:val="swiss"/>
    <w:pitch w:val="variable"/>
    <w:sig w:usb0="00000287" w:usb1="00000800" w:usb2="00000000" w:usb3="00000000" w:csb0="0000009F" w:csb1="00000000"/>
  </w:font>
  <w:font w:name="Lucida Grande">
    <w:altName w:val="﷽﷽﷽﷽﷽﷽﷽﷽rande"/>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50AA"/>
    <w:rsid w:val="0001218F"/>
    <w:rsid w:val="001D3C79"/>
    <w:rsid w:val="002077BF"/>
    <w:rsid w:val="00230692"/>
    <w:rsid w:val="00350547"/>
    <w:rsid w:val="00365D5C"/>
    <w:rsid w:val="005269BF"/>
    <w:rsid w:val="00683EDB"/>
    <w:rsid w:val="00740B94"/>
    <w:rsid w:val="007A6DCA"/>
    <w:rsid w:val="00801CFE"/>
    <w:rsid w:val="00834E09"/>
    <w:rsid w:val="00852E7A"/>
    <w:rsid w:val="008F45A7"/>
    <w:rsid w:val="009566B9"/>
    <w:rsid w:val="009C639E"/>
    <w:rsid w:val="00B76E09"/>
    <w:rsid w:val="00BD14BC"/>
    <w:rsid w:val="00C6669B"/>
    <w:rsid w:val="00CA5C93"/>
    <w:rsid w:val="00D2511C"/>
    <w:rsid w:val="00E0547A"/>
    <w:rsid w:val="00E150AA"/>
    <w:rsid w:val="00EC16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2BE780"/>
  <w15:chartTrackingRefBased/>
  <w15:docId w15:val="{135C5E6D-D024-4E47-A3EB-FB98D1041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52E7A"/>
    <w:rPr>
      <w:rFonts w:ascii="Calibri" w:eastAsiaTheme="minorEastAsia" w:hAnsi="Calibri" w:cs="Calibri"/>
      <w:szCs w:val="24"/>
    </w:rPr>
  </w:style>
  <w:style w:type="paragraph" w:styleId="Heading1">
    <w:name w:val="heading 1"/>
    <w:aliases w:val="Pocket"/>
    <w:basedOn w:val="Normal"/>
    <w:next w:val="Normal"/>
    <w:link w:val="Heading1Char"/>
    <w:uiPriority w:val="9"/>
    <w:qFormat/>
    <w:rsid w:val="00852E7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52E7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52E7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2,No Spacing211,No Spacing2111,Heading 21,Heading 2 Char2 Char,Heading 2 Char1 Char Char,No Spacing11111,Tags,TAG,No Spacing4,No Spacing5,No Spacing21,Card,tags,ta,tag,TA"/>
    <w:basedOn w:val="Normal"/>
    <w:next w:val="Normal"/>
    <w:link w:val="Heading4Char"/>
    <w:uiPriority w:val="9"/>
    <w:unhideWhenUsed/>
    <w:qFormat/>
    <w:rsid w:val="00852E7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52E7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52E7A"/>
  </w:style>
  <w:style w:type="character" w:customStyle="1" w:styleId="Heading1Char">
    <w:name w:val="Heading 1 Char"/>
    <w:aliases w:val="Pocket Char"/>
    <w:basedOn w:val="DefaultParagraphFont"/>
    <w:link w:val="Heading1"/>
    <w:uiPriority w:val="9"/>
    <w:rsid w:val="00852E7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52E7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52E7A"/>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2 Char,No Spacing211 Char,No Spacing2111 Char,Heading 21 Char,Heading 2 Char2 Char Char,Heading 2 Char1 Char Char Char,ta Char"/>
    <w:basedOn w:val="DefaultParagraphFont"/>
    <w:link w:val="Heading4"/>
    <w:uiPriority w:val="9"/>
    <w:rsid w:val="00852E7A"/>
    <w:rPr>
      <w:rFonts w:ascii="Calibri" w:eastAsiaTheme="majorEastAsia" w:hAnsi="Calibri" w:cstheme="majorBidi"/>
      <w:b/>
      <w:bCs/>
      <w:sz w:val="26"/>
      <w:szCs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852E7A"/>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852E7A"/>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Bold Cite Char,Citation Char Char Char,ci,c,Bo,Title Cha,B,cite,Intense Emphasis3,S"/>
    <w:basedOn w:val="DefaultParagraphFont"/>
    <w:uiPriority w:val="1"/>
    <w:qFormat/>
    <w:rsid w:val="00852E7A"/>
    <w:rPr>
      <w:b w:val="0"/>
      <w:sz w:val="22"/>
      <w:u w:val="single"/>
    </w:rPr>
  </w:style>
  <w:style w:type="character" w:styleId="Hyperlink">
    <w:name w:val="Hyperlink"/>
    <w:aliases w:val="heading 1 (block title),Read,Important,Card Text,Internet Link,Analytic Text,Internet link,Underline Char Char Char Char1,Heading 3 Char Char Char Char Char Char Char Char Char Char1,Char Char1,Pocket Char1,F2 - Heading 1 Char1,Heading 1 Char1"/>
    <w:basedOn w:val="DefaultParagraphFont"/>
    <w:uiPriority w:val="99"/>
    <w:unhideWhenUsed/>
    <w:rsid w:val="00852E7A"/>
    <w:rPr>
      <w:color w:val="auto"/>
      <w:u w:val="none"/>
    </w:rPr>
  </w:style>
  <w:style w:type="character" w:styleId="FollowedHyperlink">
    <w:name w:val="FollowedHyperlink"/>
    <w:basedOn w:val="DefaultParagraphFont"/>
    <w:uiPriority w:val="99"/>
    <w:semiHidden/>
    <w:unhideWhenUsed/>
    <w:rsid w:val="00852E7A"/>
    <w:rPr>
      <w:color w:val="auto"/>
      <w:u w:val="none"/>
    </w:rPr>
  </w:style>
  <w:style w:type="paragraph" w:customStyle="1" w:styleId="textbold">
    <w:name w:val="text bold"/>
    <w:basedOn w:val="Normal"/>
    <w:link w:val="Emphasis"/>
    <w:uiPriority w:val="20"/>
    <w:qFormat/>
    <w:rsid w:val="00E150AA"/>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HAnsi"/>
      <w:b/>
      <w:iCs/>
      <w:szCs w:val="22"/>
      <w:u w:val="single"/>
    </w:rPr>
  </w:style>
  <w:style w:type="character" w:styleId="UnresolvedMention">
    <w:name w:val="Unresolved Mention"/>
    <w:basedOn w:val="DefaultParagraphFont"/>
    <w:uiPriority w:val="99"/>
    <w:semiHidden/>
    <w:unhideWhenUsed/>
    <w:rsid w:val="007A6DCA"/>
    <w:rPr>
      <w:color w:val="605E5C"/>
      <w:shd w:val="clear" w:color="auto" w:fill="E1DFDD"/>
    </w:rPr>
  </w:style>
  <w:style w:type="paragraph" w:customStyle="1" w:styleId="Body">
    <w:name w:val="Body"/>
    <w:rsid w:val="007A6DCA"/>
    <w:pPr>
      <w:spacing w:after="0" w:line="240" w:lineRule="auto"/>
    </w:pPr>
    <w:rPr>
      <w:rFonts w:ascii="Helvetica" w:eastAsia="ヒラギノ角ゴ Pro W3" w:hAnsi="Helvetica" w:cs="Times New Roman"/>
      <w:color w:val="000000"/>
      <w:sz w:val="24"/>
      <w:szCs w:val="20"/>
    </w:rPr>
  </w:style>
  <w:style w:type="character" w:customStyle="1" w:styleId="Debate-CardTagandCite-F6Char">
    <w:name w:val="Debate- Card Tag and Cite- F6 Char"/>
    <w:basedOn w:val="DefaultParagraphFont"/>
    <w:link w:val="Debate-CardTagandCite-F6"/>
    <w:locked/>
    <w:rsid w:val="007A6DCA"/>
    <w:rPr>
      <w:rFonts w:ascii="Georgia" w:hAnsi="Georgia"/>
      <w:b/>
    </w:rPr>
  </w:style>
  <w:style w:type="paragraph" w:customStyle="1" w:styleId="Debate-CardTagandCite-F6">
    <w:name w:val="Debate- Card Tag and Cite- F6"/>
    <w:basedOn w:val="Normal"/>
    <w:link w:val="Debate-CardTagandCite-F6Char"/>
    <w:qFormat/>
    <w:rsid w:val="007A6DCA"/>
    <w:pPr>
      <w:contextualSpacing/>
    </w:pPr>
    <w:rPr>
      <w:b/>
    </w:rPr>
  </w:style>
  <w:style w:type="character" w:customStyle="1" w:styleId="Debate-CardSmalltextF2Char">
    <w:name w:val="Debate- Card Small text F2 Char"/>
    <w:basedOn w:val="DefaultParagraphFont"/>
    <w:link w:val="Debate-CardSmalltextF2"/>
    <w:locked/>
    <w:rsid w:val="007A6DCA"/>
    <w:rPr>
      <w:rFonts w:ascii="Arial Narrow" w:hAnsi="Arial Narrow"/>
      <w:sz w:val="16"/>
    </w:rPr>
  </w:style>
  <w:style w:type="paragraph" w:customStyle="1" w:styleId="Debate-CardSmalltextF2">
    <w:name w:val="Debate- Card Small text F2"/>
    <w:basedOn w:val="Normal"/>
    <w:next w:val="Debate-CardTagandCite-F6"/>
    <w:link w:val="Debate-CardSmalltextF2Char"/>
    <w:qFormat/>
    <w:rsid w:val="007A6DCA"/>
    <w:pPr>
      <w:spacing w:after="200"/>
      <w:contextualSpacing/>
    </w:pPr>
    <w:rPr>
      <w:rFonts w:ascii="Arial Narrow" w:hAnsi="Arial Narrow"/>
      <w:sz w:val="16"/>
    </w:rPr>
  </w:style>
  <w:style w:type="character" w:customStyle="1" w:styleId="Debate-EmphasizedText-F5Char">
    <w:name w:val="Debate- Emphasized Text- F5 Char"/>
    <w:basedOn w:val="DefaultParagraphFont"/>
    <w:link w:val="Debate-EmphasizedText-F5"/>
    <w:locked/>
    <w:rsid w:val="007A6DCA"/>
    <w:rPr>
      <w:rFonts w:ascii="Arial Narrow" w:hAnsi="Arial Narrow"/>
      <w:b/>
      <w:sz w:val="18"/>
      <w:u w:val="single"/>
    </w:rPr>
  </w:style>
  <w:style w:type="paragraph" w:customStyle="1" w:styleId="Debate-EmphasizedText-F5">
    <w:name w:val="Debate- Emphasized Text- F5"/>
    <w:basedOn w:val="Normal"/>
    <w:link w:val="Debate-EmphasizedText-F5Char"/>
    <w:qFormat/>
    <w:rsid w:val="007A6DCA"/>
    <w:pPr>
      <w:spacing w:after="200"/>
      <w:contextualSpacing/>
    </w:pPr>
    <w:rPr>
      <w:rFonts w:ascii="Arial Narrow" w:hAnsi="Arial Narrow"/>
      <w:b/>
      <w:sz w:val="18"/>
      <w:u w:val="single"/>
    </w:rPr>
  </w:style>
  <w:style w:type="character" w:customStyle="1" w:styleId="cardChar">
    <w:name w:val="card Char"/>
    <w:basedOn w:val="DefaultParagraphFont"/>
    <w:link w:val="card"/>
    <w:locked/>
    <w:rsid w:val="007A6DCA"/>
    <w:rPr>
      <w:rFonts w:ascii="Georgia" w:hAnsi="Georgia"/>
      <w:sz w:val="16"/>
    </w:rPr>
  </w:style>
  <w:style w:type="paragraph" w:customStyle="1" w:styleId="card">
    <w:name w:val="card"/>
    <w:basedOn w:val="Normal"/>
    <w:next w:val="Normal"/>
    <w:link w:val="cardChar"/>
    <w:rsid w:val="007A6DCA"/>
    <w:rPr>
      <w:sz w:val="16"/>
    </w:rPr>
  </w:style>
  <w:style w:type="character" w:customStyle="1" w:styleId="Debate-CardTextUnderlined-F3Char">
    <w:name w:val="Debate- Card Text Underlined- F3 Char"/>
    <w:basedOn w:val="DefaultParagraphFont"/>
    <w:link w:val="Debate-CardTextUnderlined-F3"/>
    <w:locked/>
    <w:rsid w:val="007A6DCA"/>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7A6DCA"/>
    <w:pPr>
      <w:spacing w:after="200"/>
      <w:contextualSpacing/>
    </w:pPr>
    <w:rPr>
      <w:rFonts w:ascii="Arial Narrow" w:hAnsi="Arial Narrow"/>
      <w:sz w:val="18"/>
      <w:u w:val="single"/>
    </w:rPr>
  </w:style>
  <w:style w:type="paragraph" w:styleId="NoSpacing">
    <w:name w:val="No Spacing"/>
    <w:uiPriority w:val="99"/>
    <w:unhideWhenUsed/>
    <w:qFormat/>
    <w:rsid w:val="007A6DCA"/>
    <w:pPr>
      <w:spacing w:after="0" w:line="240" w:lineRule="auto"/>
    </w:pPr>
    <w:rPr>
      <w:rFonts w:ascii="Georgia" w:hAnsi="Georgia"/>
    </w:rPr>
  </w:style>
  <w:style w:type="paragraph" w:customStyle="1" w:styleId="Emphasize">
    <w:name w:val="Emphasize"/>
    <w:basedOn w:val="Normal"/>
    <w:uiPriority w:val="7"/>
    <w:qFormat/>
    <w:rsid w:val="007A6DCA"/>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underline">
    <w:name w:val="underline"/>
    <w:basedOn w:val="DefaultParagraphFont"/>
    <w:rsid w:val="007A6DCA"/>
    <w:rPr>
      <w:u w:val="single"/>
    </w:rPr>
  </w:style>
  <w:style w:type="character" w:customStyle="1" w:styleId="verdana">
    <w:name w:val="verdana"/>
    <w:basedOn w:val="DefaultParagraphFont"/>
    <w:rsid w:val="007A6DCA"/>
  </w:style>
  <w:style w:type="character" w:customStyle="1" w:styleId="ssl0">
    <w:name w:val="ss_l0"/>
    <w:basedOn w:val="DefaultParagraphFont"/>
    <w:rsid w:val="007A6DCA"/>
  </w:style>
  <w:style w:type="character" w:styleId="Strong">
    <w:name w:val="Strong"/>
    <w:basedOn w:val="DefaultParagraphFont"/>
    <w:uiPriority w:val="22"/>
    <w:qFormat/>
    <w:rsid w:val="007A6DCA"/>
    <w:rPr>
      <w:b/>
      <w:bCs/>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7A6DCA"/>
    <w:pPr>
      <w:spacing w:after="0" w:line="240" w:lineRule="auto"/>
    </w:pPr>
    <w:rPr>
      <w:u w:val="single"/>
    </w:rPr>
  </w:style>
  <w:style w:type="paragraph" w:customStyle="1" w:styleId="Emphasis1">
    <w:name w:val="Emphasis1"/>
    <w:basedOn w:val="Normal"/>
    <w:uiPriority w:val="7"/>
    <w:qFormat/>
    <w:rsid w:val="007A6DCA"/>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styleId="DocumentMap">
    <w:name w:val="Document Map"/>
    <w:basedOn w:val="Normal"/>
    <w:link w:val="DocumentMapChar"/>
    <w:uiPriority w:val="99"/>
    <w:semiHidden/>
    <w:unhideWhenUsed/>
    <w:rsid w:val="00852E7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52E7A"/>
    <w:rPr>
      <w:rFonts w:ascii="Lucida Grande" w:eastAsiaTheme="minorEastAsia" w:hAnsi="Lucida Grande" w:cs="Lucida Grand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ehill.com/opinion/international/559049-the-us-must-engage-with-china-even-when-countering-china"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foreignaffairs.com/articles/world/2018-06-14/liberal-world"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breakingdefense.com/2020/05/will-covid-19-kill-the-liberal-world-order/" TargetMode="External"/><Relationship Id="rId11" Type="http://schemas.openxmlformats.org/officeDocument/2006/relationships/hyperlink" Target="https://www.brookings.edu/blog/up-front/2021/06/03/why-intellectual-property-and-pandemics-dont-mix/" TargetMode="External"/><Relationship Id="rId5" Type="http://schemas.openxmlformats.org/officeDocument/2006/relationships/hyperlink" Target="https://opastonline.com/wp-content/uploads/2020/04/will-covid-19-trigger-extinction-of-all-life-on-earth-eesrr-20-.pdf" TargetMode="External"/><Relationship Id="rId10" Type="http://schemas.openxmlformats.org/officeDocument/2006/relationships/hyperlink" Target="https://docs.wto.org/dol2fe/Pages/SS/directdoc.aspx?filename=q:/IP/C/W669.pdf&amp;Open=True" TargetMode="External"/><Relationship Id="rId4" Type="http://schemas.openxmlformats.org/officeDocument/2006/relationships/webSettings" Target="webSettings.xml"/><Relationship Id="rId9" Type="http://schemas.openxmlformats.org/officeDocument/2006/relationships/hyperlink" Target="https://cepr.org/sites/default/files/policy_insights/PolicyInsight84.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xwellle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53</TotalTime>
  <Pages>24</Pages>
  <Words>16351</Words>
  <Characters>93207</Characters>
  <Application>Microsoft Office Word</Application>
  <DocSecurity>0</DocSecurity>
  <Lines>776</Lines>
  <Paragraphs>218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Phillips</dc:creator>
  <cp:keywords/>
  <dc:description/>
  <cp:lastModifiedBy>Maxwell Lee</cp:lastModifiedBy>
  <cp:revision>7</cp:revision>
  <dcterms:created xsi:type="dcterms:W3CDTF">2021-09-08T22:25:00Z</dcterms:created>
  <dcterms:modified xsi:type="dcterms:W3CDTF">2021-09-15T23:50:00Z</dcterms:modified>
</cp:coreProperties>
</file>