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3A4A" w14:textId="77777777" w:rsidR="00FC56A3" w:rsidRDefault="00FC56A3" w:rsidP="00FC56A3">
      <w:pPr>
        <w:pStyle w:val="Heading3"/>
      </w:pPr>
      <w:r>
        <w:t>Mining</w:t>
      </w:r>
    </w:p>
    <w:p w14:paraId="607F014C" w14:textId="77777777" w:rsidR="00FC56A3" w:rsidRPr="008D2860" w:rsidRDefault="00FC56A3" w:rsidP="00FC56A3"/>
    <w:p w14:paraId="0361A757" w14:textId="77777777" w:rsidR="00FC56A3" w:rsidRPr="00370276" w:rsidRDefault="00FC56A3" w:rsidP="00FC56A3">
      <w:pPr>
        <w:pStyle w:val="Heading4"/>
      </w:pPr>
      <w:r>
        <w:t xml:space="preserve">Deregulation happening now – US is </w:t>
      </w:r>
      <w:r>
        <w:rPr>
          <w:u w:val="single"/>
        </w:rPr>
        <w:t>key</w:t>
      </w:r>
    </w:p>
    <w:p w14:paraId="545D6934" w14:textId="77777777" w:rsidR="00FC56A3" w:rsidRDefault="00FC56A3" w:rsidP="00FC56A3">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E99DD5D" w14:textId="77777777" w:rsidR="00FC56A3" w:rsidRPr="007831F9" w:rsidRDefault="00FC56A3" w:rsidP="00FC56A3">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FCDFABA" w14:textId="77777777" w:rsidR="00FC56A3" w:rsidRDefault="00FC56A3" w:rsidP="00FC56A3"/>
    <w:p w14:paraId="6C185F0D" w14:textId="77777777" w:rsidR="00FC56A3" w:rsidRDefault="00FC56A3" w:rsidP="00FC56A3">
      <w:pPr>
        <w:pStyle w:val="Heading4"/>
      </w:pPr>
      <w:r>
        <w:t xml:space="preserve">It causes dangerous space mining and </w:t>
      </w:r>
      <w:r>
        <w:rPr>
          <w:u w:val="single"/>
        </w:rPr>
        <w:t>deregulation</w:t>
      </w:r>
      <w:r>
        <w:t xml:space="preserve"> globally – multilateralism solves. </w:t>
      </w:r>
    </w:p>
    <w:p w14:paraId="7E035960" w14:textId="77777777" w:rsidR="00FC56A3" w:rsidRDefault="00FC56A3" w:rsidP="00FC56A3">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188A831" w14:textId="77777777" w:rsidR="00FC56A3" w:rsidRPr="00DF65BB" w:rsidRDefault="00FC56A3" w:rsidP="00FC56A3">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2A9446E" w14:textId="77777777" w:rsidR="00FC56A3" w:rsidRDefault="00FC56A3" w:rsidP="00FC56A3">
      <w:pPr>
        <w:pStyle w:val="Heading4"/>
      </w:pPr>
      <w:r>
        <w:t xml:space="preserve">Dangerous mining greatly increases the risk of space debris. </w:t>
      </w:r>
    </w:p>
    <w:p w14:paraId="42B307A1" w14:textId="77777777" w:rsidR="00FC56A3" w:rsidRDefault="00FC56A3" w:rsidP="00FC56A3">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693872E5" w14:textId="77777777" w:rsidR="00FC56A3" w:rsidRPr="00DF65BB" w:rsidRDefault="00FC56A3" w:rsidP="00FC56A3">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359C9901" w14:textId="77777777" w:rsidR="00FC56A3" w:rsidRPr="00DF65BB" w:rsidRDefault="00FC56A3" w:rsidP="00FC56A3">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53A67EB9" w14:textId="77777777" w:rsidR="00FC56A3" w:rsidRDefault="00FC56A3" w:rsidP="00FC56A3">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3558645C" w14:textId="77777777" w:rsidR="00FC56A3" w:rsidRPr="00B40499" w:rsidRDefault="00FC56A3" w:rsidP="00FC56A3">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1B0EFF81" w14:textId="77777777" w:rsidR="00FC56A3" w:rsidRPr="00DF65BB" w:rsidRDefault="00FC56A3" w:rsidP="00FC56A3">
      <w:pPr>
        <w:pStyle w:val="Heading4"/>
        <w:rPr>
          <w:rFonts w:cs="Arial"/>
        </w:rPr>
      </w:pPr>
      <w:r>
        <w:rPr>
          <w:rFonts w:cs="Arial"/>
        </w:rPr>
        <w:t xml:space="preserve">Debris cascades cause </w:t>
      </w:r>
      <w:r>
        <w:rPr>
          <w:rFonts w:cs="Arial"/>
          <w:u w:val="single"/>
        </w:rPr>
        <w:t>global</w:t>
      </w:r>
      <w:r>
        <w:rPr>
          <w:rFonts w:cs="Arial"/>
        </w:rPr>
        <w:t xml:space="preserve"> nuke war</w:t>
      </w:r>
    </w:p>
    <w:p w14:paraId="296CC8CA" w14:textId="77777777" w:rsidR="00FC56A3" w:rsidRPr="00DE79D4" w:rsidRDefault="00FC56A3" w:rsidP="00FC56A3">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4D5FA774" w14:textId="77777777" w:rsidR="00FC56A3" w:rsidRDefault="00FC56A3" w:rsidP="00FC56A3">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69A7DE36" w14:textId="77777777" w:rsidR="00FC56A3" w:rsidRPr="00DF65BB" w:rsidRDefault="00FC56A3" w:rsidP="00FC56A3">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6804ABFC" w14:textId="77777777" w:rsidR="00FC56A3" w:rsidRPr="00367B77" w:rsidRDefault="00FC56A3" w:rsidP="00FC56A3">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1646D1BE" w14:textId="77777777" w:rsidR="00FC56A3" w:rsidRPr="00DF65BB" w:rsidRDefault="00FC56A3" w:rsidP="00FC56A3">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35E92EC8" w14:textId="77777777" w:rsidR="00FC56A3" w:rsidRPr="00DF65BB" w:rsidRDefault="00FC56A3" w:rsidP="00FC56A3">
      <w:pPr>
        <w:pStyle w:val="Heading4"/>
      </w:pPr>
      <w:r>
        <w:t xml:space="preserve">Independently, </w:t>
      </w:r>
      <w:r>
        <w:rPr>
          <w:u w:val="single"/>
        </w:rPr>
        <w:t>unregulated</w:t>
      </w:r>
      <w:r>
        <w:t xml:space="preserve"> mining causes </w:t>
      </w:r>
      <w:r>
        <w:rPr>
          <w:u w:val="single"/>
        </w:rPr>
        <w:t>space war</w:t>
      </w:r>
      <w:r>
        <w:t xml:space="preserve"> </w:t>
      </w:r>
    </w:p>
    <w:p w14:paraId="4DB47071" w14:textId="77777777" w:rsidR="00FC56A3" w:rsidRDefault="00FC56A3" w:rsidP="00FC56A3">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1E4A8B53" w14:textId="77777777" w:rsidR="00FC56A3" w:rsidRPr="00DF65BB" w:rsidRDefault="00FC56A3" w:rsidP="00FC56A3">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CCFB4B0" w14:textId="77777777" w:rsidR="00FC56A3" w:rsidRPr="00DF65BB" w:rsidRDefault="00FC56A3" w:rsidP="00FC56A3">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7538CFE" w14:textId="77777777" w:rsidR="00FC56A3" w:rsidRPr="00A42713" w:rsidRDefault="00FC56A3" w:rsidP="00FC56A3">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1B54C9F0" w14:textId="77777777" w:rsidR="00FC56A3" w:rsidRPr="00A42713" w:rsidRDefault="00FC56A3" w:rsidP="00FC56A3">
      <w:pPr>
        <w:rPr>
          <w:sz w:val="16"/>
        </w:rPr>
      </w:pPr>
      <w:r w:rsidRPr="00A42713">
        <w:rPr>
          <w:sz w:val="16"/>
        </w:rPr>
        <w:t xml:space="preserve">Why </w:t>
      </w:r>
      <w:r w:rsidRPr="00A42713">
        <w:rPr>
          <w:rStyle w:val="Emphasis"/>
        </w:rPr>
        <w:t>space is a particular problem for crisis stability</w:t>
      </w:r>
    </w:p>
    <w:p w14:paraId="1ED3B19D" w14:textId="77777777" w:rsidR="00FC56A3" w:rsidRPr="00A42713" w:rsidRDefault="00FC56A3" w:rsidP="00FC56A3">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A519B11" w14:textId="77777777" w:rsidR="00FC56A3" w:rsidRPr="00A42713" w:rsidRDefault="00FC56A3" w:rsidP="00FC56A3">
      <w:pPr>
        <w:rPr>
          <w:sz w:val="16"/>
        </w:rPr>
      </w:pPr>
      <w:r w:rsidRPr="00A42713">
        <w:rPr>
          <w:sz w:val="16"/>
        </w:rPr>
        <w:t>The vulnerability of satellites and first strike incentives</w:t>
      </w:r>
    </w:p>
    <w:p w14:paraId="67B6BC81" w14:textId="77777777" w:rsidR="00FC56A3" w:rsidRPr="00A42713" w:rsidRDefault="00FC56A3" w:rsidP="00FC56A3">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686A9F31" w14:textId="77777777" w:rsidR="00FC56A3" w:rsidRPr="00A42713" w:rsidRDefault="00FC56A3" w:rsidP="00FC56A3">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D69FE14" w14:textId="77777777" w:rsidR="00FC56A3" w:rsidRPr="00A42713" w:rsidRDefault="00FC56A3" w:rsidP="00FC56A3">
      <w:pPr>
        <w:rPr>
          <w:sz w:val="16"/>
        </w:rPr>
      </w:pPr>
      <w:r w:rsidRPr="00A42713">
        <w:rPr>
          <w:sz w:val="16"/>
        </w:rPr>
        <w:t>A RAND Corporation monograph commissioned by the Air Force15 described the issue this way:</w:t>
      </w:r>
    </w:p>
    <w:p w14:paraId="464538F4" w14:textId="77777777" w:rsidR="00FC56A3" w:rsidRPr="00A42713" w:rsidRDefault="00FC56A3" w:rsidP="00FC56A3">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68A6D3DC" w14:textId="77777777" w:rsidR="00FC56A3" w:rsidRPr="00A42713" w:rsidRDefault="00FC56A3" w:rsidP="00FC56A3">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31A9C5A" w14:textId="77777777" w:rsidR="00FC56A3" w:rsidRPr="00A42713" w:rsidRDefault="00FC56A3" w:rsidP="00FC56A3">
      <w:pPr>
        <w:rPr>
          <w:sz w:val="16"/>
        </w:rPr>
      </w:pPr>
      <w:r w:rsidRPr="00A42713">
        <w:rPr>
          <w:sz w:val="16"/>
        </w:rPr>
        <w:t>Short timelines and difficulty of attribution</w:t>
      </w:r>
    </w:p>
    <w:p w14:paraId="0EED0516" w14:textId="77777777" w:rsidR="00FC56A3" w:rsidRPr="00A42713" w:rsidRDefault="00FC56A3" w:rsidP="00FC56A3">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5E8CF0C" w14:textId="77777777" w:rsidR="00FC56A3" w:rsidRPr="00A42713" w:rsidRDefault="00FC56A3" w:rsidP="00FC56A3">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F5BBFB9" w14:textId="77777777" w:rsidR="00FC56A3" w:rsidRPr="00A42713" w:rsidRDefault="00FC56A3" w:rsidP="00FC56A3">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DD6F72C" w14:textId="77777777" w:rsidR="00FC56A3" w:rsidRPr="00A42713" w:rsidRDefault="00FC56A3" w:rsidP="00FC56A3">
      <w:pPr>
        <w:rPr>
          <w:sz w:val="16"/>
        </w:rPr>
      </w:pPr>
      <w:r w:rsidRPr="00A42713">
        <w:rPr>
          <w:sz w:val="16"/>
        </w:rPr>
        <w:t>Entanglement of strategic and tactical missions</w:t>
      </w:r>
    </w:p>
    <w:p w14:paraId="7AD51A17" w14:textId="77777777" w:rsidR="00FC56A3" w:rsidRPr="00A42713" w:rsidRDefault="00FC56A3" w:rsidP="00FC56A3">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C56CCA7" w14:textId="77777777" w:rsidR="00FC56A3" w:rsidRPr="00A42713" w:rsidRDefault="00FC56A3" w:rsidP="00FC56A3">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8F61CE1" w14:textId="77777777" w:rsidR="00FC56A3" w:rsidRPr="00A42713" w:rsidRDefault="00FC56A3" w:rsidP="00FC56A3">
      <w:pPr>
        <w:rPr>
          <w:sz w:val="16"/>
        </w:rPr>
      </w:pPr>
      <w:r w:rsidRPr="00A42713">
        <w:rPr>
          <w:sz w:val="16"/>
        </w:rPr>
        <w:t>Misperception and dual-use technologies</w:t>
      </w:r>
    </w:p>
    <w:p w14:paraId="64BEA107" w14:textId="77777777" w:rsidR="00FC56A3" w:rsidRPr="00A42713" w:rsidRDefault="00FC56A3" w:rsidP="00FC56A3">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03479B7" w14:textId="77777777" w:rsidR="00FC56A3" w:rsidRPr="00A42713" w:rsidRDefault="00FC56A3" w:rsidP="00FC56A3">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782E11BB" w14:textId="77777777" w:rsidR="00FC56A3" w:rsidRPr="00A42713" w:rsidRDefault="00FC56A3" w:rsidP="00FC56A3">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A6B323E" w14:textId="77777777" w:rsidR="00FC56A3" w:rsidRPr="00A42713" w:rsidRDefault="00FC56A3" w:rsidP="00FC56A3">
      <w:pPr>
        <w:rPr>
          <w:sz w:val="16"/>
        </w:rPr>
      </w:pPr>
      <w:r w:rsidRPr="00A42713">
        <w:rPr>
          <w:sz w:val="16"/>
        </w:rPr>
        <w:t>Discrimination</w:t>
      </w:r>
    </w:p>
    <w:p w14:paraId="1D732767" w14:textId="77777777" w:rsidR="00FC56A3" w:rsidRPr="00A42713" w:rsidRDefault="00FC56A3" w:rsidP="00FC56A3">
      <w:pPr>
        <w:rPr>
          <w:sz w:val="16"/>
        </w:rPr>
      </w:pPr>
      <w:r w:rsidRPr="00A42713">
        <w:rPr>
          <w:sz w:val="16"/>
        </w:rPr>
        <w:t>The consequences of interfering with a satellite may be vastly different depending on who is affected and how, and whether the satellite represents a legitimate military objective.</w:t>
      </w:r>
    </w:p>
    <w:p w14:paraId="65BB5AB4" w14:textId="77777777" w:rsidR="00FC56A3" w:rsidRPr="00A42713" w:rsidRDefault="00FC56A3" w:rsidP="00FC56A3">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F93A5BF" w14:textId="77777777" w:rsidR="00FC56A3" w:rsidRPr="00A42713" w:rsidRDefault="00FC56A3" w:rsidP="00FC56A3">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E4A81FA" w14:textId="77777777" w:rsidR="00FC56A3" w:rsidRPr="00A42713" w:rsidRDefault="00FC56A3" w:rsidP="00FC56A3">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4B693BBF" w14:textId="77777777" w:rsidR="00FC56A3" w:rsidRPr="00A42713" w:rsidRDefault="00FC56A3" w:rsidP="00FC56A3">
      <w:pPr>
        <w:rPr>
          <w:sz w:val="16"/>
        </w:rPr>
      </w:pPr>
      <w:r w:rsidRPr="00A42713">
        <w:rPr>
          <w:sz w:val="16"/>
        </w:rPr>
        <w:t>Lack of shared understanding of consequences/proportionality</w:t>
      </w:r>
    </w:p>
    <w:p w14:paraId="1F25E5C1" w14:textId="77777777" w:rsidR="00FC56A3" w:rsidRPr="00A42713" w:rsidRDefault="00FC56A3" w:rsidP="00FC56A3">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0BEBEF03" w14:textId="77777777" w:rsidR="00FC56A3" w:rsidRPr="00A42713" w:rsidRDefault="00FC56A3" w:rsidP="00FC56A3">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53D0E05" w14:textId="77777777" w:rsidR="00FC56A3" w:rsidRDefault="00FC56A3" w:rsidP="00FC56A3">
      <w:pPr>
        <w:pStyle w:val="Heading3"/>
      </w:pPr>
      <w:r>
        <w:t>Multilat</w:t>
      </w:r>
    </w:p>
    <w:p w14:paraId="424FBE0B" w14:textId="77777777" w:rsidR="00FC56A3" w:rsidRDefault="00FC56A3" w:rsidP="00FC56A3"/>
    <w:p w14:paraId="083A78F4" w14:textId="77777777" w:rsidR="00FC56A3" w:rsidRDefault="00FC56A3" w:rsidP="00FC56A3">
      <w:pPr>
        <w:pStyle w:val="Heading4"/>
      </w:pPr>
      <w:r>
        <w:t xml:space="preserve">Private appropriation by US entities risks unraveling multilateral space governance. </w:t>
      </w:r>
    </w:p>
    <w:p w14:paraId="463ECAA8" w14:textId="77777777" w:rsidR="00FC56A3" w:rsidRDefault="00FC56A3" w:rsidP="00FC56A3">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1F17AB3" w14:textId="77777777" w:rsidR="00FC56A3" w:rsidRPr="00055083" w:rsidRDefault="00FC56A3" w:rsidP="00FC56A3">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7FD25E7" w14:textId="77777777" w:rsidR="00FC56A3" w:rsidRPr="008D2860" w:rsidRDefault="00FC56A3" w:rsidP="00FC56A3">
      <w:pPr>
        <w:pStyle w:val="Heading4"/>
      </w:pPr>
      <w:r>
        <w:t>Pursuing mining multilaterally to the benefit of all is key to solve future space governance and cooperation on ot</w:t>
      </w:r>
      <w:r w:rsidRPr="00DF65BB">
        <w:t>h</w:t>
      </w:r>
      <w:r>
        <w:t xml:space="preserve">er issues. </w:t>
      </w:r>
    </w:p>
    <w:p w14:paraId="25A3F8F2" w14:textId="77777777" w:rsidR="00FC56A3" w:rsidRDefault="00FC56A3" w:rsidP="00FC56A3">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E921037" w14:textId="77777777" w:rsidR="00FC56A3" w:rsidRPr="00D72C6F" w:rsidRDefault="00FC56A3" w:rsidP="00FC56A3">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6484DF93" w14:textId="77777777" w:rsidR="00FC56A3" w:rsidRDefault="00FC56A3" w:rsidP="00FC56A3">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8820330" w14:textId="77777777" w:rsidR="00FC56A3" w:rsidRPr="00D72C6F" w:rsidRDefault="00FC56A3" w:rsidP="00FC56A3">
      <w:r w:rsidRPr="00D72C6F">
        <w:t>[FOOTNOTE]</w:t>
      </w:r>
    </w:p>
    <w:p w14:paraId="0EC11AC9" w14:textId="77777777" w:rsidR="00FC56A3" w:rsidRDefault="00FC56A3" w:rsidP="00FC56A3">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212D5C66" w14:textId="77777777" w:rsidR="00FC56A3" w:rsidRPr="00D72C6F" w:rsidRDefault="00FC56A3" w:rsidP="00FC56A3">
      <w:r w:rsidRPr="00D72C6F">
        <w:t>[END FOOTNOTE]</w:t>
      </w:r>
    </w:p>
    <w:p w14:paraId="643E848D" w14:textId="77777777" w:rsidR="00FC56A3" w:rsidRPr="00D72C6F" w:rsidRDefault="00FC56A3" w:rsidP="00FC56A3">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D700AB6" w14:textId="77777777" w:rsidR="00FC56A3" w:rsidRPr="00AA4439" w:rsidRDefault="00FC56A3" w:rsidP="00FC56A3">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E57BAC3" w14:textId="77777777" w:rsidR="00FC56A3" w:rsidRDefault="00FC56A3" w:rsidP="00FC56A3"/>
    <w:p w14:paraId="66A4B217" w14:textId="77777777" w:rsidR="00FC56A3" w:rsidRPr="00DF65BB" w:rsidRDefault="00FC56A3" w:rsidP="00FC56A3">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75101BB" w14:textId="77777777" w:rsidR="00FC56A3" w:rsidRDefault="00FC56A3" w:rsidP="00FC56A3">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9BC59EB" w14:textId="77777777" w:rsidR="00FC56A3" w:rsidRPr="0095009A" w:rsidRDefault="00FC56A3" w:rsidP="00FC56A3">
      <w:pPr>
        <w:rPr>
          <w:sz w:val="16"/>
          <w:szCs w:val="18"/>
        </w:rPr>
      </w:pPr>
      <w:r w:rsidRPr="0095009A">
        <w:rPr>
          <w:sz w:val="16"/>
          <w:szCs w:val="18"/>
        </w:rPr>
        <w:t>Are We Humans Doomed to Extinction?</w:t>
      </w:r>
    </w:p>
    <w:p w14:paraId="29D2774C" w14:textId="77777777" w:rsidR="00FC56A3" w:rsidRDefault="00FC56A3" w:rsidP="00FC56A3">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0A3759CE" w14:textId="77777777" w:rsidR="00FC56A3" w:rsidRDefault="00FC56A3" w:rsidP="00FC56A3">
      <w:pPr>
        <w:pStyle w:val="Heading4"/>
      </w:pPr>
      <w:r>
        <w:t xml:space="preserve">Key to solve conflict and space debris. </w:t>
      </w:r>
    </w:p>
    <w:p w14:paraId="087CFA59" w14:textId="77777777" w:rsidR="00FC56A3" w:rsidRDefault="00FC56A3" w:rsidP="00FC56A3">
      <w:r>
        <w:t xml:space="preserve">Ramin </w:t>
      </w:r>
      <w:r w:rsidRPr="007831F9">
        <w:rPr>
          <w:rStyle w:val="Style13ptBold"/>
        </w:rPr>
        <w:t>Skibba 18</w:t>
      </w:r>
      <w:r>
        <w:t>, science writer and astrophysicist based in Santa Cruz and San Diego., “ Mining in Space Could Lead to Conflicts on Earth,” Nautilus, 5-2-2018, https://nautil.us/blog/-mining-in-space-could-lead-to-conflicts-on-earth</w:t>
      </w:r>
    </w:p>
    <w:p w14:paraId="3D9CD8E3" w14:textId="77777777" w:rsidR="00FC56A3" w:rsidRPr="00473B04" w:rsidRDefault="00FC56A3" w:rsidP="00FC56A3">
      <w:pPr>
        <w:rPr>
          <w:sz w:val="12"/>
        </w:rPr>
      </w:pPr>
      <w:r w:rsidRPr="007831F9">
        <w:rPr>
          <w:rStyle w:val="StyleUnderline"/>
        </w:rPr>
        <w:t>Space mining is no longer science fiction</w:t>
      </w:r>
      <w:r w:rsidRPr="00D672D9">
        <w:rPr>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C670D0">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7831F9">
        <w:rPr>
          <w:rStyle w:val="Emphasis"/>
        </w:rPr>
        <w:t xml:space="preserve">For one thing, it </w:t>
      </w:r>
      <w:r w:rsidRPr="00C670D0">
        <w:rPr>
          <w:rStyle w:val="Emphasis"/>
          <w:highlight w:val="green"/>
        </w:rPr>
        <w:t>appears to violate international law</w:t>
      </w:r>
      <w:r w:rsidRPr="00D672D9">
        <w:rPr>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536DCD">
        <w:rPr>
          <w:rStyle w:val="StyleUnderline"/>
        </w:rPr>
        <w:t xml:space="preserve">Major space-faring </w:t>
      </w:r>
      <w:r w:rsidRPr="00C670D0">
        <w:rPr>
          <w:rStyle w:val="StyleUnderline"/>
          <w:highlight w:val="green"/>
        </w:rPr>
        <w:t>nations</w:t>
      </w:r>
      <w:r w:rsidRPr="00D672D9">
        <w:rPr>
          <w:rStyle w:val="StyleUnderline"/>
        </w:rPr>
        <w:t xml:space="preserve"> are not among the 16 countries party to the treaty, but they </w:t>
      </w:r>
      <w:r w:rsidRPr="00C670D0">
        <w:rPr>
          <w:rStyle w:val="StyleUnderline"/>
          <w:highlight w:val="green"/>
        </w:rPr>
        <w:t>should</w:t>
      </w:r>
      <w:r w:rsidRPr="00D672D9">
        <w:rPr>
          <w:rStyle w:val="StyleUnderline"/>
        </w:rPr>
        <w:t xml:space="preserve"> arguably </w:t>
      </w:r>
      <w:r w:rsidRPr="00C670D0">
        <w:rPr>
          <w:rStyle w:val="StyleUnderline"/>
          <w:highlight w:val="green"/>
        </w:rPr>
        <w:t>come to some equitable agreement</w:t>
      </w:r>
      <w:r w:rsidRPr="00D672D9">
        <w:rPr>
          <w:rStyle w:val="StyleUnderline"/>
        </w:rPr>
        <w:t xml:space="preserve">, </w:t>
      </w:r>
      <w:r w:rsidRPr="00D672D9">
        <w:rPr>
          <w:rStyle w:val="Emphasis"/>
        </w:rPr>
        <w:t xml:space="preserve">since international </w:t>
      </w:r>
      <w:r w:rsidRPr="00C670D0">
        <w:rPr>
          <w:rStyle w:val="Emphasis"/>
          <w:highlight w:val="green"/>
        </w:rPr>
        <w:t>competition</w:t>
      </w:r>
      <w:r w:rsidRPr="00D672D9">
        <w:rPr>
          <w:rStyle w:val="Emphasis"/>
        </w:rPr>
        <w:t xml:space="preserve"> over natural resources in space </w:t>
      </w:r>
      <w:r w:rsidRPr="00C670D0">
        <w:rPr>
          <w:rStyle w:val="Emphasis"/>
          <w:highlight w:val="green"/>
        </w:rPr>
        <w:t>may very well transform into conflict</w:t>
      </w:r>
      <w:r w:rsidRPr="00D672D9">
        <w:rPr>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C670D0">
        <w:rPr>
          <w:rStyle w:val="StyleUnderline"/>
          <w:highlight w:val="green"/>
        </w:rPr>
        <w:t>As</w:t>
      </w:r>
      <w:r w:rsidRPr="00D672D9">
        <w:rPr>
          <w:rStyle w:val="StyleUnderline"/>
        </w:rPr>
        <w:t xml:space="preserve"> Planetary Resources and other U.S. and foreign </w:t>
      </w:r>
      <w:r w:rsidRPr="00C670D0">
        <w:rPr>
          <w:rStyle w:val="StyleUnderline"/>
          <w:highlight w:val="green"/>
        </w:rPr>
        <w:t>companies scramble</w:t>
      </w:r>
      <w:r w:rsidRPr="00D672D9">
        <w:rPr>
          <w:rStyle w:val="StyleUnderline"/>
        </w:rPr>
        <w:t xml:space="preserve"> for control over these valuable space minerals, competing “</w:t>
      </w:r>
      <w:r w:rsidRPr="00C670D0">
        <w:rPr>
          <w:rStyle w:val="StyleUnderline"/>
          <w:highlight w:val="green"/>
        </w:rPr>
        <w:t xml:space="preserve">land grabs” </w:t>
      </w:r>
      <w:r w:rsidRPr="00C670D0">
        <w:rPr>
          <w:rStyle w:val="Emphasis"/>
          <w:highlight w:val="green"/>
        </w:rPr>
        <w:t>by armed satellites may come next</w:t>
      </w:r>
      <w:r w:rsidRPr="00D672D9">
        <w:rPr>
          <w:rStyle w:val="Emphasis"/>
        </w:rPr>
        <w:t>.</w:t>
      </w:r>
      <w:r w:rsidRPr="00D672D9">
        <w:rPr>
          <w:sz w:val="12"/>
        </w:rPr>
        <w:t xml:space="preserve"> </w:t>
      </w:r>
      <w:r w:rsidRPr="00D672D9">
        <w:rPr>
          <w:rStyle w:val="StyleUnderline"/>
        </w:rPr>
        <w:t xml:space="preserve">Platinum-group metals in space may serve the same role as oil has on Earth, </w:t>
      </w:r>
      <w:r w:rsidRPr="00C670D0">
        <w:rPr>
          <w:rStyle w:val="Emphasis"/>
          <w:highlight w:val="green"/>
        </w:rPr>
        <w:t>threatening to extend geopolitical struggles into astropolitical ones</w:t>
      </w:r>
      <w:r w:rsidRPr="00D672D9">
        <w:rPr>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Like all forms of mining, it will be dangerous</w:t>
      </w:r>
      <w:r w:rsidRPr="00D672D9">
        <w:rPr>
          <w:sz w:val="12"/>
        </w:rPr>
        <w:t xml:space="preserve">. If </w:t>
      </w:r>
      <w:r w:rsidRPr="00D672D9">
        <w:rPr>
          <w:rStyle w:val="Emphasis"/>
        </w:rPr>
        <w:t>space-mining activities break up asteroids, the resulting debris could be hazardous for satellites, other spacecraft, and astronauts nearby</w:t>
      </w:r>
      <w:r w:rsidRPr="00D672D9">
        <w:rPr>
          <w:rStyle w:val="StyleUnderline"/>
        </w:rPr>
        <w:t>.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RPr="00D672D9">
        <w:rPr>
          <w:sz w:val="12"/>
        </w:rPr>
        <w:t xml:space="preserve"> </w:t>
      </w:r>
      <w:r w:rsidRPr="00D672D9">
        <w:rPr>
          <w:rStyle w:val="StyleUnderline"/>
        </w:rPr>
        <w:t>But it’s not clear that a pact between the commercial space mining industry and NASA would align with the public’s interest</w:t>
      </w:r>
      <w:r w:rsidRPr="00D672D9">
        <w:rPr>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473B04">
        <w:rPr>
          <w:rStyle w:val="StyleUnderline"/>
        </w:rPr>
        <w:t xml:space="preserve">But </w:t>
      </w:r>
      <w:r w:rsidRPr="00C670D0">
        <w:rPr>
          <w:rStyle w:val="StyleUnderline"/>
          <w:highlight w:val="green"/>
        </w:rPr>
        <w:t>if the U.S</w:t>
      </w:r>
      <w:r w:rsidRPr="00473B04">
        <w:rPr>
          <w:rStyle w:val="StyleUnderline"/>
        </w:rPr>
        <w:t xml:space="preserve">. and U.S.-based companies </w:t>
      </w:r>
      <w:r w:rsidRPr="00C670D0">
        <w:rPr>
          <w:rStyle w:val="StyleUnderline"/>
          <w:highlight w:val="green"/>
        </w:rPr>
        <w:t>lay claim</w:t>
      </w:r>
      <w:r w:rsidRPr="00473B04">
        <w:rPr>
          <w:rStyle w:val="StyleUnderline"/>
        </w:rPr>
        <w:t xml:space="preserve"> to the richest and most easily accessible prospecting sites, </w:t>
      </w:r>
      <w:r w:rsidRPr="00C670D0">
        <w:rPr>
          <w:rStyle w:val="StyleUnderline"/>
          <w:highlight w:val="green"/>
        </w:rPr>
        <w:t>not allowing other companies</w:t>
      </w:r>
      <w:r w:rsidRPr="00473B04">
        <w:rPr>
          <w:rStyle w:val="StyleUnderline"/>
        </w:rPr>
        <w:t xml:space="preserve"> and nations</w:t>
      </w:r>
      <w:r w:rsidRPr="00D672D9">
        <w:rPr>
          <w:rStyle w:val="StyleUnderline"/>
        </w:rPr>
        <w:t xml:space="preserve"> </w:t>
      </w:r>
      <w:r w:rsidRPr="00C670D0">
        <w:rPr>
          <w:rStyle w:val="StyleUnderline"/>
          <w:highlight w:val="green"/>
        </w:rPr>
        <w:t>to share</w:t>
      </w:r>
      <w:r w:rsidRPr="00D672D9">
        <w:rPr>
          <w:rStyle w:val="StyleUnderline"/>
        </w:rPr>
        <w:t xml:space="preserve"> in the wealth</w:t>
      </w:r>
      <w:r w:rsidRPr="00D672D9">
        <w:rPr>
          <w:sz w:val="12"/>
        </w:rPr>
        <w:t xml:space="preserve">, </w:t>
      </w:r>
      <w:r w:rsidRPr="00C670D0">
        <w:rPr>
          <w:rStyle w:val="Emphasis"/>
          <w:highlight w:val="green"/>
        </w:rPr>
        <w:t>economic and political relations could be damaged</w:t>
      </w:r>
      <w:r w:rsidRPr="00D672D9">
        <w:rPr>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D672D9">
        <w:rPr>
          <w:rStyle w:val="StyleUnderline"/>
        </w:rPr>
        <w:t xml:space="preserve">What should happen </w:t>
      </w:r>
      <w:r w:rsidRPr="00C670D0">
        <w:rPr>
          <w:rStyle w:val="StyleUnderline"/>
          <w:highlight w:val="green"/>
        </w:rPr>
        <w:t>instead</w:t>
      </w:r>
      <w:r w:rsidRPr="00D672D9">
        <w:rPr>
          <w:rStyle w:val="StyleUnderline"/>
        </w:rPr>
        <w:t>? Commercial space mining and science would both be served well by decoupling from each other. We should treat outer space like we do Antarct</w:t>
      </w:r>
      <w:r w:rsidRPr="00D672D9">
        <w:rPr>
          <w:sz w:val="12"/>
        </w:rPr>
        <w:t xml:space="preserve">ica. That icy landscape is humankind’s common heritage, where we encourage scientific investigations and conservation and forbid territorial claims. </w:t>
      </w:r>
      <w:r w:rsidRPr="00C670D0">
        <w:rPr>
          <w:rStyle w:val="Emphasis"/>
          <w:highlight w:val="green"/>
        </w:rPr>
        <w:t>If some</w:t>
      </w:r>
      <w:r w:rsidRPr="00D672D9">
        <w:rPr>
          <w:rStyle w:val="Emphasis"/>
        </w:rPr>
        <w:t xml:space="preserve"> organizations </w:t>
      </w:r>
      <w:r w:rsidRPr="00C670D0">
        <w:rPr>
          <w:rStyle w:val="Emphasis"/>
          <w:highlight w:val="green"/>
        </w:rPr>
        <w:t>want to mine</w:t>
      </w:r>
      <w:r w:rsidRPr="00D672D9">
        <w:rPr>
          <w:rStyle w:val="Emphasis"/>
        </w:rPr>
        <w:t xml:space="preserve"> asteroids, then </w:t>
      </w:r>
      <w:r w:rsidRPr="00C670D0">
        <w:rPr>
          <w:rStyle w:val="Emphasis"/>
          <w:highlight w:val="green"/>
        </w:rPr>
        <w:t>we should</w:t>
      </w:r>
      <w:r w:rsidRPr="00D672D9">
        <w:rPr>
          <w:rStyle w:val="Emphasis"/>
        </w:rPr>
        <w:t xml:space="preserve"> take the time to </w:t>
      </w:r>
      <w:r w:rsidRPr="00C670D0">
        <w:rPr>
          <w:rStyle w:val="Emphasis"/>
          <w:highlight w:val="green"/>
        </w:rPr>
        <w:t>develop and establish an international framework to regulate it properly</w:t>
      </w:r>
      <w:r w:rsidRPr="00D672D9">
        <w:rPr>
          <w:rStyle w:val="Emphasis"/>
        </w:rPr>
        <w:t>.</w:t>
      </w:r>
      <w:r w:rsidRPr="00D672D9">
        <w:rPr>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45394AEA" w14:textId="77777777" w:rsidR="00FC56A3" w:rsidRPr="00DF65BB" w:rsidRDefault="00FC56A3" w:rsidP="00FC56A3">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41FBD3AA" w14:textId="77777777" w:rsidR="00FC56A3" w:rsidRPr="0080295B" w:rsidRDefault="00FC56A3" w:rsidP="00FC56A3">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74F406BB" w14:textId="77777777" w:rsidR="00FC56A3" w:rsidRPr="00203590" w:rsidRDefault="00FC56A3" w:rsidP="00FC56A3">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50B33C4D" w14:textId="77777777" w:rsidR="00FC56A3" w:rsidRPr="00203590" w:rsidRDefault="00FC56A3" w:rsidP="00FC56A3">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71D464B" w14:textId="77777777" w:rsidR="00FC56A3" w:rsidRPr="00203590" w:rsidRDefault="00FC56A3" w:rsidP="00FC56A3">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091E6971" w14:textId="77777777" w:rsidR="00FC56A3" w:rsidRPr="00203590" w:rsidRDefault="00FC56A3" w:rsidP="00FC56A3">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6EBFBE62" w14:textId="77777777" w:rsidR="00FC56A3" w:rsidRPr="001D7FAC" w:rsidRDefault="00FC56A3" w:rsidP="00FC56A3">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4CF7A77E" w14:textId="77777777" w:rsidR="00FC56A3" w:rsidRPr="00BF18C2" w:rsidRDefault="00FC56A3" w:rsidP="00FC56A3">
      <w:pPr>
        <w:pStyle w:val="Heading4"/>
      </w:pPr>
      <w:r>
        <w:t>Resource s</w:t>
      </w:r>
      <w:r w:rsidRPr="00DF65BB">
        <w:t>h</w:t>
      </w:r>
      <w:r>
        <w:t xml:space="preserve">ortages also cause war </w:t>
      </w:r>
    </w:p>
    <w:p w14:paraId="53E16A35" w14:textId="77777777" w:rsidR="00FC56A3" w:rsidRPr="00DA0C49" w:rsidRDefault="00FC56A3" w:rsidP="00FC56A3">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09B46081" w14:textId="77777777" w:rsidR="00FC56A3" w:rsidRDefault="00FC56A3" w:rsidP="00FC56A3">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67E6E1E5" w14:textId="77777777" w:rsidR="00FC56A3" w:rsidRDefault="00FC56A3" w:rsidP="00FC56A3">
      <w:pPr>
        <w:pStyle w:val="Heading4"/>
      </w:pPr>
      <w:r>
        <w:t>Space governance forges a framework to deal with multiple existential threats---U.S. lead is key</w:t>
      </w:r>
    </w:p>
    <w:p w14:paraId="1F74EE67" w14:textId="77777777" w:rsidR="00FC56A3" w:rsidRDefault="00FC56A3" w:rsidP="00FC56A3">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63EAA195" w14:textId="77777777" w:rsidR="00FC56A3" w:rsidRPr="007357C4" w:rsidRDefault="00FC56A3" w:rsidP="00FC56A3">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3B45CBDD" w14:textId="77777777" w:rsidR="00FC56A3" w:rsidRPr="007357C4" w:rsidRDefault="00FC56A3" w:rsidP="00FC56A3">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7FAAA4FD" w14:textId="77777777" w:rsidR="00FC56A3" w:rsidRPr="00F037A6" w:rsidRDefault="00FC56A3" w:rsidP="00FC56A3">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50887798" w14:textId="77777777" w:rsidR="00FC56A3" w:rsidRDefault="00FC56A3" w:rsidP="00FC56A3">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E60DB76" w14:textId="77777777" w:rsidR="00FC56A3" w:rsidRPr="00CA46A9" w:rsidRDefault="00FC56A3" w:rsidP="00FC56A3"/>
    <w:p w14:paraId="04CFFE29" w14:textId="77777777" w:rsidR="00FC56A3" w:rsidRPr="00326294" w:rsidRDefault="00FC56A3" w:rsidP="00FC56A3">
      <w:pPr>
        <w:rPr>
          <w:sz w:val="16"/>
        </w:rPr>
      </w:pPr>
      <w:r w:rsidRPr="0095009A">
        <w:rPr>
          <w:sz w:val="16"/>
        </w:rPr>
        <w:t xml:space="preserve"> </w:t>
      </w:r>
    </w:p>
    <w:p w14:paraId="3A561887" w14:textId="77777777" w:rsidR="00FC56A3" w:rsidRPr="009C6994" w:rsidRDefault="00FC56A3" w:rsidP="00FC56A3">
      <w:pPr>
        <w:pStyle w:val="Heading4"/>
      </w:pPr>
      <w:r>
        <w:t xml:space="preserve">Extinction’s </w:t>
      </w:r>
      <w:r>
        <w:rPr>
          <w:u w:val="single"/>
        </w:rPr>
        <w:t>inevitable</w:t>
      </w:r>
      <w:r>
        <w:t xml:space="preserve"> without multilateral space governance</w:t>
      </w:r>
    </w:p>
    <w:p w14:paraId="13F7BE46" w14:textId="77777777" w:rsidR="00FC56A3" w:rsidRPr="009C6994" w:rsidRDefault="00FC56A3" w:rsidP="00FC56A3">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24B44FE" w14:textId="77777777" w:rsidR="00FC56A3" w:rsidRPr="00443572" w:rsidRDefault="00FC56A3" w:rsidP="00FC56A3">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3CA29BA4" w14:textId="77777777" w:rsidR="00FC56A3" w:rsidRDefault="00FC56A3" w:rsidP="00FC56A3"/>
    <w:p w14:paraId="4539B47A" w14:textId="77777777" w:rsidR="00FC56A3" w:rsidRDefault="00FC56A3" w:rsidP="00FC56A3">
      <w:pPr>
        <w:pStyle w:val="Heading3"/>
      </w:pPr>
      <w:r>
        <w:t>Plan</w:t>
      </w:r>
    </w:p>
    <w:p w14:paraId="51CD7440" w14:textId="77777777" w:rsidR="00FC56A3" w:rsidRDefault="00FC56A3" w:rsidP="00FC56A3"/>
    <w:p w14:paraId="51F1A379" w14:textId="77777777" w:rsidR="00FC56A3" w:rsidRDefault="00FC56A3" w:rsidP="00FC56A3">
      <w:pPr>
        <w:pStyle w:val="Heading4"/>
      </w:pPr>
      <w:r>
        <w:t>Space faring nations should establish a multilateral agreement that restricts asteroid mining done by private entities</w:t>
      </w:r>
    </w:p>
    <w:p w14:paraId="3E194C32" w14:textId="77777777" w:rsidR="00FC56A3" w:rsidRDefault="00FC56A3" w:rsidP="00FC56A3">
      <w:pPr>
        <w:pStyle w:val="Heading4"/>
      </w:pPr>
      <w:r>
        <w:t xml:space="preserve">Agreement is enforceable and solves. </w:t>
      </w:r>
    </w:p>
    <w:p w14:paraId="6B8D01F0" w14:textId="77777777" w:rsidR="00FC56A3" w:rsidRDefault="00FC56A3" w:rsidP="00FC56A3">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1B9043FC" w14:textId="77777777" w:rsidR="00FC56A3" w:rsidRPr="00473B04" w:rsidRDefault="00FC56A3" w:rsidP="00FC56A3">
      <w:pPr>
        <w:rPr>
          <w:rStyle w:val="Emphasis"/>
        </w:rPr>
      </w:pPr>
      <w:r w:rsidRPr="00D672D9">
        <w:rPr>
          <w:rStyle w:val="StyleUnderline"/>
        </w:rPr>
        <w:t>Third, a substantial drawback is the inability to enforce punishment</w:t>
      </w:r>
      <w:r>
        <w:rPr>
          <w:rStyle w:val="StyleUnderline"/>
        </w:rPr>
        <w:t xml:space="preserve"> </w:t>
      </w:r>
      <w:r w:rsidRPr="00D672D9">
        <w:rPr>
          <w:rStyle w:val="StyleUnderline"/>
        </w:rPr>
        <w:t>against countries who violate the treaty</w:t>
      </w:r>
      <w:r w:rsidRPr="00D672D9">
        <w:rPr>
          <w:sz w:val="14"/>
        </w:rPr>
        <w:t xml:space="preserve">. </w:t>
      </w:r>
      <w:r w:rsidRPr="00D672D9">
        <w:rPr>
          <w:rStyle w:val="StyleUnderline"/>
        </w:rPr>
        <w:t>If a case was to proceed to the ICJ,</w:t>
      </w:r>
      <w:r>
        <w:rPr>
          <w:rStyle w:val="StyleUnderline"/>
        </w:rPr>
        <w:t xml:space="preserve"> </w:t>
      </w:r>
      <w:r w:rsidRPr="00D672D9">
        <w:rPr>
          <w:rStyle w:val="StyleUnderline"/>
        </w:rPr>
        <w:t>and a decision was reached, the judgement is only binding upon the parties</w:t>
      </w:r>
      <w:r>
        <w:rPr>
          <w:rStyle w:val="StyleUnderline"/>
        </w:rPr>
        <w:t xml:space="preserve"> </w:t>
      </w:r>
      <w:r w:rsidRPr="00D672D9">
        <w:rPr>
          <w:rStyle w:val="StyleUnderline"/>
        </w:rPr>
        <w:t>in the cas</w:t>
      </w:r>
      <w:r w:rsidRPr="00D672D9">
        <w:rPr>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C670D0">
        <w:rPr>
          <w:rStyle w:val="StyleUnderline"/>
          <w:highlight w:val="green"/>
        </w:rPr>
        <w:t>A multilateral agreement</w:t>
      </w:r>
      <w:r w:rsidRPr="00D672D9">
        <w:rPr>
          <w:rStyle w:val="StyleUnderline"/>
        </w:rPr>
        <w:t xml:space="preserve"> may flourish in this aspect .because it may</w:t>
      </w:r>
      <w:r>
        <w:rPr>
          <w:rStyle w:val="StyleUnderline"/>
        </w:rPr>
        <w:t xml:space="preserve"> </w:t>
      </w:r>
      <w:r w:rsidRPr="00C670D0">
        <w:rPr>
          <w:rStyle w:val="StyleUnderline"/>
          <w:highlight w:val="green"/>
        </w:rPr>
        <w:t>explicitly certify that any legal disputes are binding</w:t>
      </w:r>
      <w:r w:rsidRPr="00D672D9">
        <w:rPr>
          <w:rStyle w:val="StyleUnderline"/>
        </w:rPr>
        <w:t xml:space="preserve"> to all members when</w:t>
      </w:r>
      <w:r>
        <w:rPr>
          <w:rStyle w:val="StyleUnderline"/>
        </w:rPr>
        <w:t xml:space="preserve"> </w:t>
      </w:r>
      <w:r w:rsidRPr="00D672D9">
        <w:rPr>
          <w:rStyle w:val="StyleUnderline"/>
        </w:rPr>
        <w:t>litigating the same issue, similar to the concept of collateral estoppel.</w:t>
      </w:r>
      <w:r>
        <w:rPr>
          <w:rStyle w:val="StyleUnderline"/>
        </w:rPr>
        <w:t xml:space="preserve"> </w:t>
      </w:r>
      <w:r w:rsidRPr="00D672D9">
        <w:rPr>
          <w:rStyle w:val="StyleUnderline"/>
        </w:rPr>
        <w:t>Additionally, provisions inside of the agreement may already specify the</w:t>
      </w:r>
      <w:r>
        <w:rPr>
          <w:rStyle w:val="StyleUnderline"/>
        </w:rPr>
        <w:t xml:space="preserve"> </w:t>
      </w:r>
      <w:r w:rsidRPr="00D672D9">
        <w:rPr>
          <w:rStyle w:val="StyleUnderline"/>
        </w:rPr>
        <w:t>punishment or procedures for violations of the agreements</w:t>
      </w:r>
      <w:r w:rsidRPr="00D672D9">
        <w:rPr>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D672D9">
        <w:rPr>
          <w:rStyle w:val="StyleUnderline"/>
        </w:rPr>
        <w:t>Corporations, as generally viewed, are risk averse.1 94</w:t>
      </w:r>
      <w:r>
        <w:rPr>
          <w:rStyle w:val="StyleUnderline"/>
        </w:rPr>
        <w:t xml:space="preserve"> </w:t>
      </w:r>
      <w:r w:rsidRPr="00D672D9">
        <w:rPr>
          <w:rStyle w:val="StyleUnderline"/>
        </w:rPr>
        <w:t>Being risk averse means.that when faced with multiple options, corporate</w:t>
      </w:r>
      <w:r>
        <w:rPr>
          <w:rStyle w:val="StyleUnderline"/>
        </w:rPr>
        <w:t xml:space="preserve"> </w:t>
      </w:r>
      <w:r w:rsidRPr="00D672D9">
        <w:rPr>
          <w:rStyle w:val="StyleUnderline"/>
        </w:rPr>
        <w:t>investors will typically prefer the option that denotes the lowest measure of</w:t>
      </w:r>
      <w:r>
        <w:rPr>
          <w:rStyle w:val="StyleUnderline"/>
        </w:rPr>
        <w:t xml:space="preserve"> </w:t>
      </w:r>
      <w:r w:rsidRPr="00D672D9">
        <w:rPr>
          <w:rStyle w:val="StyleUnderline"/>
        </w:rPr>
        <w:t xml:space="preserve">risk.'9 </w:t>
      </w:r>
      <w:r w:rsidRPr="00C670D0">
        <w:rPr>
          <w:rStyle w:val="StyleUnderline"/>
          <w:highlight w:val="green"/>
        </w:rPr>
        <w:t>With the potential of</w:t>
      </w:r>
      <w:r w:rsidRPr="00D672D9">
        <w:rPr>
          <w:rStyle w:val="StyleUnderline"/>
        </w:rPr>
        <w:t xml:space="preserve"> violating parties </w:t>
      </w:r>
      <w:r w:rsidRPr="00C670D0">
        <w:rPr>
          <w:rStyle w:val="StyleUnderline"/>
          <w:highlight w:val="green"/>
        </w:rPr>
        <w:t>not being punished</w:t>
      </w:r>
      <w:r w:rsidRPr="00D672D9">
        <w:rPr>
          <w:rStyle w:val="StyleUnderline"/>
        </w:rPr>
        <w:t xml:space="preserve"> under a U.N.</w:t>
      </w:r>
      <w:r>
        <w:rPr>
          <w:rStyle w:val="StyleUnderline"/>
        </w:rPr>
        <w:t xml:space="preserve"> </w:t>
      </w:r>
      <w:r w:rsidRPr="00D672D9">
        <w:rPr>
          <w:rStyle w:val="StyleUnderline"/>
        </w:rPr>
        <w:t xml:space="preserve">treaty, corporate </w:t>
      </w:r>
      <w:r w:rsidRPr="00C670D0">
        <w:rPr>
          <w:rStyle w:val="StyleUnderline"/>
          <w:highlight w:val="green"/>
        </w:rPr>
        <w:t>investors</w:t>
      </w:r>
      <w:r w:rsidRPr="00D672D9">
        <w:rPr>
          <w:rStyle w:val="StyleUnderline"/>
        </w:rPr>
        <w:t xml:space="preserve"> might be </w:t>
      </w:r>
      <w:r w:rsidRPr="00C670D0">
        <w:rPr>
          <w:rStyle w:val="StyleUnderline"/>
          <w:highlight w:val="green"/>
        </w:rPr>
        <w:t>unlikely to become involved</w:t>
      </w:r>
      <w:r w:rsidRPr="00D672D9">
        <w:rPr>
          <w:rStyle w:val="StyleUnderline"/>
        </w:rPr>
        <w:t xml:space="preserve"> in spacefaring operations, or, at the very least, have corporate decisions become</w:t>
      </w:r>
      <w:r>
        <w:rPr>
          <w:rStyle w:val="StyleUnderline"/>
        </w:rPr>
        <w:t xml:space="preserve"> </w:t>
      </w:r>
      <w:r w:rsidRPr="00D672D9">
        <w:rPr>
          <w:rStyle w:val="StyleUnderline"/>
        </w:rPr>
        <w:t>increasingly lengthy.1 9 6 As corporate decision-making becomes ever-more</w:t>
      </w:r>
      <w:r>
        <w:rPr>
          <w:rStyle w:val="StyleUnderline"/>
        </w:rPr>
        <w:t xml:space="preserve"> </w:t>
      </w:r>
      <w:r w:rsidRPr="00D672D9">
        <w:rPr>
          <w:rStyle w:val="StyleUnderline"/>
        </w:rPr>
        <w:t>lengthy, the overall growth rate of corporations focused on space-faring</w:t>
      </w:r>
      <w:r>
        <w:rPr>
          <w:rStyle w:val="StyleUnderline"/>
        </w:rPr>
        <w:t xml:space="preserve"> </w:t>
      </w:r>
      <w:r w:rsidRPr="00D672D9">
        <w:rPr>
          <w:rStyle w:val="StyleUnderline"/>
        </w:rPr>
        <w:t xml:space="preserve">operations will suffer.' 9 7 </w:t>
      </w:r>
      <w:r w:rsidRPr="00C670D0">
        <w:rPr>
          <w:rStyle w:val="Emphasis"/>
          <w:highlight w:val="green"/>
        </w:rPr>
        <w:t>With a multilateral agreement, and</w:t>
      </w:r>
      <w:r w:rsidRPr="00473B04">
        <w:rPr>
          <w:rStyle w:val="Emphasis"/>
        </w:rPr>
        <w:t xml:space="preserve"> an anticipation of </w:t>
      </w:r>
      <w:r w:rsidRPr="00C670D0">
        <w:rPr>
          <w:rStyle w:val="Emphasis"/>
          <w:highlight w:val="green"/>
        </w:rPr>
        <w:t>punishment</w:t>
      </w:r>
      <w:r w:rsidRPr="00473B04">
        <w:rPr>
          <w:rStyle w:val="Emphasis"/>
        </w:rPr>
        <w:t xml:space="preserve"> for violations, some of the </w:t>
      </w:r>
      <w:r w:rsidRPr="00C670D0">
        <w:rPr>
          <w:rStyle w:val="Emphasis"/>
          <w:highlight w:val="green"/>
        </w:rPr>
        <w:t>worries of</w:t>
      </w:r>
      <w:r w:rsidRPr="00473B04">
        <w:rPr>
          <w:rStyle w:val="Emphasis"/>
        </w:rPr>
        <w:t xml:space="preserve"> corporate </w:t>
      </w:r>
      <w:r w:rsidRPr="00C670D0">
        <w:rPr>
          <w:rStyle w:val="Emphasis"/>
          <w:highlight w:val="green"/>
        </w:rPr>
        <w:t>investors would be alleviated by a multilateral agreement</w:t>
      </w:r>
    </w:p>
    <w:p w14:paraId="088CCE53" w14:textId="77777777" w:rsidR="00FC56A3" w:rsidRDefault="00FC56A3" w:rsidP="00FC56A3">
      <w:pPr>
        <w:pStyle w:val="Heading3"/>
      </w:pPr>
      <w:r>
        <w:t xml:space="preserve">Util </w:t>
      </w:r>
      <w:r w:rsidRPr="00246AFF">
        <w:t>Framework</w:t>
      </w:r>
    </w:p>
    <w:p w14:paraId="1CD40D56" w14:textId="77777777" w:rsidR="00FC56A3" w:rsidRPr="00031C51" w:rsidRDefault="00FC56A3" w:rsidP="00FC56A3">
      <w:pPr>
        <w:pStyle w:val="Heading4"/>
        <w:rPr>
          <w:rFonts w:cs="Calibri"/>
        </w:rPr>
      </w:pPr>
      <w:r w:rsidRPr="00031C51">
        <w:rPr>
          <w:rFonts w:cs="Calibri"/>
        </w:rPr>
        <w:t>The standard is maximizing expected well-being.</w:t>
      </w:r>
    </w:p>
    <w:p w14:paraId="0E106527" w14:textId="77777777" w:rsidR="00FC56A3" w:rsidRPr="00031C51" w:rsidRDefault="00FC56A3" w:rsidP="00FC56A3">
      <w:pPr>
        <w:pStyle w:val="Heading4"/>
        <w:rPr>
          <w:rFonts w:cs="Calibri"/>
        </w:rPr>
      </w:pPr>
      <w:r w:rsidRPr="00031C51">
        <w:rPr>
          <w:rFonts w:cs="Calibri"/>
        </w:rPr>
        <w:t xml:space="preserve">Science proves non util ethics are impossible </w:t>
      </w:r>
    </w:p>
    <w:p w14:paraId="26053288" w14:textId="77777777" w:rsidR="00FC56A3" w:rsidRPr="00031C51" w:rsidRDefault="00FC56A3" w:rsidP="00FC56A3">
      <w:pPr>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30704913" w14:textId="77777777" w:rsidR="00FC56A3" w:rsidRPr="00031C51" w:rsidRDefault="00FC56A3" w:rsidP="00FC56A3">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5EB0242F" w14:textId="77777777" w:rsidR="00FC56A3" w:rsidRDefault="00FC56A3" w:rsidP="00FC56A3">
      <w:pPr>
        <w:rPr>
          <w:rFonts w:cs="Calibri"/>
          <w:sz w:val="16"/>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946617">
        <w:rPr>
          <w:rFonts w:cs="Calibri"/>
          <w:b/>
          <w:u w:val="single"/>
        </w:rPr>
        <w:t xml:space="preserve">judgments are </w:t>
      </w:r>
      <w:r w:rsidRPr="0015682E">
        <w:rPr>
          <w:rFonts w:cs="Calibri"/>
          <w:b/>
          <w:highlight w:val="cyan"/>
          <w:u w:val="single"/>
        </w:rPr>
        <w:t>driven by a hodgepodge of emotional dispositions</w:t>
      </w:r>
      <w:r w:rsidRPr="00031C51">
        <w:rPr>
          <w:rFonts w:cs="Calibri"/>
          <w:b/>
          <w:u w:val="single"/>
        </w:rPr>
        <w:t xml:space="preserve">, which themselves were </w:t>
      </w:r>
      <w:r w:rsidRPr="00946617">
        <w:rPr>
          <w:rFonts w:cs="Calibri"/>
          <w:b/>
          <w:u w:val="single"/>
        </w:rPr>
        <w:t>shaped by a hodgepodge of evolutionary forces, both biological and cultural</w:t>
      </w:r>
      <w:r w:rsidRPr="00946617">
        <w:rPr>
          <w:rFonts w:cs="Calibri"/>
          <w:sz w:val="16"/>
        </w:rPr>
        <w:t xml:space="preserve">. </w:t>
      </w:r>
      <w:r w:rsidRPr="00946617">
        <w:rPr>
          <w:rFonts w:cs="Calibri"/>
          <w:b/>
          <w:u w:val="single"/>
        </w:rPr>
        <w:t>Because</w:t>
      </w:r>
      <w:r w:rsidRPr="00031C51">
        <w:rPr>
          <w:rFonts w:cs="Calibri"/>
          <w:b/>
          <w:u w:val="single"/>
        </w:rPr>
        <w:t xml:space="preserve"> of this, </w:t>
      </w:r>
      <w:r w:rsidRPr="0015682E">
        <w:rPr>
          <w:rFonts w:cs="Calibri"/>
          <w:b/>
          <w:highlight w:val="cyan"/>
          <w:u w:val="single"/>
        </w:rPr>
        <w:t xml:space="preserve">it is </w:t>
      </w:r>
      <w:r w:rsidRPr="00946617">
        <w:rPr>
          <w:rFonts w:cs="Calibri"/>
          <w:b/>
          <w:iCs/>
          <w:u w:val="single"/>
          <w:bdr w:val="single" w:sz="8" w:space="0" w:color="auto"/>
        </w:rPr>
        <w:t xml:space="preserve">exceedingly </w:t>
      </w:r>
      <w:r w:rsidRPr="0015682E">
        <w:rPr>
          <w:rFonts w:cs="Calibri"/>
          <w:b/>
          <w:iCs/>
          <w:highlight w:val="cyan"/>
          <w:u w:val="single"/>
          <w:bdr w:val="single" w:sz="8" w:space="0" w:color="auto"/>
        </w:rPr>
        <w:t>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Point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946617">
        <w:rPr>
          <w:rFonts w:cs="Calibri"/>
          <w:b/>
          <w:u w:val="single"/>
        </w:rPr>
        <w:t>When one asks a religious person to explain the essence of his religion, one often gets an answer like this: "It's about love</w:t>
      </w:r>
      <w:r w:rsidRPr="00946617">
        <w:rPr>
          <w:rFonts w:cs="Calibri"/>
          <w:sz w:val="16"/>
        </w:rPr>
        <w:t xml:space="preserve">, really. It's about looking out for other people, looking beyond oneself. It's about community, being part of something larger than oneself." </w:t>
      </w:r>
      <w:r w:rsidRPr="00946617">
        <w:rPr>
          <w:rFonts w:cs="Calibri"/>
          <w:b/>
          <w:u w:val="single"/>
        </w:rPr>
        <w:t>This sort of answer accurately captures the phenomenology of many people's religion, but it's nevertheless inadequate for distinguishing religion from other things</w:t>
      </w:r>
      <w:r w:rsidRPr="00946617">
        <w:rPr>
          <w:rFonts w:cs="Calibri"/>
          <w:sz w:val="16"/>
        </w:rPr>
        <w:t>. This is</w:t>
      </w:r>
      <w:r w:rsidRPr="00031C51">
        <w:rPr>
          <w:rFonts w:cs="Calibri"/>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rFonts w:cs="Calibri"/>
          <w:sz w:val="16"/>
        </w:rPr>
        <w:t xml:space="preserve">that most of </w:t>
      </w:r>
      <w:r w:rsidRPr="00946617">
        <w:rPr>
          <w:rFonts w:cs="Calibri"/>
          <w:b/>
          <w:u w:val="single"/>
        </w:rPr>
        <w:t xml:space="preserve">the standard deontological/Kantian self-characterizatons </w:t>
      </w:r>
      <w:r w:rsidRPr="00946617">
        <w:rPr>
          <w:rFonts w:cs="Calibri"/>
          <w:b/>
          <w:iCs/>
          <w:u w:val="single"/>
          <w:bdr w:val="single" w:sz="8" w:space="0" w:color="auto"/>
        </w:rPr>
        <w:t>fail to distinguish deontology from other approaches to ethics</w:t>
      </w:r>
      <w:r w:rsidRPr="00946617">
        <w:rPr>
          <w:rFonts w:cs="Calibri"/>
          <w:sz w:val="16"/>
        </w:rPr>
        <w:t>. (See also Kagan (Kagan, 1997, pp. 70-78.) on the difficulty of defining</w:t>
      </w:r>
      <w:r w:rsidRPr="00031C51">
        <w:rPr>
          <w:rFonts w:cs="Calibri"/>
          <w:sz w:val="16"/>
        </w:rPr>
        <w:t xml:space="preserve">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xml:space="preserve">, </w:t>
      </w:r>
      <w:r w:rsidRPr="00F707CB">
        <w:rPr>
          <w:rFonts w:cs="Calibri"/>
          <w:b/>
          <w:u w:val="single"/>
        </w:rPr>
        <w:t>etc</w:t>
      </w:r>
      <w:r w:rsidRPr="00F707CB">
        <w:rPr>
          <w:rFonts w:cs="Calibri"/>
          <w:sz w:val="16"/>
        </w:rPr>
        <w:t xml:space="preserve">. </w:t>
      </w:r>
      <w:r w:rsidRPr="00F707CB">
        <w:rPr>
          <w:rFonts w:cs="Calibri"/>
          <w:b/>
          <w:u w:val="single"/>
        </w:rPr>
        <w:t>A consequentialist respects other persons, and refrains from treating them as mere objects,</w:t>
      </w:r>
      <w:r w:rsidRPr="0015682E">
        <w:rPr>
          <w:rFonts w:cs="Calibri"/>
          <w:b/>
          <w:highlight w:val="cyan"/>
          <w:u w:val="single"/>
        </w:rPr>
        <w:t xml:space="preserve"> by </w:t>
      </w:r>
      <w:r w:rsidRPr="0015682E">
        <w:rPr>
          <w:rFonts w:cs="Calibri"/>
          <w:b/>
          <w:iCs/>
          <w:highlight w:val="cyan"/>
          <w:u w:val="single"/>
          <w:bdr w:val="single" w:sz="8" w:space="0" w:color="auto"/>
        </w:rPr>
        <w:t xml:space="preserve">counting every person's well-being </w:t>
      </w:r>
      <w:r w:rsidRPr="00F707CB">
        <w:rPr>
          <w:rFonts w:cs="Calibri"/>
          <w:b/>
          <w:iCs/>
          <w:u w:val="single"/>
          <w:bdr w:val="single" w:sz="8" w:space="0" w:color="auto"/>
        </w:rPr>
        <w:t>in the decision-making process</w:t>
      </w:r>
      <w:r w:rsidRPr="00F707CB">
        <w:rPr>
          <w:rFonts w:cs="Calibri"/>
          <w:sz w:val="16"/>
        </w:rPr>
        <w:t xml:space="preserve">. </w:t>
      </w:r>
      <w:r w:rsidRPr="00F707CB">
        <w:rPr>
          <w:rFonts w:cs="Calibri"/>
          <w:b/>
          <w:u w:val="single"/>
        </w:rPr>
        <w:t xml:space="preserve">Likewise, a consequentialist attempts to </w:t>
      </w:r>
      <w:r w:rsidRPr="0015682E">
        <w:rPr>
          <w:rFonts w:cs="Calibri"/>
          <w:b/>
          <w:highlight w:val="cyan"/>
          <w:u w:val="single"/>
        </w:rPr>
        <w:t>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26690774" w14:textId="77777777" w:rsidR="00FC56A3" w:rsidRDefault="00FC56A3" w:rsidP="00FC56A3">
      <w:pPr>
        <w:rPr>
          <w:rFonts w:cs="Calibri"/>
          <w:sz w:val="16"/>
        </w:rPr>
      </w:pPr>
    </w:p>
    <w:p w14:paraId="264FA198" w14:textId="77777777" w:rsidR="00FC56A3" w:rsidRDefault="00FC56A3" w:rsidP="00FC56A3">
      <w:pPr>
        <w:rPr>
          <w:rFonts w:cs="Calibri"/>
          <w:sz w:val="16"/>
        </w:rPr>
      </w:pPr>
    </w:p>
    <w:p w14:paraId="57F6FD63" w14:textId="77777777" w:rsidR="00FC56A3" w:rsidRDefault="00FC56A3" w:rsidP="00FC56A3">
      <w:pPr>
        <w:rPr>
          <w:rFonts w:cs="Calibri"/>
          <w:sz w:val="16"/>
        </w:rPr>
      </w:pPr>
    </w:p>
    <w:p w14:paraId="3963AF82" w14:textId="77777777" w:rsidR="00FC56A3" w:rsidRPr="00F707CB" w:rsidRDefault="00FC56A3" w:rsidP="00FC56A3">
      <w:pPr>
        <w:rPr>
          <w:rFonts w:cs="Calibri"/>
          <w:b/>
          <w:u w:val="single"/>
        </w:rPr>
      </w:pPr>
    </w:p>
    <w:p w14:paraId="4050E153" w14:textId="77777777" w:rsidR="00FC56A3" w:rsidRPr="00031C51" w:rsidRDefault="00FC56A3" w:rsidP="00FC56A3">
      <w:pPr>
        <w:pStyle w:val="Heading4"/>
        <w:rPr>
          <w:rFonts w:cs="Calibri"/>
        </w:rPr>
      </w:pPr>
      <w:r w:rsidRPr="00031C51">
        <w:rPr>
          <w:rFonts w:cs="Calibri"/>
        </w:rPr>
        <w:t xml:space="preserve">Uncertainty and social contract require governments use util </w:t>
      </w:r>
    </w:p>
    <w:p w14:paraId="79E0F17C" w14:textId="77777777" w:rsidR="00FC56A3" w:rsidRPr="00031C51" w:rsidRDefault="00FC56A3" w:rsidP="00FC56A3">
      <w:pPr>
        <w:rPr>
          <w:rFonts w:cs="Calibri"/>
          <w:sz w:val="16"/>
        </w:rPr>
      </w:pPr>
      <w:r w:rsidRPr="00031C51">
        <w:rPr>
          <w:rStyle w:val="Style13ptBold"/>
          <w:rFonts w:cs="Calibri"/>
        </w:rPr>
        <w:t>Good</w:t>
      </w:r>
      <w:r>
        <w:rPr>
          <w:rStyle w:val="Style13ptBold"/>
          <w:rFonts w:cs="Calibri"/>
        </w:rPr>
        <w:t>i</w:t>
      </w:r>
      <w:r w:rsidRPr="00031C51">
        <w:rPr>
          <w:rStyle w:val="Style13ptBold"/>
          <w:rFonts w:cs="Calibri"/>
        </w:rPr>
        <w:t>n, 1995</w:t>
      </w:r>
      <w:r w:rsidRPr="00031C51">
        <w:rPr>
          <w:rFonts w:cs="Calibri"/>
          <w:b/>
          <w:sz w:val="16"/>
        </w:rPr>
        <w:t xml:space="preserve">  (</w:t>
      </w:r>
      <w:r w:rsidRPr="00031C51">
        <w:rPr>
          <w:rFonts w:cs="Calibri"/>
          <w:sz w:val="16"/>
        </w:rPr>
        <w:t xml:space="preserve">Robert, philsopher at the Research School of the Social Sciences, </w:t>
      </w:r>
      <w:r w:rsidRPr="00031C51">
        <w:rPr>
          <w:rFonts w:cs="Calibri"/>
          <w:u w:val="single"/>
        </w:rPr>
        <w:t>Utilitarianism as Public Philosophy</w:t>
      </w:r>
      <w:r w:rsidRPr="00031C51">
        <w:rPr>
          <w:rFonts w:cs="Calibri"/>
          <w:sz w:val="16"/>
        </w:rPr>
        <w:t>. P. 62-63)</w:t>
      </w:r>
    </w:p>
    <w:p w14:paraId="459D1510" w14:textId="4AD05EA9" w:rsidR="00FC56A3" w:rsidRDefault="00FC56A3" w:rsidP="00FC56A3">
      <w:pPr>
        <w:rPr>
          <w:rFonts w:cs="Calibri"/>
          <w:u w:val="single"/>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36CC521C" w14:textId="5776D868" w:rsidR="00D93235" w:rsidRDefault="00D93235" w:rsidP="00FC56A3">
      <w:pPr>
        <w:rPr>
          <w:rFonts w:cs="Calibri"/>
          <w:u w:val="single"/>
        </w:rPr>
      </w:pPr>
    </w:p>
    <w:p w14:paraId="0558FEA1" w14:textId="422D08BB" w:rsidR="00D93235" w:rsidRDefault="00D93235" w:rsidP="00FC56A3">
      <w:pPr>
        <w:rPr>
          <w:rFonts w:cs="Calibri"/>
          <w:u w:val="single"/>
        </w:rPr>
      </w:pPr>
    </w:p>
    <w:p w14:paraId="54B4C825" w14:textId="366F27F5" w:rsidR="00D93235" w:rsidRDefault="00D93235" w:rsidP="00FC56A3">
      <w:pPr>
        <w:rPr>
          <w:rFonts w:cs="Calibri"/>
          <w:u w:val="single"/>
        </w:rPr>
      </w:pPr>
    </w:p>
    <w:p w14:paraId="615CA6C9" w14:textId="3A77637B" w:rsidR="00D93235" w:rsidRDefault="00D93235" w:rsidP="00FC56A3">
      <w:pPr>
        <w:rPr>
          <w:rFonts w:cs="Calibri"/>
          <w:u w:val="single"/>
        </w:rPr>
      </w:pPr>
    </w:p>
    <w:p w14:paraId="11304632" w14:textId="04019DD8" w:rsidR="00D93235" w:rsidRDefault="00D93235" w:rsidP="00FC56A3">
      <w:pPr>
        <w:rPr>
          <w:rFonts w:cs="Calibri"/>
          <w:u w:val="single"/>
        </w:rPr>
      </w:pPr>
    </w:p>
    <w:p w14:paraId="4D112B5A" w14:textId="26B90B44" w:rsidR="00D93235" w:rsidRDefault="00D93235" w:rsidP="00FC56A3">
      <w:pPr>
        <w:rPr>
          <w:rFonts w:cs="Calibri"/>
          <w:u w:val="single"/>
        </w:rPr>
      </w:pPr>
    </w:p>
    <w:p w14:paraId="23F1F4F0" w14:textId="77777777" w:rsidR="00D93235" w:rsidRPr="00031C51" w:rsidRDefault="00D93235" w:rsidP="00FC56A3">
      <w:pPr>
        <w:rPr>
          <w:rFonts w:cs="Calibri"/>
          <w:sz w:val="16"/>
        </w:rPr>
      </w:pPr>
    </w:p>
    <w:p w14:paraId="363DD9C2" w14:textId="77777777" w:rsidR="00FC56A3" w:rsidRPr="00031C51" w:rsidRDefault="00FC56A3" w:rsidP="00FC56A3">
      <w:pPr>
        <w:pStyle w:val="Heading4"/>
        <w:rPr>
          <w:rFonts w:cs="Calibri"/>
        </w:rPr>
      </w:pPr>
      <w:r w:rsidRPr="00031C51">
        <w:rPr>
          <w:rFonts w:cs="Calibri"/>
        </w:rPr>
        <w:t xml:space="preserve">Reducing existential risks is the top priority in any coherent moral theory </w:t>
      </w:r>
    </w:p>
    <w:p w14:paraId="7DD7C43C" w14:textId="77777777" w:rsidR="00FC56A3" w:rsidRPr="00031C51" w:rsidRDefault="00FC56A3" w:rsidP="00FC56A3">
      <w:pPr>
        <w:rPr>
          <w:rStyle w:val="Style13ptBold"/>
          <w:rFonts w:cs="Calibri"/>
        </w:rPr>
      </w:pPr>
      <w:r>
        <w:rPr>
          <w:rStyle w:val="Style13ptBold"/>
          <w:rFonts w:cs="Calibri"/>
        </w:rPr>
        <w:t>Pummer</w:t>
      </w:r>
      <w:r w:rsidRPr="00031C51">
        <w:rPr>
          <w:rStyle w:val="Style13ptBold"/>
          <w:rFonts w:cs="Calibri"/>
        </w:rPr>
        <w:t xml:space="preserve"> 15</w:t>
      </w:r>
    </w:p>
    <w:p w14:paraId="59902D0D" w14:textId="77777777" w:rsidR="00FC56A3" w:rsidRPr="00031C51" w:rsidRDefault="00FC56A3" w:rsidP="00FC56A3">
      <w:pPr>
        <w:rPr>
          <w:rFonts w:cs="Calibri"/>
          <w:sz w:val="16"/>
        </w:rPr>
      </w:pPr>
      <w:r w:rsidRPr="00031C51">
        <w:rPr>
          <w:rFonts w:cs="Calibri"/>
          <w:sz w:val="16"/>
        </w:rPr>
        <w:t>(Theron, Philosophy @St. Andrews http://blog.practicalethics.ox.ac.uk/2015/05/moral-agreement-on-saving-the-world/)</w:t>
      </w:r>
    </w:p>
    <w:p w14:paraId="0B1D4449" w14:textId="77777777" w:rsidR="00FC56A3" w:rsidRDefault="00FC56A3" w:rsidP="00FC56A3">
      <w:pPr>
        <w:rPr>
          <w:rStyle w:val="Emphasis"/>
          <w:rFonts w:cs="Calibri"/>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p>
    <w:p w14:paraId="7CD161F5" w14:textId="77777777" w:rsidR="00FC56A3" w:rsidRDefault="00FC56A3" w:rsidP="00FC56A3">
      <w:pPr>
        <w:rPr>
          <w:rStyle w:val="Emphasis"/>
          <w:rFonts w:cs="Calibri"/>
        </w:rPr>
      </w:pPr>
    </w:p>
    <w:p w14:paraId="07A7F21D" w14:textId="77777777" w:rsidR="00FC56A3" w:rsidRDefault="00FC56A3" w:rsidP="00FC56A3">
      <w:pPr>
        <w:rPr>
          <w:rStyle w:val="Emphasis"/>
          <w:rFonts w:cs="Calibri"/>
        </w:rPr>
      </w:pPr>
    </w:p>
    <w:p w14:paraId="50FFEA9F" w14:textId="77777777" w:rsidR="00FC56A3" w:rsidRPr="00031C51" w:rsidRDefault="00FC56A3" w:rsidP="00FC56A3">
      <w:pPr>
        <w:rPr>
          <w:rFonts w:cs="Calibri"/>
          <w:sz w:val="16"/>
        </w:rPr>
      </w:pP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4D8B66C" w14:textId="77777777" w:rsidR="00FC56A3" w:rsidRPr="00031C51" w:rsidRDefault="00FC56A3" w:rsidP="00FC56A3">
      <w:pPr>
        <w:pStyle w:val="Heading4"/>
        <w:rPr>
          <w:rFonts w:cs="Calibri"/>
        </w:rPr>
      </w:pPr>
      <w:r w:rsidRPr="00031C51">
        <w:rPr>
          <w:rFonts w:cs="Calibri"/>
        </w:rPr>
        <w:t>Predictions are possible and useful</w:t>
      </w:r>
    </w:p>
    <w:p w14:paraId="08DB0CDA" w14:textId="77777777" w:rsidR="00FC56A3" w:rsidRPr="00031C51" w:rsidRDefault="00FC56A3" w:rsidP="00FC56A3">
      <w:pPr>
        <w:rPr>
          <w:rFonts w:cs="Calibri"/>
        </w:rPr>
      </w:pPr>
      <w:r w:rsidRPr="0035702F">
        <w:rPr>
          <w:rFonts w:eastAsiaTheme="majorEastAsia" w:cstheme="majorBidi"/>
          <w:b/>
          <w:bCs/>
          <w:sz w:val="26"/>
          <w:szCs w:val="26"/>
        </w:rPr>
        <w:t>Mearsheimer, 01</w:t>
      </w:r>
      <w:r w:rsidRPr="00031C51">
        <w:rPr>
          <w:rFonts w:cs="Calibri"/>
        </w:rPr>
        <w:t xml:space="preserve">  (John, professor of political science at the University of Chicago, </w:t>
      </w:r>
      <w:r w:rsidRPr="00031C51">
        <w:rPr>
          <w:rFonts w:cs="Calibri"/>
          <w:u w:val="single"/>
        </w:rPr>
        <w:t>The Tragedy of Great Power Politic</w:t>
      </w:r>
      <w:r w:rsidRPr="00031C51">
        <w:rPr>
          <w:rFonts w:cs="Calibri"/>
        </w:rPr>
        <w:t>s, 2001  p. 8, googleprint)</w:t>
      </w:r>
    </w:p>
    <w:p w14:paraId="5688C2D6" w14:textId="77777777" w:rsidR="00FC56A3" w:rsidRPr="00246AFF" w:rsidRDefault="00FC56A3" w:rsidP="00FC56A3">
      <w:r w:rsidRPr="00031C51">
        <w:rPr>
          <w:rFonts w:cs="Calibri"/>
          <w:sz w:val="16"/>
        </w:rPr>
        <w:t xml:space="preserve">As a result, </w:t>
      </w:r>
      <w:r w:rsidRPr="00031C51">
        <w:rPr>
          <w:rFonts w:cs="Calibri"/>
          <w:u w:val="single"/>
        </w:rPr>
        <w:t xml:space="preserve">all </w:t>
      </w:r>
      <w:r w:rsidRPr="0015682E">
        <w:rPr>
          <w:rFonts w:cs="Calibri"/>
          <w:highlight w:val="cyan"/>
          <w:u w:val="single"/>
        </w:rPr>
        <w:t>political forecasting is bound to include</w:t>
      </w:r>
      <w:r w:rsidRPr="00031C51">
        <w:rPr>
          <w:rFonts w:cs="Calibri"/>
          <w:u w:val="single"/>
        </w:rPr>
        <w:t xml:space="preserve"> some </w:t>
      </w:r>
      <w:r w:rsidRPr="0015682E">
        <w:rPr>
          <w:rFonts w:cs="Calibri"/>
          <w:highlight w:val="cyan"/>
          <w:u w:val="single"/>
        </w:rPr>
        <w:t>error</w:t>
      </w:r>
      <w:r w:rsidRPr="0015682E">
        <w:rPr>
          <w:rFonts w:cs="Calibri"/>
          <w:sz w:val="16"/>
          <w:highlight w:val="cyan"/>
        </w:rPr>
        <w:t>.</w:t>
      </w:r>
      <w:r w:rsidRPr="00031C51">
        <w:rPr>
          <w:rFonts w:cs="Calibri"/>
          <w:sz w:val="16"/>
        </w:rPr>
        <w:t xml:space="preserve"> Those who venture to predict, as I do here, should therefore proceed with humility, take care not to exhibit unwarranted confidence, and admit that hindsight is likely to reveal surprises and mistakes. </w:t>
      </w:r>
      <w:r w:rsidRPr="0015682E">
        <w:rPr>
          <w:rFonts w:cs="Calibri"/>
          <w:highlight w:val="cyan"/>
          <w:u w:val="single"/>
        </w:rPr>
        <w:t>Despite</w:t>
      </w:r>
      <w:r w:rsidRPr="00031C51">
        <w:rPr>
          <w:rFonts w:cs="Calibri"/>
          <w:u w:val="single"/>
        </w:rPr>
        <w:t xml:space="preserve"> these </w:t>
      </w:r>
      <w:r w:rsidRPr="0015682E">
        <w:rPr>
          <w:rFonts w:cs="Calibri"/>
          <w:highlight w:val="cyan"/>
          <w:u w:val="single"/>
        </w:rPr>
        <w:t>hazards</w:t>
      </w:r>
      <w:r w:rsidRPr="00031C51">
        <w:rPr>
          <w:rFonts w:cs="Calibri"/>
          <w:u w:val="single"/>
        </w:rPr>
        <w:t xml:space="preserve">, </w:t>
      </w:r>
      <w:r w:rsidRPr="0015682E">
        <w:rPr>
          <w:rFonts w:cs="Calibri"/>
          <w:highlight w:val="cyan"/>
          <w:u w:val="single"/>
        </w:rPr>
        <w:t>social scientists should</w:t>
      </w:r>
      <w:r w:rsidRPr="00031C51">
        <w:rPr>
          <w:rFonts w:cs="Calibri"/>
          <w:u w:val="single"/>
        </w:rPr>
        <w:t xml:space="preserve"> nevertheless </w:t>
      </w:r>
      <w:r w:rsidRPr="0015682E">
        <w:rPr>
          <w:rFonts w:cs="Calibri"/>
          <w:highlight w:val="cyan"/>
          <w:u w:val="single"/>
        </w:rPr>
        <w:t>use</w:t>
      </w:r>
      <w:r w:rsidRPr="00031C51">
        <w:rPr>
          <w:rFonts w:cs="Calibri"/>
          <w:u w:val="single"/>
        </w:rPr>
        <w:t xml:space="preserve"> their </w:t>
      </w:r>
      <w:r w:rsidRPr="0015682E">
        <w:rPr>
          <w:rFonts w:cs="Calibri"/>
          <w:highlight w:val="cyan"/>
          <w:u w:val="single"/>
        </w:rPr>
        <w:t>theories to make predictions</w:t>
      </w:r>
      <w:r w:rsidRPr="00031C51">
        <w:rPr>
          <w:rFonts w:cs="Calibri"/>
          <w:u w:val="single"/>
        </w:rPr>
        <w:t xml:space="preserve"> about the future</w:t>
      </w:r>
      <w:r w:rsidRPr="00031C51">
        <w:rPr>
          <w:rFonts w:cs="Calibri"/>
          <w:sz w:val="16"/>
        </w:rPr>
        <w:t xml:space="preserve">. Making predictions helps inform policy discourse, because it helps make sense of events unfolding in the world around us. And by clarifying points of disagreement, </w:t>
      </w:r>
      <w:r w:rsidRPr="00031C51">
        <w:rPr>
          <w:rFonts w:cs="Calibri"/>
          <w:u w:val="single"/>
        </w:rPr>
        <w:t>making explicit forecasts helps those with contradictory views to frame their own ideas more clearly.</w:t>
      </w:r>
      <w:r w:rsidRPr="00031C51">
        <w:rPr>
          <w:rFonts w:cs="Calibri"/>
          <w:sz w:val="16"/>
        </w:rPr>
        <w:t xml:space="preserve"> Furthermore, </w:t>
      </w:r>
      <w:r w:rsidRPr="0015682E">
        <w:rPr>
          <w:rFonts w:cs="Calibri"/>
          <w:highlight w:val="cyan"/>
          <w:u w:val="single"/>
        </w:rPr>
        <w:t>trying to anticipate</w:t>
      </w:r>
      <w:r w:rsidRPr="00031C51">
        <w:rPr>
          <w:rFonts w:cs="Calibri"/>
          <w:u w:val="single"/>
        </w:rPr>
        <w:t xml:space="preserve"> new </w:t>
      </w:r>
      <w:r w:rsidRPr="0015682E">
        <w:rPr>
          <w:rFonts w:cs="Calibri"/>
          <w:highlight w:val="cyan"/>
          <w:u w:val="single"/>
        </w:rPr>
        <w:t>events is a good way to test</w:t>
      </w:r>
      <w:r w:rsidRPr="00031C51">
        <w:rPr>
          <w:rFonts w:cs="Calibri"/>
          <w:u w:val="single"/>
        </w:rPr>
        <w:t xml:space="preserve"> social science </w:t>
      </w:r>
      <w:r w:rsidRPr="0015682E">
        <w:rPr>
          <w:rFonts w:cs="Calibri"/>
          <w:highlight w:val="cyan"/>
          <w:u w:val="single"/>
        </w:rPr>
        <w:t>theories,</w:t>
      </w:r>
      <w:r w:rsidRPr="00031C51">
        <w:rPr>
          <w:rFonts w:cs="Calibri"/>
          <w:u w:val="single"/>
        </w:rPr>
        <w:t xml:space="preserve"> </w:t>
      </w:r>
      <w:r w:rsidRPr="0015682E">
        <w:rPr>
          <w:rFonts w:cs="Calibri"/>
          <w:highlight w:val="cyan"/>
          <w:u w:val="single"/>
        </w:rPr>
        <w:t>because theorists do not have</w:t>
      </w:r>
      <w:r w:rsidRPr="00031C51">
        <w:rPr>
          <w:rFonts w:cs="Calibri"/>
          <w:u w:val="single"/>
        </w:rPr>
        <w:t xml:space="preserve"> the benefit of </w:t>
      </w:r>
      <w:r w:rsidRPr="0015682E">
        <w:rPr>
          <w:rFonts w:cs="Calibri"/>
          <w:highlight w:val="cyan"/>
          <w:u w:val="single"/>
        </w:rPr>
        <w:t>hindsight</w:t>
      </w:r>
      <w:r w:rsidRPr="00031C51">
        <w:rPr>
          <w:rFonts w:cs="Calibri"/>
          <w:u w:val="single"/>
        </w:rPr>
        <w:t xml:space="preserve"> and therefore cannot adjust their claims to fit the evidence</w:t>
      </w:r>
      <w:r w:rsidRPr="00031C51">
        <w:rPr>
          <w:rFonts w:cs="Calibri"/>
          <w:sz w:val="16"/>
        </w:rPr>
        <w:t xml:space="preserve"> (because it is not yet available). In short, t</w:t>
      </w:r>
      <w:r w:rsidRPr="00031C51">
        <w:rPr>
          <w:rFonts w:cs="Calibri"/>
          <w:u w:val="single"/>
        </w:rPr>
        <w:t>he world can be used as a laboratory to decide which theories best explain international politics</w:t>
      </w:r>
      <w:r w:rsidRPr="00031C51">
        <w:rPr>
          <w:rFonts w:cs="Calibri"/>
          <w:sz w:val="16"/>
        </w:rPr>
        <w:t>. In that spirit I employ offensive realism to peer into the future, mindful of both the benefits and the hazards of trying to predict events.</w:t>
      </w:r>
    </w:p>
    <w:p w14:paraId="73EC508D" w14:textId="77777777" w:rsidR="00FC56A3" w:rsidRPr="004E2F13" w:rsidRDefault="00FC56A3" w:rsidP="00FC56A3"/>
    <w:p w14:paraId="735D07C4" w14:textId="77777777" w:rsidR="00A715E8" w:rsidRPr="00A715E8" w:rsidRDefault="00A715E8" w:rsidP="00A715E8"/>
    <w:sectPr w:rsidR="00A715E8" w:rsidRPr="00A71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DB249B"/>
    <w:multiLevelType w:val="hybridMultilevel"/>
    <w:tmpl w:val="58DC4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56A3"/>
    <w:rsid w:val="000139A3"/>
    <w:rsid w:val="00100833"/>
    <w:rsid w:val="00104529"/>
    <w:rsid w:val="00105942"/>
    <w:rsid w:val="00107396"/>
    <w:rsid w:val="00144A4C"/>
    <w:rsid w:val="00176AB0"/>
    <w:rsid w:val="00177B7D"/>
    <w:rsid w:val="0018322D"/>
    <w:rsid w:val="001B5776"/>
    <w:rsid w:val="001E527A"/>
    <w:rsid w:val="001F78CE"/>
    <w:rsid w:val="00251FC7"/>
    <w:rsid w:val="00265AEA"/>
    <w:rsid w:val="002855A7"/>
    <w:rsid w:val="002B146A"/>
    <w:rsid w:val="002B5E17"/>
    <w:rsid w:val="00315690"/>
    <w:rsid w:val="00316B75"/>
    <w:rsid w:val="00325646"/>
    <w:rsid w:val="003460F2"/>
    <w:rsid w:val="0038158C"/>
    <w:rsid w:val="003902BA"/>
    <w:rsid w:val="003A09E2"/>
    <w:rsid w:val="00407037"/>
    <w:rsid w:val="00442481"/>
    <w:rsid w:val="004605D6"/>
    <w:rsid w:val="004C60E8"/>
    <w:rsid w:val="004E3579"/>
    <w:rsid w:val="004E728B"/>
    <w:rsid w:val="004F39E0"/>
    <w:rsid w:val="00537BD5"/>
    <w:rsid w:val="0057268A"/>
    <w:rsid w:val="005B6811"/>
    <w:rsid w:val="005D2912"/>
    <w:rsid w:val="006065BD"/>
    <w:rsid w:val="00645FA9"/>
    <w:rsid w:val="00647866"/>
    <w:rsid w:val="00665003"/>
    <w:rsid w:val="006A2AD0"/>
    <w:rsid w:val="006B47E2"/>
    <w:rsid w:val="006C2375"/>
    <w:rsid w:val="006D4ECC"/>
    <w:rsid w:val="00722258"/>
    <w:rsid w:val="007243E5"/>
    <w:rsid w:val="00766EA0"/>
    <w:rsid w:val="007A2226"/>
    <w:rsid w:val="007F5B66"/>
    <w:rsid w:val="008116A0"/>
    <w:rsid w:val="00823A1C"/>
    <w:rsid w:val="00845B9D"/>
    <w:rsid w:val="00860984"/>
    <w:rsid w:val="008B3ECB"/>
    <w:rsid w:val="008B4E85"/>
    <w:rsid w:val="008C1B2E"/>
    <w:rsid w:val="0091627E"/>
    <w:rsid w:val="0097032B"/>
    <w:rsid w:val="009D2EAD"/>
    <w:rsid w:val="009D54B2"/>
    <w:rsid w:val="009E1922"/>
    <w:rsid w:val="009F7ED2"/>
    <w:rsid w:val="00A715E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3082"/>
    <w:rsid w:val="00D325A9"/>
    <w:rsid w:val="00D36A8A"/>
    <w:rsid w:val="00D61409"/>
    <w:rsid w:val="00D6691E"/>
    <w:rsid w:val="00D71170"/>
    <w:rsid w:val="00D8374D"/>
    <w:rsid w:val="00D93235"/>
    <w:rsid w:val="00DA1C92"/>
    <w:rsid w:val="00DA25D4"/>
    <w:rsid w:val="00DA6538"/>
    <w:rsid w:val="00E15E75"/>
    <w:rsid w:val="00E5262C"/>
    <w:rsid w:val="00EC7DC4"/>
    <w:rsid w:val="00ED30CF"/>
    <w:rsid w:val="00F13ADD"/>
    <w:rsid w:val="00F176EF"/>
    <w:rsid w:val="00F45E10"/>
    <w:rsid w:val="00F6364A"/>
    <w:rsid w:val="00F9113A"/>
    <w:rsid w:val="00FC56A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ADAF0"/>
  <w15:chartTrackingRefBased/>
  <w15:docId w15:val="{A1DDB48E-25E6-4B98-95F1-E84C13EC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47E2"/>
    <w:rPr>
      <w:rFonts w:ascii="Calibri" w:hAnsi="Calibri"/>
    </w:rPr>
  </w:style>
  <w:style w:type="paragraph" w:styleId="Heading1">
    <w:name w:val="heading 1"/>
    <w:aliases w:val="Pocket"/>
    <w:basedOn w:val="Normal"/>
    <w:next w:val="Normal"/>
    <w:link w:val="Heading1Char"/>
    <w:qFormat/>
    <w:rsid w:val="006B47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47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6B47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6B47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47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47E2"/>
  </w:style>
  <w:style w:type="character" w:customStyle="1" w:styleId="Heading1Char">
    <w:name w:val="Heading 1 Char"/>
    <w:aliases w:val="Pocket Char"/>
    <w:basedOn w:val="DefaultParagraphFont"/>
    <w:link w:val="Heading1"/>
    <w:rsid w:val="006B47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47E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6B47E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6B47E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6B47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47E2"/>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6B47E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B47E2"/>
    <w:rPr>
      <w:color w:val="auto"/>
      <w:u w:val="none"/>
    </w:rPr>
  </w:style>
  <w:style w:type="character" w:styleId="FollowedHyperlink">
    <w:name w:val="FollowedHyperlink"/>
    <w:basedOn w:val="DefaultParagraphFont"/>
    <w:uiPriority w:val="99"/>
    <w:semiHidden/>
    <w:unhideWhenUsed/>
    <w:rsid w:val="006B47E2"/>
    <w:rPr>
      <w:color w:val="auto"/>
      <w:u w:val="none"/>
    </w:rPr>
  </w:style>
  <w:style w:type="paragraph" w:customStyle="1" w:styleId="Emphasis1">
    <w:name w:val="Emphasis1"/>
    <w:basedOn w:val="Normal"/>
    <w:link w:val="Emphasis"/>
    <w:uiPriority w:val="7"/>
    <w:qFormat/>
    <w:rsid w:val="00FC56A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C56A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FC56A3"/>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FC5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5aarushv\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9361F-6247-4F42-B640-0EF587F81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113</TotalTime>
  <Pages>1</Pages>
  <Words>16528</Words>
  <Characters>94210</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dc:creator>
  <cp:keywords>5.1.1</cp:keywords>
  <dc:description/>
  <cp:lastModifiedBy>25AarushVailaya</cp:lastModifiedBy>
  <cp:revision>7</cp:revision>
  <dcterms:created xsi:type="dcterms:W3CDTF">2022-02-19T22:33:00Z</dcterms:created>
  <dcterms:modified xsi:type="dcterms:W3CDTF">2022-02-20T15:11:00Z</dcterms:modified>
</cp:coreProperties>
</file>