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36000C" w14:textId="77777777" w:rsidR="009A1F83" w:rsidRPr="0084058A" w:rsidRDefault="009A1F83" w:rsidP="009A1F83"/>
    <w:p w14:paraId="79816EEA" w14:textId="284D22BB" w:rsidR="00A95652" w:rsidRPr="0084058A" w:rsidRDefault="009A1F83" w:rsidP="00D66DE4">
      <w:pPr>
        <w:pStyle w:val="Heading3"/>
      </w:pPr>
      <w:r w:rsidRPr="0084058A">
        <w:t>1</w:t>
      </w:r>
    </w:p>
    <w:p w14:paraId="23D8A059" w14:textId="488C326D" w:rsidR="00D66DE4" w:rsidRPr="0084058A" w:rsidRDefault="00D66DE4" w:rsidP="00D66DE4"/>
    <w:p w14:paraId="0CD1C4D5" w14:textId="77777777" w:rsidR="00D66DE4" w:rsidRPr="0084058A" w:rsidRDefault="00D66DE4" w:rsidP="00D66DE4">
      <w:pPr>
        <w:pStyle w:val="Heading4"/>
        <w:rPr>
          <w:rFonts w:cs="Calibri"/>
        </w:rPr>
      </w:pPr>
      <w:r w:rsidRPr="0084058A">
        <w:rPr>
          <w:rFonts w:cs="Calibri"/>
        </w:rPr>
        <w:t>CP Text: A just government should recognize the unconditional right of non-police workers to strike, abolishing police unions.</w:t>
      </w:r>
    </w:p>
    <w:p w14:paraId="6678CBF6" w14:textId="77777777" w:rsidR="00D66DE4" w:rsidRPr="0084058A" w:rsidRDefault="00D66DE4" w:rsidP="00D66DE4">
      <w:pPr>
        <w:pStyle w:val="Heading4"/>
        <w:rPr>
          <w:rFonts w:cs="Calibri"/>
        </w:rPr>
      </w:pPr>
      <w:r w:rsidRPr="0084058A">
        <w:rPr>
          <w:rFonts w:cs="Calibri"/>
        </w:rPr>
        <w:t>The aff makes police collective bargaining worse and gives more power to police unions.</w:t>
      </w:r>
    </w:p>
    <w:p w14:paraId="43357921" w14:textId="77777777" w:rsidR="00D66DE4" w:rsidRPr="0084058A" w:rsidRDefault="00D66DE4" w:rsidP="00D66DE4">
      <w:pPr>
        <w:rPr>
          <w:color w:val="000000" w:themeColor="text1"/>
        </w:rPr>
      </w:pPr>
      <w:r w:rsidRPr="0084058A">
        <w:t xml:space="preserve">Andrew </w:t>
      </w:r>
      <w:r w:rsidRPr="0084058A">
        <w:rPr>
          <w:b/>
          <w:bCs/>
          <w:sz w:val="26"/>
          <w:szCs w:val="26"/>
        </w:rPr>
        <w:t>Grim, 20</w:t>
      </w:r>
      <w:r w:rsidRPr="0084058A">
        <w:t xml:space="preserve"> </w:t>
      </w:r>
      <w:r w:rsidRPr="0084058A">
        <w:rPr>
          <w:color w:val="000000" w:themeColor="text1"/>
        </w:rPr>
        <w:t>Ph.D. candidate in history at the University of Massachusetts Amherst, is at work on a dissertation on anti-police brutality activism in post-WWII Newark</w:t>
      </w:r>
    </w:p>
    <w:p w14:paraId="7574BBE1" w14:textId="77777777" w:rsidR="00D66DE4" w:rsidRPr="0084058A" w:rsidRDefault="00D66DE4" w:rsidP="00D66DE4">
      <w:r w:rsidRPr="0084058A">
        <w:rPr>
          <w:color w:val="000000" w:themeColor="text1"/>
        </w:rPr>
        <w:t xml:space="preserve">- ("What is The Blue Flue and </w:t>
      </w:r>
      <w:r w:rsidRPr="0084058A">
        <w:t>How Has It Increased Police Power," Washington Post, 7-1-2020, 11-2-2021https://www.washingtonpost.com/outlook/2020/07/01/what-is-blue-flu-how-has-it-increased-police-power/)//AW</w:t>
      </w:r>
    </w:p>
    <w:p w14:paraId="1A589F3A" w14:textId="77777777" w:rsidR="00D66DE4" w:rsidRPr="0084058A" w:rsidRDefault="00D66DE4" w:rsidP="00D66DE4">
      <w:pPr>
        <w:rPr>
          <w:u w:val="single"/>
        </w:rPr>
      </w:pPr>
      <w:r w:rsidRPr="0084058A">
        <w:rPr>
          <w:sz w:val="12"/>
        </w:rPr>
        <w:t xml:space="preserve">This weekend, officers from the New York City Police Department are rumored to be planning a walkout to protest calls to defund the police. This builds on a similar tactic used by police in Atlanta less than a month ago. On June 16, Fulton County District Attorney, Paul L. Howard Jr. announced that Garrett Rolfe, the Atlanta police officer who fatally shot Rayshard Brooks, would face charges of felony murder and aggravated assault. That night, scores of Atlanta </w:t>
      </w:r>
      <w:r w:rsidRPr="0084058A">
        <w:rPr>
          <w:u w:val="single"/>
        </w:rPr>
        <w:t>Police</w:t>
      </w:r>
      <w:r w:rsidRPr="0084058A">
        <w:rPr>
          <w:sz w:val="12"/>
        </w:rPr>
        <w:t xml:space="preserve"> Department </w:t>
      </w:r>
      <w:r w:rsidRPr="0084058A">
        <w:rPr>
          <w:u w:val="single"/>
        </w:rPr>
        <w:t>officers caught the “</w:t>
      </w:r>
      <w:r w:rsidRPr="0084058A">
        <w:rPr>
          <w:highlight w:val="green"/>
          <w:u w:val="single"/>
        </w:rPr>
        <w:t>blue flu</w:t>
      </w:r>
      <w:r w:rsidRPr="0084058A">
        <w:rPr>
          <w:u w:val="single"/>
        </w:rPr>
        <w:t xml:space="preserve">,” calling out sick en masse to protest the charges </w:t>
      </w:r>
      <w:r w:rsidRPr="0084058A">
        <w:rPr>
          <w:sz w:val="12"/>
        </w:rPr>
        <w:t xml:space="preserve">against Rolfe. Such </w:t>
      </w:r>
      <w:r w:rsidRPr="0084058A">
        <w:rPr>
          <w:highlight w:val="green"/>
          <w:u w:val="single"/>
        </w:rPr>
        <w:t>walkouts constitute</w:t>
      </w:r>
      <w:r w:rsidRPr="0084058A">
        <w:rPr>
          <w:sz w:val="12"/>
        </w:rPr>
        <w:t xml:space="preserve">, in effect, </w:t>
      </w:r>
      <w:r w:rsidRPr="0084058A">
        <w:rPr>
          <w:highlight w:val="green"/>
          <w:u w:val="single"/>
        </w:rPr>
        <w:t>illegal strikes</w:t>
      </w:r>
      <w:r w:rsidRPr="0084058A">
        <w:rPr>
          <w:sz w:val="12"/>
        </w:rPr>
        <w:t xml:space="preserve"> </w:t>
      </w:r>
      <w:r w:rsidRPr="0084058A">
        <w:rPr>
          <w:sz w:val="12"/>
          <w:highlight w:val="green"/>
        </w:rPr>
        <w:t xml:space="preserve">— </w:t>
      </w:r>
      <w:r w:rsidRPr="0084058A">
        <w:rPr>
          <w:highlight w:val="green"/>
          <w:u w:val="single"/>
        </w:rPr>
        <w:t>laws in all 50 states prohibit police strikes.</w:t>
      </w:r>
      <w:r w:rsidRPr="0084058A">
        <w:rPr>
          <w:sz w:val="12"/>
        </w:rPr>
        <w:t xml:space="preserve"> Yet, there is nothing new about the blue flu. It is a strategy long employed by police unions and rank-and-file officers during contract negotiations, disputes over reforms and, like in Atlanta, in response to disciplinary action against individual officers. The intent is to dramatize police disputes with municipal government and rally the citizenry to their side. But the result of such protests matter deeply as we consider police reform today. Historically, </w:t>
      </w:r>
      <w:r w:rsidRPr="0084058A">
        <w:rPr>
          <w:u w:val="single"/>
        </w:rPr>
        <w:t xml:space="preserve">blue flu </w:t>
      </w:r>
      <w:r w:rsidRPr="0084058A">
        <w:rPr>
          <w:highlight w:val="green"/>
          <w:u w:val="single"/>
        </w:rPr>
        <w:t>strikes</w:t>
      </w:r>
      <w:r w:rsidRPr="0084058A">
        <w:rPr>
          <w:sz w:val="12"/>
        </w:rPr>
        <w:t xml:space="preserve"> have helped </w:t>
      </w:r>
      <w:r w:rsidRPr="0084058A">
        <w:rPr>
          <w:highlight w:val="green"/>
          <w:u w:val="single"/>
        </w:rPr>
        <w:t>expand police power</w:t>
      </w:r>
      <w:r w:rsidRPr="0084058A">
        <w:rPr>
          <w:sz w:val="12"/>
        </w:rPr>
        <w:t xml:space="preserve">, ultimately </w:t>
      </w:r>
      <w:r w:rsidRPr="0084058A">
        <w:rPr>
          <w:highlight w:val="green"/>
          <w:u w:val="single"/>
        </w:rPr>
        <w:t>limiting</w:t>
      </w:r>
      <w:r w:rsidRPr="0084058A">
        <w:rPr>
          <w:u w:val="single"/>
        </w:rPr>
        <w:t xml:space="preserve"> the </w:t>
      </w:r>
      <w:r w:rsidRPr="0084058A">
        <w:rPr>
          <w:highlight w:val="green"/>
          <w:u w:val="single"/>
        </w:rPr>
        <w:t>ability</w:t>
      </w:r>
      <w:r w:rsidRPr="0084058A">
        <w:rPr>
          <w:u w:val="single"/>
        </w:rPr>
        <w:t xml:space="preserve"> </w:t>
      </w:r>
      <w:r w:rsidRPr="0084058A">
        <w:rPr>
          <w:highlight w:val="green"/>
          <w:u w:val="single"/>
        </w:rPr>
        <w:t>of</w:t>
      </w:r>
      <w:r w:rsidRPr="0084058A">
        <w:rPr>
          <w:u w:val="single"/>
        </w:rPr>
        <w:t xml:space="preserve"> city </w:t>
      </w:r>
      <w:r w:rsidRPr="0084058A">
        <w:rPr>
          <w:highlight w:val="green"/>
          <w:u w:val="single"/>
        </w:rPr>
        <w:t>governments to reform, constrain or conduct oversight</w:t>
      </w:r>
      <w:r w:rsidRPr="0084058A">
        <w:rPr>
          <w:u w:val="single"/>
        </w:rPr>
        <w:t xml:space="preserve"> over the police.</w:t>
      </w:r>
      <w:r w:rsidRPr="0084058A">
        <w:rPr>
          <w:sz w:val="12"/>
        </w:rPr>
        <w:t xml:space="preserve"> They allow the </w:t>
      </w:r>
      <w:r w:rsidRPr="0084058A">
        <w:rPr>
          <w:u w:val="single"/>
        </w:rPr>
        <w:t>police</w:t>
      </w:r>
      <w:r w:rsidRPr="0084058A">
        <w:rPr>
          <w:sz w:val="12"/>
        </w:rPr>
        <w:t xml:space="preserve"> to </w:t>
      </w:r>
      <w:r w:rsidRPr="0084058A">
        <w:rPr>
          <w:highlight w:val="green"/>
          <w:u w:val="single"/>
        </w:rPr>
        <w:t>leverage</w:t>
      </w:r>
      <w:r w:rsidRPr="0084058A">
        <w:rPr>
          <w:u w:val="single"/>
        </w:rPr>
        <w:t xml:space="preserve"> </w:t>
      </w:r>
      <w:r w:rsidRPr="0084058A">
        <w:rPr>
          <w:highlight w:val="green"/>
          <w:u w:val="single"/>
        </w:rPr>
        <w:t>public fear of crime to extract concessions</w:t>
      </w:r>
      <w:r w:rsidRPr="0084058A">
        <w:rPr>
          <w:u w:val="single"/>
        </w:rPr>
        <w:t xml:space="preserve"> from municipalities. </w:t>
      </w:r>
    </w:p>
    <w:p w14:paraId="54E12A8B" w14:textId="77777777" w:rsidR="00D66DE4" w:rsidRPr="0084058A" w:rsidRDefault="00D66DE4" w:rsidP="00D66DE4"/>
    <w:p w14:paraId="5D29F25B" w14:textId="77777777" w:rsidR="00D66DE4" w:rsidRPr="0084058A" w:rsidRDefault="00D66DE4" w:rsidP="00D66DE4">
      <w:pPr>
        <w:pStyle w:val="Heading4"/>
        <w:rPr>
          <w:rFonts w:cs="Calibri"/>
        </w:rPr>
      </w:pPr>
      <w:r w:rsidRPr="0084058A">
        <w:rPr>
          <w:rFonts w:cs="Calibri"/>
        </w:rPr>
        <w:t>Police unions use collective bargaining to reinforce systems of racism and violence. Clark ‘19</w:t>
      </w:r>
    </w:p>
    <w:p w14:paraId="2D43816C" w14:textId="77777777" w:rsidR="00D66DE4" w:rsidRPr="0084058A" w:rsidRDefault="00D66DE4" w:rsidP="00D66DE4">
      <w:r w:rsidRPr="0084058A">
        <w:t xml:space="preserve">Paul F. Clark [School Director and Professor of Labor and Employment Relations, Penn State], 10-10-2019, "Why police unions are not part of the American labor movement," Conversation, </w:t>
      </w:r>
      <w:hyperlink r:id="rId6" w:history="1">
        <w:r w:rsidRPr="0084058A">
          <w:rPr>
            <w:rStyle w:val="Hyperlink"/>
          </w:rPr>
          <w:t>https://theconversation.com/why-police-unions-are-not-part-of-the-american-labor-movement-142538 //accessed 10/20/2021</w:t>
        </w:r>
      </w:hyperlink>
      <w:r w:rsidRPr="0084058A">
        <w:t xml:space="preserve"> //marlborough jh</w:t>
      </w:r>
    </w:p>
    <w:p w14:paraId="11C8E973" w14:textId="77777777" w:rsidR="00D66DE4" w:rsidRPr="0084058A" w:rsidRDefault="00D66DE4" w:rsidP="00D66DE4">
      <w:pPr>
        <w:rPr>
          <w:rStyle w:val="Emphasis"/>
        </w:rPr>
      </w:pPr>
      <w:r w:rsidRPr="0084058A">
        <w:rPr>
          <w:sz w:val="16"/>
        </w:rPr>
        <w:t xml:space="preserve">In the wake of George Floyd’s death at the hands of a Minneapolis police officer, news reports have suggested </w:t>
      </w:r>
      <w:r w:rsidRPr="0084058A">
        <w:rPr>
          <w:rStyle w:val="Emphasis"/>
        </w:rPr>
        <w:t>that </w:t>
      </w:r>
      <w:hyperlink r:id="rId7" w:history="1">
        <w:r w:rsidRPr="0084058A">
          <w:rPr>
            <w:rStyle w:val="Emphasis"/>
            <w:highlight w:val="green"/>
          </w:rPr>
          <w:t>police unions bear some of the responsibility</w:t>
        </w:r>
      </w:hyperlink>
      <w:r w:rsidRPr="0084058A">
        <w:rPr>
          <w:rStyle w:val="Emphasis"/>
          <w:highlight w:val="green"/>
        </w:rPr>
        <w:t> for</w:t>
      </w:r>
      <w:r w:rsidRPr="0084058A">
        <w:rPr>
          <w:rStyle w:val="Emphasis"/>
        </w:rPr>
        <w:t xml:space="preserve"> the </w:t>
      </w:r>
      <w:hyperlink r:id="rId8" w:history="1">
        <w:r w:rsidRPr="0084058A">
          <w:rPr>
            <w:rStyle w:val="Emphasis"/>
            <w:highlight w:val="green"/>
          </w:rPr>
          <w:t>violence</w:t>
        </w:r>
        <w:r w:rsidRPr="0084058A">
          <w:rPr>
            <w:rStyle w:val="Emphasis"/>
          </w:rPr>
          <w:t xml:space="preserve"> perpetrated </w:t>
        </w:r>
        <w:r w:rsidRPr="0084058A">
          <w:rPr>
            <w:rStyle w:val="Emphasis"/>
            <w:highlight w:val="green"/>
          </w:rPr>
          <w:t>against African Americans</w:t>
        </w:r>
      </w:hyperlink>
      <w:r w:rsidRPr="0084058A">
        <w:rPr>
          <w:rStyle w:val="Emphasis"/>
        </w:rPr>
        <w:t>.</w:t>
      </w:r>
      <w:r w:rsidRPr="0084058A">
        <w:rPr>
          <w:sz w:val="16"/>
        </w:rPr>
        <w:t xml:space="preserve"> </w:t>
      </w:r>
      <w:r w:rsidRPr="0084058A">
        <w:rPr>
          <w:sz w:val="12"/>
        </w:rPr>
        <w:t>¶</w:t>
      </w:r>
      <w:r w:rsidRPr="0084058A">
        <w:rPr>
          <w:rStyle w:val="Emphasis"/>
        </w:rPr>
        <w:t xml:space="preserve">Critics have assailed these </w:t>
      </w:r>
      <w:r w:rsidRPr="0084058A">
        <w:rPr>
          <w:rStyle w:val="Emphasis"/>
          <w:highlight w:val="green"/>
        </w:rPr>
        <w:t>unions</w:t>
      </w:r>
      <w:r w:rsidRPr="0084058A">
        <w:rPr>
          <w:rStyle w:val="Emphasis"/>
        </w:rPr>
        <w:t xml:space="preserve"> for </w:t>
      </w:r>
      <w:hyperlink r:id="rId9" w:history="1">
        <w:r w:rsidRPr="0084058A">
          <w:rPr>
            <w:rStyle w:val="Emphasis"/>
            <w:highlight w:val="green"/>
          </w:rPr>
          <w:t>protect</w:t>
        </w:r>
        <w:r w:rsidRPr="0084058A">
          <w:rPr>
            <w:rStyle w:val="Emphasis"/>
          </w:rPr>
          <w:t xml:space="preserve">ing </w:t>
        </w:r>
        <w:r w:rsidRPr="0084058A">
          <w:rPr>
            <w:rStyle w:val="Emphasis"/>
            <w:highlight w:val="green"/>
          </w:rPr>
          <w:t>officers who</w:t>
        </w:r>
        <w:r w:rsidRPr="0084058A">
          <w:rPr>
            <w:rStyle w:val="Emphasis"/>
          </w:rPr>
          <w:t xml:space="preserve"> have </w:t>
        </w:r>
        <w:r w:rsidRPr="0084058A">
          <w:rPr>
            <w:rStyle w:val="Emphasis"/>
            <w:highlight w:val="green"/>
          </w:rPr>
          <w:t>abuse</w:t>
        </w:r>
        <w:r w:rsidRPr="0084058A">
          <w:rPr>
            <w:rStyle w:val="Emphasis"/>
          </w:rPr>
          <w:t xml:space="preserve">d their </w:t>
        </w:r>
        <w:r w:rsidRPr="0084058A">
          <w:rPr>
            <w:rStyle w:val="Emphasis"/>
            <w:highlight w:val="green"/>
          </w:rPr>
          <w:t>authority</w:t>
        </w:r>
      </w:hyperlink>
      <w:r w:rsidRPr="0084058A">
        <w:rPr>
          <w:rStyle w:val="Emphasis"/>
        </w:rPr>
        <w:t xml:space="preserve">. </w:t>
      </w:r>
      <w:r w:rsidRPr="0084058A">
        <w:rPr>
          <w:sz w:val="16"/>
        </w:rPr>
        <w:t>Derek Chauvin, the former police officer facing </w:t>
      </w:r>
      <w:hyperlink r:id="rId10" w:history="1">
        <w:r w:rsidRPr="0084058A">
          <w:rPr>
            <w:rStyle w:val="Hyperlink"/>
            <w:sz w:val="16"/>
          </w:rPr>
          <w:t>second-degree murder charges for Floyd’s death</w:t>
        </w:r>
      </w:hyperlink>
      <w:r w:rsidRPr="0084058A">
        <w:rPr>
          <w:sz w:val="16"/>
        </w:rPr>
        <w:t>, had nearly </w:t>
      </w:r>
      <w:hyperlink r:id="rId11" w:history="1">
        <w:r w:rsidRPr="0084058A">
          <w:rPr>
            <w:rStyle w:val="Hyperlink"/>
            <w:sz w:val="16"/>
          </w:rPr>
          <w:t>20 complaints filed against him during his career</w:t>
        </w:r>
      </w:hyperlink>
      <w:r w:rsidRPr="0084058A">
        <w:rPr>
          <w:sz w:val="16"/>
        </w:rPr>
        <w:t xml:space="preserve"> but only received two letters of reprimand. </w:t>
      </w:r>
      <w:r w:rsidRPr="0084058A">
        <w:rPr>
          <w:sz w:val="12"/>
        </w:rPr>
        <w:t>¶</w:t>
      </w:r>
      <w:r w:rsidRPr="0084058A">
        <w:rPr>
          <w:rStyle w:val="Emphasis"/>
        </w:rPr>
        <w:t>Many people who support labor unions in principle, who view them as a countervailing force against the power of employers, have only recently </w:t>
      </w:r>
      <w:hyperlink r:id="rId12" w:history="1">
        <w:r w:rsidRPr="0084058A">
          <w:rPr>
            <w:rStyle w:val="Emphasis"/>
          </w:rPr>
          <w:t xml:space="preserve">come to view </w:t>
        </w:r>
        <w:r w:rsidRPr="0084058A">
          <w:rPr>
            <w:rStyle w:val="Emphasis"/>
            <w:highlight w:val="green"/>
          </w:rPr>
          <w:t>police unions</w:t>
        </w:r>
        <w:r w:rsidRPr="0084058A">
          <w:rPr>
            <w:rStyle w:val="Emphasis"/>
          </w:rPr>
          <w:t xml:space="preserve"> as problematic</w:t>
        </w:r>
      </w:hyperlink>
      <w:r w:rsidRPr="0084058A">
        <w:rPr>
          <w:rStyle w:val="Emphasis"/>
        </w:rPr>
        <w:t> – as entities that </w:t>
      </w:r>
      <w:hyperlink r:id="rId13" w:history="1">
        <w:r w:rsidRPr="0084058A">
          <w:rPr>
            <w:rStyle w:val="Emphasis"/>
            <w:highlight w:val="green"/>
          </w:rPr>
          <w:t>perpetuate</w:t>
        </w:r>
        <w:r w:rsidRPr="0084058A">
          <w:rPr>
            <w:rStyle w:val="Emphasis"/>
          </w:rPr>
          <w:t xml:space="preserve"> a culture of </w:t>
        </w:r>
        <w:r w:rsidRPr="0084058A">
          <w:rPr>
            <w:rStyle w:val="Emphasis"/>
            <w:highlight w:val="green"/>
          </w:rPr>
          <w:t>racism and violence</w:t>
        </w:r>
      </w:hyperlink>
      <w:r w:rsidRPr="0084058A">
        <w:rPr>
          <w:rStyle w:val="Emphasis"/>
        </w:rPr>
        <w:t xml:space="preserve">. </w:t>
      </w:r>
      <w:r w:rsidRPr="0084058A">
        <w:rPr>
          <w:sz w:val="16"/>
        </w:rPr>
        <w:t>But this sentiment reverberates through the history of the U.S. labor movement. As a </w:t>
      </w:r>
      <w:hyperlink r:id="rId14" w:history="1">
        <w:r w:rsidRPr="0084058A">
          <w:rPr>
            <w:rStyle w:val="Hyperlink"/>
            <w:sz w:val="16"/>
          </w:rPr>
          <w:t>labor scholar</w:t>
        </w:r>
      </w:hyperlink>
      <w:r w:rsidRPr="0084058A">
        <w:rPr>
          <w:sz w:val="16"/>
        </w:rPr>
        <w:t> who has </w:t>
      </w:r>
      <w:hyperlink r:id="rId15" w:history="1">
        <w:r w:rsidRPr="0084058A">
          <w:rPr>
            <w:rStyle w:val="Hyperlink"/>
            <w:sz w:val="16"/>
          </w:rPr>
          <w:t>written about unions</w:t>
        </w:r>
      </w:hyperlink>
      <w:r w:rsidRPr="0084058A">
        <w:rPr>
          <w:sz w:val="16"/>
        </w:rPr>
        <w:t> for </w:t>
      </w:r>
      <w:hyperlink r:id="rId16" w:history="1">
        <w:r w:rsidRPr="0084058A">
          <w:rPr>
            <w:rStyle w:val="Hyperlink"/>
            <w:sz w:val="16"/>
          </w:rPr>
          <w:t>decades</w:t>
        </w:r>
      </w:hyperlink>
      <w:r w:rsidRPr="0084058A">
        <w:rPr>
          <w:sz w:val="16"/>
        </w:rPr>
        <w:t xml:space="preserve">, I think this viewpoint can be explained by the fact that </w:t>
      </w:r>
      <w:r w:rsidRPr="0084058A">
        <w:rPr>
          <w:rStyle w:val="StyleUnderline"/>
        </w:rPr>
        <w:t>police unions differ fundamentally from almost all trade unions in America</w:t>
      </w:r>
      <w:r w:rsidRPr="0084058A">
        <w:rPr>
          <w:sz w:val="16"/>
        </w:rPr>
        <w:t>.</w:t>
      </w:r>
      <w:r w:rsidRPr="0084058A">
        <w:rPr>
          <w:iCs/>
          <w:u w:val="single"/>
        </w:rPr>
        <w:t xml:space="preserve"> </w:t>
      </w:r>
      <w:r w:rsidRPr="0084058A">
        <w:rPr>
          <w:sz w:val="16"/>
        </w:rPr>
        <w:t>Foot soldiers for the status quo</w:t>
      </w:r>
      <w:r w:rsidRPr="0084058A">
        <w:rPr>
          <w:iCs/>
          <w:u w:val="single"/>
        </w:rPr>
        <w:t xml:space="preserve"> </w:t>
      </w:r>
      <w:r w:rsidRPr="0084058A">
        <w:rPr>
          <w:sz w:val="16"/>
        </w:rPr>
        <w:t>For many veterans of the labor movement, </w:t>
      </w:r>
      <w:hyperlink r:id="rId17" w:history="1">
        <w:r w:rsidRPr="0084058A">
          <w:rPr>
            <w:rStyle w:val="Emphasis"/>
            <w:highlight w:val="green"/>
          </w:rPr>
          <w:t>police have been on the wrong side</w:t>
        </w:r>
      </w:hyperlink>
      <w:r w:rsidRPr="0084058A">
        <w:rPr>
          <w:rStyle w:val="Emphasis"/>
          <w:highlight w:val="green"/>
        </w:rPr>
        <w:t> of the</w:t>
      </w:r>
      <w:r w:rsidRPr="0084058A">
        <w:rPr>
          <w:rStyle w:val="Emphasis"/>
        </w:rPr>
        <w:t xml:space="preserve"> centuries-old </w:t>
      </w:r>
      <w:r w:rsidRPr="0084058A">
        <w:rPr>
          <w:rStyle w:val="Emphasis"/>
          <w:highlight w:val="green"/>
        </w:rPr>
        <w:t>struggle between workers and employers</w:t>
      </w:r>
      <w:r w:rsidRPr="0084058A">
        <w:rPr>
          <w:rStyle w:val="Emphasis"/>
        </w:rPr>
        <w:t>.</w:t>
      </w:r>
      <w:r w:rsidRPr="0084058A">
        <w:rPr>
          <w:sz w:val="16"/>
        </w:rPr>
        <w:t> </w:t>
      </w:r>
      <w:hyperlink r:id="rId18" w:history="1">
        <w:r w:rsidRPr="0084058A">
          <w:rPr>
            <w:rStyle w:val="Hyperlink"/>
            <w:sz w:val="16"/>
          </w:rPr>
          <w:t>Rather than side with other members of the working class</w:t>
        </w:r>
      </w:hyperlink>
      <w:r w:rsidRPr="0084058A">
        <w:rPr>
          <w:sz w:val="16"/>
        </w:rPr>
        <w:t>, police have used their legal authority to protect businesses and private property, enforcing laws viewed by many as anti-union.</w:t>
      </w:r>
      <w:r w:rsidRPr="0084058A">
        <w:rPr>
          <w:iCs/>
          <w:u w:val="single"/>
        </w:rPr>
        <w:t xml:space="preserve"> </w:t>
      </w:r>
      <w:r w:rsidRPr="0084058A">
        <w:rPr>
          <w:sz w:val="16"/>
        </w:rPr>
        <w:t>The strain between law enforcement and labor goes back to the origins of </w:t>
      </w:r>
      <w:hyperlink r:id="rId19" w:history="1">
        <w:r w:rsidRPr="0084058A">
          <w:rPr>
            <w:rStyle w:val="Hyperlink"/>
            <w:sz w:val="16"/>
          </w:rPr>
          <w:t>American unions in the mid 19th century</w:t>
        </w:r>
      </w:hyperlink>
      <w:r w:rsidRPr="0084058A">
        <w:rPr>
          <w:sz w:val="16"/>
        </w:rPr>
        <w:t>. Workers formed unions to fight for wage increases, reduced working hours and humane working conditions.</w:t>
      </w:r>
      <w:r w:rsidRPr="0084058A">
        <w:rPr>
          <w:iCs/>
          <w:u w:val="single"/>
        </w:rPr>
        <w:t xml:space="preserve"> </w:t>
      </w:r>
      <w:r w:rsidRPr="0084058A">
        <w:rPr>
          <w:rStyle w:val="StyleUnderline"/>
        </w:rPr>
        <w:t>For employers, this was an attack on the existing societal power structure. They enlisted the government as the defender of capital and property rights, and </w:t>
      </w:r>
      <w:hyperlink r:id="rId20" w:history="1">
        <w:r w:rsidRPr="0084058A">
          <w:rPr>
            <w:rStyle w:val="StyleUnderline"/>
          </w:rPr>
          <w:t>police officers were the foot soldiers</w:t>
        </w:r>
      </w:hyperlink>
      <w:r w:rsidRPr="0084058A">
        <w:rPr>
          <w:rStyle w:val="StyleUnderline"/>
        </w:rPr>
        <w:t> who defended the status quo.</w:t>
      </w:r>
      <w:r w:rsidRPr="0084058A">
        <w:rPr>
          <w:iCs/>
          <w:u w:val="single"/>
        </w:rPr>
        <w:t xml:space="preserve"> </w:t>
      </w:r>
      <w:r w:rsidRPr="0084058A">
        <w:rPr>
          <w:iCs/>
          <w:sz w:val="12"/>
        </w:rPr>
        <w:t>¶</w:t>
      </w:r>
      <w:r w:rsidRPr="0084058A">
        <w:rPr>
          <w:rStyle w:val="Emphasis"/>
        </w:rPr>
        <w:t>When workers managed to form unions, companies called on local police to disperse union gatherings, marches and picket lines, using </w:t>
      </w:r>
      <w:hyperlink r:id="rId21" w:history="1">
        <w:r w:rsidRPr="0084058A">
          <w:rPr>
            <w:rStyle w:val="Emphasis"/>
          </w:rPr>
          <w:t>violence and mass arrests to break the will of strikers</w:t>
        </w:r>
      </w:hyperlink>
      <w:r w:rsidRPr="0084058A">
        <w:rPr>
          <w:sz w:val="16"/>
        </w:rPr>
        <w:t>.</w:t>
      </w:r>
      <w:r w:rsidRPr="0084058A">
        <w:rPr>
          <w:iCs/>
          <w:u w:val="single"/>
        </w:rPr>
        <w:t xml:space="preserve"> </w:t>
      </w:r>
      <w:r w:rsidRPr="0084058A">
        <w:rPr>
          <w:sz w:val="16"/>
        </w:rPr>
        <w:t>A narrow focus</w:t>
      </w:r>
      <w:r w:rsidRPr="0084058A">
        <w:rPr>
          <w:iCs/>
          <w:u w:val="single"/>
        </w:rPr>
        <w:t xml:space="preserve"> </w:t>
      </w:r>
      <w:r w:rsidRPr="0084058A">
        <w:rPr>
          <w:rStyle w:val="Emphasis"/>
          <w:highlight w:val="green"/>
        </w:rPr>
        <w:t>Police work is</w:t>
      </w:r>
      <w:r w:rsidRPr="0084058A">
        <w:rPr>
          <w:rStyle w:val="Emphasis"/>
        </w:rPr>
        <w:t xml:space="preserve"> a </w:t>
      </w:r>
      <w:r w:rsidRPr="0084058A">
        <w:rPr>
          <w:rStyle w:val="Emphasis"/>
          <w:highlight w:val="green"/>
        </w:rPr>
        <w:t>fundamentally conservative</w:t>
      </w:r>
      <w:r w:rsidRPr="0084058A">
        <w:rPr>
          <w:rStyle w:val="Emphasis"/>
        </w:rPr>
        <w:t xml:space="preserve"> act</w:t>
      </w:r>
      <w:r w:rsidRPr="0084058A">
        <w:rPr>
          <w:sz w:val="16"/>
        </w:rPr>
        <w:t>. And police officers tend to be politically conservative and Republican.</w:t>
      </w:r>
      <w:r w:rsidRPr="0084058A">
        <w:rPr>
          <w:iCs/>
          <w:u w:val="single"/>
        </w:rPr>
        <w:t xml:space="preserve"> </w:t>
      </w:r>
      <w:r w:rsidRPr="0084058A">
        <w:rPr>
          <w:sz w:val="16"/>
        </w:rPr>
        <w:t>A poll of police </w:t>
      </w:r>
      <w:hyperlink r:id="rId22" w:history="1">
        <w:r w:rsidRPr="0084058A">
          <w:rPr>
            <w:rStyle w:val="Hyperlink"/>
            <w:sz w:val="16"/>
          </w:rPr>
          <w:t>conducted in September 2016 by POLICE Magazine</w:t>
        </w:r>
      </w:hyperlink>
      <w:r w:rsidRPr="0084058A">
        <w:rPr>
          <w:sz w:val="16"/>
        </w:rPr>
        <w:t> found that 84% of officers intended to vote for Donald Trump that November. And law enforcement unions like the Fraternal Order of Police, the International Union of Police Associations and the National Border Patrol Council </w:t>
      </w:r>
      <w:hyperlink r:id="rId23" w:history="1">
        <w:r w:rsidRPr="0084058A">
          <w:rPr>
            <w:rStyle w:val="Hyperlink"/>
            <w:sz w:val="16"/>
          </w:rPr>
          <w:t>all endorsed Trump’s candidacy in 2016</w:t>
        </w:r>
      </w:hyperlink>
      <w:r w:rsidRPr="0084058A">
        <w:rPr>
          <w:sz w:val="16"/>
        </w:rPr>
        <w:t>.</w:t>
      </w:r>
      <w:r w:rsidRPr="0084058A">
        <w:rPr>
          <w:iCs/>
          <w:u w:val="single"/>
        </w:rPr>
        <w:t xml:space="preserve"> </w:t>
      </w:r>
      <w:r w:rsidRPr="0084058A">
        <w:rPr>
          <w:sz w:val="16"/>
        </w:rPr>
        <w:t>This contrasts sharply with the 39% share of all </w:t>
      </w:r>
      <w:hyperlink r:id="rId24" w:history="1">
        <w:r w:rsidRPr="0084058A">
          <w:rPr>
            <w:rStyle w:val="Hyperlink"/>
            <w:sz w:val="16"/>
          </w:rPr>
          <w:t>union voters who voted for Trump</w:t>
        </w:r>
      </w:hyperlink>
      <w:r w:rsidRPr="0084058A">
        <w:rPr>
          <w:sz w:val="16"/>
        </w:rPr>
        <w:t> and the fact that every other union which made an </w:t>
      </w:r>
      <w:hyperlink r:id="rId25" w:history="1">
        <w:r w:rsidRPr="0084058A">
          <w:rPr>
            <w:rStyle w:val="Hyperlink"/>
            <w:sz w:val="16"/>
          </w:rPr>
          <w:t>endorsement supported Hillary Clinton</w:t>
        </w:r>
      </w:hyperlink>
      <w:r w:rsidRPr="0084058A">
        <w:rPr>
          <w:sz w:val="16"/>
        </w:rPr>
        <w:t>.</w:t>
      </w:r>
      <w:r w:rsidRPr="0084058A">
        <w:rPr>
          <w:iCs/>
          <w:u w:val="single"/>
        </w:rPr>
        <w:t xml:space="preserve"> </w:t>
      </w:r>
      <w:r w:rsidRPr="0084058A">
        <w:rPr>
          <w:rStyle w:val="StyleUnderline"/>
          <w:highlight w:val="green"/>
        </w:rPr>
        <w:t>Exclusively protecting the interests of their members, without consideration for other</w:t>
      </w:r>
      <w:r w:rsidRPr="0084058A">
        <w:rPr>
          <w:rStyle w:val="StyleUnderline"/>
        </w:rPr>
        <w:t xml:space="preserve"> worker</w:t>
      </w:r>
      <w:r w:rsidRPr="0084058A">
        <w:rPr>
          <w:rStyle w:val="StyleUnderline"/>
          <w:highlight w:val="green"/>
        </w:rPr>
        <w:t>s</w:t>
      </w:r>
      <w:r w:rsidRPr="0084058A">
        <w:rPr>
          <w:rStyle w:val="StyleUnderline"/>
        </w:rPr>
        <w:t xml:space="preserve">, also </w:t>
      </w:r>
      <w:r w:rsidRPr="0084058A">
        <w:rPr>
          <w:rStyle w:val="StyleUnderline"/>
          <w:highlight w:val="green"/>
        </w:rPr>
        <w:t>sets police unions apart</w:t>
      </w:r>
      <w:r w:rsidRPr="0084058A">
        <w:rPr>
          <w:rStyle w:val="StyleUnderline"/>
        </w:rPr>
        <w:t xml:space="preserve"> from other labor group</w:t>
      </w:r>
      <w:r w:rsidRPr="0084058A">
        <w:rPr>
          <w:sz w:val="16"/>
        </w:rPr>
        <w:t xml:space="preserve">s. Yes, the first priority of any union is to fight for their members, but </w:t>
      </w:r>
      <w:r w:rsidRPr="0084058A">
        <w:rPr>
          <w:rStyle w:val="StyleUnderline"/>
        </w:rPr>
        <w:t xml:space="preserve">most </w:t>
      </w:r>
      <w:r w:rsidRPr="0084058A">
        <w:rPr>
          <w:rStyle w:val="StyleUnderline"/>
          <w:highlight w:val="green"/>
        </w:rPr>
        <w:t>other unions see that fight in the context of a </w:t>
      </w:r>
      <w:hyperlink r:id="rId26" w:history="1">
        <w:r w:rsidRPr="0084058A">
          <w:rPr>
            <w:rStyle w:val="StyleUnderline"/>
            <w:highlight w:val="green"/>
          </w:rPr>
          <w:t>larger movement that fights for all workers</w:t>
        </w:r>
      </w:hyperlink>
      <w:r w:rsidRPr="0084058A">
        <w:rPr>
          <w:rStyle w:val="StyleUnderline"/>
        </w:rPr>
        <w:t xml:space="preserve">. </w:t>
      </w:r>
      <w:r w:rsidRPr="0084058A">
        <w:rPr>
          <w:sz w:val="16"/>
        </w:rPr>
        <w:t>Police unions do not see themselves as </w:t>
      </w:r>
      <w:hyperlink r:id="rId27" w:history="1">
        <w:r w:rsidRPr="0084058A">
          <w:rPr>
            <w:rStyle w:val="Hyperlink"/>
            <w:sz w:val="16"/>
          </w:rPr>
          <w:t>part of this movement</w:t>
        </w:r>
      </w:hyperlink>
      <w:r w:rsidRPr="0084058A">
        <w:rPr>
          <w:sz w:val="16"/>
        </w:rPr>
        <w:t>. With one exception – the </w:t>
      </w:r>
      <w:hyperlink r:id="rId28" w:history="1">
        <w:r w:rsidRPr="0084058A">
          <w:rPr>
            <w:rStyle w:val="Hyperlink"/>
            <w:sz w:val="16"/>
          </w:rPr>
          <w:t>International Union of Police Associations</w:t>
        </w:r>
      </w:hyperlink>
      <w:r w:rsidRPr="0084058A">
        <w:rPr>
          <w:sz w:val="16"/>
        </w:rPr>
        <w:t>, which represents just </w:t>
      </w:r>
      <w:hyperlink r:id="rId29" w:history="1">
        <w:r w:rsidRPr="0084058A">
          <w:rPr>
            <w:rStyle w:val="Hyperlink"/>
            <w:sz w:val="16"/>
          </w:rPr>
          <w:t>2.7% of American police</w:t>
        </w:r>
      </w:hyperlink>
      <w:r w:rsidRPr="0084058A">
        <w:rPr>
          <w:sz w:val="16"/>
        </w:rPr>
        <w:t> – law enforcement unions are not affiliated with the AFL-CIO, the U.S. labor body that unites all unions.</w:t>
      </w:r>
      <w:r w:rsidRPr="0084058A">
        <w:rPr>
          <w:u w:val="single"/>
        </w:rPr>
        <w:t xml:space="preserve"> </w:t>
      </w:r>
      <w:r w:rsidRPr="0084058A">
        <w:rPr>
          <w:sz w:val="16"/>
        </w:rPr>
        <w:t>Alternative justice system</w:t>
      </w:r>
      <w:r w:rsidRPr="0084058A">
        <w:rPr>
          <w:u w:val="single"/>
        </w:rPr>
        <w:t xml:space="preserve"> </w:t>
      </w:r>
      <w:r w:rsidRPr="0084058A">
        <w:rPr>
          <w:rStyle w:val="Emphasis"/>
        </w:rPr>
        <w:t xml:space="preserve">A central concern with </w:t>
      </w:r>
      <w:r w:rsidRPr="0084058A">
        <w:rPr>
          <w:rStyle w:val="Emphasis"/>
          <w:highlight w:val="green"/>
        </w:rPr>
        <w:t>police unions</w:t>
      </w:r>
      <w:r w:rsidRPr="0084058A">
        <w:rPr>
          <w:rStyle w:val="Emphasis"/>
        </w:rPr>
        <w:t xml:space="preserve"> is that they </w:t>
      </w:r>
      <w:r w:rsidRPr="0084058A">
        <w:rPr>
          <w:rStyle w:val="Emphasis"/>
          <w:highlight w:val="green"/>
        </w:rPr>
        <w:t>use collective bargaining</w:t>
      </w:r>
      <w:r w:rsidRPr="0084058A">
        <w:rPr>
          <w:rStyle w:val="Emphasis"/>
        </w:rPr>
        <w:t xml:space="preserve"> </w:t>
      </w:r>
      <w:r w:rsidRPr="0084058A">
        <w:rPr>
          <w:rStyle w:val="Emphasis"/>
          <w:highlight w:val="green"/>
        </w:rPr>
        <w:t>to</w:t>
      </w:r>
      <w:r w:rsidRPr="0084058A">
        <w:rPr>
          <w:rStyle w:val="Emphasis"/>
        </w:rPr>
        <w:t xml:space="preserve"> negotiate contracts that </w:t>
      </w:r>
      <w:r w:rsidRPr="0084058A">
        <w:rPr>
          <w:rStyle w:val="Emphasis"/>
          <w:highlight w:val="green"/>
        </w:rPr>
        <w:t>reduce</w:t>
      </w:r>
      <w:r w:rsidRPr="0084058A">
        <w:rPr>
          <w:rStyle w:val="Emphasis"/>
        </w:rPr>
        <w:t xml:space="preserve"> police </w:t>
      </w:r>
      <w:r w:rsidRPr="0084058A">
        <w:rPr>
          <w:rStyle w:val="Emphasis"/>
          <w:highlight w:val="green"/>
        </w:rPr>
        <w:t>transparency and accountability</w:t>
      </w:r>
      <w:r w:rsidRPr="0084058A">
        <w:rPr>
          <w:sz w:val="16"/>
          <w:highlight w:val="green"/>
        </w:rPr>
        <w:t>.</w:t>
      </w:r>
      <w:r w:rsidRPr="0084058A">
        <w:rPr>
          <w:sz w:val="16"/>
        </w:rPr>
        <w:t xml:space="preserve"> </w:t>
      </w:r>
      <w:r w:rsidRPr="0084058A">
        <w:rPr>
          <w:rStyle w:val="Emphasis"/>
        </w:rPr>
        <w:t>This allows officers who engage in excessive violence to </w:t>
      </w:r>
      <w:hyperlink r:id="rId30" w:history="1">
        <w:r w:rsidRPr="0084058A">
          <w:rPr>
            <w:rStyle w:val="Emphasis"/>
          </w:rPr>
          <w:t>avoid the consequences of their actions</w:t>
        </w:r>
      </w:hyperlink>
      <w:r w:rsidRPr="0084058A">
        <w:rPr>
          <w:rStyle w:val="Emphasis"/>
        </w:rPr>
        <w:t xml:space="preserve"> and remain on the job. </w:t>
      </w:r>
      <w:r w:rsidRPr="0084058A">
        <w:rPr>
          <w:sz w:val="16"/>
        </w:rPr>
        <w:t xml:space="preserve">In a way, </w:t>
      </w:r>
      <w:r w:rsidRPr="0084058A">
        <w:rPr>
          <w:rStyle w:val="Emphasis"/>
        </w:rPr>
        <w:t xml:space="preserve">some police </w:t>
      </w:r>
      <w:r w:rsidRPr="0084058A">
        <w:rPr>
          <w:rStyle w:val="Emphasis"/>
          <w:highlight w:val="green"/>
        </w:rPr>
        <w:t>unions</w:t>
      </w:r>
      <w:r w:rsidRPr="0084058A">
        <w:rPr>
          <w:rStyle w:val="Emphasis"/>
        </w:rPr>
        <w:t xml:space="preserve"> have </w:t>
      </w:r>
      <w:r w:rsidRPr="0084058A">
        <w:rPr>
          <w:rStyle w:val="Emphasis"/>
          <w:highlight w:val="green"/>
        </w:rPr>
        <w:t>create</w:t>
      </w:r>
      <w:r w:rsidRPr="0084058A">
        <w:rPr>
          <w:rStyle w:val="Emphasis"/>
        </w:rPr>
        <w:t xml:space="preserve">d </w:t>
      </w:r>
      <w:r w:rsidRPr="0084058A">
        <w:rPr>
          <w:rStyle w:val="Emphasis"/>
          <w:highlight w:val="green"/>
        </w:rPr>
        <w:t>an </w:t>
      </w:r>
      <w:hyperlink r:id="rId31" w:history="1">
        <w:r w:rsidRPr="0084058A">
          <w:rPr>
            <w:rStyle w:val="Emphasis"/>
            <w:highlight w:val="green"/>
          </w:rPr>
          <w:t>alternative justice system</w:t>
        </w:r>
      </w:hyperlink>
      <w:r w:rsidRPr="0084058A">
        <w:rPr>
          <w:rStyle w:val="Emphasis"/>
          <w:highlight w:val="green"/>
        </w:rPr>
        <w:t> that prevents</w:t>
      </w:r>
      <w:r w:rsidRPr="0084058A">
        <w:rPr>
          <w:rStyle w:val="Emphasis"/>
        </w:rPr>
        <w:t xml:space="preserve"> police departments and </w:t>
      </w:r>
      <w:r w:rsidRPr="0084058A">
        <w:rPr>
          <w:rStyle w:val="Emphasis"/>
          <w:highlight w:val="green"/>
        </w:rPr>
        <w:t>municipalities from disciplining</w:t>
      </w:r>
      <w:r w:rsidRPr="0084058A">
        <w:rPr>
          <w:rStyle w:val="Emphasis"/>
        </w:rPr>
        <w:t xml:space="preserve"> or discharging </w:t>
      </w:r>
      <w:r w:rsidRPr="0084058A">
        <w:rPr>
          <w:rStyle w:val="Emphasis"/>
          <w:highlight w:val="green"/>
        </w:rPr>
        <w:t xml:space="preserve">officers who </w:t>
      </w:r>
      <w:r w:rsidRPr="0084058A">
        <w:rPr>
          <w:rStyle w:val="Emphasis"/>
        </w:rPr>
        <w:t xml:space="preserve">have </w:t>
      </w:r>
      <w:r w:rsidRPr="0084058A">
        <w:rPr>
          <w:rStyle w:val="Emphasis"/>
          <w:highlight w:val="green"/>
        </w:rPr>
        <w:t>commit</w:t>
      </w:r>
      <w:r w:rsidRPr="0084058A">
        <w:rPr>
          <w:rStyle w:val="Emphasis"/>
        </w:rPr>
        <w:t>ted</w:t>
      </w:r>
      <w:r w:rsidRPr="0084058A">
        <w:rPr>
          <w:rStyle w:val="Emphasis"/>
          <w:highlight w:val="green"/>
        </w:rPr>
        <w:t xml:space="preserve"> crimes</w:t>
      </w:r>
      <w:r w:rsidRPr="0084058A">
        <w:rPr>
          <w:rStyle w:val="Emphasis"/>
        </w:rPr>
        <w:t xml:space="preserve"> against the people they are sworn to serve. </w:t>
      </w:r>
      <w:r w:rsidRPr="0084058A">
        <w:rPr>
          <w:sz w:val="16"/>
        </w:rPr>
        <w:t>In Minneapolis, residents filed more than </w:t>
      </w:r>
      <w:hyperlink r:id="rId32" w:history="1">
        <w:r w:rsidRPr="0084058A">
          <w:rPr>
            <w:rStyle w:val="Hyperlink"/>
            <w:sz w:val="16"/>
          </w:rPr>
          <w:t>2,600 misconduct complaints</w:t>
        </w:r>
      </w:hyperlink>
      <w:r w:rsidRPr="0084058A">
        <w:rPr>
          <w:sz w:val="16"/>
        </w:rPr>
        <w:t> against police officers between 2012 and 2020. But only 12 of those grievances resulted in discipline. The most significant </w:t>
      </w:r>
      <w:hyperlink r:id="rId33" w:history="1">
        <w:r w:rsidRPr="0084058A">
          <w:rPr>
            <w:rStyle w:val="Hyperlink"/>
            <w:sz w:val="16"/>
          </w:rPr>
          <w:t>punishment any officer received was a 40-hour suspension</w:t>
        </w:r>
      </w:hyperlink>
      <w:r w:rsidRPr="0084058A">
        <w:rPr>
          <w:sz w:val="16"/>
        </w:rPr>
        <w:t>.</w:t>
      </w:r>
      <w:r w:rsidRPr="0084058A">
        <w:rPr>
          <w:iCs/>
          <w:u w:val="single"/>
        </w:rPr>
        <w:t xml:space="preserve"> </w:t>
      </w:r>
      <w:r w:rsidRPr="0084058A">
        <w:rPr>
          <w:sz w:val="16"/>
        </w:rPr>
        <w:t>Besides collective bargaining</w:t>
      </w:r>
      <w:r w:rsidRPr="0084058A">
        <w:rPr>
          <w:rStyle w:val="StyleUnderline"/>
        </w:rPr>
        <w:t>, police have used the political process – including </w:t>
      </w:r>
      <w:hyperlink r:id="rId34" w:history="1">
        <w:r w:rsidRPr="0084058A">
          <w:rPr>
            <w:rStyle w:val="StyleUnderline"/>
          </w:rPr>
          <w:t>candidate endorsements and lobbying</w:t>
        </w:r>
      </w:hyperlink>
      <w:r w:rsidRPr="0084058A">
        <w:rPr>
          <w:rStyle w:val="StyleUnderline"/>
        </w:rPr>
        <w:t xml:space="preserve"> – to secure local and state legislation that protects their members and quells efforts to provide greater police accountability. </w:t>
      </w:r>
      <w:r w:rsidRPr="0084058A">
        <w:rPr>
          <w:sz w:val="16"/>
        </w:rPr>
        <w:t>Police officers are a formidable political force because they represent </w:t>
      </w:r>
      <w:hyperlink r:id="rId35" w:history="1">
        <w:r w:rsidRPr="0084058A">
          <w:rPr>
            <w:rStyle w:val="Hyperlink"/>
            <w:sz w:val="16"/>
          </w:rPr>
          <w:t>the principle of law and order</w:t>
        </w:r>
      </w:hyperlink>
      <w:r w:rsidRPr="0084058A">
        <w:rPr>
          <w:sz w:val="16"/>
        </w:rPr>
        <w:t xml:space="preserve">. </w:t>
      </w:r>
      <w:r w:rsidRPr="0084058A">
        <w:rPr>
          <w:rStyle w:val="StyleUnderline"/>
        </w:rPr>
        <w:t>Candidates endorsed by the police unions can claim they are the law and order candidate. Once these candidates win office, police unions have </w:t>
      </w:r>
      <w:hyperlink r:id="rId36" w:history="1">
        <w:r w:rsidRPr="0084058A">
          <w:rPr>
            <w:rStyle w:val="StyleUnderline"/>
          </w:rPr>
          <w:t>significant leverage to lobby for policies</w:t>
        </w:r>
      </w:hyperlink>
      <w:r w:rsidRPr="0084058A">
        <w:rPr>
          <w:rStyle w:val="StyleUnderline"/>
        </w:rPr>
        <w:t> they support or block those they oppose.</w:t>
      </w:r>
      <w:r w:rsidRPr="0084058A">
        <w:rPr>
          <w:u w:val="single"/>
        </w:rPr>
        <w:t xml:space="preserve"> </w:t>
      </w:r>
      <w:r w:rsidRPr="0084058A">
        <w:rPr>
          <w:sz w:val="16"/>
        </w:rPr>
        <w:t xml:space="preserve">Because of this power, critics claim that </w:t>
      </w:r>
      <w:r w:rsidRPr="0084058A">
        <w:rPr>
          <w:rStyle w:val="StyleUnderline"/>
        </w:rPr>
        <w:t>police unions don’t feel accountable to the citizens they serve.</w:t>
      </w:r>
      <w:r w:rsidRPr="0084058A">
        <w:rPr>
          <w:sz w:val="16"/>
        </w:rPr>
        <w:t xml:space="preserve"> An attorney who sued the Minneapolis Police Department on behalf of a Black resident who was </w:t>
      </w:r>
      <w:hyperlink r:id="rId37" w:history="1">
        <w:r w:rsidRPr="0084058A">
          <w:rPr>
            <w:rStyle w:val="Hyperlink"/>
            <w:sz w:val="16"/>
          </w:rPr>
          <w:t>severely beaten by police officers</w:t>
        </w:r>
      </w:hyperlink>
      <w:r w:rsidRPr="0084058A">
        <w:rPr>
          <w:sz w:val="16"/>
        </w:rPr>
        <w:t xml:space="preserve"> said that he is convinced that Minneapolis </w:t>
      </w:r>
      <w:r w:rsidRPr="0084058A">
        <w:rPr>
          <w:rStyle w:val="StyleUnderline"/>
        </w:rPr>
        <w:t>“officers think they don’t have to abide by their own training and rules when dealing with the public.”</w:t>
      </w:r>
      <w:r w:rsidRPr="0084058A">
        <w:rPr>
          <w:u w:val="single"/>
        </w:rPr>
        <w:t xml:space="preserve"> </w:t>
      </w:r>
      <w:r w:rsidRPr="0084058A">
        <w:rPr>
          <w:sz w:val="16"/>
        </w:rPr>
        <w:t>George Floyd’s death has raised serious concerns about the current role of police and police unions in our society. Several unions have demanded that the International Union of Police Associations be expelled from the U.S. labor federation. Other </w:t>
      </w:r>
      <w:hyperlink r:id="rId38" w:history="1">
        <w:r w:rsidRPr="0084058A">
          <w:rPr>
            <w:rStyle w:val="Hyperlink"/>
            <w:sz w:val="16"/>
          </w:rPr>
          <w:t>unions oppose expulsion</w:t>
        </w:r>
      </w:hyperlink>
      <w:r w:rsidRPr="0084058A">
        <w:rPr>
          <w:sz w:val="16"/>
        </w:rPr>
        <w:t>. They argue that the labor movement can have a greater impact on a police union that is inside the “House of Labor.”</w:t>
      </w:r>
      <w:r w:rsidRPr="0084058A">
        <w:rPr>
          <w:u w:val="single"/>
        </w:rPr>
        <w:t xml:space="preserve"> </w:t>
      </w:r>
      <w:r w:rsidRPr="0084058A">
        <w:rPr>
          <w:sz w:val="16"/>
        </w:rPr>
        <w:t xml:space="preserve">In any case, </w:t>
      </w:r>
      <w:r w:rsidRPr="0084058A">
        <w:rPr>
          <w:rStyle w:val="Emphasis"/>
        </w:rPr>
        <w:t>there is a growing recognition that police unions differ significantly from other unions. And there is a growing acceptance that they are not part of the larger American labor movement but rather a narrowly focused group pursuing their own self-interests, often to the detriment of the nation at large.</w:t>
      </w:r>
    </w:p>
    <w:p w14:paraId="45774D00" w14:textId="2EAA584F" w:rsidR="00D66DE4" w:rsidRPr="0084058A" w:rsidRDefault="009A1F83" w:rsidP="009A1F83">
      <w:pPr>
        <w:pStyle w:val="Heading3"/>
      </w:pPr>
      <w:r w:rsidRPr="0084058A">
        <w:t>2</w:t>
      </w:r>
    </w:p>
    <w:p w14:paraId="580A9E32" w14:textId="2A63D9A7" w:rsidR="009A1F83" w:rsidRPr="0084058A" w:rsidRDefault="009A1F83" w:rsidP="009A1F83"/>
    <w:p w14:paraId="55B7DC0A" w14:textId="77777777" w:rsidR="009A1F83" w:rsidRPr="0084058A" w:rsidRDefault="009A1F83" w:rsidP="009A1F83">
      <w:pPr>
        <w:pStyle w:val="Heading4"/>
      </w:pPr>
      <w:r w:rsidRPr="0084058A">
        <w:rPr>
          <w:u w:val="single"/>
        </w:rPr>
        <w:t>Global tech innovation</w:t>
      </w:r>
      <w:r w:rsidRPr="0084058A">
        <w:t xml:space="preserve"> high now.</w:t>
      </w:r>
    </w:p>
    <w:p w14:paraId="09813C2F" w14:textId="77777777" w:rsidR="009A1F83" w:rsidRPr="0084058A" w:rsidRDefault="009A1F83" w:rsidP="009A1F83">
      <w:pPr>
        <w:rPr>
          <w:rStyle w:val="Style13ptBold"/>
        </w:rPr>
      </w:pPr>
      <w:r w:rsidRPr="0084058A">
        <w:rPr>
          <w:rStyle w:val="Style13ptBold"/>
        </w:rPr>
        <w:t xml:space="preserve">Mercury News et al 6/4 </w:t>
      </w:r>
      <w:r w:rsidRPr="0084058A">
        <w:t xml:space="preserve">[Mercury News and East Bay Times Editorial Boards, June 4, 2021, “Editorial: How America can Win the Global Tech War” </w:t>
      </w:r>
      <w:hyperlink r:id="rId39" w:history="1">
        <w:r w:rsidRPr="0084058A">
          <w:t>https://www.mercurynews.com/2021/06/04/editorial-why-silicon-valley-needs-endless-frontier-bill/</w:t>
        </w:r>
      </w:hyperlink>
      <w:r w:rsidRPr="0084058A">
        <w:t xml:space="preserve"> //gord0]</w:t>
      </w:r>
    </w:p>
    <w:p w14:paraId="3DEE94AA" w14:textId="77777777" w:rsidR="009A1F83" w:rsidRPr="0084058A" w:rsidRDefault="009A1F83" w:rsidP="009A1F83">
      <w:pPr>
        <w:spacing w:before="100" w:beforeAutospacing="1" w:after="100" w:afterAutospacing="1"/>
      </w:pPr>
      <w:r w:rsidRPr="0084058A">
        <w:rPr>
          <w:rStyle w:val="StyleUnderline"/>
          <w:highlight w:val="green"/>
        </w:rPr>
        <w:t xml:space="preserve">The nation that wins the global tech race will dominate </w:t>
      </w:r>
      <w:r w:rsidRPr="0084058A">
        <w:rPr>
          <w:rStyle w:val="StyleUnderline"/>
        </w:rPr>
        <w:t>the 21st century</w:t>
      </w:r>
      <w:r w:rsidRPr="0084058A">
        <w:t>.</w:t>
      </w:r>
      <w:r w:rsidRPr="0084058A">
        <w:rPr>
          <w:rFonts w:ascii="Times New Roman" w:hAnsi="Times New Roman" w:cs="Times New Roman"/>
        </w:rPr>
        <w:t xml:space="preserve"> </w:t>
      </w:r>
      <w:r w:rsidRPr="0084058A">
        <w:t xml:space="preserve">This has been true since the 1800s.  Given the rapid pace of innovation and tech’s impact on our economy and defense capabilities in the last decade, there is ample evidence to suggest that </w:t>
      </w:r>
      <w:r w:rsidRPr="0084058A">
        <w:rPr>
          <w:rStyle w:val="StyleUnderline"/>
        </w:rPr>
        <w:t xml:space="preserve">the need for </w:t>
      </w:r>
      <w:r w:rsidRPr="0084058A">
        <w:rPr>
          <w:rStyle w:val="StyleUnderline"/>
          <w:highlight w:val="green"/>
        </w:rPr>
        <w:t>investment in tech r</w:t>
      </w:r>
      <w:r w:rsidRPr="0084058A">
        <w:rPr>
          <w:rStyle w:val="StyleUnderline"/>
        </w:rPr>
        <w:t xml:space="preserve">esearch </w:t>
      </w:r>
      <w:r w:rsidRPr="0084058A">
        <w:rPr>
          <w:rStyle w:val="StyleUnderline"/>
          <w:highlight w:val="green"/>
        </w:rPr>
        <w:t>and d</w:t>
      </w:r>
      <w:r w:rsidRPr="0084058A">
        <w:rPr>
          <w:rStyle w:val="StyleUnderline"/>
        </w:rPr>
        <w:t xml:space="preserve">evelopment </w:t>
      </w:r>
      <w:r w:rsidRPr="0084058A">
        <w:rPr>
          <w:rStyle w:val="StyleUnderline"/>
          <w:highlight w:val="green"/>
        </w:rPr>
        <w:t>has never been greater.</w:t>
      </w:r>
      <w:r w:rsidRPr="0084058A">
        <w:rPr>
          <w:highlight w:val="green"/>
        </w:rPr>
        <w:t xml:space="preserve"> </w:t>
      </w:r>
      <w:r w:rsidRPr="0084058A">
        <w:rPr>
          <w:rStyle w:val="StyleUnderline"/>
          <w:highlight w:val="green"/>
        </w:rPr>
        <w:t>China</w:t>
      </w:r>
      <w:r w:rsidRPr="0084058A">
        <w:rPr>
          <w:rStyle w:val="StyleUnderline"/>
        </w:rPr>
        <w:t xml:space="preserve"> has been </w:t>
      </w:r>
      <w:r w:rsidRPr="0084058A">
        <w:rPr>
          <w:rStyle w:val="StyleUnderline"/>
          <w:highlight w:val="green"/>
        </w:rPr>
        <w:t>closing the tech gap</w:t>
      </w:r>
      <w:r w:rsidRPr="0084058A">
        <w:rPr>
          <w:rStyle w:val="StyleUnderline"/>
        </w:rPr>
        <w:t xml:space="preserve"> in recent years by making bold investments in tech with the intent of overtaking the United States</w:t>
      </w:r>
      <w:r w:rsidRPr="0084058A">
        <w:t xml:space="preserve">. This is a tech war we cannot afford to lose. It’s imperative that Congress pass the Endless Frontier Act and authorize the biggest R&amp;D tech investment in the United States since the Apollo years. </w:t>
      </w:r>
      <w:r w:rsidRPr="0084058A">
        <w:rPr>
          <w:rStyle w:val="StyleUnderline"/>
          <w:highlight w:val="green"/>
        </w:rPr>
        <w:t>Rep</w:t>
      </w:r>
      <w:r w:rsidRPr="0084058A">
        <w:rPr>
          <w:rStyle w:val="StyleUnderline"/>
        </w:rPr>
        <w:t xml:space="preserve">. Ro </w:t>
      </w:r>
      <w:r w:rsidRPr="0084058A">
        <w:rPr>
          <w:rStyle w:val="StyleUnderline"/>
          <w:highlight w:val="green"/>
        </w:rPr>
        <w:t>Khanna</w:t>
      </w:r>
      <w:r w:rsidRPr="0084058A">
        <w:rPr>
          <w:rStyle w:val="StyleUnderline"/>
        </w:rPr>
        <w:t xml:space="preserve">, D-Santa Clara, </w:t>
      </w:r>
      <w:r w:rsidRPr="0084058A">
        <w:rPr>
          <w:rStyle w:val="StyleUnderline"/>
          <w:highlight w:val="green"/>
        </w:rPr>
        <w:t>made</w:t>
      </w:r>
      <w:r w:rsidRPr="0084058A">
        <w:rPr>
          <w:rStyle w:val="StyleUnderline"/>
        </w:rPr>
        <w:t xml:space="preserve"> a </w:t>
      </w:r>
      <w:r w:rsidRPr="0084058A">
        <w:rPr>
          <w:rStyle w:val="StyleUnderline"/>
          <w:highlight w:val="green"/>
        </w:rPr>
        <w:t>massive increase in science and technology</w:t>
      </w:r>
      <w:r w:rsidRPr="0084058A">
        <w:rPr>
          <w:rStyle w:val="StyleUnderline"/>
        </w:rPr>
        <w:t xml:space="preserve"> investment a major part of his platform while campaigning for a seat in Congress in 2016</w:t>
      </w:r>
      <w:r w:rsidRPr="0084058A">
        <w:t xml:space="preserve">. Now the co-author of the 600-page legislation is on the cusp of pushing through a bipartisan effort that has been years in the making. Khanna and his co-authors, Senate Majority Leader Chuck Schumer, D-N.Y., Sen. Todd Young, R-Ind., and Rep. Mike Gallagher, R-Wisc., are shepherding the bill through the Senate, which is expected to approve it sometime later this month. That would set up a reconciliation debate between the House and Senate that would determine the bill’s final language. The ultimate size of the investment is still very much up in the air. </w:t>
      </w:r>
      <w:r w:rsidRPr="0084058A">
        <w:rPr>
          <w:rStyle w:val="StyleUnderline"/>
        </w:rPr>
        <w:t xml:space="preserve">Khanna would like </w:t>
      </w:r>
      <w:r w:rsidRPr="0084058A">
        <w:rPr>
          <w:rStyle w:val="StyleUnderline"/>
          <w:highlight w:val="green"/>
        </w:rPr>
        <w:t>Congress to authorize $100 billion</w:t>
      </w:r>
      <w:r w:rsidRPr="0084058A">
        <w:rPr>
          <w:rStyle w:val="StyleUnderline"/>
        </w:rPr>
        <w:t xml:space="preserve"> over a five-year period </w:t>
      </w:r>
      <w:r w:rsidRPr="0084058A">
        <w:rPr>
          <w:rStyle w:val="StyleUnderline"/>
          <w:highlight w:val="green"/>
        </w:rPr>
        <w:t>for</w:t>
      </w:r>
      <w:r w:rsidRPr="0084058A">
        <w:rPr>
          <w:rStyle w:val="StyleUnderline"/>
        </w:rPr>
        <w:t xml:space="preserve"> critical </w:t>
      </w:r>
      <w:r w:rsidRPr="0084058A">
        <w:rPr>
          <w:rStyle w:val="StyleUnderline"/>
          <w:highlight w:val="green"/>
        </w:rPr>
        <w:t>advancements in a</w:t>
      </w:r>
      <w:r w:rsidRPr="0084058A">
        <w:rPr>
          <w:rStyle w:val="StyleUnderline"/>
        </w:rPr>
        <w:t xml:space="preserve">rtificial </w:t>
      </w:r>
      <w:r w:rsidRPr="0084058A">
        <w:rPr>
          <w:rStyle w:val="StyleUnderline"/>
          <w:highlight w:val="green"/>
        </w:rPr>
        <w:t>i</w:t>
      </w:r>
      <w:r w:rsidRPr="0084058A">
        <w:rPr>
          <w:rStyle w:val="StyleUnderline"/>
        </w:rPr>
        <w:t xml:space="preserve">ntelligence, </w:t>
      </w:r>
      <w:r w:rsidRPr="0084058A">
        <w:rPr>
          <w:rStyle w:val="StyleUnderline"/>
          <w:highlight w:val="green"/>
        </w:rPr>
        <w:t>biotech</w:t>
      </w:r>
      <w:r w:rsidRPr="0084058A">
        <w:rPr>
          <w:rStyle w:val="StyleUnderline"/>
        </w:rPr>
        <w:t xml:space="preserve">nology, </w:t>
      </w:r>
      <w:r w:rsidRPr="0084058A">
        <w:rPr>
          <w:rStyle w:val="StyleUnderline"/>
          <w:highlight w:val="green"/>
        </w:rPr>
        <w:t>cybersecurity</w:t>
      </w:r>
      <w:r w:rsidRPr="0084058A">
        <w:rPr>
          <w:rStyle w:val="StyleUnderline"/>
        </w:rPr>
        <w:t xml:space="preserve">, semiconductors </w:t>
      </w:r>
      <w:r w:rsidRPr="0084058A">
        <w:rPr>
          <w:rStyle w:val="StyleUnderline"/>
          <w:highlight w:val="green"/>
        </w:rPr>
        <w:t>and other</w:t>
      </w:r>
      <w:r w:rsidRPr="0084058A">
        <w:rPr>
          <w:rStyle w:val="StyleUnderline"/>
        </w:rPr>
        <w:t xml:space="preserve"> cutting-edge </w:t>
      </w:r>
      <w:r w:rsidRPr="0084058A">
        <w:rPr>
          <w:rStyle w:val="StyleUnderline"/>
          <w:highlight w:val="green"/>
        </w:rPr>
        <w:t>tech</w:t>
      </w:r>
      <w:r w:rsidRPr="0084058A">
        <w:rPr>
          <w:rStyle w:val="StyleUnderline"/>
        </w:rPr>
        <w:t>nologies.</w:t>
      </w:r>
      <w:r w:rsidRPr="0084058A">
        <w:t xml:space="preserve"> The Senate is talking of knocking that number down to $50 billion or $75 billion. </w:t>
      </w:r>
      <w:r w:rsidRPr="0084058A">
        <w:rPr>
          <w:rStyle w:val="StyleUnderline"/>
        </w:rPr>
        <w:t xml:space="preserve">They should be reminded of China Premier Li Keqiang’s March announcement that </w:t>
      </w:r>
      <w:r w:rsidRPr="0084058A">
        <w:rPr>
          <w:rStyle w:val="StyleUnderline"/>
          <w:highlight w:val="green"/>
        </w:rPr>
        <w:t>China</w:t>
      </w:r>
      <w:r w:rsidRPr="0084058A">
        <w:rPr>
          <w:rStyle w:val="StyleUnderline"/>
        </w:rPr>
        <w:t xml:space="preserve"> would </w:t>
      </w:r>
      <w:r w:rsidRPr="0084058A">
        <w:rPr>
          <w:rStyle w:val="StyleUnderline"/>
          <w:highlight w:val="green"/>
        </w:rPr>
        <w:t>increase its research and development</w:t>
      </w:r>
      <w:r w:rsidRPr="0084058A">
        <w:rPr>
          <w:rStyle w:val="StyleUnderline"/>
        </w:rPr>
        <w:t xml:space="preserve"> spending </w:t>
      </w:r>
      <w:r w:rsidRPr="0084058A">
        <w:rPr>
          <w:rStyle w:val="StyleUnderline"/>
          <w:highlight w:val="green"/>
        </w:rPr>
        <w:t>by</w:t>
      </w:r>
      <w:r w:rsidRPr="0084058A">
        <w:rPr>
          <w:rStyle w:val="StyleUnderline"/>
        </w:rPr>
        <w:t xml:space="preserve"> an additional </w:t>
      </w:r>
      <w:r w:rsidRPr="0084058A">
        <w:rPr>
          <w:rStyle w:val="StyleUnderline"/>
          <w:highlight w:val="green"/>
        </w:rPr>
        <w:t>7% per year between 2021 and 2025</w:t>
      </w:r>
      <w:r w:rsidRPr="0084058A">
        <w:rPr>
          <w:rStyle w:val="StyleUnderline"/>
        </w:rPr>
        <w:t>.</w:t>
      </w:r>
      <w:r w:rsidRPr="0084058A">
        <w:t xml:space="preserve"> The United States still outspends China in R&amp;D, spending $612 billion on research and development in 2019, compared to China’s $514 billion. But the gap is narrowing. At the turn of the century, China was only spending $33 billion a year on R&amp;D, while the United States was spending nearly 10 times that amount. The bill would authorize 10 technology hubs throughout the nation designed to help build the infrastructure, manufacturing facilities and workforce needed to help meet the nation’s tech goals. </w:t>
      </w:r>
      <w:r w:rsidRPr="0084058A">
        <w:rPr>
          <w:rStyle w:val="StyleUnderline"/>
        </w:rPr>
        <w:t xml:space="preserve">Building </w:t>
      </w:r>
      <w:r w:rsidRPr="0084058A">
        <w:rPr>
          <w:rStyle w:val="StyleUnderline"/>
          <w:highlight w:val="green"/>
        </w:rPr>
        <w:t>tech centers</w:t>
      </w:r>
      <w:r w:rsidRPr="0084058A">
        <w:rPr>
          <w:rStyle w:val="StyleUnderline"/>
        </w:rPr>
        <w:t xml:space="preserve"> throughout the United States should also </w:t>
      </w:r>
      <w:r w:rsidRPr="0084058A">
        <w:rPr>
          <w:rStyle w:val="StyleUnderline"/>
          <w:highlight w:val="green"/>
        </w:rPr>
        <w:t>create more support for the industry</w:t>
      </w:r>
      <w:r w:rsidRPr="0084058A">
        <w:rPr>
          <w:rStyle w:val="StyleUnderline"/>
        </w:rPr>
        <w:t xml:space="preserve"> across the country</w:t>
      </w:r>
      <w:r w:rsidRPr="0084058A">
        <w:t>. Tech’s image has taken a beating in recent years — the emergence of the term “Big Tech” is hardly a positive development — and the industry will need all the support it can muster in Congress. The United States continues to have a crucial tech edge over its competitors, most notably China. The only way we can hope to win the 21st century is to make significant investments in research and development that will spark the next wave of innovation.</w:t>
      </w:r>
    </w:p>
    <w:p w14:paraId="04CA2370" w14:textId="77777777" w:rsidR="009A1F83" w:rsidRPr="0084058A" w:rsidRDefault="009A1F83" w:rsidP="009A1F83"/>
    <w:p w14:paraId="59BE45D2" w14:textId="77777777" w:rsidR="009A1F83" w:rsidRPr="0084058A" w:rsidRDefault="009A1F83" w:rsidP="009A1F83">
      <w:pPr>
        <w:pStyle w:val="Heading4"/>
      </w:pPr>
      <w:r w:rsidRPr="0084058A">
        <w:t xml:space="preserve">Violent strike efforts are </w:t>
      </w:r>
      <w:r w:rsidRPr="0084058A">
        <w:rPr>
          <w:u w:val="single"/>
        </w:rPr>
        <w:t>increasing</w:t>
      </w:r>
      <w:r w:rsidRPr="0084058A">
        <w:t xml:space="preserve"> – they </w:t>
      </w:r>
      <w:r w:rsidRPr="0084058A">
        <w:rPr>
          <w:u w:val="single"/>
        </w:rPr>
        <w:t>slow</w:t>
      </w:r>
      <w:r w:rsidRPr="0084058A">
        <w:t xml:space="preserve"> innovation, </w:t>
      </w:r>
      <w:r w:rsidRPr="0084058A">
        <w:rPr>
          <w:u w:val="single"/>
        </w:rPr>
        <w:t>specifically</w:t>
      </w:r>
      <w:r w:rsidRPr="0084058A">
        <w:t xml:space="preserve"> in the tech sector.</w:t>
      </w:r>
    </w:p>
    <w:p w14:paraId="738963BA" w14:textId="77777777" w:rsidR="009A1F83" w:rsidRPr="0084058A" w:rsidRDefault="009A1F83" w:rsidP="009A1F83">
      <w:r w:rsidRPr="0084058A">
        <w:rPr>
          <w:rStyle w:val="Style13ptBold"/>
        </w:rPr>
        <w:t>Hanasoge 16</w:t>
      </w:r>
      <w:r w:rsidRPr="0084058A">
        <w:t xml:space="preserve"> [Chaithra; Senior Research Analyst, Market Researcher, Consumer Insights, Strategy Consulting; “The Union Strikes: The Good, the Bad and the Ugly,” Supply Wisdom; April/June 2016 (Doesn’t specifically say but this is the most recent event is cites); https://www.supplywisdom.com/resources/the-union-strikes-the-good-the-bad-and-the-ugly/]//SJWen</w:t>
      </w:r>
    </w:p>
    <w:p w14:paraId="78C3B99F" w14:textId="77777777" w:rsidR="009A1F83" w:rsidRPr="0084058A" w:rsidRDefault="009A1F83" w:rsidP="009A1F83">
      <w:r w:rsidRPr="0084058A">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07B50E10" w14:textId="77777777" w:rsidR="009A1F83" w:rsidRPr="0084058A" w:rsidRDefault="009A1F83" w:rsidP="009A1F83">
      <w:pPr>
        <w:rPr>
          <w:u w:val="single"/>
        </w:rPr>
      </w:pPr>
      <w:r w:rsidRPr="0084058A">
        <w:t>The repercussion: </w:t>
      </w:r>
      <w:r w:rsidRPr="0084058A">
        <w:rPr>
          <w:u w:val="single"/>
        </w:rPr>
        <w:t xml:space="preserve">The </w:t>
      </w:r>
      <w:r w:rsidRPr="0084058A">
        <w:rPr>
          <w:highlight w:val="green"/>
          <w:u w:val="single"/>
        </w:rPr>
        <w:t xml:space="preserve">strike witnessed </w:t>
      </w:r>
      <w:r w:rsidRPr="0084058A">
        <w:rPr>
          <w:rStyle w:val="Emphasis"/>
        </w:rPr>
        <w:t>several instances</w:t>
      </w:r>
      <w:r w:rsidRPr="0084058A">
        <w:rPr>
          <w:u w:val="single"/>
        </w:rPr>
        <w:t xml:space="preserve"> of </w:t>
      </w:r>
      <w:r w:rsidRPr="0084058A">
        <w:rPr>
          <w:rStyle w:val="Emphasis"/>
        </w:rPr>
        <w:t xml:space="preserve">social </w:t>
      </w:r>
      <w:r w:rsidRPr="0084058A">
        <w:rPr>
          <w:rStyle w:val="Emphasis"/>
          <w:highlight w:val="green"/>
        </w:rPr>
        <w:t>disorder</w:t>
      </w:r>
      <w:r w:rsidRPr="0084058A">
        <w:rPr>
          <w:highlight w:val="green"/>
          <w:u w:val="single"/>
        </w:rPr>
        <w:t xml:space="preserve">, </w:t>
      </w:r>
      <w:r w:rsidRPr="0084058A">
        <w:rPr>
          <w:rStyle w:val="Emphasis"/>
          <w:highlight w:val="green"/>
        </w:rPr>
        <w:t>violence</w:t>
      </w:r>
      <w:r w:rsidRPr="0084058A">
        <w:rPr>
          <w:u w:val="single"/>
        </w:rPr>
        <w:t xml:space="preserve"> and </w:t>
      </w:r>
      <w:r w:rsidRPr="0084058A">
        <w:rPr>
          <w:rStyle w:val="Emphasis"/>
          <w:highlight w:val="green"/>
        </w:rPr>
        <w:t>clashes</w:t>
      </w:r>
      <w:r w:rsidRPr="0084058A">
        <w:t xml:space="preserve">, ultimately calling for third party intervention (Secretary of Labor – Thomas Perez) to initiate negotiations between the parties. Also, </w:t>
      </w:r>
      <w:r w:rsidRPr="0084058A">
        <w:rPr>
          <w:u w:val="single"/>
        </w:rPr>
        <w:t xml:space="preserve">as a result of the strike, </w:t>
      </w:r>
      <w:r w:rsidRPr="0084058A">
        <w:rPr>
          <w:highlight w:val="green"/>
          <w:u w:val="single"/>
        </w:rPr>
        <w:t xml:space="preserve">Verizon reported </w:t>
      </w:r>
      <w:r w:rsidRPr="0084058A">
        <w:rPr>
          <w:rStyle w:val="Emphasis"/>
          <w:highlight w:val="green"/>
        </w:rPr>
        <w:t>lower</w:t>
      </w:r>
      <w:r w:rsidRPr="0084058A">
        <w:rPr>
          <w:u w:val="single"/>
        </w:rPr>
        <w:t xml:space="preserve"> than </w:t>
      </w:r>
      <w:r w:rsidRPr="0084058A">
        <w:rPr>
          <w:rStyle w:val="Emphasis"/>
        </w:rPr>
        <w:t xml:space="preserve">expected </w:t>
      </w:r>
      <w:r w:rsidRPr="0084058A">
        <w:rPr>
          <w:rStyle w:val="Emphasis"/>
          <w:highlight w:val="green"/>
        </w:rPr>
        <w:t>revenues</w:t>
      </w:r>
      <w:r w:rsidRPr="0084058A">
        <w:rPr>
          <w:u w:val="single"/>
        </w:rPr>
        <w:t xml:space="preserve"> in the </w:t>
      </w:r>
      <w:r w:rsidRPr="0084058A">
        <w:rPr>
          <w:rStyle w:val="Emphasis"/>
        </w:rPr>
        <w:t>second quarter of 2016</w:t>
      </w:r>
      <w:r w:rsidRPr="0084058A">
        <w:rPr>
          <w:u w:val="single"/>
        </w:rPr>
        <w:t>.</w:t>
      </w:r>
    </w:p>
    <w:p w14:paraId="47E934AF" w14:textId="77777777" w:rsidR="009A1F83" w:rsidRPr="0084058A" w:rsidRDefault="009A1F83" w:rsidP="009A1F83">
      <w:r w:rsidRPr="0084058A">
        <w:t xml:space="preserve">Trade unions/ labor unions aren’t just this millennia’s product and has been in vogue since times immemorial. </w:t>
      </w:r>
      <w:r w:rsidRPr="0084058A">
        <w:rPr>
          <w:rStyle w:val="Emphasis"/>
          <w:highlight w:val="green"/>
        </w:rPr>
        <w:t>Unions</w:t>
      </w:r>
      <w:r w:rsidRPr="0084058A">
        <w:rPr>
          <w:u w:val="single"/>
        </w:rPr>
        <w:t xml:space="preserve">, to </w:t>
      </w:r>
      <w:r w:rsidRPr="0084058A">
        <w:rPr>
          <w:rStyle w:val="Emphasis"/>
        </w:rPr>
        <w:t>ensure fairness</w:t>
      </w:r>
      <w:r w:rsidRPr="0084058A">
        <w:rPr>
          <w:u w:val="single"/>
        </w:rPr>
        <w:t xml:space="preserve"> to the working class, have </w:t>
      </w:r>
      <w:r w:rsidRPr="0084058A">
        <w:rPr>
          <w:rStyle w:val="Emphasis"/>
          <w:highlight w:val="green"/>
        </w:rPr>
        <w:t>gone on strike</w:t>
      </w:r>
      <w:r w:rsidRPr="0084058A">
        <w:rPr>
          <w:rStyle w:val="Emphasis"/>
        </w:rPr>
        <w:t xml:space="preserve"> for better working conditions</w:t>
      </w:r>
      <w:r w:rsidRPr="0084058A">
        <w:rPr>
          <w:u w:val="single"/>
        </w:rPr>
        <w:t xml:space="preserve"> and employee benefits </w:t>
      </w:r>
      <w:r w:rsidRPr="0084058A">
        <w:rPr>
          <w:highlight w:val="green"/>
          <w:u w:val="single"/>
        </w:rPr>
        <w:t>since</w:t>
      </w:r>
      <w:r w:rsidRPr="0084058A">
        <w:rPr>
          <w:u w:val="single"/>
        </w:rPr>
        <w:t xml:space="preserve"> the </w:t>
      </w:r>
      <w:r w:rsidRPr="0084058A">
        <w:rPr>
          <w:rStyle w:val="Emphasis"/>
        </w:rPr>
        <w:t>industrial revolution</w:t>
      </w:r>
      <w:r w:rsidRPr="0084058A">
        <w:rPr>
          <w:u w:val="single"/>
        </w:rPr>
        <w:t xml:space="preserve"> and are as strong today as they were last century. With the </w:t>
      </w:r>
      <w:r w:rsidRPr="0084058A">
        <w:rPr>
          <w:rStyle w:val="Emphasis"/>
        </w:rPr>
        <w:t xml:space="preserve">advent of technology and </w:t>
      </w:r>
      <w:r w:rsidRPr="0084058A">
        <w:rPr>
          <w:rStyle w:val="Emphasis"/>
          <w:highlight w:val="green"/>
        </w:rPr>
        <w:t>advancement in a</w:t>
      </w:r>
      <w:r w:rsidRPr="0084058A">
        <w:rPr>
          <w:rStyle w:val="Emphasis"/>
        </w:rPr>
        <w:t xml:space="preserve">rtificial </w:t>
      </w:r>
      <w:r w:rsidRPr="0084058A">
        <w:rPr>
          <w:rStyle w:val="Emphasis"/>
          <w:highlight w:val="green"/>
        </w:rPr>
        <w:t>i</w:t>
      </w:r>
      <w:r w:rsidRPr="0084058A">
        <w:rPr>
          <w:rStyle w:val="Emphasis"/>
        </w:rPr>
        <w:t>ntelligence</w:t>
      </w:r>
      <w:r w:rsidRPr="0084058A">
        <w:t>, machines are grabbing the jobs which were once the bastion of the humans. So, questions that arise here are, what relevance do unions have in today’s work scenario? And, are the strikes organized by them avoidable?</w:t>
      </w:r>
    </w:p>
    <w:p w14:paraId="5896F23E" w14:textId="77777777" w:rsidR="009A1F83" w:rsidRPr="0084058A" w:rsidRDefault="009A1F83" w:rsidP="009A1F83">
      <w:pPr>
        <w:rPr>
          <w:u w:val="single"/>
        </w:rPr>
      </w:pPr>
      <w:r w:rsidRPr="0084058A">
        <w:t xml:space="preserve">As long as the concept of labor exists and employees feel that they are not receiving their fair share of dues, unions will exist and thrive. Union protests in most cases cause work stoppages, and in certain cases, disruption of law and order. Like in March 2016, public servants at </w:t>
      </w:r>
      <w:r w:rsidRPr="0084058A">
        <w:rPr>
          <w:u w:val="single"/>
        </w:rPr>
        <w:t xml:space="preserve">Federal Government </w:t>
      </w:r>
      <w:r w:rsidRPr="0084058A">
        <w:rPr>
          <w:rStyle w:val="Emphasis"/>
        </w:rPr>
        <w:t>departments across Australia</w:t>
      </w:r>
      <w:r w:rsidRPr="0084058A">
        <w:rPr>
          <w:u w:val="single"/>
        </w:rPr>
        <w:t xml:space="preserve"> went on a series of </w:t>
      </w:r>
      <w:r w:rsidRPr="0084058A">
        <w:rPr>
          <w:rStyle w:val="Emphasis"/>
          <w:highlight w:val="green"/>
        </w:rPr>
        <w:t>strikes</w:t>
      </w:r>
      <w:r w:rsidRPr="0084058A">
        <w:rPr>
          <w:u w:val="single"/>
        </w:rPr>
        <w:t xml:space="preserve"> over failed pay negotiations</w:t>
      </w:r>
      <w:r w:rsidRPr="0084058A">
        <w:t xml:space="preserve">, </w:t>
      </w:r>
      <w:r w:rsidRPr="0084058A">
        <w:rPr>
          <w:rStyle w:val="Emphasis"/>
          <w:highlight w:val="green"/>
        </w:rPr>
        <w:t>disrupt</w:t>
      </w:r>
      <w:r w:rsidRPr="0084058A">
        <w:rPr>
          <w:rStyle w:val="Emphasis"/>
        </w:rPr>
        <w:t xml:space="preserve">ing </w:t>
      </w:r>
      <w:r w:rsidRPr="0084058A">
        <w:rPr>
          <w:rStyle w:val="Emphasis"/>
          <w:highlight w:val="green"/>
        </w:rPr>
        <w:t>operations</w:t>
      </w:r>
      <w:r w:rsidRPr="0084058A">
        <w:rPr>
          <w:highlight w:val="green"/>
          <w:u w:val="single"/>
        </w:rPr>
        <w:t xml:space="preserve"> </w:t>
      </w:r>
      <w:r w:rsidRPr="0084058A">
        <w:rPr>
          <w:u w:val="single"/>
        </w:rPr>
        <w:t xml:space="preserve">of many </w:t>
      </w:r>
      <w:r w:rsidRPr="0084058A">
        <w:rPr>
          <w:rStyle w:val="Emphasis"/>
        </w:rPr>
        <w:t>government departments</w:t>
      </w:r>
      <w:r w:rsidRPr="0084058A">
        <w:t xml:space="preserve"> for a few days.  </w:t>
      </w:r>
      <w:r w:rsidRPr="0084058A">
        <w:rPr>
          <w:u w:val="single"/>
        </w:rPr>
        <w:t>Besides such direct effects</w:t>
      </w:r>
      <w:r w:rsidRPr="0084058A">
        <w:t xml:space="preserve">, </w:t>
      </w:r>
      <w:r w:rsidRPr="0084058A">
        <w:rPr>
          <w:u w:val="single"/>
        </w:rPr>
        <w:t xml:space="preserve">there are many </w:t>
      </w:r>
      <w:r w:rsidRPr="0084058A">
        <w:rPr>
          <w:rStyle w:val="Emphasis"/>
        </w:rPr>
        <w:t xml:space="preserve">indirect </w:t>
      </w:r>
      <w:r w:rsidRPr="0084058A">
        <w:rPr>
          <w:rStyle w:val="Emphasis"/>
          <w:highlight w:val="green"/>
        </w:rPr>
        <w:t>effects</w:t>
      </w:r>
      <w:r w:rsidRPr="0084058A">
        <w:rPr>
          <w:highlight w:val="green"/>
          <w:u w:val="single"/>
        </w:rPr>
        <w:t xml:space="preserve"> as well</w:t>
      </w:r>
      <w:r w:rsidRPr="0084058A">
        <w:rPr>
          <w:u w:val="single"/>
        </w:rPr>
        <w:t xml:space="preserve"> such </w:t>
      </w:r>
      <w:r w:rsidRPr="0084058A">
        <w:rPr>
          <w:highlight w:val="green"/>
          <w:u w:val="single"/>
        </w:rPr>
        <w:t xml:space="preserve">as </w:t>
      </w:r>
      <w:r w:rsidRPr="0084058A">
        <w:rPr>
          <w:rStyle w:val="Emphasis"/>
          <w:highlight w:val="green"/>
        </w:rPr>
        <w:t>strained</w:t>
      </w:r>
      <w:r w:rsidRPr="0084058A">
        <w:rPr>
          <w:rStyle w:val="Emphasis"/>
        </w:rPr>
        <w:t xml:space="preserve"> employee </w:t>
      </w:r>
      <w:r w:rsidRPr="0084058A">
        <w:rPr>
          <w:rStyle w:val="Emphasis"/>
          <w:highlight w:val="green"/>
        </w:rPr>
        <w:t>relations</w:t>
      </w:r>
      <w:r w:rsidRPr="0084058A">
        <w:rPr>
          <w:highlight w:val="green"/>
          <w:u w:val="single"/>
        </w:rPr>
        <w:t xml:space="preserve">, </w:t>
      </w:r>
      <w:r w:rsidRPr="0084058A">
        <w:rPr>
          <w:rStyle w:val="Emphasis"/>
          <w:highlight w:val="green"/>
        </w:rPr>
        <w:t>slower</w:t>
      </w:r>
      <w:r w:rsidRPr="0084058A">
        <w:rPr>
          <w:rStyle w:val="Emphasis"/>
        </w:rPr>
        <w:t xml:space="preserve"> work </w:t>
      </w:r>
      <w:r w:rsidRPr="0084058A">
        <w:rPr>
          <w:rStyle w:val="Emphasis"/>
          <w:highlight w:val="green"/>
        </w:rPr>
        <w:t>processes</w:t>
      </w:r>
      <w:r w:rsidRPr="0084058A">
        <w:rPr>
          <w:highlight w:val="green"/>
          <w:u w:val="single"/>
        </w:rPr>
        <w:t xml:space="preserve">, </w:t>
      </w:r>
      <w:r w:rsidRPr="0084058A">
        <w:rPr>
          <w:rStyle w:val="Emphasis"/>
          <w:highlight w:val="green"/>
        </w:rPr>
        <w:t>lesser productivity</w:t>
      </w:r>
      <w:r w:rsidRPr="0084058A">
        <w:rPr>
          <w:highlight w:val="green"/>
          <w:u w:val="single"/>
        </w:rPr>
        <w:t xml:space="preserve"> and </w:t>
      </w:r>
      <w:r w:rsidRPr="0084058A">
        <w:rPr>
          <w:rStyle w:val="Emphasis"/>
        </w:rPr>
        <w:t xml:space="preserve">unnecessary legal </w:t>
      </w:r>
      <w:r w:rsidRPr="0084058A">
        <w:rPr>
          <w:rStyle w:val="Emphasis"/>
          <w:highlight w:val="green"/>
        </w:rPr>
        <w:t>hassles</w:t>
      </w:r>
      <w:r w:rsidRPr="0084058A">
        <w:rPr>
          <w:u w:val="single"/>
        </w:rPr>
        <w:t>.</w:t>
      </w:r>
    </w:p>
    <w:p w14:paraId="31D8181B" w14:textId="77777777" w:rsidR="009A1F83" w:rsidRPr="0084058A" w:rsidRDefault="009A1F83" w:rsidP="009A1F83">
      <w:r w:rsidRPr="0084058A">
        <w:t xml:space="preserve">Also, </w:t>
      </w:r>
      <w:r w:rsidRPr="0084058A">
        <w:rPr>
          <w:u w:val="single"/>
        </w:rPr>
        <w:t xml:space="preserve">union strikes can </w:t>
      </w:r>
      <w:r w:rsidRPr="0084058A">
        <w:rPr>
          <w:rStyle w:val="Emphasis"/>
        </w:rPr>
        <w:t>never be taken too lightly</w:t>
      </w:r>
      <w:r w:rsidRPr="0084058A">
        <w:t xml:space="preserve"> as they have prompted major overturn of decisions, on a few occasions. Besides </w:t>
      </w:r>
      <w:r w:rsidRPr="0084058A">
        <w:rPr>
          <w:u w:val="single"/>
        </w:rPr>
        <w:t xml:space="preserve">the </w:t>
      </w:r>
      <w:r w:rsidRPr="0084058A">
        <w:rPr>
          <w:rStyle w:val="Emphasis"/>
          <w:highlight w:val="green"/>
        </w:rPr>
        <w:t>Verizon</w:t>
      </w:r>
      <w:r w:rsidRPr="0084058A">
        <w:rPr>
          <w:rStyle w:val="Emphasis"/>
        </w:rPr>
        <w:t xml:space="preserve"> incident</w:t>
      </w:r>
      <w:r w:rsidRPr="0084058A">
        <w:rPr>
          <w:u w:val="single"/>
        </w:rPr>
        <w:t xml:space="preserve"> that </w:t>
      </w:r>
      <w:r w:rsidRPr="0084058A">
        <w:rPr>
          <w:highlight w:val="green"/>
          <w:u w:val="single"/>
        </w:rPr>
        <w:t xml:space="preserve">was a </w:t>
      </w:r>
      <w:r w:rsidRPr="0084058A">
        <w:rPr>
          <w:rStyle w:val="Emphasis"/>
          <w:highlight w:val="green"/>
        </w:rPr>
        <w:t>crucial example</w:t>
      </w:r>
      <w:r w:rsidRPr="0084058A">
        <w:rPr>
          <w:u w:val="single"/>
        </w:rPr>
        <w:t xml:space="preserve"> of this</w:t>
      </w:r>
      <w:r w:rsidRPr="0084058A">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p>
    <w:p w14:paraId="4A2186A5" w14:textId="77777777" w:rsidR="009A1F83" w:rsidRPr="0084058A" w:rsidRDefault="009A1F83" w:rsidP="009A1F83">
      <w:r w:rsidRPr="0084058A">
        <w:t>However, aside from employee concerns, such incidents are also determined by a number of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the basic rights of employees and address labor concerns.</w:t>
      </w:r>
    </w:p>
    <w:p w14:paraId="033742AF" w14:textId="77777777" w:rsidR="009A1F83" w:rsidRPr="0084058A" w:rsidRDefault="009A1F83" w:rsidP="009A1F83">
      <w:r w:rsidRPr="0084058A">
        <w:t xml:space="preserve">Interestingly, </w:t>
      </w:r>
      <w:r w:rsidRPr="0084058A">
        <w:rPr>
          <w:highlight w:val="green"/>
          <w:u w:val="single"/>
        </w:rPr>
        <w:t xml:space="preserve">unions have </w:t>
      </w:r>
      <w:r w:rsidRPr="0084058A">
        <w:rPr>
          <w:rStyle w:val="Emphasis"/>
          <w:highlight w:val="green"/>
        </w:rPr>
        <w:t xml:space="preserve">not </w:t>
      </w:r>
      <w:r w:rsidRPr="0084058A">
        <w:rPr>
          <w:rStyle w:val="Emphasis"/>
        </w:rPr>
        <w:t xml:space="preserve">been able to </w:t>
      </w:r>
      <w:r w:rsidRPr="0084058A">
        <w:rPr>
          <w:rStyle w:val="Emphasis"/>
          <w:highlight w:val="green"/>
        </w:rPr>
        <w:t xml:space="preserve">gain a </w:t>
      </w:r>
      <w:r w:rsidRPr="0084058A">
        <w:rPr>
          <w:rStyle w:val="Emphasis"/>
        </w:rPr>
        <w:t xml:space="preserve">strong </w:t>
      </w:r>
      <w:r w:rsidRPr="0084058A">
        <w:rPr>
          <w:rStyle w:val="Emphasis"/>
          <w:highlight w:val="green"/>
        </w:rPr>
        <w:t>foothold</w:t>
      </w:r>
      <w:r w:rsidRPr="0084058A">
        <w:rPr>
          <w:highlight w:val="green"/>
          <w:u w:val="single"/>
        </w:rPr>
        <w:t xml:space="preserve"> in the </w:t>
      </w:r>
      <w:r w:rsidRPr="0084058A">
        <w:rPr>
          <w:rStyle w:val="Emphasis"/>
          <w:highlight w:val="green"/>
        </w:rPr>
        <w:t>IT</w:t>
      </w:r>
      <w:r w:rsidRPr="0084058A">
        <w:rPr>
          <w:rStyle w:val="Emphasis"/>
        </w:rPr>
        <w:t xml:space="preserve">-BPO </w:t>
      </w:r>
      <w:r w:rsidRPr="0084058A">
        <w:rPr>
          <w:rStyle w:val="Emphasis"/>
          <w:highlight w:val="green"/>
        </w:rPr>
        <w:t>industry</w:t>
      </w:r>
      <w:r w:rsidRPr="0084058A">
        <w:rPr>
          <w:u w:val="single"/>
        </w:rPr>
        <w:t>.</w:t>
      </w:r>
      <w:r w:rsidRPr="0084058A">
        <w:t xml:space="preserve"> While many countries do have a separate union to represent workers from the sector, </w:t>
      </w:r>
      <w:r w:rsidRPr="0084058A">
        <w:rPr>
          <w:u w:val="single"/>
        </w:rPr>
        <w:t xml:space="preserve">incidents of </w:t>
      </w:r>
      <w:r w:rsidRPr="0084058A">
        <w:rPr>
          <w:highlight w:val="green"/>
          <w:u w:val="single"/>
        </w:rPr>
        <w:t>strikes</w:t>
      </w:r>
      <w:r w:rsidRPr="0084058A">
        <w:rPr>
          <w:u w:val="single"/>
        </w:rPr>
        <w:t xml:space="preserve"> like Verizon </w:t>
      </w:r>
      <w:r w:rsidRPr="0084058A">
        <w:rPr>
          <w:rStyle w:val="Emphasis"/>
          <w:highlight w:val="green"/>
        </w:rPr>
        <w:t>have been</w:t>
      </w:r>
      <w:r w:rsidRPr="0084058A">
        <w:rPr>
          <w:rStyle w:val="Emphasis"/>
        </w:rPr>
        <w:t xml:space="preserve"> relatively </w:t>
      </w:r>
      <w:r w:rsidRPr="0084058A">
        <w:rPr>
          <w:rStyle w:val="Emphasis"/>
          <w:highlight w:val="green"/>
        </w:rPr>
        <w:t>lo</w:t>
      </w:r>
      <w:r w:rsidRPr="0084058A">
        <w:rPr>
          <w:highlight w:val="green"/>
          <w:u w:val="single"/>
        </w:rPr>
        <w:t>w</w:t>
      </w:r>
      <w:r w:rsidRPr="0084058A">
        <w:t xml:space="preserve">.  However, workplace regulations, in addition to other factors mentioned could be a trigger for such incidents, even if on a smaller scale. </w:t>
      </w:r>
      <w:r w:rsidRPr="0084058A">
        <w:rPr>
          <w:u w:val="single"/>
        </w:rPr>
        <w:t xml:space="preserve">For example, a recent survey that </w:t>
      </w:r>
      <w:r w:rsidRPr="0084058A">
        <w:rPr>
          <w:rStyle w:val="Emphasis"/>
        </w:rPr>
        <w:t>interviewed several BPO employees</w:t>
      </w:r>
      <w:r w:rsidRPr="0084058A">
        <w:rPr>
          <w:u w:val="single"/>
        </w:rPr>
        <w:t xml:space="preserve"> in India revealed that</w:t>
      </w:r>
      <w:r w:rsidRPr="0084058A">
        <w:t xml:space="preserve"> while </w:t>
      </w:r>
      <w:r w:rsidRPr="0084058A">
        <w:rPr>
          <w:rStyle w:val="Emphasis"/>
        </w:rPr>
        <w:t>forming a union</w:t>
      </w:r>
      <w:r w:rsidRPr="0084058A">
        <w:rPr>
          <w:u w:val="single"/>
        </w:rPr>
        <w:t xml:space="preserve"> in the BPO sector was </w:t>
      </w:r>
      <w:r w:rsidRPr="0084058A">
        <w:rPr>
          <w:rStyle w:val="Emphasis"/>
        </w:rPr>
        <w:t>difficult</w:t>
      </w:r>
      <w:r w:rsidRPr="0084058A">
        <w:t>, irksome workplace regulations such as constant surveillance, irregular timings and incentives have prompted employees to express their resentment in smaller ways such as corruption of internal servers and so on.  Such risks are further enhanced in a city like Kolkata, which carries a strong trade union culture.</w:t>
      </w:r>
    </w:p>
    <w:p w14:paraId="7A05E5C6" w14:textId="77777777" w:rsidR="009A1F83" w:rsidRPr="0084058A" w:rsidRDefault="009A1F83" w:rsidP="009A1F83"/>
    <w:p w14:paraId="4F4CD198" w14:textId="77777777" w:rsidR="009A1F83" w:rsidRPr="0084058A" w:rsidRDefault="009A1F83" w:rsidP="009A1F83">
      <w:pPr>
        <w:pStyle w:val="Heading4"/>
      </w:pPr>
      <w:r w:rsidRPr="0084058A">
        <w:t xml:space="preserve">Victories like the aff </w:t>
      </w:r>
      <w:r w:rsidRPr="0084058A">
        <w:rPr>
          <w:u w:val="single"/>
        </w:rPr>
        <w:t>mobilizes unions</w:t>
      </w:r>
      <w:r w:rsidRPr="0084058A">
        <w:t xml:space="preserve"> in the </w:t>
      </w:r>
      <w:r w:rsidRPr="0084058A">
        <w:rPr>
          <w:u w:val="single"/>
        </w:rPr>
        <w:t>IT sector</w:t>
      </w:r>
      <w:r w:rsidRPr="0084058A">
        <w:t>.</w:t>
      </w:r>
    </w:p>
    <w:p w14:paraId="51119DF1" w14:textId="77777777" w:rsidR="009A1F83" w:rsidRPr="0084058A" w:rsidRDefault="009A1F83" w:rsidP="009A1F83">
      <w:r w:rsidRPr="0084058A">
        <w:rPr>
          <w:rStyle w:val="Style13ptBold"/>
        </w:rPr>
        <w:t>Vynck et al 21</w:t>
      </w:r>
      <w:r w:rsidRPr="0084058A">
        <w:t xml:space="preserve"> [Gerrit De; Carleton University, BA in Journalism and Global Politics, tech reporter for The Washington Post. He writes about Google and the algorithms that increasingly shape society. He previously covered tech for seven years at Bloomberg News; Nitashu Tiku; Columbia University, BA in English, New York University, MA in Journalism, Washington Post's tech culture reporter based in San Francisco; Macalester College, BA in English, Columbia University, MS in Journalism, reporter for The Washington Post who is focused on technology coverage in the Pacific Northwest; “Six things to know about the latest efforts to bring unions to Big Tech,” The Washington Post; https://www.washingtonpost.com/technology/2021/01/26/tech-unions-explainer/]//SJWen</w:t>
      </w:r>
    </w:p>
    <w:p w14:paraId="2BE50BB5" w14:textId="77777777" w:rsidR="009A1F83" w:rsidRPr="0084058A" w:rsidRDefault="009A1F83" w:rsidP="009A1F83">
      <w:pPr>
        <w:rPr>
          <w:u w:val="single"/>
        </w:rPr>
      </w:pPr>
      <w:r w:rsidRPr="0084058A">
        <w:rPr>
          <w:u w:val="single"/>
        </w:rPr>
        <w:t xml:space="preserve">In response to </w:t>
      </w:r>
      <w:r w:rsidRPr="0084058A">
        <w:rPr>
          <w:rStyle w:val="Emphasis"/>
        </w:rPr>
        <w:t>tech</w:t>
      </w:r>
      <w:r w:rsidRPr="0084058A">
        <w:rPr>
          <w:u w:val="single"/>
        </w:rPr>
        <w:t xml:space="preserve"> company crackdowns and lobbying, </w:t>
      </w:r>
      <w:r w:rsidRPr="0084058A">
        <w:rPr>
          <w:highlight w:val="green"/>
          <w:u w:val="single"/>
        </w:rPr>
        <w:t xml:space="preserve">gig workers have </w:t>
      </w:r>
      <w:r w:rsidRPr="0084058A">
        <w:rPr>
          <w:rStyle w:val="Emphasis"/>
          <w:highlight w:val="green"/>
        </w:rPr>
        <w:t>shifted their strategy</w:t>
      </w:r>
      <w:r w:rsidRPr="0084058A">
        <w:rPr>
          <w:highlight w:val="green"/>
          <w:u w:val="single"/>
        </w:rPr>
        <w:t xml:space="preserve"> to emphasize</w:t>
      </w:r>
      <w:r w:rsidRPr="0084058A">
        <w:rPr>
          <w:u w:val="single"/>
        </w:rPr>
        <w:t xml:space="preserve"> building </w:t>
      </w:r>
      <w:r w:rsidRPr="0084058A">
        <w:rPr>
          <w:rStyle w:val="Emphasis"/>
        </w:rPr>
        <w:t xml:space="preserve">worker-led </w:t>
      </w:r>
      <w:r w:rsidRPr="0084058A">
        <w:rPr>
          <w:rStyle w:val="Emphasis"/>
          <w:highlight w:val="green"/>
        </w:rPr>
        <w:t>movements</w:t>
      </w:r>
      <w:r w:rsidRPr="0084058A">
        <w:t xml:space="preserve"> and increasing their ranks, rather than focusing on employment status as the primary goal, says Veena Dubal, a law professor at the University of California Hastings College of the Law in San Francisco. </w:t>
      </w:r>
      <w:r w:rsidRPr="0084058A">
        <w:rPr>
          <w:highlight w:val="green"/>
          <w:u w:val="single"/>
        </w:rPr>
        <w:t xml:space="preserve">The </w:t>
      </w:r>
      <w:r w:rsidRPr="0084058A">
        <w:rPr>
          <w:rStyle w:val="Emphasis"/>
          <w:highlight w:val="green"/>
        </w:rPr>
        <w:t>hope</w:t>
      </w:r>
      <w:r w:rsidRPr="0084058A">
        <w:rPr>
          <w:highlight w:val="green"/>
          <w:u w:val="single"/>
        </w:rPr>
        <w:t xml:space="preserve"> is</w:t>
      </w:r>
      <w:r w:rsidRPr="0084058A">
        <w:rPr>
          <w:u w:val="single"/>
        </w:rPr>
        <w:t xml:space="preserve"> that with </w:t>
      </w:r>
      <w:r w:rsidRPr="0084058A">
        <w:rPr>
          <w:rStyle w:val="Emphasis"/>
        </w:rPr>
        <w:t>President Biden in the White House and an even split in the Senate</w:t>
      </w:r>
      <w:r w:rsidRPr="0084058A">
        <w:rPr>
          <w:u w:val="single"/>
        </w:rPr>
        <w:t xml:space="preserve">, </w:t>
      </w:r>
      <w:r w:rsidRPr="0084058A">
        <w:rPr>
          <w:highlight w:val="green"/>
          <w:u w:val="single"/>
        </w:rPr>
        <w:t xml:space="preserve">legislators will </w:t>
      </w:r>
      <w:r w:rsidRPr="0084058A">
        <w:rPr>
          <w:rStyle w:val="Heading3Char"/>
          <w:highlight w:val="green"/>
        </w:rPr>
        <w:t>mobilize</w:t>
      </w:r>
      <w:r w:rsidRPr="0084058A">
        <w:rPr>
          <w:u w:val="single"/>
        </w:rPr>
        <w:t xml:space="preserve"> at the federal level, </w:t>
      </w:r>
      <w:r w:rsidRPr="0084058A">
        <w:rPr>
          <w:highlight w:val="green"/>
          <w:u w:val="single"/>
        </w:rPr>
        <w:t xml:space="preserve">through the </w:t>
      </w:r>
      <w:r w:rsidRPr="0084058A">
        <w:rPr>
          <w:rStyle w:val="Heading3Char"/>
          <w:highlight w:val="green"/>
        </w:rPr>
        <w:t>NLRA or bills such as</w:t>
      </w:r>
      <w:r w:rsidRPr="0084058A">
        <w:rPr>
          <w:rStyle w:val="Heading3Char"/>
        </w:rPr>
        <w:t xml:space="preserve"> the </w:t>
      </w:r>
      <w:r w:rsidRPr="0084058A">
        <w:rPr>
          <w:rStyle w:val="Heading3Char"/>
          <w:highlight w:val="green"/>
        </w:rPr>
        <w:t>PRO Act</w:t>
      </w:r>
      <w:r w:rsidRPr="0084058A">
        <w:rPr>
          <w:highlight w:val="green"/>
          <w:u w:val="single"/>
        </w:rPr>
        <w:t xml:space="preserve">, to </w:t>
      </w:r>
      <w:r w:rsidRPr="0084058A">
        <w:rPr>
          <w:rStyle w:val="Emphasis"/>
          <w:highlight w:val="green"/>
        </w:rPr>
        <w:t>recognize gig worker</w:t>
      </w:r>
      <w:r w:rsidRPr="0084058A">
        <w:rPr>
          <w:rStyle w:val="Emphasis"/>
        </w:rPr>
        <w:t xml:space="preserve"> collectives as real </w:t>
      </w:r>
      <w:r w:rsidRPr="0084058A">
        <w:rPr>
          <w:rStyle w:val="Emphasis"/>
          <w:highlight w:val="green"/>
        </w:rPr>
        <w:t>unions</w:t>
      </w:r>
      <w:r w:rsidRPr="0084058A">
        <w:rPr>
          <w:u w:val="single"/>
        </w:rPr>
        <w:t>.</w:t>
      </w:r>
    </w:p>
    <w:p w14:paraId="0CFEDA7A" w14:textId="77777777" w:rsidR="009A1F83" w:rsidRPr="0084058A" w:rsidRDefault="009A1F83" w:rsidP="009A1F83">
      <w:pPr>
        <w:rPr>
          <w:u w:val="single"/>
        </w:rPr>
      </w:pPr>
    </w:p>
    <w:p w14:paraId="281024E2" w14:textId="77777777" w:rsidR="009A1F83" w:rsidRPr="0084058A" w:rsidRDefault="009A1F83" w:rsidP="009A1F83">
      <w:pPr>
        <w:pStyle w:val="Heading4"/>
      </w:pPr>
      <w:r w:rsidRPr="0084058A">
        <w:t xml:space="preserve">Technological innovation solves </w:t>
      </w:r>
      <w:r w:rsidRPr="0084058A">
        <w:rPr>
          <w:u w:val="single"/>
        </w:rPr>
        <w:t>every existential threat</w:t>
      </w:r>
      <w:r w:rsidRPr="0084058A">
        <w:t xml:space="preserve"> – which </w:t>
      </w:r>
      <w:r w:rsidRPr="0084058A">
        <w:rPr>
          <w:u w:val="single"/>
        </w:rPr>
        <w:t>outweighs</w:t>
      </w:r>
      <w:r w:rsidRPr="0084058A">
        <w:t>.</w:t>
      </w:r>
    </w:p>
    <w:p w14:paraId="0E63AC2D" w14:textId="77777777" w:rsidR="009A1F83" w:rsidRPr="0084058A" w:rsidRDefault="009A1F83" w:rsidP="009A1F83">
      <w:r w:rsidRPr="0084058A">
        <w:rPr>
          <w:rStyle w:val="Style13ptBold"/>
        </w:rPr>
        <w:t>Matthews 18</w:t>
      </w:r>
      <w:r w:rsidRPr="0084058A">
        <w:t xml:space="preserve"> Dylan. Co-founder of Vox, citing Nick Beckstead @ Rutgers University. 10-26-2018. "How to help people millions of years from now." Vox. https://www.vox.com/future-perfect/2018/10/26/18023366/far-future-effective-altruism-existential-risk-doing-good</w:t>
      </w:r>
    </w:p>
    <w:p w14:paraId="20D0E50F" w14:textId="77777777" w:rsidR="009A1F83" w:rsidRPr="0084058A" w:rsidRDefault="009A1F83" w:rsidP="009A1F83">
      <w:pPr>
        <w:rPr>
          <w:b/>
          <w:iCs/>
          <w:u w:val="single"/>
        </w:rPr>
      </w:pPr>
      <w:r w:rsidRPr="0084058A">
        <w:t xml:space="preserve">If you care about improving human lives, you should overwhelmingly care about those quadrillions of lives rather than the comparatively small number of people alive today. </w:t>
      </w:r>
      <w:r w:rsidRPr="0084058A">
        <w:rPr>
          <w:rStyle w:val="StyleUnderline"/>
        </w:rPr>
        <w:t xml:space="preserve">The </w:t>
      </w:r>
      <w:r w:rsidRPr="0084058A">
        <w:rPr>
          <w:rStyle w:val="StyleUnderline"/>
          <w:highlight w:val="green"/>
        </w:rPr>
        <w:t>7.6 billion</w:t>
      </w:r>
      <w:r w:rsidRPr="0084058A">
        <w:rPr>
          <w:rStyle w:val="StyleUnderline"/>
        </w:rPr>
        <w:t xml:space="preserve"> people now living</w:t>
      </w:r>
      <w:r w:rsidRPr="0084058A">
        <w:t xml:space="preserve">, after all, </w:t>
      </w:r>
      <w:r w:rsidRPr="0084058A">
        <w:rPr>
          <w:rStyle w:val="StyleUnderline"/>
        </w:rPr>
        <w:t xml:space="preserve">amount to less than 0.003 percent of the population that will live in the </w:t>
      </w:r>
      <w:r w:rsidRPr="0084058A">
        <w:rPr>
          <w:rStyle w:val="Emphasis"/>
        </w:rPr>
        <w:t>future</w:t>
      </w:r>
      <w:r w:rsidRPr="0084058A">
        <w:t xml:space="preserve">. It’s reasonable to suggest that those </w:t>
      </w:r>
      <w:r w:rsidRPr="0084058A">
        <w:rPr>
          <w:rStyle w:val="Emphasis"/>
        </w:rPr>
        <w:t>quadrillions</w:t>
      </w:r>
      <w:r w:rsidRPr="0084058A">
        <w:t xml:space="preserve"> </w:t>
      </w:r>
      <w:r w:rsidRPr="0084058A">
        <w:rPr>
          <w:rStyle w:val="StyleUnderline"/>
        </w:rPr>
        <w:t xml:space="preserve">of </w:t>
      </w:r>
      <w:r w:rsidRPr="0084058A">
        <w:rPr>
          <w:rStyle w:val="StyleUnderline"/>
          <w:highlight w:val="green"/>
        </w:rPr>
        <w:t>future people have</w:t>
      </w:r>
      <w:r w:rsidRPr="0084058A">
        <w:t xml:space="preserve">, accordingly, </w:t>
      </w:r>
      <w:r w:rsidRPr="0084058A">
        <w:rPr>
          <w:rStyle w:val="Emphasis"/>
          <w:highlight w:val="green"/>
        </w:rPr>
        <w:t>hundreds of thousands of times</w:t>
      </w:r>
      <w:r w:rsidRPr="0084058A">
        <w:rPr>
          <w:highlight w:val="green"/>
        </w:rPr>
        <w:t xml:space="preserve"> </w:t>
      </w:r>
      <w:r w:rsidRPr="0084058A">
        <w:rPr>
          <w:rStyle w:val="StyleUnderline"/>
          <w:highlight w:val="green"/>
        </w:rPr>
        <w:t>more moral weight</w:t>
      </w:r>
      <w:r w:rsidRPr="0084058A">
        <w:rPr>
          <w:rStyle w:val="StyleUnderline"/>
        </w:rPr>
        <w:t xml:space="preserve"> than those of us living here </w:t>
      </w:r>
      <w:r w:rsidRPr="0084058A">
        <w:rPr>
          <w:rStyle w:val="Emphasis"/>
        </w:rPr>
        <w:t>today</w:t>
      </w:r>
      <w:r w:rsidRPr="0084058A">
        <w:rPr>
          <w:rStyle w:val="StyleUnderline"/>
        </w:rPr>
        <w:t xml:space="preserve"> do</w:t>
      </w:r>
      <w:r w:rsidRPr="0084058A">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84058A">
        <w:rPr>
          <w:rStyle w:val="StyleUnderline"/>
        </w:rPr>
        <w:t xml:space="preserve">The most </w:t>
      </w:r>
      <w:r w:rsidRPr="0084058A">
        <w:rPr>
          <w:rStyle w:val="Emphasis"/>
        </w:rPr>
        <w:t>literal</w:t>
      </w:r>
      <w:r w:rsidRPr="0084058A">
        <w:t xml:space="preserve"> </w:t>
      </w:r>
      <w:r w:rsidRPr="0084058A">
        <w:rPr>
          <w:rStyle w:val="StyleUnderline"/>
        </w:rPr>
        <w:t xml:space="preserve">thing it could mean is preventing human </w:t>
      </w:r>
      <w:r w:rsidRPr="0084058A">
        <w:rPr>
          <w:rStyle w:val="Emphasis"/>
        </w:rPr>
        <w:t>extinction</w:t>
      </w:r>
      <w:r w:rsidRPr="0084058A">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84058A">
        <w:rPr>
          <w:rStyle w:val="StyleUnderline"/>
        </w:rPr>
        <w:t>But</w:t>
      </w:r>
      <w:r w:rsidRPr="0084058A">
        <w:t xml:space="preserve"> in a set of slides he made in 2013, Beckstead makes a compelling case that </w:t>
      </w:r>
      <w:r w:rsidRPr="0084058A">
        <w:rPr>
          <w:rStyle w:val="StyleUnderline"/>
        </w:rPr>
        <w:t xml:space="preserve">while that’s certainly </w:t>
      </w:r>
      <w:r w:rsidRPr="0084058A">
        <w:rPr>
          <w:rStyle w:val="Emphasis"/>
        </w:rPr>
        <w:t>part</w:t>
      </w:r>
      <w:r w:rsidRPr="0084058A">
        <w:t xml:space="preserve"> </w:t>
      </w:r>
      <w:r w:rsidRPr="0084058A">
        <w:rPr>
          <w:rStyle w:val="StyleUnderline"/>
        </w:rPr>
        <w:t xml:space="preserve">of what caring about the far future entails, approaches that address </w:t>
      </w:r>
      <w:r w:rsidRPr="0084058A">
        <w:rPr>
          <w:rStyle w:val="Emphasis"/>
        </w:rPr>
        <w:t>specific threats</w:t>
      </w:r>
      <w:r w:rsidRPr="0084058A">
        <w:t xml:space="preserve"> </w:t>
      </w:r>
      <w:r w:rsidRPr="0084058A">
        <w:rPr>
          <w:rStyle w:val="StyleUnderline"/>
        </w:rPr>
        <w:t>to humanity</w:t>
      </w:r>
      <w:r w:rsidRPr="0084058A">
        <w:t xml:space="preserve"> (which he calls “</w:t>
      </w:r>
      <w:r w:rsidRPr="0084058A">
        <w:rPr>
          <w:rStyle w:val="Emphasis"/>
        </w:rPr>
        <w:t>targeted</w:t>
      </w:r>
      <w:r w:rsidRPr="0084058A">
        <w:t xml:space="preserve">” </w:t>
      </w:r>
      <w:r w:rsidRPr="0084058A">
        <w:rPr>
          <w:rStyle w:val="StyleUnderline"/>
        </w:rPr>
        <w:t>approaches</w:t>
      </w:r>
      <w:r w:rsidRPr="0084058A">
        <w:t xml:space="preserve"> to the far future) </w:t>
      </w:r>
      <w:r w:rsidRPr="0084058A">
        <w:rPr>
          <w:rStyle w:val="StyleUnderline"/>
        </w:rPr>
        <w:t xml:space="preserve">have to </w:t>
      </w:r>
      <w:r w:rsidRPr="0084058A">
        <w:rPr>
          <w:rStyle w:val="Emphasis"/>
        </w:rPr>
        <w:t>complement</w:t>
      </w:r>
      <w:r w:rsidRPr="0084058A">
        <w:t xml:space="preserve"> “</w:t>
      </w:r>
      <w:r w:rsidRPr="0084058A">
        <w:rPr>
          <w:rStyle w:val="Emphasis"/>
        </w:rPr>
        <w:t>broad</w:t>
      </w:r>
      <w:r w:rsidRPr="0084058A">
        <w:t xml:space="preserve">” </w:t>
      </w:r>
      <w:r w:rsidRPr="0084058A">
        <w:rPr>
          <w:rStyle w:val="StyleUnderline"/>
        </w:rPr>
        <w:t xml:space="preserve">approaches, where instead of trying to </w:t>
      </w:r>
      <w:r w:rsidRPr="0084058A">
        <w:rPr>
          <w:rStyle w:val="Emphasis"/>
        </w:rPr>
        <w:t>predict</w:t>
      </w:r>
      <w:r w:rsidRPr="0084058A">
        <w:rPr>
          <w:rStyle w:val="StyleUnderline"/>
        </w:rPr>
        <w:t xml:space="preserve"> what’s going to kill us all, </w:t>
      </w:r>
      <w:r w:rsidRPr="0084058A">
        <w:rPr>
          <w:rStyle w:val="StyleUnderline"/>
          <w:highlight w:val="green"/>
        </w:rPr>
        <w:t>you</w:t>
      </w:r>
      <w:r w:rsidRPr="0084058A">
        <w:rPr>
          <w:rStyle w:val="StyleUnderline"/>
        </w:rPr>
        <w:t xml:space="preserve"> just </w:t>
      </w:r>
      <w:r w:rsidRPr="0084058A">
        <w:rPr>
          <w:rStyle w:val="Emphasis"/>
        </w:rPr>
        <w:t xml:space="preserve">generally </w:t>
      </w:r>
      <w:r w:rsidRPr="0084058A">
        <w:rPr>
          <w:rStyle w:val="Emphasis"/>
          <w:highlight w:val="green"/>
        </w:rPr>
        <w:t xml:space="preserve">try to keep </w:t>
      </w:r>
      <w:r w:rsidRPr="0084058A">
        <w:rPr>
          <w:rStyle w:val="Emphasis"/>
        </w:rPr>
        <w:t>civilization running as best it can</w:t>
      </w:r>
      <w:r w:rsidRPr="0084058A">
        <w:rPr>
          <w:rStyle w:val="StyleUnderline"/>
        </w:rPr>
        <w:t xml:space="preserve">, so that it is, as a whole, </w:t>
      </w:r>
      <w:r w:rsidRPr="0084058A">
        <w:rPr>
          <w:rStyle w:val="StyleUnderline"/>
          <w:highlight w:val="green"/>
        </w:rPr>
        <w:t xml:space="preserve">well-equipped to deal with </w:t>
      </w:r>
      <w:r w:rsidRPr="0084058A">
        <w:rPr>
          <w:rStyle w:val="Emphasis"/>
        </w:rPr>
        <w:t>potential</w:t>
      </w:r>
      <w:r w:rsidRPr="0084058A">
        <w:rPr>
          <w:rStyle w:val="StyleUnderline"/>
        </w:rPr>
        <w:t xml:space="preserve"> </w:t>
      </w:r>
      <w:r w:rsidRPr="0084058A">
        <w:rPr>
          <w:rStyle w:val="StyleUnderline"/>
          <w:highlight w:val="green"/>
        </w:rPr>
        <w:t xml:space="preserve">extinction events </w:t>
      </w:r>
      <w:r w:rsidRPr="0084058A">
        <w:rPr>
          <w:rStyle w:val="StyleUnderline"/>
        </w:rPr>
        <w:t xml:space="preserve">in the </w:t>
      </w:r>
      <w:r w:rsidRPr="0084058A">
        <w:rPr>
          <w:rStyle w:val="Emphasis"/>
        </w:rPr>
        <w:t>future</w:t>
      </w:r>
      <w:r w:rsidRPr="0084058A">
        <w:t xml:space="preserve">, not just in 2030 or 2040 but in 3500 or 95000 or even 37 million. </w:t>
      </w:r>
      <w:r w:rsidRPr="0084058A">
        <w:rPr>
          <w:rStyle w:val="StyleUnderline"/>
        </w:rPr>
        <w:t xml:space="preserve">In other words, caring about the far future </w:t>
      </w:r>
      <w:r w:rsidRPr="0084058A">
        <w:rPr>
          <w:rStyle w:val="Emphasis"/>
        </w:rPr>
        <w:t>doesn’t mean just paying attention to low-probability risks of total annihilation</w:t>
      </w:r>
      <w:r w:rsidRPr="0084058A">
        <w:rPr>
          <w:rStyle w:val="StyleUnderline"/>
        </w:rPr>
        <w:t xml:space="preserve">; </w:t>
      </w:r>
      <w:r w:rsidRPr="0084058A">
        <w:rPr>
          <w:rStyle w:val="StyleUnderline"/>
          <w:highlight w:val="green"/>
        </w:rPr>
        <w:t>it</w:t>
      </w:r>
      <w:r w:rsidRPr="0084058A">
        <w:rPr>
          <w:rStyle w:val="StyleUnderline"/>
        </w:rPr>
        <w:t xml:space="preserve"> also </w:t>
      </w:r>
      <w:r w:rsidRPr="0084058A">
        <w:rPr>
          <w:rStyle w:val="StyleUnderline"/>
          <w:highlight w:val="green"/>
        </w:rPr>
        <w:t xml:space="preserve">means </w:t>
      </w:r>
      <w:r w:rsidRPr="0084058A">
        <w:rPr>
          <w:rStyle w:val="Emphasis"/>
          <w:highlight w:val="green"/>
        </w:rPr>
        <w:t xml:space="preserve">acting on pressing needs </w:t>
      </w:r>
      <w:r w:rsidRPr="0084058A">
        <w:rPr>
          <w:rStyle w:val="Emphasis"/>
        </w:rPr>
        <w:t>now</w:t>
      </w:r>
      <w:r w:rsidRPr="0084058A">
        <w:t xml:space="preserve">. For example: </w:t>
      </w:r>
      <w:r w:rsidRPr="0084058A">
        <w:rPr>
          <w:rStyle w:val="StyleUnderline"/>
        </w:rPr>
        <w:t xml:space="preserve">We’re </w:t>
      </w:r>
      <w:r w:rsidRPr="0084058A">
        <w:rPr>
          <w:rStyle w:val="StyleUnderline"/>
          <w:highlight w:val="green"/>
        </w:rPr>
        <w:t>going to</w:t>
      </w:r>
      <w:r w:rsidRPr="0084058A">
        <w:rPr>
          <w:rStyle w:val="StyleUnderline"/>
        </w:rPr>
        <w:t xml:space="preserve"> be </w:t>
      </w:r>
      <w:r w:rsidRPr="0084058A">
        <w:rPr>
          <w:rStyle w:val="Emphasis"/>
        </w:rPr>
        <w:t>better prepared</w:t>
      </w:r>
      <w:r w:rsidRPr="0084058A">
        <w:rPr>
          <w:rStyle w:val="StyleUnderline"/>
        </w:rPr>
        <w:t xml:space="preserve"> to </w:t>
      </w:r>
      <w:r w:rsidRPr="0084058A">
        <w:rPr>
          <w:rStyle w:val="StyleUnderline"/>
          <w:highlight w:val="green"/>
        </w:rPr>
        <w:t xml:space="preserve">prevent extinction from </w:t>
      </w:r>
      <w:r w:rsidRPr="0084058A">
        <w:rPr>
          <w:rStyle w:val="Emphasis"/>
          <w:highlight w:val="green"/>
        </w:rPr>
        <w:t>AI</w:t>
      </w:r>
      <w:r w:rsidRPr="0084058A">
        <w:rPr>
          <w:rStyle w:val="StyleUnderline"/>
        </w:rPr>
        <w:t xml:space="preserve"> or a </w:t>
      </w:r>
      <w:r w:rsidRPr="0084058A">
        <w:rPr>
          <w:rStyle w:val="Emphasis"/>
          <w:highlight w:val="green"/>
        </w:rPr>
        <w:t>supervirus</w:t>
      </w:r>
      <w:r w:rsidRPr="0084058A">
        <w:rPr>
          <w:rStyle w:val="StyleUnderline"/>
          <w:highlight w:val="green"/>
        </w:rPr>
        <w:t xml:space="preserve"> or</w:t>
      </w:r>
      <w:r w:rsidRPr="0084058A">
        <w:rPr>
          <w:rStyle w:val="StyleUnderline"/>
        </w:rPr>
        <w:t xml:space="preserve"> </w:t>
      </w:r>
      <w:r w:rsidRPr="0084058A">
        <w:rPr>
          <w:rStyle w:val="Emphasis"/>
        </w:rPr>
        <w:t xml:space="preserve">global </w:t>
      </w:r>
      <w:r w:rsidRPr="0084058A">
        <w:rPr>
          <w:rStyle w:val="Emphasis"/>
          <w:highlight w:val="green"/>
        </w:rPr>
        <w:t>warming</w:t>
      </w:r>
      <w:r w:rsidRPr="0084058A">
        <w:rPr>
          <w:rStyle w:val="StyleUnderline"/>
          <w:highlight w:val="green"/>
        </w:rPr>
        <w:t xml:space="preserve"> if society</w:t>
      </w:r>
      <w:r w:rsidRPr="0084058A">
        <w:rPr>
          <w:rStyle w:val="StyleUnderline"/>
        </w:rPr>
        <w:t xml:space="preserve"> as a whole </w:t>
      </w:r>
      <w:r w:rsidRPr="0084058A">
        <w:rPr>
          <w:rStyle w:val="StyleUnderline"/>
          <w:highlight w:val="green"/>
        </w:rPr>
        <w:t>makes</w:t>
      </w:r>
      <w:r w:rsidRPr="0084058A">
        <w:rPr>
          <w:rStyle w:val="StyleUnderline"/>
        </w:rPr>
        <w:t xml:space="preserve"> </w:t>
      </w:r>
      <w:r w:rsidRPr="0084058A">
        <w:rPr>
          <w:rStyle w:val="Emphasis"/>
        </w:rPr>
        <w:t xml:space="preserve">a lot of </w:t>
      </w:r>
      <w:r w:rsidRPr="0084058A">
        <w:rPr>
          <w:rStyle w:val="Emphasis"/>
          <w:highlight w:val="green"/>
        </w:rPr>
        <w:t>scientific progress</w:t>
      </w:r>
      <w:r w:rsidRPr="0084058A">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4058A">
        <w:rPr>
          <w:rStyle w:val="StyleUnderline"/>
        </w:rPr>
        <w:t xml:space="preserve">So maybe one of </w:t>
      </w:r>
      <w:r w:rsidRPr="0084058A">
        <w:rPr>
          <w:rStyle w:val="StyleUnderline"/>
          <w:highlight w:val="green"/>
        </w:rPr>
        <w:t xml:space="preserve">the </w:t>
      </w:r>
      <w:r w:rsidRPr="0084058A">
        <w:rPr>
          <w:rStyle w:val="Emphasis"/>
          <w:highlight w:val="green"/>
        </w:rPr>
        <w:t>best thing</w:t>
      </w:r>
      <w:r w:rsidRPr="0084058A">
        <w:rPr>
          <w:rStyle w:val="StyleUnderline"/>
        </w:rPr>
        <w:t>s we can do for the</w:t>
      </w:r>
      <w:r w:rsidRPr="0084058A">
        <w:t xml:space="preserve"> </w:t>
      </w:r>
      <w:r w:rsidRPr="0084058A">
        <w:rPr>
          <w:rStyle w:val="Emphasis"/>
        </w:rPr>
        <w:t>far future</w:t>
      </w:r>
      <w:r w:rsidRPr="0084058A">
        <w:t xml:space="preserve"> </w:t>
      </w:r>
      <w:r w:rsidRPr="0084058A">
        <w:rPr>
          <w:rStyle w:val="StyleUnderline"/>
          <w:highlight w:val="green"/>
        </w:rPr>
        <w:t>is to</w:t>
      </w:r>
      <w:r w:rsidRPr="0084058A">
        <w:t xml:space="preserve"> improve school systems — here and now — to </w:t>
      </w:r>
      <w:r w:rsidRPr="0084058A">
        <w:rPr>
          <w:rStyle w:val="StyleUnderline"/>
          <w:highlight w:val="green"/>
        </w:rPr>
        <w:t>harness</w:t>
      </w:r>
      <w:r w:rsidRPr="0084058A">
        <w:t xml:space="preserve"> the group economist Raj Chetty calls “lost Einsteins” (</w:t>
      </w:r>
      <w:r w:rsidRPr="0084058A">
        <w:rPr>
          <w:rStyle w:val="Emphasis"/>
        </w:rPr>
        <w:t xml:space="preserve">potential </w:t>
      </w:r>
      <w:r w:rsidRPr="0084058A">
        <w:rPr>
          <w:rStyle w:val="Emphasis"/>
          <w:highlight w:val="green"/>
        </w:rPr>
        <w:t>innovators</w:t>
      </w:r>
      <w:r w:rsidRPr="0084058A">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84058A">
        <w:rPr>
          <w:rStyle w:val="StyleUnderline"/>
          <w:highlight w:val="green"/>
        </w:rPr>
        <w:t>improve</w:t>
      </w:r>
      <w:r w:rsidRPr="0084058A">
        <w:rPr>
          <w:highlight w:val="green"/>
        </w:rPr>
        <w:t xml:space="preserve"> </w:t>
      </w:r>
      <w:r w:rsidRPr="0084058A">
        <w:rPr>
          <w:rStyle w:val="Emphasis"/>
        </w:rPr>
        <w:t>incentives</w:t>
      </w:r>
      <w:r w:rsidRPr="0084058A">
        <w:t xml:space="preserve"> </w:t>
      </w:r>
      <w:r w:rsidRPr="0084058A">
        <w:rPr>
          <w:rStyle w:val="StyleUnderline"/>
        </w:rPr>
        <w:t>and</w:t>
      </w:r>
      <w:r w:rsidRPr="0084058A">
        <w:t xml:space="preserve"> </w:t>
      </w:r>
      <w:r w:rsidRPr="0084058A">
        <w:rPr>
          <w:rStyle w:val="Emphasis"/>
          <w:highlight w:val="green"/>
        </w:rPr>
        <w:t>norms</w:t>
      </w:r>
      <w:r w:rsidRPr="0084058A">
        <w:t xml:space="preserve"> </w:t>
      </w:r>
      <w:r w:rsidRPr="0084058A">
        <w:rPr>
          <w:rStyle w:val="StyleUnderline"/>
        </w:rPr>
        <w:t>in</w:t>
      </w:r>
      <w:r w:rsidRPr="0084058A">
        <w:t xml:space="preserve"> </w:t>
      </w:r>
      <w:r w:rsidRPr="0084058A">
        <w:rPr>
          <w:rStyle w:val="Emphasis"/>
        </w:rPr>
        <w:t>academic work</w:t>
      </w:r>
      <w:r w:rsidRPr="0084058A">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4058A">
        <w:rPr>
          <w:rStyle w:val="StyleUnderline"/>
        </w:rPr>
        <w:t>If the far future is what matters, and generally trying to make the world work better is among the best ways to help the far future, then effective altruism just becomes plain ol’ do-goodery.</w:t>
      </w:r>
    </w:p>
    <w:p w14:paraId="53A1AE50" w14:textId="08F03876" w:rsidR="009A1F83" w:rsidRPr="0084058A" w:rsidRDefault="009A1F83" w:rsidP="009A1F83"/>
    <w:p w14:paraId="02B2A957" w14:textId="5EF3EECA" w:rsidR="009A1F83" w:rsidRPr="0084058A" w:rsidRDefault="009A1F83" w:rsidP="009A1F83">
      <w:pPr>
        <w:pStyle w:val="Heading3"/>
      </w:pPr>
      <w:r w:rsidRPr="0084058A">
        <w:t>3</w:t>
      </w:r>
    </w:p>
    <w:p w14:paraId="4F1C984B" w14:textId="170B5814" w:rsidR="009A1F83" w:rsidRPr="0084058A" w:rsidRDefault="009A1F83" w:rsidP="009A1F83"/>
    <w:p w14:paraId="45FE1C6A" w14:textId="77777777" w:rsidR="008647CB" w:rsidRPr="0084058A" w:rsidRDefault="008647CB" w:rsidP="008647CB">
      <w:pPr>
        <w:pStyle w:val="Heading4"/>
      </w:pPr>
      <w:r w:rsidRPr="0084058A">
        <w:t xml:space="preserve">Nurse strikes </w:t>
      </w:r>
      <w:r w:rsidRPr="0084058A">
        <w:rPr>
          <w:u w:val="single"/>
        </w:rPr>
        <w:t>devastates</w:t>
      </w:r>
      <w:r w:rsidRPr="0084058A">
        <w:t xml:space="preserve"> hospitals</w:t>
      </w:r>
    </w:p>
    <w:p w14:paraId="4094D9A9" w14:textId="77777777" w:rsidR="008647CB" w:rsidRPr="0084058A" w:rsidRDefault="008647CB" w:rsidP="008647CB">
      <w:r w:rsidRPr="0084058A">
        <w:rPr>
          <w:b/>
          <w:sz w:val="26"/>
          <w:szCs w:val="26"/>
        </w:rPr>
        <w:t>Wright 10</w:t>
      </w:r>
      <w:r w:rsidRPr="0084058A">
        <w:t xml:space="preserve"> Sarah H. Wright July 2010 "Evidence on the Effects of Nurses' Strikes" </w:t>
      </w:r>
      <w:hyperlink r:id="rId40">
        <w:r w:rsidRPr="0084058A">
          <w:rPr>
            <w:color w:val="000000"/>
          </w:rPr>
          <w:t>https://www.nber.org/digest/jul10/evidence-effects-nurses-strikes</w:t>
        </w:r>
      </w:hyperlink>
      <w:r w:rsidRPr="0084058A">
        <w:t xml:space="preserve"> (Researcher at National Bureau of Economic Research)</w:t>
      </w:r>
    </w:p>
    <w:p w14:paraId="296F095A" w14:textId="77777777" w:rsidR="008647CB" w:rsidRPr="0084058A" w:rsidRDefault="008647CB" w:rsidP="008647CB">
      <w:pPr>
        <w:rPr>
          <w:sz w:val="16"/>
          <w:szCs w:val="16"/>
        </w:rPr>
      </w:pPr>
      <w:r w:rsidRPr="0084058A">
        <w:rPr>
          <w:u w:val="single"/>
        </w:rPr>
        <w:t xml:space="preserve">U.S. </w:t>
      </w:r>
      <w:r w:rsidRPr="0084058A">
        <w:rPr>
          <w:highlight w:val="green"/>
          <w:u w:val="single"/>
        </w:rPr>
        <w:t xml:space="preserve">hospitals </w:t>
      </w:r>
      <w:r w:rsidRPr="0084058A">
        <w:rPr>
          <w:u w:val="single"/>
        </w:rPr>
        <w:t xml:space="preserve">were </w:t>
      </w:r>
      <w:r w:rsidRPr="0084058A">
        <w:rPr>
          <w:highlight w:val="green"/>
          <w:u w:val="single"/>
        </w:rPr>
        <w:t xml:space="preserve">excluded from collective bargaining laws </w:t>
      </w:r>
      <w:r w:rsidRPr="0084058A">
        <w:rPr>
          <w:u w:val="single"/>
        </w:rPr>
        <w:t xml:space="preserve">for three decades longer than other sectors </w:t>
      </w:r>
      <w:r w:rsidRPr="0084058A">
        <w:rPr>
          <w:highlight w:val="green"/>
          <w:u w:val="single"/>
        </w:rPr>
        <w:t xml:space="preserve">because of fears </w:t>
      </w:r>
      <w:r w:rsidRPr="0084058A">
        <w:rPr>
          <w:b/>
          <w:highlight w:val="green"/>
          <w:u w:val="single"/>
        </w:rPr>
        <w:t>that strikes by nurses might imperil patients' health</w:t>
      </w:r>
      <w:r w:rsidRPr="0084058A">
        <w:rPr>
          <w:sz w:val="16"/>
          <w:szCs w:val="16"/>
        </w:rPr>
        <w:t>. Today, while unionization has been declining in general, it is growing rapidly in hospitals, with the number of unionized workers rising from 679,000 in 1990 to nearly one million in 2008</w:t>
      </w:r>
      <w:r w:rsidRPr="0084058A">
        <w:rPr>
          <w:u w:val="single"/>
        </w:rPr>
        <w:t xml:space="preserve">. In Do Strikes Kill? Evidence from New York State (NBER Working Paper No. 15855), co-authors Jonathan Gruber and Samuel Kleiner carefully examine the effects of nursing strikes on patient care and outcomes. The researchers match </w:t>
      </w:r>
      <w:r w:rsidRPr="0084058A">
        <w:rPr>
          <w:highlight w:val="green"/>
          <w:u w:val="single"/>
        </w:rPr>
        <w:t xml:space="preserve">data on nurses' strikes </w:t>
      </w:r>
      <w:r w:rsidRPr="0084058A">
        <w:rPr>
          <w:u w:val="single"/>
        </w:rPr>
        <w:t>in New York State from 1984 to 2004 to data on hospital discharges, including information on treatment intensity, patient mortality, and hospital readmission</w:t>
      </w:r>
      <w:r w:rsidRPr="0084058A">
        <w:rPr>
          <w:sz w:val="16"/>
          <w:szCs w:val="16"/>
        </w:rPr>
        <w:t xml:space="preserve">. </w:t>
      </w:r>
      <w:r w:rsidRPr="0084058A">
        <w:rPr>
          <w:u w:val="single"/>
        </w:rPr>
        <w:t xml:space="preserve">They conclude that nurses' strikes were </w:t>
      </w:r>
      <w:r w:rsidRPr="0084058A">
        <w:rPr>
          <w:b/>
          <w:highlight w:val="green"/>
          <w:u w:val="single"/>
        </w:rPr>
        <w:t>costly to hospital patients</w:t>
      </w:r>
      <w:r w:rsidRPr="0084058A">
        <w:rPr>
          <w:u w:val="single"/>
        </w:rPr>
        <w:t xml:space="preserve">: </w:t>
      </w:r>
      <w:r w:rsidRPr="0084058A">
        <w:rPr>
          <w:highlight w:val="green"/>
          <w:u w:val="single"/>
        </w:rPr>
        <w:t xml:space="preserve">in-hospital mortality </w:t>
      </w:r>
      <w:r w:rsidRPr="0084058A">
        <w:rPr>
          <w:b/>
          <w:highlight w:val="green"/>
          <w:u w:val="single"/>
        </w:rPr>
        <w:t>increased by 19.4 percent</w:t>
      </w:r>
      <w:r w:rsidRPr="0084058A">
        <w:rPr>
          <w:highlight w:val="green"/>
          <w:u w:val="single"/>
        </w:rPr>
        <w:t xml:space="preserve"> and hospital readmissions </w:t>
      </w:r>
      <w:r w:rsidRPr="0084058A">
        <w:rPr>
          <w:b/>
          <w:highlight w:val="green"/>
          <w:u w:val="single"/>
        </w:rPr>
        <w:t>increased by 6.5 percen</w:t>
      </w:r>
      <w:r w:rsidRPr="0084058A">
        <w:rPr>
          <w:u w:val="single"/>
        </w:rPr>
        <w:t>t for patients admitted during a strike</w:t>
      </w:r>
      <w:r w:rsidRPr="0084058A">
        <w:rPr>
          <w:sz w:val="16"/>
          <w:szCs w:val="16"/>
        </w:rPr>
        <w:t xml:space="preserve">. </w:t>
      </w:r>
      <w:r w:rsidRPr="0084058A">
        <w:rPr>
          <w:highlight w:val="green"/>
          <w:u w:val="single"/>
        </w:rPr>
        <w:t xml:space="preserve">Among </w:t>
      </w:r>
      <w:r w:rsidRPr="0084058A">
        <w:rPr>
          <w:u w:val="single"/>
        </w:rPr>
        <w:t xml:space="preserve">their sample of </w:t>
      </w:r>
      <w:r w:rsidRPr="0084058A">
        <w:rPr>
          <w:highlight w:val="green"/>
          <w:u w:val="single"/>
        </w:rPr>
        <w:t xml:space="preserve">38,228 </w:t>
      </w:r>
      <w:r w:rsidRPr="0084058A">
        <w:rPr>
          <w:u w:val="single"/>
        </w:rPr>
        <w:t xml:space="preserve">such patients, an estimated </w:t>
      </w:r>
      <w:r w:rsidRPr="0084058A">
        <w:rPr>
          <w:b/>
          <w:highlight w:val="green"/>
          <w:u w:val="single"/>
        </w:rPr>
        <w:t>138 more individuals died than would have without a stri</w:t>
      </w:r>
      <w:r w:rsidRPr="0084058A">
        <w:rPr>
          <w:highlight w:val="green"/>
          <w:u w:val="single"/>
        </w:rPr>
        <w:t>ke</w:t>
      </w:r>
      <w:r w:rsidRPr="0084058A">
        <w:rPr>
          <w:u w:val="single"/>
        </w:rPr>
        <w:t>, and 344 more patients were readmitted to the hospital than if there had been no strike</w:t>
      </w:r>
      <w:r w:rsidRPr="0084058A">
        <w:rPr>
          <w:sz w:val="16"/>
          <w:szCs w:val="16"/>
        </w:rPr>
        <w:t>. "</w:t>
      </w:r>
      <w:r w:rsidRPr="0084058A">
        <w:rPr>
          <w:highlight w:val="green"/>
          <w:u w:val="single"/>
        </w:rPr>
        <w:t>Hospitals</w:t>
      </w:r>
      <w:r w:rsidRPr="0084058A">
        <w:rPr>
          <w:sz w:val="16"/>
          <w:szCs w:val="16"/>
          <w:highlight w:val="green"/>
        </w:rPr>
        <w:t xml:space="preserve"> </w:t>
      </w:r>
      <w:r w:rsidRPr="0084058A">
        <w:rPr>
          <w:highlight w:val="green"/>
          <w:u w:val="single"/>
        </w:rPr>
        <w:t>functioning</w:t>
      </w:r>
      <w:r w:rsidRPr="0084058A">
        <w:rPr>
          <w:sz w:val="16"/>
          <w:szCs w:val="16"/>
          <w:highlight w:val="green"/>
        </w:rPr>
        <w:t xml:space="preserve"> </w:t>
      </w:r>
      <w:r w:rsidRPr="0084058A">
        <w:rPr>
          <w:highlight w:val="green"/>
          <w:u w:val="single"/>
        </w:rPr>
        <w:t>during</w:t>
      </w:r>
      <w:r w:rsidRPr="0084058A">
        <w:rPr>
          <w:sz w:val="16"/>
          <w:szCs w:val="16"/>
          <w:highlight w:val="green"/>
        </w:rPr>
        <w:t xml:space="preserve"> </w:t>
      </w:r>
      <w:r w:rsidRPr="0084058A">
        <w:rPr>
          <w:highlight w:val="green"/>
          <w:u w:val="single"/>
        </w:rPr>
        <w:t xml:space="preserve">nurses' strikes </w:t>
      </w:r>
      <w:r w:rsidRPr="0084058A">
        <w:rPr>
          <w:b/>
          <w:highlight w:val="green"/>
          <w:u w:val="single"/>
        </w:rPr>
        <w:t>do so at a lower quality of patient care,"</w:t>
      </w:r>
      <w:r w:rsidRPr="0084058A">
        <w:rPr>
          <w:sz w:val="16"/>
          <w:szCs w:val="16"/>
          <w:highlight w:val="green"/>
        </w:rPr>
        <w:t xml:space="preserve"> </w:t>
      </w:r>
      <w:r w:rsidRPr="0084058A">
        <w:rPr>
          <w:sz w:val="16"/>
          <w:szCs w:val="16"/>
        </w:rPr>
        <w:t xml:space="preserve">they write. Still, at hospitals experiencing strikes, the measures of treatment intensity -- that is, the length of hospital stay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sidRPr="0084058A">
        <w:rPr>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sidRPr="0084058A">
        <w:rPr>
          <w:sz w:val="16"/>
          <w:szCs w:val="16"/>
        </w:rPr>
        <w:t xml:space="preserve"> And, the poor health outcomes do not appear to do be due to different types of patients being admitted during strike periods, because patients admitted during a strike are very similar to those admitted during other periods. </w:t>
      </w:r>
      <w:r w:rsidRPr="0084058A">
        <w:rPr>
          <w:u w:val="single"/>
        </w:rPr>
        <w:t xml:space="preserve">Hiring </w:t>
      </w:r>
      <w:r w:rsidRPr="0084058A">
        <w:rPr>
          <w:highlight w:val="green"/>
          <w:u w:val="single"/>
        </w:rPr>
        <w:t>replacement workers</w:t>
      </w:r>
      <w:r w:rsidRPr="0084058A">
        <w:rPr>
          <w:u w:val="single"/>
        </w:rPr>
        <w:t xml:space="preserve"> apparently </w:t>
      </w:r>
      <w:r w:rsidRPr="0084058A">
        <w:rPr>
          <w:highlight w:val="green"/>
          <w:u w:val="single"/>
        </w:rPr>
        <w:t>does not help</w:t>
      </w:r>
      <w:r w:rsidRPr="0084058A">
        <w:rPr>
          <w:u w:val="single"/>
        </w:rPr>
        <w:t xml:space="preserve">: hospitals that hired replacement workers </w:t>
      </w:r>
      <w:r w:rsidRPr="0084058A">
        <w:rPr>
          <w:b/>
          <w:highlight w:val="green"/>
          <w:u w:val="single"/>
        </w:rPr>
        <w:t>performed no better</w:t>
      </w:r>
      <w:r w:rsidRPr="0084058A">
        <w:rPr>
          <w:highlight w:val="green"/>
          <w:u w:val="single"/>
        </w:rPr>
        <w:t xml:space="preserve"> </w:t>
      </w:r>
      <w:r w:rsidRPr="0084058A">
        <w:rPr>
          <w:u w:val="single"/>
        </w:rPr>
        <w:t>during strikes than those that did not hire substitute employees. In each case, patients with conditions that required intensive nursing were more likely to fare worse in the presence of nurses' strikes.</w:t>
      </w:r>
    </w:p>
    <w:p w14:paraId="23C69D2F" w14:textId="77777777" w:rsidR="008647CB" w:rsidRPr="0084058A" w:rsidRDefault="008647CB" w:rsidP="008647CB">
      <w:pPr>
        <w:pStyle w:val="Heading4"/>
      </w:pPr>
      <w:r w:rsidRPr="0084058A">
        <w:t xml:space="preserve">Hospitals are the critical </w:t>
      </w:r>
      <w:r w:rsidRPr="0084058A">
        <w:rPr>
          <w:u w:val="single"/>
        </w:rPr>
        <w:t>internal link</w:t>
      </w:r>
      <w:r w:rsidRPr="0084058A">
        <w:t xml:space="preserve"> for pandemic preparedness.</w:t>
      </w:r>
    </w:p>
    <w:p w14:paraId="1588E599" w14:textId="77777777" w:rsidR="008647CB" w:rsidRPr="0084058A" w:rsidRDefault="008647CB" w:rsidP="008647CB">
      <w:r w:rsidRPr="0084058A">
        <w:rPr>
          <w:b/>
          <w:sz w:val="26"/>
          <w:szCs w:val="26"/>
        </w:rPr>
        <w:t>Al Thobaity 20</w:t>
      </w:r>
      <w:r w:rsidRPr="0084058A">
        <w:t>, Abdullelah, and Farhan Alshammari. "Nurses on the frontline against the COVID-19 pandemic: an Integrative review." Dubai Medical Journal 3.3 (2020): 87-92. (Associate Professor of Nursing at Taif University)</w:t>
      </w:r>
    </w:p>
    <w:p w14:paraId="3FDCEA09" w14:textId="77777777" w:rsidR="008647CB" w:rsidRPr="0084058A" w:rsidRDefault="008647CB" w:rsidP="008647CB">
      <w:pPr>
        <w:rPr>
          <w:sz w:val="16"/>
          <w:szCs w:val="16"/>
        </w:rPr>
      </w:pPr>
      <w:r w:rsidRPr="0084058A">
        <w:rPr>
          <w:u w:val="single"/>
        </w:rPr>
        <w:t xml:space="preserve">The </w:t>
      </w:r>
      <w:r w:rsidRPr="0084058A">
        <w:rPr>
          <w:highlight w:val="green"/>
          <w:u w:val="single"/>
        </w:rPr>
        <w:t xml:space="preserve">majority of infected </w:t>
      </w:r>
      <w:r w:rsidRPr="0084058A">
        <w:rPr>
          <w:u w:val="single"/>
        </w:rPr>
        <w:t xml:space="preserve">or symptomatic </w:t>
      </w:r>
      <w:r w:rsidRPr="0084058A">
        <w:rPr>
          <w:highlight w:val="green"/>
          <w:u w:val="single"/>
        </w:rPr>
        <w:t xml:space="preserve">people seek medical treatment in </w:t>
      </w:r>
      <w:r w:rsidRPr="0084058A">
        <w:rPr>
          <w:u w:val="single"/>
        </w:rPr>
        <w:t xml:space="preserve">medical facilities, particularly </w:t>
      </w:r>
      <w:r w:rsidRPr="0084058A">
        <w:rPr>
          <w:highlight w:val="green"/>
          <w:u w:val="single"/>
        </w:rPr>
        <w:t>hospitals</w:t>
      </w:r>
      <w:r w:rsidRPr="0084058A">
        <w:rPr>
          <w:u w:val="single"/>
        </w:rPr>
        <w:t xml:space="preserve">, as a high number of cases, especially those in critical condition, will have an impact on hospitals [4]. The concept of </w:t>
      </w:r>
      <w:r w:rsidRPr="0084058A">
        <w:rPr>
          <w:highlight w:val="green"/>
          <w:u w:val="single"/>
        </w:rPr>
        <w:t xml:space="preserve">hospital resilience </w:t>
      </w:r>
      <w:r w:rsidRPr="0084058A">
        <w:rPr>
          <w:u w:val="single"/>
        </w:rPr>
        <w:t xml:space="preserve">in disaster situations is </w:t>
      </w:r>
      <w:r w:rsidRPr="0084058A">
        <w:rPr>
          <w:highlight w:val="green"/>
          <w:u w:val="single"/>
        </w:rPr>
        <w:t xml:space="preserve">defined as </w:t>
      </w:r>
      <w:r w:rsidRPr="0084058A">
        <w:rPr>
          <w:u w:val="single"/>
        </w:rPr>
        <w:t xml:space="preserve">the </w:t>
      </w:r>
      <w:r w:rsidRPr="0084058A">
        <w:rPr>
          <w:highlight w:val="green"/>
          <w:u w:val="single"/>
        </w:rPr>
        <w:t xml:space="preserve">ability to recover from </w:t>
      </w:r>
      <w:r w:rsidRPr="0084058A">
        <w:rPr>
          <w:u w:val="single"/>
        </w:rPr>
        <w:t xml:space="preserve">the damage caused by </w:t>
      </w:r>
      <w:r w:rsidRPr="0084058A">
        <w:rPr>
          <w:highlight w:val="green"/>
          <w:u w:val="single"/>
        </w:rPr>
        <w:t xml:space="preserve">huge disturbances </w:t>
      </w:r>
      <w:r w:rsidRPr="0084058A">
        <w:rPr>
          <w:u w:val="single"/>
        </w:rPr>
        <w:t>quickly [2].</w:t>
      </w:r>
      <w:r w:rsidRPr="0084058A">
        <w:rPr>
          <w:sz w:val="16"/>
          <w:szCs w:val="16"/>
        </w:rPr>
        <w:t xml:space="preserve"> The resilience of hospitals to pandemic cases depends on the preparedness of the institutions, and not all hospitals have the same resilience. </w:t>
      </w:r>
      <w:r w:rsidRPr="0084058A">
        <w:rPr>
          <w:highlight w:val="green"/>
          <w:u w:val="single"/>
        </w:rPr>
        <w:t xml:space="preserve">A lower resilience will affect </w:t>
      </w:r>
      <w:r w:rsidRPr="0084058A">
        <w:rPr>
          <w:u w:val="single"/>
        </w:rPr>
        <w:t xml:space="preserve">the </w:t>
      </w:r>
      <w:r w:rsidRPr="0084058A">
        <w:rPr>
          <w:b/>
          <w:highlight w:val="green"/>
          <w:u w:val="single"/>
        </w:rPr>
        <w:t>sustainability of the health services</w:t>
      </w:r>
      <w:r w:rsidRPr="0084058A">
        <w:rPr>
          <w:sz w:val="16"/>
          <w:szCs w:val="16"/>
        </w:rPr>
        <w:t xml:space="preserve">. This also affects healthcare providers such as doctors, nurses, and allied health professionals [5, 6]. </w:t>
      </w:r>
      <w:r w:rsidRPr="0084058A">
        <w:rPr>
          <w:u w:val="single"/>
        </w:rPr>
        <w:t xml:space="preserve">Despite the impact on healthcare providers, </w:t>
      </w:r>
      <w:r w:rsidRPr="0084058A">
        <w:rPr>
          <w:highlight w:val="green"/>
          <w:u w:val="single"/>
        </w:rPr>
        <w:t xml:space="preserve">excellent management of </w:t>
      </w:r>
      <w:r w:rsidRPr="0084058A">
        <w:rPr>
          <w:u w:val="single"/>
        </w:rPr>
        <w:t xml:space="preserve">a </w:t>
      </w:r>
      <w:r w:rsidRPr="0084058A">
        <w:rPr>
          <w:highlight w:val="green"/>
          <w:u w:val="single"/>
        </w:rPr>
        <w:t xml:space="preserve">pandemic depends on </w:t>
      </w:r>
      <w:r w:rsidRPr="0084058A">
        <w:rPr>
          <w:u w:val="single"/>
        </w:rPr>
        <w:t xml:space="preserve">the </w:t>
      </w:r>
      <w:r w:rsidRPr="0084058A">
        <w:rPr>
          <w:highlight w:val="green"/>
          <w:u w:val="single"/>
        </w:rPr>
        <w:t xml:space="preserve">level of </w:t>
      </w:r>
      <w:r w:rsidRPr="0084058A">
        <w:rPr>
          <w:b/>
          <w:highlight w:val="green"/>
          <w:u w:val="single"/>
        </w:rPr>
        <w:t>preparedness of healthcare providers</w:t>
      </w:r>
      <w:r w:rsidRPr="0084058A">
        <w:rPr>
          <w:b/>
          <w:u w:val="single"/>
        </w:rPr>
        <w:t xml:space="preserve">, </w:t>
      </w:r>
      <w:r w:rsidRPr="0084058A">
        <w:rPr>
          <w:b/>
          <w:highlight w:val="green"/>
          <w:u w:val="single"/>
        </w:rPr>
        <w:t>including nurses</w:t>
      </w:r>
      <w:r w:rsidRPr="0084058A">
        <w:rPr>
          <w:sz w:val="16"/>
          <w:szCs w:val="16"/>
        </w:rPr>
        <w:t>. This means that if it was impossible to be ready before a crisis or disaster, responsible people will do all but the impossible to save lives.</w:t>
      </w:r>
    </w:p>
    <w:p w14:paraId="190B31BD" w14:textId="77777777" w:rsidR="008647CB" w:rsidRPr="0084058A" w:rsidRDefault="008647CB" w:rsidP="008647CB">
      <w:pPr>
        <w:pStyle w:val="Heading4"/>
      </w:pPr>
      <w:r w:rsidRPr="0084058A">
        <w:t>New Pandemics are deadlier and faster are coming – COVID is just the beginning</w:t>
      </w:r>
    </w:p>
    <w:p w14:paraId="5D7FEAA9" w14:textId="77777777" w:rsidR="008647CB" w:rsidRPr="0084058A" w:rsidRDefault="008647CB" w:rsidP="008647CB">
      <w:r w:rsidRPr="0084058A">
        <w:rPr>
          <w:b/>
          <w:sz w:val="26"/>
          <w:szCs w:val="26"/>
        </w:rPr>
        <w:t>Antonelli 20</w:t>
      </w:r>
      <w:r w:rsidRPr="0084058A">
        <w:t xml:space="preserve"> Ashley Fuoco Antonelli 5-15-2020 </w:t>
      </w:r>
      <w:hyperlink r:id="rId41">
        <w:r w:rsidRPr="0084058A">
          <w:rPr>
            <w:color w:val="000000"/>
          </w:rPr>
          <w:t>https://www.advisory.com/daily-briefing/2020/05/15/weekly-line</w:t>
        </w:r>
      </w:hyperlink>
      <w:r w:rsidRPr="0084058A">
        <w:t xml:space="preserve"> "Weekly line: Why deadly disease outbreaks could become more common—even after Covid-19" (Associate Editor — American Health Line)</w:t>
      </w:r>
    </w:p>
    <w:p w14:paraId="0F5A4EC8" w14:textId="77777777" w:rsidR="008647CB" w:rsidRPr="0084058A" w:rsidRDefault="008647CB" w:rsidP="008647CB">
      <w:pPr>
        <w:rPr>
          <w:sz w:val="16"/>
          <w:szCs w:val="16"/>
        </w:rPr>
      </w:pPr>
      <w:r w:rsidRPr="0084058A">
        <w:rPr>
          <w:u w:val="single"/>
        </w:rPr>
        <w:t xml:space="preserve">While the new coronavirus pandemic suddenly took the world by storm, the truth is public health </w:t>
      </w:r>
      <w:r w:rsidRPr="0084058A">
        <w:rPr>
          <w:highlight w:val="green"/>
          <w:u w:val="single"/>
        </w:rPr>
        <w:t xml:space="preserve">experts </w:t>
      </w:r>
      <w:r w:rsidRPr="0084058A">
        <w:rPr>
          <w:u w:val="single"/>
        </w:rPr>
        <w:t xml:space="preserve">for years </w:t>
      </w:r>
      <w:r w:rsidRPr="0084058A">
        <w:rPr>
          <w:highlight w:val="green"/>
          <w:u w:val="single"/>
        </w:rPr>
        <w:t xml:space="preserve">have warned </w:t>
      </w:r>
      <w:r w:rsidRPr="0084058A">
        <w:rPr>
          <w:u w:val="single"/>
        </w:rPr>
        <w:t xml:space="preserve">that </w:t>
      </w:r>
      <w:r w:rsidRPr="0084058A">
        <w:rPr>
          <w:highlight w:val="green"/>
          <w:u w:val="single"/>
        </w:rPr>
        <w:t xml:space="preserve">a virus </w:t>
      </w:r>
      <w:r w:rsidRPr="0084058A">
        <w:rPr>
          <w:u w:val="single"/>
        </w:rPr>
        <w:t xml:space="preserve">similar to the new coronavirus </w:t>
      </w:r>
      <w:r w:rsidRPr="0084058A">
        <w:rPr>
          <w:highlight w:val="green"/>
          <w:u w:val="single"/>
        </w:rPr>
        <w:t>would cause the next pandemic</w:t>
      </w:r>
      <w:r w:rsidRPr="0084058A">
        <w:rPr>
          <w:u w:val="single"/>
        </w:rPr>
        <w:t>—</w:t>
      </w:r>
      <w:r w:rsidRPr="0084058A">
        <w:rPr>
          <w:highlight w:val="green"/>
          <w:u w:val="single"/>
        </w:rPr>
        <w:t xml:space="preserve">and </w:t>
      </w:r>
      <w:r w:rsidRPr="0084058A">
        <w:rPr>
          <w:u w:val="single"/>
        </w:rPr>
        <w:t xml:space="preserve">they say </w:t>
      </w:r>
      <w:r w:rsidRPr="0084058A">
        <w:rPr>
          <w:b/>
          <w:highlight w:val="green"/>
          <w:u w:val="single"/>
        </w:rPr>
        <w:t>deadly infectious disease outbreaks could become more common</w:t>
      </w:r>
      <w:r w:rsidRPr="0084058A">
        <w:rPr>
          <w:sz w:val="16"/>
          <w:szCs w:val="16"/>
        </w:rPr>
        <w:t xml:space="preserve">. </w:t>
      </w:r>
      <w:r w:rsidRPr="0084058A">
        <w:rPr>
          <w:u w:val="single"/>
        </w:rPr>
        <w:t xml:space="preserve">Infectious disease experts are always on the lookout for the next pandemic, and in a report published two years ago, researchers from the Johns Hopkins Bloomberg School of Public Health </w:t>
      </w:r>
      <w:r w:rsidRPr="0084058A">
        <w:rPr>
          <w:b/>
          <w:u w:val="single"/>
        </w:rPr>
        <w:t>predicted that the pathogen most likely to cause the next pandemic would be a virus similar to the common cold</w:t>
      </w:r>
      <w:r w:rsidRPr="0084058A">
        <w:rPr>
          <w:u w:val="single"/>
        </w:rPr>
        <w:t>.</w:t>
      </w:r>
      <w:r w:rsidRPr="0084058A">
        <w:rPr>
          <w:sz w:val="16"/>
          <w:szCs w:val="16"/>
        </w:rPr>
        <w:t xml:space="preserve"> Specifically, the researchers predicted </w:t>
      </w:r>
      <w:r w:rsidRPr="0084058A">
        <w:rPr>
          <w:u w:val="single"/>
        </w:rPr>
        <w:t xml:space="preserve">that the pathogen at fault for the next pandemic would be: </w:t>
      </w:r>
      <w:r w:rsidRPr="0084058A">
        <w:rPr>
          <w:highlight w:val="green"/>
          <w:u w:val="single"/>
        </w:rPr>
        <w:t xml:space="preserve">A microbe </w:t>
      </w:r>
      <w:r w:rsidRPr="0084058A">
        <w:rPr>
          <w:u w:val="single"/>
        </w:rPr>
        <w:t xml:space="preserve">for </w:t>
      </w:r>
      <w:r w:rsidRPr="0084058A">
        <w:rPr>
          <w:highlight w:val="green"/>
          <w:u w:val="single"/>
        </w:rPr>
        <w:t xml:space="preserve">which people have not </w:t>
      </w:r>
      <w:r w:rsidRPr="0084058A">
        <w:rPr>
          <w:u w:val="single"/>
        </w:rPr>
        <w:t xml:space="preserve">yet </w:t>
      </w:r>
      <w:r w:rsidRPr="0084058A">
        <w:rPr>
          <w:b/>
          <w:highlight w:val="green"/>
          <w:u w:val="single"/>
        </w:rPr>
        <w:t>developed immunities</w:t>
      </w:r>
      <w:r w:rsidRPr="0084058A">
        <w:rPr>
          <w:u w:val="single"/>
        </w:rPr>
        <w:t>, meaning that a large portion of the human population would be susceptible to infection</w:t>
      </w:r>
      <w:r w:rsidRPr="0084058A">
        <w:rPr>
          <w:sz w:val="16"/>
          <w:szCs w:val="16"/>
        </w:rPr>
        <w:t xml:space="preserve">; Contagious during the so-called "incubation period"—the time when people are infected with a pathogen but are not yet showing symptoms of the infection or are showing only mild symptoms; and Resistant to any known prevention or treatment methods. </w:t>
      </w:r>
      <w:r w:rsidRPr="0084058A">
        <w:rPr>
          <w:u w:val="single"/>
        </w:rPr>
        <w:t>The researchers also concluded that such a pathogen would have a "low but significant" fatality rate, meaning the pathogen wouldn't kill human hosts fast enough to inhibit its spread</w:t>
      </w:r>
      <w:r w:rsidRPr="0084058A">
        <w:rPr>
          <w:sz w:val="16"/>
          <w:szCs w:val="16"/>
        </w:rPr>
        <w:t xml:space="preserve">. </w:t>
      </w:r>
      <w:r w:rsidRPr="0084058A">
        <w:rPr>
          <w:u w:val="single"/>
        </w:rPr>
        <w:t xml:space="preserve">As </w:t>
      </w:r>
      <w:r w:rsidRPr="0084058A">
        <w:rPr>
          <w:b/>
          <w:u w:val="single"/>
        </w:rPr>
        <w:t>Amesh Adalja</w:t>
      </w:r>
      <w:r w:rsidRPr="0084058A">
        <w:rPr>
          <w:u w:val="single"/>
        </w:rPr>
        <w:t>—a senior scholar at the Johns Hopkins Center for Health Security, who led the report—told Live Science's Rachael Rettner at the time, "</w:t>
      </w:r>
      <w:r w:rsidRPr="0084058A">
        <w:rPr>
          <w:b/>
          <w:u w:val="single"/>
        </w:rPr>
        <w:t>It just has to make a lot of people sick" to disrupt society</w:t>
      </w:r>
      <w:r w:rsidRPr="0084058A">
        <w:rPr>
          <w:u w:val="single"/>
        </w:rPr>
        <w:t>.</w:t>
      </w:r>
      <w:r w:rsidRPr="0084058A">
        <w:rPr>
          <w:sz w:val="16"/>
          <w:szCs w:val="16"/>
        </w:rPr>
        <w:t xml:space="preserve"> The researchers said RNA viruses—which include the common cold, influenza, and severe acute respiratory syndrome (or SARS, which is caused by a type of coronavirus)—fit that bill. And even though we had a good bit of experience dealing with common RNA viruses like the flu, Adalja at the time told Rettner that there were "a whole host of viral families that get very little attention when it comes to pandemic preparedness." </w:t>
      </w:r>
      <w:r w:rsidRPr="0084058A">
        <w:rPr>
          <w:u w:val="single"/>
        </w:rPr>
        <w:t>Not even two years later, the new coronavirus, which causes Covid-19, emerged and quickly spread throughout the world, reaching pandemic status in just a few months</w:t>
      </w:r>
      <w:r w:rsidRPr="0084058A">
        <w:rPr>
          <w:sz w:val="16"/>
          <w:szCs w:val="16"/>
        </w:rPr>
        <w:t xml:space="preserve">. To date, officials have reported more than 4.4 million cases of Covid-19 and 302,160 deaths tied to the new coronavirus globally. In the United States, the number of reported Covid-19 cases has reached more than 1.4 million and the number of reported deaths tied to the new coronavirus has risen to nearly 86,000 in just over three months. Although public health experts had warned about the likelihood of a respiratory-borne RNA virus causing the next global pandemic, many say the world was largely unprepared to handle this type of infectious disease outbreak. </w:t>
      </w:r>
      <w:r w:rsidRPr="0084058A">
        <w:rPr>
          <w:u w:val="single"/>
        </w:rPr>
        <w:t xml:space="preserve">And as concerning as that revelation may be on its own, </w:t>
      </w:r>
      <w:r w:rsidRPr="0084058A">
        <w:rPr>
          <w:b/>
          <w:u w:val="single"/>
        </w:rPr>
        <w:t xml:space="preserve">perhaps even more worrisome is that public health experts predict life-threatening infectious disease outbreaks are likely to become more common—meaning </w:t>
      </w:r>
      <w:r w:rsidRPr="0084058A">
        <w:rPr>
          <w:b/>
          <w:highlight w:val="green"/>
          <w:u w:val="single"/>
        </w:rPr>
        <w:t>we could be susceptible to another pandemic in the future</w:t>
      </w:r>
      <w:r w:rsidRPr="0084058A">
        <w:rPr>
          <w:sz w:val="16"/>
          <w:szCs w:val="16"/>
        </w:rPr>
        <w:t>. Why experts think deadly infectious disease outbreaks could become more common As the Los Angeles Times's Joshua Emerson Smith notes, infectious disease experts for more than ten years now have noted that "[</w:t>
      </w:r>
      <w:r w:rsidRPr="0084058A">
        <w:rPr>
          <w:highlight w:val="green"/>
          <w:u w:val="single"/>
        </w:rPr>
        <w:t>o]utbreaks</w:t>
      </w:r>
      <w:r w:rsidRPr="0084058A">
        <w:rPr>
          <w:sz w:val="16"/>
          <w:szCs w:val="16"/>
          <w:highlight w:val="green"/>
        </w:rPr>
        <w:t xml:space="preserve"> </w:t>
      </w:r>
      <w:r w:rsidRPr="0084058A">
        <w:rPr>
          <w:highlight w:val="green"/>
          <w:u w:val="single"/>
        </w:rPr>
        <w:t>of</w:t>
      </w:r>
      <w:r w:rsidRPr="0084058A">
        <w:rPr>
          <w:sz w:val="16"/>
          <w:szCs w:val="16"/>
          <w:highlight w:val="green"/>
        </w:rPr>
        <w:t xml:space="preserve"> </w:t>
      </w:r>
      <w:r w:rsidRPr="0084058A">
        <w:rPr>
          <w:sz w:val="16"/>
          <w:szCs w:val="16"/>
        </w:rPr>
        <w:t xml:space="preserve">dangerous </w:t>
      </w:r>
      <w:r w:rsidRPr="0084058A">
        <w:rPr>
          <w:highlight w:val="green"/>
          <w:u w:val="single"/>
        </w:rPr>
        <w:t>new diseases</w:t>
      </w:r>
      <w:r w:rsidRPr="0084058A">
        <w:rPr>
          <w:sz w:val="16"/>
          <w:szCs w:val="16"/>
          <w:highlight w:val="green"/>
        </w:rPr>
        <w:t xml:space="preserve"> </w:t>
      </w:r>
      <w:r w:rsidRPr="0084058A">
        <w:rPr>
          <w:sz w:val="16"/>
          <w:szCs w:val="16"/>
        </w:rPr>
        <w:t xml:space="preserve">with the potential to become </w:t>
      </w:r>
      <w:r w:rsidRPr="0084058A">
        <w:rPr>
          <w:u w:val="single"/>
        </w:rPr>
        <w:t xml:space="preserve">pandemics </w:t>
      </w:r>
      <w:r w:rsidRPr="0084058A">
        <w:rPr>
          <w:highlight w:val="green"/>
          <w:u w:val="single"/>
        </w:rPr>
        <w:t>have been on the rise</w:t>
      </w:r>
      <w:r w:rsidRPr="0084058A">
        <w:rPr>
          <w:u w:val="single"/>
        </w:rPr>
        <w:t xml:space="preserve">—from </w:t>
      </w:r>
      <w:r w:rsidRPr="0084058A">
        <w:rPr>
          <w:highlight w:val="green"/>
          <w:u w:val="single"/>
        </w:rPr>
        <w:t xml:space="preserve">HIV </w:t>
      </w:r>
      <w:r w:rsidRPr="0084058A">
        <w:rPr>
          <w:u w:val="single"/>
        </w:rPr>
        <w:t xml:space="preserve">to </w:t>
      </w:r>
      <w:r w:rsidRPr="0084058A">
        <w:rPr>
          <w:highlight w:val="green"/>
          <w:u w:val="single"/>
        </w:rPr>
        <w:t xml:space="preserve">swine flu </w:t>
      </w:r>
      <w:r w:rsidRPr="0084058A">
        <w:rPr>
          <w:u w:val="single"/>
        </w:rPr>
        <w:t xml:space="preserve">to </w:t>
      </w:r>
      <w:r w:rsidRPr="0084058A">
        <w:rPr>
          <w:highlight w:val="green"/>
          <w:u w:val="single"/>
        </w:rPr>
        <w:t xml:space="preserve">SARS </w:t>
      </w:r>
      <w:r w:rsidRPr="0084058A">
        <w:rPr>
          <w:u w:val="single"/>
        </w:rPr>
        <w:t xml:space="preserve">to </w:t>
      </w:r>
      <w:r w:rsidRPr="0084058A">
        <w:rPr>
          <w:highlight w:val="green"/>
          <w:u w:val="single"/>
        </w:rPr>
        <w:t>Ebola</w:t>
      </w:r>
      <w:r w:rsidRPr="0084058A">
        <w:rPr>
          <w:sz w:val="16"/>
          <w:szCs w:val="16"/>
        </w:rPr>
        <w:t xml:space="preserve">." For instance, a report </w:t>
      </w:r>
      <w:r w:rsidRPr="0084058A">
        <w:rPr>
          <w:u w:val="single"/>
        </w:rPr>
        <w:t xml:space="preserve">published in Nature in 2008 found that </w:t>
      </w:r>
      <w:r w:rsidRPr="0084058A">
        <w:rPr>
          <w:b/>
          <w:highlight w:val="green"/>
          <w:u w:val="single"/>
        </w:rPr>
        <w:t xml:space="preserve">the number of emerging infectious disease </w:t>
      </w:r>
      <w:r w:rsidRPr="0084058A">
        <w:rPr>
          <w:b/>
          <w:u w:val="single"/>
        </w:rPr>
        <w:t xml:space="preserve">events that occurred in the 1990s </w:t>
      </w:r>
      <w:r w:rsidRPr="0084058A">
        <w:rPr>
          <w:b/>
          <w:highlight w:val="green"/>
          <w:u w:val="single"/>
        </w:rPr>
        <w:t xml:space="preserve">was </w:t>
      </w:r>
      <w:r w:rsidRPr="0084058A">
        <w:rPr>
          <w:b/>
          <w:u w:val="single"/>
        </w:rPr>
        <w:t xml:space="preserve">more than </w:t>
      </w:r>
      <w:r w:rsidRPr="0084058A">
        <w:rPr>
          <w:b/>
          <w:highlight w:val="green"/>
          <w:u w:val="single"/>
        </w:rPr>
        <w:t xml:space="preserve">three times higher </w:t>
      </w:r>
      <w:r w:rsidRPr="0084058A">
        <w:rPr>
          <w:b/>
          <w:u w:val="single"/>
        </w:rPr>
        <w:t>than it was in the 1940s</w:t>
      </w:r>
      <w:r w:rsidRPr="0084058A">
        <w:rPr>
          <w:sz w:val="16"/>
          <w:szCs w:val="16"/>
        </w:rPr>
        <w:t xml:space="preserve">. Many experts believe the recent increase in infectious disease outbreaks is </w:t>
      </w:r>
      <w:r w:rsidRPr="0084058A">
        <w:rPr>
          <w:highlight w:val="green"/>
          <w:u w:val="single"/>
        </w:rPr>
        <w:t>tied to human behaviors</w:t>
      </w:r>
      <w:r w:rsidRPr="0084058A">
        <w:rPr>
          <w:u w:val="single"/>
        </w:rPr>
        <w:t xml:space="preserve"> that disrupt the environment, "</w:t>
      </w:r>
      <w:r w:rsidRPr="0084058A">
        <w:rPr>
          <w:highlight w:val="green"/>
          <w:u w:val="single"/>
        </w:rPr>
        <w:t xml:space="preserve">such as </w:t>
      </w:r>
      <w:r w:rsidRPr="0084058A">
        <w:rPr>
          <w:b/>
          <w:highlight w:val="green"/>
          <w:u w:val="single"/>
        </w:rPr>
        <w:t>deforestation and poaching</w:t>
      </w:r>
      <w:r w:rsidRPr="0084058A">
        <w:rPr>
          <w:u w:val="single"/>
        </w:rPr>
        <w:t>," which have led "to increased contact between highly mobile, urbanized human populations and wild animals</w:t>
      </w:r>
      <w:r w:rsidRPr="0084058A">
        <w:rPr>
          <w:sz w:val="16"/>
          <w:szCs w:val="16"/>
        </w:rPr>
        <w:t xml:space="preserve">," Emerson Smith writes. </w:t>
      </w:r>
      <w:r w:rsidRPr="0084058A">
        <w:rPr>
          <w:u w:val="single"/>
        </w:rPr>
        <w:t>In the 2008 report, for example, researchers noted that about 60% of 355 emerging infectious disease events that occurred over a 50-year period could be largely linked to wild animals, livestock, and, to a lesser extent, pets.</w:t>
      </w:r>
      <w:r w:rsidRPr="0084058A">
        <w:rPr>
          <w:sz w:val="16"/>
          <w:szCs w:val="16"/>
        </w:rPr>
        <w:t xml:space="preserve"> Now, researchers believe the new coronavirus first jumped to humans from animals at a wildlife market in Wuhan, China. Along those same lines, some experts have argued that global climate change has driven an increase in infectious diseases—and could continue to do so. A federally mandated report released by the U.S. Global Change Research Program in 2018 warned that </w:t>
      </w:r>
      <w:r w:rsidRPr="0084058A">
        <w:rPr>
          <w:u w:val="single"/>
        </w:rPr>
        <w:t>warmer temperatures could expand the geographic range covered by disease-carrying insects and pests, which could result in more Americans being exposed to ticks carrying Lyme disease and mosquitos carrying the dengue, West Nile, and Zika viruses</w:t>
      </w:r>
      <w:r w:rsidRPr="0084058A">
        <w:rPr>
          <w:sz w:val="16"/>
          <w:szCs w:val="16"/>
        </w:rPr>
        <w:t xml:space="preserve">. And experts now say continued warming in global temperatures, deforestation, and other environmentally disruptive behaviors have broadened that risk by bringing more people into contact with disease-carrying animals. </w:t>
      </w:r>
      <w:r w:rsidRPr="0084058A">
        <w:rPr>
          <w:u w:val="single"/>
        </w:rPr>
        <w:t xml:space="preserve">Further, experts note that infectious </w:t>
      </w:r>
      <w:r w:rsidRPr="0084058A">
        <w:rPr>
          <w:highlight w:val="green"/>
          <w:u w:val="single"/>
        </w:rPr>
        <w:t xml:space="preserve">diseases </w:t>
      </w:r>
      <w:r w:rsidRPr="0084058A">
        <w:rPr>
          <w:u w:val="single"/>
        </w:rPr>
        <w:t xml:space="preserve">today are able to </w:t>
      </w:r>
      <w:r w:rsidRPr="0084058A">
        <w:rPr>
          <w:highlight w:val="green"/>
          <w:u w:val="single"/>
        </w:rPr>
        <w:t xml:space="preserve">spread much faster and farther </w:t>
      </w:r>
      <w:r w:rsidRPr="0084058A">
        <w:rPr>
          <w:u w:val="single"/>
        </w:rPr>
        <w:t xml:space="preserve">than they could decades ago </w:t>
      </w:r>
      <w:r w:rsidRPr="0084058A">
        <w:rPr>
          <w:highlight w:val="green"/>
          <w:u w:val="single"/>
        </w:rPr>
        <w:t xml:space="preserve">because of </w:t>
      </w:r>
      <w:r w:rsidRPr="0084058A">
        <w:rPr>
          <w:u w:val="single"/>
        </w:rPr>
        <w:t xml:space="preserve">increasing </w:t>
      </w:r>
      <w:r w:rsidRPr="0084058A">
        <w:rPr>
          <w:highlight w:val="green"/>
          <w:u w:val="single"/>
        </w:rPr>
        <w:t xml:space="preserve">globalization </w:t>
      </w:r>
      <w:r w:rsidRPr="0084058A">
        <w:rPr>
          <w:u w:val="single"/>
        </w:rPr>
        <w:t>and travel. While some have suggested the Covid-19 pandemic could stifle that trend, others argue globalization is likely to continue—meaning so could infectious diseases' far spread</w:t>
      </w:r>
      <w:r w:rsidRPr="0084058A">
        <w:rPr>
          <w:sz w:val="16"/>
          <w:szCs w:val="16"/>
        </w:rPr>
        <w:t>.</w:t>
      </w:r>
    </w:p>
    <w:p w14:paraId="168D0C06" w14:textId="77777777" w:rsidR="008647CB" w:rsidRPr="0084058A" w:rsidRDefault="008647CB" w:rsidP="008647CB">
      <w:pPr>
        <w:pStyle w:val="Heading4"/>
      </w:pPr>
      <w:r w:rsidRPr="0084058A">
        <w:t>Future pandemics will cause extinction – it only takes one ‘super-spreader’ – US prevention is key</w:t>
      </w:r>
    </w:p>
    <w:p w14:paraId="3C1312F4" w14:textId="77777777" w:rsidR="008647CB" w:rsidRPr="0084058A" w:rsidRDefault="008647CB" w:rsidP="008647CB">
      <w:r w:rsidRPr="0084058A">
        <w:rPr>
          <w:b/>
          <w:sz w:val="26"/>
          <w:szCs w:val="26"/>
        </w:rPr>
        <w:t>Bar-Yam 16</w:t>
      </w:r>
      <w:r w:rsidRPr="0084058A">
        <w:t xml:space="preserve"> Yaneer Bar-Yam 7-3-2016 “Transition to extinction: Pandemics in a connected world” </w:t>
      </w:r>
      <w:hyperlink r:id="rId42">
        <w:r w:rsidRPr="0084058A">
          <w:rPr>
            <w:color w:val="000000"/>
          </w:rPr>
          <w:t>http://necsi.edu/research/social/pandemics/transition</w:t>
        </w:r>
      </w:hyperlink>
      <w:r w:rsidRPr="0084058A">
        <w:t xml:space="preserve"> (Professor and President, New England Complex System Institute; PhD in Physics, MIT)</w:t>
      </w:r>
    </w:p>
    <w:p w14:paraId="42CAED23" w14:textId="77777777" w:rsidR="008647CB" w:rsidRPr="0084058A" w:rsidRDefault="008647CB" w:rsidP="008647CB">
      <w:pPr>
        <w:rPr>
          <w:sz w:val="16"/>
          <w:szCs w:val="16"/>
        </w:rPr>
      </w:pPr>
      <w:r w:rsidRPr="0084058A">
        <w:rPr>
          <w:sz w:val="16"/>
          <w:szCs w:val="16"/>
        </w:rPr>
        <w:t xml:space="preserve">Watch as one of the more aggressive—brighter red — strains rapidly expands. After a time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RPr="0084058A">
        <w:rPr>
          <w:b/>
          <w:u w:val="single"/>
        </w:rPr>
        <w:t>what we were interested in is the effect of adding long range transportation</w:t>
      </w:r>
      <w:r w:rsidRPr="0084058A">
        <w:rPr>
          <w:sz w:val="16"/>
          <w:szCs w:val="16"/>
        </w:rPr>
        <w:t xml:space="preserve"> [8]. </w:t>
      </w:r>
      <w:r w:rsidRPr="0084058A">
        <w:rPr>
          <w:b/>
          <w:u w:val="single"/>
        </w:rPr>
        <w:t xml:space="preserve">This includes natural means of dispersal as well as </w:t>
      </w:r>
      <w:r w:rsidRPr="0084058A">
        <w:rPr>
          <w:rFonts w:eastAsia="Calibri"/>
          <w:b/>
          <w:u w:val="single"/>
        </w:rPr>
        <w:t>unintentional dispersal by humans</w:t>
      </w:r>
      <w:r w:rsidRPr="0084058A">
        <w:rPr>
          <w:sz w:val="16"/>
          <w:szCs w:val="16"/>
        </w:rPr>
        <w:t xml:space="preserve">, </w:t>
      </w:r>
      <w:r w:rsidRPr="0084058A">
        <w:rPr>
          <w:b/>
          <w:u w:val="single"/>
        </w:rPr>
        <w:t>like adding airplane routes</w:t>
      </w:r>
      <w:r w:rsidRPr="0084058A">
        <w:rPr>
          <w:sz w:val="16"/>
          <w:szCs w:val="16"/>
        </w:rPr>
        <w:t xml:space="preserve">, which is being done by real world airlines (Figure 2). </w:t>
      </w:r>
      <w:r w:rsidRPr="0084058A">
        <w:rPr>
          <w:b/>
          <w:u w:val="single"/>
        </w:rPr>
        <w:t xml:space="preserve">When we introduce long range transportation into the model, the success of more </w:t>
      </w:r>
      <w:r w:rsidRPr="0084058A">
        <w:rPr>
          <w:b/>
          <w:highlight w:val="green"/>
          <w:u w:val="single"/>
        </w:rPr>
        <w:t>aggressive strains</w:t>
      </w:r>
      <w:r w:rsidRPr="0084058A">
        <w:rPr>
          <w:b/>
          <w:u w:val="single"/>
        </w:rPr>
        <w:t xml:space="preserve"> changes. They can </w:t>
      </w:r>
      <w:r w:rsidRPr="0084058A">
        <w:rPr>
          <w:b/>
          <w:highlight w:val="green"/>
          <w:u w:val="single"/>
        </w:rPr>
        <w:t>use</w:t>
      </w:r>
      <w:r w:rsidRPr="0084058A">
        <w:rPr>
          <w:b/>
          <w:u w:val="single"/>
        </w:rPr>
        <w:t xml:space="preserve"> the </w:t>
      </w:r>
      <w:r w:rsidRPr="0084058A">
        <w:rPr>
          <w:rFonts w:eastAsia="Calibri"/>
          <w:b/>
          <w:u w:val="single"/>
        </w:rPr>
        <w:t xml:space="preserve">long range </w:t>
      </w:r>
      <w:r w:rsidRPr="0084058A">
        <w:rPr>
          <w:rFonts w:eastAsia="Calibri"/>
          <w:b/>
          <w:highlight w:val="green"/>
          <w:u w:val="single"/>
        </w:rPr>
        <w:t>transportation</w:t>
      </w:r>
      <w:r w:rsidRPr="0084058A">
        <w:rPr>
          <w:b/>
          <w:highlight w:val="green"/>
          <w:u w:val="single"/>
        </w:rPr>
        <w:t xml:space="preserve"> to find new hosts and </w:t>
      </w:r>
      <w:r w:rsidRPr="0084058A">
        <w:rPr>
          <w:rFonts w:eastAsia="Calibri"/>
          <w:b/>
          <w:highlight w:val="green"/>
          <w:u w:val="single"/>
        </w:rPr>
        <w:t>escape local extinction</w:t>
      </w:r>
      <w:r w:rsidRPr="0084058A">
        <w:rPr>
          <w:sz w:val="16"/>
          <w:szCs w:val="16"/>
        </w:rPr>
        <w:t xml:space="preserve">. Figure 3 shows that </w:t>
      </w:r>
      <w:r w:rsidRPr="0084058A">
        <w:rPr>
          <w:b/>
          <w:highlight w:val="green"/>
          <w:u w:val="single"/>
        </w:rPr>
        <w:t>the more</w:t>
      </w:r>
      <w:r w:rsidRPr="0084058A">
        <w:rPr>
          <w:b/>
          <w:u w:val="single"/>
        </w:rPr>
        <w:t xml:space="preserve"> transportation </w:t>
      </w:r>
      <w:r w:rsidRPr="0084058A">
        <w:rPr>
          <w:b/>
          <w:highlight w:val="green"/>
          <w:u w:val="single"/>
        </w:rPr>
        <w:t>routes</w:t>
      </w:r>
      <w:r w:rsidRPr="0084058A">
        <w:rPr>
          <w:b/>
          <w:u w:val="single"/>
        </w:rPr>
        <w:t xml:space="preserve"> introduced into the model, </w:t>
      </w:r>
      <w:r w:rsidRPr="0084058A">
        <w:rPr>
          <w:b/>
          <w:highlight w:val="green"/>
          <w:u w:val="single"/>
        </w:rPr>
        <w:t xml:space="preserve">the </w:t>
      </w:r>
      <w:r w:rsidRPr="0084058A">
        <w:rPr>
          <w:rFonts w:eastAsia="Calibri"/>
          <w:b/>
          <w:highlight w:val="green"/>
          <w:u w:val="single"/>
        </w:rPr>
        <w:t>more</w:t>
      </w:r>
      <w:r w:rsidRPr="0084058A">
        <w:rPr>
          <w:rFonts w:eastAsia="Calibri"/>
          <w:b/>
          <w:u w:val="single"/>
        </w:rPr>
        <w:t xml:space="preserve"> higher aggressive </w:t>
      </w:r>
      <w:r w:rsidRPr="0084058A">
        <w:rPr>
          <w:rFonts w:eastAsia="Calibri"/>
          <w:b/>
          <w:highlight w:val="green"/>
          <w:u w:val="single"/>
        </w:rPr>
        <w:t>pathogens</w:t>
      </w:r>
      <w:r w:rsidRPr="0084058A">
        <w:rPr>
          <w:rFonts w:eastAsia="Calibri"/>
          <w:b/>
          <w:u w:val="single"/>
        </w:rPr>
        <w:t xml:space="preserve"> are able to </w:t>
      </w:r>
      <w:r w:rsidRPr="0084058A">
        <w:rPr>
          <w:rFonts w:eastAsia="Calibri"/>
          <w:b/>
          <w:highlight w:val="green"/>
          <w:u w:val="single"/>
        </w:rPr>
        <w:t>survive and spread</w:t>
      </w:r>
      <w:r w:rsidRPr="0084058A">
        <w:rPr>
          <w:sz w:val="16"/>
          <w:szCs w:val="16"/>
        </w:rPr>
        <w:t xml:space="preserve">. </w:t>
      </w:r>
      <w:r w:rsidRPr="0084058A">
        <w:rPr>
          <w:b/>
          <w:u w:val="single"/>
        </w:rPr>
        <w:t xml:space="preserve">As we add more long range transportation, </w:t>
      </w:r>
      <w:r w:rsidRPr="0084058A">
        <w:rPr>
          <w:b/>
          <w:highlight w:val="green"/>
          <w:u w:val="single"/>
        </w:rPr>
        <w:t>there is a</w:t>
      </w:r>
      <w:r w:rsidRPr="0084058A">
        <w:rPr>
          <w:b/>
          <w:u w:val="single"/>
        </w:rPr>
        <w:t xml:space="preserve"> critical </w:t>
      </w:r>
      <w:r w:rsidRPr="0084058A">
        <w:rPr>
          <w:b/>
          <w:highlight w:val="green"/>
          <w:u w:val="single"/>
        </w:rPr>
        <w:t>point at which</w:t>
      </w:r>
      <w:r w:rsidRPr="0084058A">
        <w:rPr>
          <w:b/>
          <w:u w:val="single"/>
        </w:rPr>
        <w:t xml:space="preserve"> pathogens become so aggressive that </w:t>
      </w:r>
      <w:r w:rsidRPr="0084058A">
        <w:rPr>
          <w:rFonts w:eastAsia="Calibri"/>
          <w:b/>
          <w:highlight w:val="green"/>
          <w:u w:val="single"/>
        </w:rPr>
        <w:t>the entire</w:t>
      </w:r>
      <w:r w:rsidRPr="0084058A">
        <w:rPr>
          <w:rFonts w:eastAsia="Calibri"/>
          <w:b/>
          <w:u w:val="single"/>
        </w:rPr>
        <w:t xml:space="preserve"> host </w:t>
      </w:r>
      <w:r w:rsidRPr="0084058A">
        <w:rPr>
          <w:rFonts w:eastAsia="Calibri"/>
          <w:b/>
          <w:highlight w:val="green"/>
          <w:u w:val="single"/>
        </w:rPr>
        <w:t>population dies</w:t>
      </w:r>
      <w:r w:rsidRPr="0084058A">
        <w:rPr>
          <w:sz w:val="16"/>
          <w:szCs w:val="16"/>
        </w:rPr>
        <w:t xml:space="preserve">. </w:t>
      </w:r>
      <w:r w:rsidRPr="0084058A">
        <w:rPr>
          <w:b/>
          <w:u w:val="single"/>
        </w:rPr>
        <w:t>The pathogens die at the same time, but that is not exactly a consolation to the hosts. We call this</w:t>
      </w:r>
      <w:r w:rsidRPr="0084058A">
        <w:rPr>
          <w:sz w:val="16"/>
          <w:szCs w:val="16"/>
        </w:rPr>
        <w:t xml:space="preserve"> the phase </w:t>
      </w:r>
      <w:r w:rsidRPr="0084058A">
        <w:rPr>
          <w:b/>
          <w:u w:val="single"/>
        </w:rPr>
        <w:t xml:space="preserve">transition to </w:t>
      </w:r>
      <w:r w:rsidRPr="0084058A">
        <w:rPr>
          <w:rFonts w:eastAsia="Calibri"/>
          <w:b/>
          <w:u w:val="single"/>
        </w:rPr>
        <w:t>extinction</w:t>
      </w:r>
      <w:r w:rsidRPr="0084058A">
        <w:rPr>
          <w:sz w:val="16"/>
          <w:szCs w:val="16"/>
        </w:rPr>
        <w:t xml:space="preserve"> (Figure 4). </w:t>
      </w:r>
      <w:r w:rsidRPr="0084058A">
        <w:rPr>
          <w:b/>
          <w:highlight w:val="green"/>
          <w:u w:val="single"/>
        </w:rPr>
        <w:t>With increasing</w:t>
      </w:r>
      <w:r w:rsidRPr="0084058A">
        <w:rPr>
          <w:b/>
          <w:u w:val="single"/>
        </w:rPr>
        <w:t xml:space="preserve"> levels of </w:t>
      </w:r>
      <w:r w:rsidRPr="0084058A">
        <w:rPr>
          <w:b/>
          <w:highlight w:val="green"/>
          <w:u w:val="single"/>
        </w:rPr>
        <w:t xml:space="preserve">global transportation, </w:t>
      </w:r>
      <w:r w:rsidRPr="0084058A">
        <w:rPr>
          <w:rFonts w:eastAsia="Calibri"/>
          <w:b/>
          <w:highlight w:val="green"/>
          <w:u w:val="single"/>
        </w:rPr>
        <w:t>human civilization</w:t>
      </w:r>
      <w:r w:rsidRPr="0084058A">
        <w:rPr>
          <w:b/>
          <w:highlight w:val="green"/>
          <w:u w:val="single"/>
        </w:rPr>
        <w:t xml:space="preserve"> may</w:t>
      </w:r>
      <w:r w:rsidRPr="0084058A">
        <w:rPr>
          <w:b/>
          <w:u w:val="single"/>
        </w:rPr>
        <w:t xml:space="preserve"> be </w:t>
      </w:r>
      <w:r w:rsidRPr="0084058A">
        <w:rPr>
          <w:b/>
          <w:highlight w:val="green"/>
          <w:u w:val="single"/>
        </w:rPr>
        <w:t>approach</w:t>
      </w:r>
      <w:r w:rsidRPr="0084058A">
        <w:rPr>
          <w:b/>
          <w:u w:val="single"/>
        </w:rPr>
        <w:t xml:space="preserve">ing </w:t>
      </w:r>
      <w:r w:rsidRPr="0084058A">
        <w:rPr>
          <w:rFonts w:eastAsia="Calibri"/>
          <w:b/>
          <w:u w:val="single"/>
        </w:rPr>
        <w:t xml:space="preserve">such </w:t>
      </w:r>
      <w:r w:rsidRPr="0084058A">
        <w:rPr>
          <w:rFonts w:eastAsia="Calibri"/>
          <w:b/>
          <w:highlight w:val="green"/>
          <w:u w:val="single"/>
        </w:rPr>
        <w:t>a critical threshold</w:t>
      </w:r>
      <w:r w:rsidRPr="0084058A">
        <w:rPr>
          <w:b/>
          <w:u w:val="single"/>
        </w:rPr>
        <w:t xml:space="preserve">. </w:t>
      </w:r>
      <w:r w:rsidRPr="0084058A">
        <w:rPr>
          <w:sz w:val="16"/>
          <w:szCs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84058A">
        <w:rPr>
          <w:b/>
          <w:u w:val="single"/>
        </w:rPr>
        <w:t xml:space="preserve">As the connectivity of the world increases, past experience is not a good guide to future events. A key point about the phase transition to extinction is </w:t>
      </w:r>
      <w:r w:rsidRPr="0084058A">
        <w:rPr>
          <w:b/>
          <w:highlight w:val="green"/>
          <w:u w:val="single"/>
        </w:rPr>
        <w:t xml:space="preserve">its </w:t>
      </w:r>
      <w:r w:rsidRPr="0084058A">
        <w:rPr>
          <w:rFonts w:eastAsia="Calibri"/>
          <w:b/>
          <w:highlight w:val="green"/>
          <w:u w:val="single"/>
        </w:rPr>
        <w:t>suddenness</w:t>
      </w:r>
      <w:r w:rsidRPr="0084058A">
        <w:rPr>
          <w:sz w:val="16"/>
          <w:szCs w:val="16"/>
        </w:rPr>
        <w:t xml:space="preserve">. </w:t>
      </w:r>
      <w:r w:rsidRPr="0084058A">
        <w:rPr>
          <w:b/>
          <w:highlight w:val="green"/>
          <w:u w:val="single"/>
        </w:rPr>
        <w:t>Even a system that seems stable, can be destabilized</w:t>
      </w:r>
      <w:r w:rsidRPr="0084058A">
        <w:rPr>
          <w:b/>
          <w:u w:val="single"/>
        </w:rPr>
        <w:t xml:space="preserve"> by a few more long-range connections, and connectivity is continuing to increase. </w:t>
      </w:r>
      <w:r w:rsidRPr="0084058A">
        <w:rPr>
          <w:sz w:val="16"/>
          <w:szCs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84058A">
        <w:rPr>
          <w:b/>
          <w:u w:val="single"/>
        </w:rPr>
        <w:t xml:space="preserve">As the world becomes more connected, the dangers increase. </w:t>
      </w:r>
      <w:r w:rsidRPr="0084058A">
        <w:rPr>
          <w:sz w:val="16"/>
          <w:szCs w:val="16"/>
        </w:rPr>
        <w:t xml:space="preserve">Are people in western countries safe because of higher quality health systems? </w:t>
      </w:r>
      <w:r w:rsidRPr="0084058A">
        <w:rPr>
          <w:b/>
          <w:highlight w:val="green"/>
          <w:u w:val="single"/>
        </w:rPr>
        <w:t xml:space="preserve">Countries like </w:t>
      </w:r>
      <w:r w:rsidRPr="0084058A">
        <w:rPr>
          <w:rFonts w:eastAsia="Calibri"/>
          <w:b/>
          <w:highlight w:val="green"/>
          <w:u w:val="single"/>
        </w:rPr>
        <w:t>the U.S.</w:t>
      </w:r>
      <w:r w:rsidRPr="0084058A">
        <w:rPr>
          <w:b/>
          <w:highlight w:val="green"/>
          <w:u w:val="single"/>
        </w:rPr>
        <w:t xml:space="preserve"> have</w:t>
      </w:r>
      <w:r w:rsidRPr="0084058A">
        <w:rPr>
          <w:b/>
          <w:u w:val="single"/>
        </w:rPr>
        <w:t xml:space="preserve"> highly </w:t>
      </w:r>
      <w:r w:rsidRPr="0084058A">
        <w:rPr>
          <w:b/>
          <w:highlight w:val="green"/>
          <w:u w:val="single"/>
        </w:rPr>
        <w:t>skewed networks of social interactions with</w:t>
      </w:r>
      <w:r w:rsidRPr="0084058A">
        <w:rPr>
          <w:b/>
          <w:u w:val="single"/>
        </w:rPr>
        <w:t xml:space="preserve"> some very highly connected individuals that can be </w:t>
      </w:r>
      <w:r w:rsidRPr="0084058A">
        <w:rPr>
          <w:rFonts w:eastAsia="Calibri"/>
          <w:b/>
          <w:highlight w:val="green"/>
          <w:u w:val="single"/>
        </w:rPr>
        <w:t>“superspreaders.”</w:t>
      </w:r>
      <w:r w:rsidRPr="0084058A">
        <w:rPr>
          <w:sz w:val="16"/>
          <w:szCs w:val="16"/>
        </w:rPr>
        <w:t xml:space="preserve"> The chances of such an individual becoming infected may be low but </w:t>
      </w:r>
      <w:r w:rsidRPr="0084058A">
        <w:rPr>
          <w:b/>
          <w:u w:val="single"/>
        </w:rPr>
        <w:t xml:space="preserve">events like </w:t>
      </w:r>
      <w:r w:rsidRPr="0084058A">
        <w:rPr>
          <w:b/>
          <w:highlight w:val="green"/>
          <w:u w:val="single"/>
        </w:rPr>
        <w:t>a mass outbreak pose a</w:t>
      </w:r>
      <w:r w:rsidRPr="0084058A">
        <w:rPr>
          <w:b/>
          <w:u w:val="single"/>
        </w:rPr>
        <w:t xml:space="preserve"> much </w:t>
      </w:r>
      <w:r w:rsidRPr="0084058A">
        <w:rPr>
          <w:rFonts w:eastAsia="Calibri"/>
          <w:b/>
          <w:highlight w:val="green"/>
          <w:u w:val="single"/>
        </w:rPr>
        <w:t>greater risk</w:t>
      </w:r>
      <w:r w:rsidRPr="0084058A">
        <w:rPr>
          <w:sz w:val="16"/>
          <w:szCs w:val="16"/>
        </w:rPr>
        <w:t xml:space="preserve"> if they do happen. </w:t>
      </w:r>
      <w:r w:rsidRPr="0084058A">
        <w:rPr>
          <w:b/>
          <w:highlight w:val="green"/>
          <w:u w:val="single"/>
        </w:rPr>
        <w:t>If a sick food service worker</w:t>
      </w:r>
      <w:r w:rsidRPr="0084058A">
        <w:rPr>
          <w:b/>
          <w:u w:val="single"/>
        </w:rPr>
        <w:t xml:space="preserve"> in an airport </w:t>
      </w:r>
      <w:r w:rsidRPr="0084058A">
        <w:rPr>
          <w:b/>
          <w:highlight w:val="green"/>
          <w:u w:val="single"/>
        </w:rPr>
        <w:t>infects 100 passengers, or a contagion</w:t>
      </w:r>
      <w:r w:rsidRPr="0084058A">
        <w:rPr>
          <w:b/>
          <w:u w:val="single"/>
        </w:rPr>
        <w:t xml:space="preserve"> event </w:t>
      </w:r>
      <w:r w:rsidRPr="0084058A">
        <w:rPr>
          <w:b/>
          <w:highlight w:val="green"/>
          <w:u w:val="single"/>
        </w:rPr>
        <w:t xml:space="preserve">happens in mass transportation, </w:t>
      </w:r>
      <w:r w:rsidRPr="0084058A">
        <w:rPr>
          <w:rFonts w:eastAsia="Calibri"/>
          <w:b/>
          <w:highlight w:val="green"/>
          <w:u w:val="single"/>
        </w:rPr>
        <w:t>an outbreak could</w:t>
      </w:r>
      <w:r w:rsidRPr="0084058A">
        <w:rPr>
          <w:rFonts w:eastAsia="Calibri"/>
          <w:b/>
          <w:u w:val="single"/>
        </w:rPr>
        <w:t xml:space="preserve"> very well </w:t>
      </w:r>
      <w:r w:rsidRPr="0084058A">
        <w:rPr>
          <w:rFonts w:eastAsia="Calibri"/>
          <w:b/>
          <w:highlight w:val="green"/>
          <w:u w:val="single"/>
        </w:rPr>
        <w:t>prove unstoppable</w:t>
      </w:r>
      <w:r w:rsidRPr="0084058A">
        <w:rPr>
          <w:sz w:val="16"/>
          <w:szCs w:val="16"/>
        </w:rPr>
        <w:t>.</w:t>
      </w:r>
    </w:p>
    <w:p w14:paraId="293EC126" w14:textId="77777777" w:rsidR="009A1F83" w:rsidRPr="0084058A" w:rsidRDefault="009A1F83" w:rsidP="009A1F83"/>
    <w:p w14:paraId="0D1F4878" w14:textId="328E807B" w:rsidR="008647CB" w:rsidRPr="00745567" w:rsidRDefault="00745567" w:rsidP="003466D8">
      <w:pPr>
        <w:pStyle w:val="Heading3"/>
      </w:pPr>
      <w:r w:rsidRPr="0084058A">
        <w:t>Case</w:t>
      </w:r>
    </w:p>
    <w:sectPr w:rsidR="008647CB" w:rsidRPr="007455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66DE4"/>
    <w:rsid w:val="000026CF"/>
    <w:rsid w:val="000139A3"/>
    <w:rsid w:val="000365EE"/>
    <w:rsid w:val="00100833"/>
    <w:rsid w:val="00104529"/>
    <w:rsid w:val="00105942"/>
    <w:rsid w:val="00107396"/>
    <w:rsid w:val="00144A4C"/>
    <w:rsid w:val="00176AB0"/>
    <w:rsid w:val="00177B7D"/>
    <w:rsid w:val="0018322D"/>
    <w:rsid w:val="001B5776"/>
    <w:rsid w:val="001E527A"/>
    <w:rsid w:val="001F78CE"/>
    <w:rsid w:val="002207C4"/>
    <w:rsid w:val="00251FC7"/>
    <w:rsid w:val="00270695"/>
    <w:rsid w:val="002855A7"/>
    <w:rsid w:val="002B146A"/>
    <w:rsid w:val="002B5E17"/>
    <w:rsid w:val="002C72F4"/>
    <w:rsid w:val="003124C7"/>
    <w:rsid w:val="00315690"/>
    <w:rsid w:val="00316B75"/>
    <w:rsid w:val="00325646"/>
    <w:rsid w:val="003460F2"/>
    <w:rsid w:val="003466D8"/>
    <w:rsid w:val="0038158C"/>
    <w:rsid w:val="0038164F"/>
    <w:rsid w:val="003902BA"/>
    <w:rsid w:val="003A09E2"/>
    <w:rsid w:val="00407037"/>
    <w:rsid w:val="00420585"/>
    <w:rsid w:val="004605D6"/>
    <w:rsid w:val="004C60E8"/>
    <w:rsid w:val="004E3579"/>
    <w:rsid w:val="004E728B"/>
    <w:rsid w:val="004F39E0"/>
    <w:rsid w:val="005078FA"/>
    <w:rsid w:val="00537BD5"/>
    <w:rsid w:val="0057268A"/>
    <w:rsid w:val="005D2912"/>
    <w:rsid w:val="006065BD"/>
    <w:rsid w:val="00645FA9"/>
    <w:rsid w:val="00647866"/>
    <w:rsid w:val="00665003"/>
    <w:rsid w:val="006A2AD0"/>
    <w:rsid w:val="006C2375"/>
    <w:rsid w:val="006D4ECC"/>
    <w:rsid w:val="00722258"/>
    <w:rsid w:val="007243E5"/>
    <w:rsid w:val="00745567"/>
    <w:rsid w:val="00766EA0"/>
    <w:rsid w:val="007A2226"/>
    <w:rsid w:val="007F5B66"/>
    <w:rsid w:val="00823A1C"/>
    <w:rsid w:val="0084058A"/>
    <w:rsid w:val="00845B9D"/>
    <w:rsid w:val="00860984"/>
    <w:rsid w:val="008647CB"/>
    <w:rsid w:val="008B3ECB"/>
    <w:rsid w:val="008B4E85"/>
    <w:rsid w:val="008C1B2E"/>
    <w:rsid w:val="0091627E"/>
    <w:rsid w:val="0097032B"/>
    <w:rsid w:val="00976EFC"/>
    <w:rsid w:val="009A1F83"/>
    <w:rsid w:val="009D2EAD"/>
    <w:rsid w:val="009D54B2"/>
    <w:rsid w:val="009E1922"/>
    <w:rsid w:val="009F7ED2"/>
    <w:rsid w:val="00A93661"/>
    <w:rsid w:val="00A95652"/>
    <w:rsid w:val="00AC0AB8"/>
    <w:rsid w:val="00B33C6D"/>
    <w:rsid w:val="00B4508F"/>
    <w:rsid w:val="00B55AD5"/>
    <w:rsid w:val="00B8057C"/>
    <w:rsid w:val="00BD6238"/>
    <w:rsid w:val="00BE3F76"/>
    <w:rsid w:val="00BF593B"/>
    <w:rsid w:val="00BF773A"/>
    <w:rsid w:val="00BF7E81"/>
    <w:rsid w:val="00C13773"/>
    <w:rsid w:val="00C17CC8"/>
    <w:rsid w:val="00C76135"/>
    <w:rsid w:val="00C83417"/>
    <w:rsid w:val="00C9604F"/>
    <w:rsid w:val="00CA19AA"/>
    <w:rsid w:val="00CC5298"/>
    <w:rsid w:val="00CD736E"/>
    <w:rsid w:val="00CD798D"/>
    <w:rsid w:val="00CE161E"/>
    <w:rsid w:val="00CF59A8"/>
    <w:rsid w:val="00D325A9"/>
    <w:rsid w:val="00D36A8A"/>
    <w:rsid w:val="00D61409"/>
    <w:rsid w:val="00D6691E"/>
    <w:rsid w:val="00D66DE4"/>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C9FEF"/>
  <w15:chartTrackingRefBased/>
  <w15:docId w15:val="{46F944B5-040F-4A00-A01C-1756E243A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66DE4"/>
    <w:rPr>
      <w:rFonts w:ascii="Calibri" w:hAnsi="Calibri" w:cs="Calibri"/>
    </w:rPr>
  </w:style>
  <w:style w:type="paragraph" w:styleId="Heading1">
    <w:name w:val="heading 1"/>
    <w:aliases w:val="Pocket"/>
    <w:basedOn w:val="Normal"/>
    <w:next w:val="Normal"/>
    <w:link w:val="Heading1Char"/>
    <w:qFormat/>
    <w:rsid w:val="00D66DE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66DE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66DE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T"/>
    <w:basedOn w:val="Normal"/>
    <w:next w:val="Normal"/>
    <w:link w:val="Heading4Char"/>
    <w:uiPriority w:val="3"/>
    <w:unhideWhenUsed/>
    <w:qFormat/>
    <w:rsid w:val="00D66DE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66D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6DE4"/>
  </w:style>
  <w:style w:type="character" w:customStyle="1" w:styleId="Heading1Char">
    <w:name w:val="Heading 1 Char"/>
    <w:aliases w:val="Pocket Char"/>
    <w:basedOn w:val="DefaultParagraphFont"/>
    <w:link w:val="Heading1"/>
    <w:rsid w:val="00D66DE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66DE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66DE4"/>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D66DE4"/>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7"/>
    <w:qFormat/>
    <w:rsid w:val="00D66DE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66DE4"/>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D66DE4"/>
    <w:rPr>
      <w:b/>
      <w:sz w:val="22"/>
      <w:u w:val="single"/>
    </w:rPr>
  </w:style>
  <w:style w:type="character" w:styleId="Hyperlink">
    <w:name w:val="Hyperlink"/>
    <w:aliases w:val="No Spacing Char,Small Text Char,Card Format Char,Note Level 2 Char,No Spacing111112 Char,tag Char,No Spacing31 Char,No Spacing22 Char,No Spacing3 Char,Tag and Cite Char,Dont use Char,No Spacing41 Char,nonunderlined Char,Tag and Ci Char,card Ch"/>
    <w:basedOn w:val="DefaultParagraphFont"/>
    <w:link w:val="NoSpacing"/>
    <w:uiPriority w:val="99"/>
    <w:unhideWhenUsed/>
    <w:rsid w:val="00D66DE4"/>
    <w:rPr>
      <w:color w:val="auto"/>
      <w:u w:val="none"/>
    </w:rPr>
  </w:style>
  <w:style w:type="character" w:styleId="FollowedHyperlink">
    <w:name w:val="FollowedHyperlink"/>
    <w:basedOn w:val="DefaultParagraphFont"/>
    <w:uiPriority w:val="99"/>
    <w:semiHidden/>
    <w:unhideWhenUsed/>
    <w:rsid w:val="00D66DE4"/>
    <w:rPr>
      <w:color w:val="auto"/>
      <w:u w:val="none"/>
    </w:rPr>
  </w:style>
  <w:style w:type="paragraph" w:customStyle="1" w:styleId="textbold">
    <w:name w:val="text bold"/>
    <w:basedOn w:val="Normal"/>
    <w:link w:val="Emphasis"/>
    <w:uiPriority w:val="7"/>
    <w:qFormat/>
    <w:rsid w:val="00D66DE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Small Text,Card Format,Note Level 2,No Spacing111112,tag,No Spacing31,No Spacing22,No Spacing3,Tag and Cite,Dont use,No Spacing41,nonunderlined,Tag and Ci,card,Very Small Text,DDI Tag,Tag Title,Tag1,ca,Note Level 21"/>
    <w:basedOn w:val="Heading1"/>
    <w:link w:val="Hyperlink"/>
    <w:autoRedefine/>
    <w:uiPriority w:val="99"/>
    <w:qFormat/>
    <w:rsid w:val="00D66DE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ewyorker.com/news/news-desk/how-police-union-power-helped-increase-abuses" TargetMode="External"/><Relationship Id="rId18" Type="http://schemas.openxmlformats.org/officeDocument/2006/relationships/hyperlink" Target="https://www.businessinsider.com/mayhem-in-madison-police-remove-protesters-lockdown-capitol-2011-3" TargetMode="External"/><Relationship Id="rId26" Type="http://schemas.openxmlformats.org/officeDocument/2006/relationships/hyperlink" Target="https://aflcio.org/what-unions-do/social-economic-justice" TargetMode="External"/><Relationship Id="rId39" Type="http://schemas.openxmlformats.org/officeDocument/2006/relationships/hyperlink" Target="https://www.mercurynews.com/2021/06/04/editorial-why-silicon-valley-needs-endless-frontier-bill/" TargetMode="External"/><Relationship Id="rId21" Type="http://schemas.openxmlformats.org/officeDocument/2006/relationships/hyperlink" Target="https://www.smithsonianmag.com/history/how-1897-massacre-pennsylvania-coal-miners-morphed-galvanizing-crisis-forgotten-history-180971695/" TargetMode="External"/><Relationship Id="rId34" Type="http://schemas.openxmlformats.org/officeDocument/2006/relationships/hyperlink" Target="https://www.theguardian.com/us-news/2020/jun/23/police-unions-spending-policy-reform-chicago-new-york-la" TargetMode="External"/><Relationship Id="rId42" Type="http://schemas.openxmlformats.org/officeDocument/2006/relationships/hyperlink" Target="http://necsi.edu/research/social/pandemics/transition" TargetMode="External"/><Relationship Id="rId7" Type="http://schemas.openxmlformats.org/officeDocument/2006/relationships/hyperlink" Target="https://www.salon.com/2020/06/27/police-unions-blamed-for-rise-in-fatal-shootings-even-as-crime-plummeted/" TargetMode="External"/><Relationship Id="rId2" Type="http://schemas.openxmlformats.org/officeDocument/2006/relationships/numbering" Target="numbering.xml"/><Relationship Id="rId16" Type="http://schemas.openxmlformats.org/officeDocument/2006/relationships/hyperlink" Target="https://onlinelibrary.wiley.com/doi/full/10.1111/bjir.12526" TargetMode="External"/><Relationship Id="rId20" Type="http://schemas.openxmlformats.org/officeDocument/2006/relationships/hyperlink" Target="http://america.aljazeera.com/articles/2014/12/22/police-unions-havealwaysbeenalabormovementapart.html" TargetMode="External"/><Relationship Id="rId29" Type="http://schemas.openxmlformats.org/officeDocument/2006/relationships/hyperlink" Target="https://www.bjs.gov/content/pub/pdf/ftelea9716.pdf" TargetMode="External"/><Relationship Id="rId41" Type="http://schemas.openxmlformats.org/officeDocument/2006/relationships/hyperlink" Target="https://www.advisory.com/daily-briefing/2020/05/15/weekly-line" TargetMode="External"/><Relationship Id="rId1" Type="http://schemas.openxmlformats.org/officeDocument/2006/relationships/customXml" Target="../customXml/item1.xml"/><Relationship Id="rId6" Type="http://schemas.openxmlformats.org/officeDocument/2006/relationships/hyperlink" Target="https://theconversation.com/why-police-unions-are-not-part-of-the-american-labor-movement-142538%20//accessed%2010/20/2021" TargetMode="External"/><Relationship Id="rId11" Type="http://schemas.openxmlformats.org/officeDocument/2006/relationships/hyperlink" Target="https://www.mercurynews.com/2020/05/30/minneapolis-officers-work-personal-background-detailed-2/" TargetMode="External"/><Relationship Id="rId24" Type="http://schemas.openxmlformats.org/officeDocument/2006/relationships/hyperlink" Target="https://www.wsj.com/articles/democrats-labor-to-stem-flow-of-union-voters-to-trump-11567422002" TargetMode="External"/><Relationship Id="rId32" Type="http://schemas.openxmlformats.org/officeDocument/2006/relationships/hyperlink" Target="https://www.wsj.com/articles/the-problem-with-police-unions-11591830984" TargetMode="External"/><Relationship Id="rId37" Type="http://schemas.openxmlformats.org/officeDocument/2006/relationships/hyperlink" Target="https://www.nytimes.com/2020/05/30/us/derek-chauvin-george-floyd.html" TargetMode="External"/><Relationship Id="rId40" Type="http://schemas.openxmlformats.org/officeDocument/2006/relationships/hyperlink" Target="https://www.nber.org/digest/jul10/evidence-effects-nurses-strikes" TargetMode="External"/><Relationship Id="rId5" Type="http://schemas.openxmlformats.org/officeDocument/2006/relationships/webSettings" Target="webSettings.xml"/><Relationship Id="rId15" Type="http://schemas.openxmlformats.org/officeDocument/2006/relationships/hyperlink" Target="https://theconversation.com/essential-us-workers-often-lack-sick-leave-and-health-care-benefits-taken-for-granted-in-most-other-countries-136802" TargetMode="External"/><Relationship Id="rId23" Type="http://schemas.openxmlformats.org/officeDocument/2006/relationships/hyperlink" Target="https://theintercept.com/2016/10/09/police-unions-reject-charges-of-bias-find-a-hero-in-donald-trump/" TargetMode="External"/><Relationship Id="rId28" Type="http://schemas.openxmlformats.org/officeDocument/2006/relationships/hyperlink" Target="https://www.theguardian.com/us-news/2020/jun/11/police-unions-american-labor-movement-protest" TargetMode="External"/><Relationship Id="rId36" Type="http://schemas.openxmlformats.org/officeDocument/2006/relationships/hyperlink" Target="https://nymag.com/intelligencer/2020/06/george-floyd-protests-police-abuse-reform-qualified-immunity-polls.html" TargetMode="External"/><Relationship Id="rId10" Type="http://schemas.openxmlformats.org/officeDocument/2006/relationships/hyperlink" Target="https://www.npr.org/2020/06/03/868910542/chauvin-and-3-former-officers-face-new-charges-over-george-floyds-death" TargetMode="External"/><Relationship Id="rId19" Type="http://schemas.openxmlformats.org/officeDocument/2006/relationships/hyperlink" Target="https://plsonline.eku.edu/insidelook/history-policing-united-states-part-3" TargetMode="External"/><Relationship Id="rId31" Type="http://schemas.openxmlformats.org/officeDocument/2006/relationships/hyperlink" Target="https://www.theatlantic.com/politics/archive/2016/06/restorative-justice-police-violence/489221/"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washingtonpost.com/outlook/2020/06/09/limits-when-police-can-use-force-is-better-solution-than-banning-police-unions/" TargetMode="External"/><Relationship Id="rId14" Type="http://schemas.openxmlformats.org/officeDocument/2006/relationships/hyperlink" Target="https://ler.la.psu.edu/people/pfc2" TargetMode="External"/><Relationship Id="rId22" Type="http://schemas.openxmlformats.org/officeDocument/2006/relationships/hyperlink" Target="https://www.policemag.com/342098/the-2016-police-presidential-poll" TargetMode="External"/><Relationship Id="rId27" Type="http://schemas.openxmlformats.org/officeDocument/2006/relationships/hyperlink" Target="https://www.teenvogue.com/story/what-to-know-police-unions-labor-movement" TargetMode="External"/><Relationship Id="rId30" Type="http://schemas.openxmlformats.org/officeDocument/2006/relationships/hyperlink" Target="https://www.washingtonpost.com/business/2020/06/10/police-unions-violence-research-george-floyd/" TargetMode="External"/><Relationship Id="rId35" Type="http://schemas.openxmlformats.org/officeDocument/2006/relationships/hyperlink" Target="https://www.thedailybeast.com/the-gop-and-police-unions-a-love-story" TargetMode="External"/><Relationship Id="rId43" Type="http://schemas.openxmlformats.org/officeDocument/2006/relationships/fontTable" Target="fontTable.xml"/><Relationship Id="rId8" Type="http://schemas.openxmlformats.org/officeDocument/2006/relationships/hyperlink" Target="https://www.nytimes.com/2020/05/30/us/derek-chauvin-george-floyd.html" TargetMode="External"/><Relationship Id="rId3" Type="http://schemas.openxmlformats.org/officeDocument/2006/relationships/styles" Target="styles.xml"/><Relationship Id="rId12" Type="http://schemas.openxmlformats.org/officeDocument/2006/relationships/hyperlink" Target="https://www.latimes.com/politics/story/2020-06-15/police-unions-george-floyd-reform" TargetMode="External"/><Relationship Id="rId17" Type="http://schemas.openxmlformats.org/officeDocument/2006/relationships/hyperlink" Target="https://plsonline.eku.edu/insidelook/history-policing-united-states-part-3" TargetMode="External"/><Relationship Id="rId25" Type="http://schemas.openxmlformats.org/officeDocument/2006/relationships/hyperlink" Target="https://justfacts.votesmart.org/candidate/evaluations/55463/hillary-clinton" TargetMode="External"/><Relationship Id="rId33" Type="http://schemas.openxmlformats.org/officeDocument/2006/relationships/hyperlink" Target="https://www.nytimes.com/2020/05/30/us/derek-chauvin-george-floyd.html" TargetMode="External"/><Relationship Id="rId38" Type="http://schemas.openxmlformats.org/officeDocument/2006/relationships/hyperlink" Target="https://www.nbcnews.com/politics/politics-news/national-labor-groups-mostly-close-ranks-defend-police-unions-n123157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e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60</TotalTime>
  <Pages>1</Pages>
  <Words>6109</Words>
  <Characters>34823</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rusem</dc:creator>
  <cp:keywords>5.1.1</cp:keywords>
  <dc:description/>
  <cp:lastModifiedBy>Rusem Paul</cp:lastModifiedBy>
  <cp:revision>1</cp:revision>
  <dcterms:created xsi:type="dcterms:W3CDTF">2021-12-03T20:58:00Z</dcterms:created>
  <dcterms:modified xsi:type="dcterms:W3CDTF">2021-12-03T22:06:00Z</dcterms:modified>
</cp:coreProperties>
</file>